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01C" w:rsidRDefault="003B501C" w:rsidP="003B501C">
      <w:pPr>
        <w:pStyle w:val="Bntext"/>
        <w:rPr>
          <w:sz w:val="24"/>
        </w:rPr>
      </w:pPr>
      <w:bookmarkStart w:id="0" w:name="_GoBack"/>
      <w:bookmarkEnd w:id="0"/>
    </w:p>
    <w:p w:rsidR="003B501C" w:rsidRDefault="003B501C" w:rsidP="003B501C">
      <w:pPr>
        <w:pStyle w:val="Bntext"/>
        <w:rPr>
          <w:sz w:val="24"/>
        </w:rPr>
      </w:pPr>
    </w:p>
    <w:p w:rsidR="003B501C" w:rsidRDefault="003B501C" w:rsidP="003B501C">
      <w:pPr>
        <w:pStyle w:val="Bntext"/>
        <w:rPr>
          <w:sz w:val="24"/>
        </w:rPr>
      </w:pPr>
    </w:p>
    <w:p w:rsidR="003B501C" w:rsidRDefault="003B501C" w:rsidP="003B501C">
      <w:pPr>
        <w:pStyle w:val="Bntext"/>
        <w:rPr>
          <w:sz w:val="24"/>
        </w:rPr>
      </w:pPr>
    </w:p>
    <w:p w:rsidR="003B501C" w:rsidRDefault="003B501C" w:rsidP="003B501C">
      <w:pPr>
        <w:pStyle w:val="Bntext"/>
        <w:rPr>
          <w:sz w:val="24"/>
        </w:rPr>
      </w:pPr>
    </w:p>
    <w:p w:rsidR="003B501C" w:rsidRDefault="003B501C" w:rsidP="003B501C">
      <w:pPr>
        <w:pStyle w:val="Bntext"/>
        <w:rPr>
          <w:sz w:val="24"/>
        </w:rPr>
      </w:pPr>
    </w:p>
    <w:p w:rsidR="003B501C" w:rsidRDefault="003B501C" w:rsidP="003B501C">
      <w:pPr>
        <w:pStyle w:val="Bntext"/>
        <w:rPr>
          <w:sz w:val="24"/>
        </w:rPr>
      </w:pPr>
    </w:p>
    <w:p w:rsidR="003B501C" w:rsidRDefault="003B501C" w:rsidP="003B501C">
      <w:pPr>
        <w:pStyle w:val="Bntext"/>
        <w:jc w:val="center"/>
        <w:rPr>
          <w:b/>
          <w:bCs/>
          <w:caps/>
          <w:sz w:val="28"/>
        </w:rPr>
      </w:pPr>
      <w:bookmarkStart w:id="1" w:name="_Toc162945027"/>
    </w:p>
    <w:p w:rsidR="003B501C" w:rsidRDefault="003B501C" w:rsidP="003B501C">
      <w:pPr>
        <w:pStyle w:val="Bntext"/>
        <w:jc w:val="center"/>
        <w:rPr>
          <w:b/>
          <w:bCs/>
          <w:caps/>
          <w:sz w:val="28"/>
        </w:rPr>
      </w:pPr>
    </w:p>
    <w:p w:rsidR="003B501C" w:rsidRDefault="003B501C" w:rsidP="003B501C">
      <w:pPr>
        <w:pStyle w:val="Bntext"/>
        <w:jc w:val="center"/>
        <w:rPr>
          <w:sz w:val="36"/>
        </w:rPr>
      </w:pPr>
      <w:r>
        <w:rPr>
          <w:b/>
          <w:bCs/>
          <w:caps/>
          <w:sz w:val="36"/>
        </w:rPr>
        <w:t xml:space="preserve">2. </w:t>
      </w:r>
      <w:bookmarkEnd w:id="1"/>
      <w:r>
        <w:rPr>
          <w:b/>
          <w:bCs/>
          <w:caps/>
          <w:sz w:val="36"/>
        </w:rPr>
        <w:t>seznam souřadnic a výšek</w:t>
      </w:r>
    </w:p>
    <w:p w:rsidR="003B501C" w:rsidRDefault="003B501C" w:rsidP="003B501C">
      <w:pPr>
        <w:jc w:val="center"/>
        <w:rPr>
          <w:sz w:val="24"/>
        </w:rPr>
      </w:pPr>
      <w:r>
        <w:rPr>
          <w:sz w:val="24"/>
        </w:rPr>
        <w:t xml:space="preserve">(S-JTSK, </w:t>
      </w:r>
      <w:proofErr w:type="spellStart"/>
      <w:r>
        <w:rPr>
          <w:sz w:val="24"/>
        </w:rPr>
        <w:t>Bpv</w:t>
      </w:r>
      <w:proofErr w:type="spellEnd"/>
      <w:r>
        <w:rPr>
          <w:sz w:val="24"/>
        </w:rPr>
        <w:t>)</w:t>
      </w:r>
    </w:p>
    <w:p w:rsidR="003B501C" w:rsidRDefault="003B501C" w:rsidP="003B501C">
      <w:pPr>
        <w:jc w:val="both"/>
        <w:rPr>
          <w:sz w:val="24"/>
        </w:rPr>
      </w:pPr>
    </w:p>
    <w:p w:rsidR="003B501C" w:rsidRDefault="003B501C" w:rsidP="003B501C">
      <w:pPr>
        <w:jc w:val="both"/>
        <w:rPr>
          <w:sz w:val="24"/>
        </w:rPr>
      </w:pPr>
    </w:p>
    <w:p w:rsidR="003B501C" w:rsidRDefault="003B501C" w:rsidP="003B501C">
      <w:pPr>
        <w:jc w:val="both"/>
        <w:rPr>
          <w:sz w:val="24"/>
        </w:rPr>
      </w:pPr>
    </w:p>
    <w:p w:rsidR="003B501C" w:rsidRDefault="003B501C" w:rsidP="003B501C">
      <w:pPr>
        <w:jc w:val="both"/>
        <w:rPr>
          <w:sz w:val="24"/>
        </w:rPr>
      </w:pPr>
    </w:p>
    <w:p w:rsidR="003B501C" w:rsidRDefault="003B501C" w:rsidP="003B501C">
      <w:pPr>
        <w:jc w:val="both"/>
        <w:rPr>
          <w:sz w:val="24"/>
        </w:rPr>
      </w:pPr>
    </w:p>
    <w:p w:rsidR="003B501C" w:rsidRDefault="003B501C" w:rsidP="003B501C">
      <w:pPr>
        <w:jc w:val="both"/>
        <w:rPr>
          <w:sz w:val="24"/>
        </w:rPr>
      </w:pPr>
    </w:p>
    <w:p w:rsidR="003B501C" w:rsidRDefault="003B501C" w:rsidP="003B501C">
      <w:pPr>
        <w:jc w:val="both"/>
        <w:rPr>
          <w:sz w:val="24"/>
        </w:rPr>
      </w:pPr>
    </w:p>
    <w:p w:rsidR="003B501C" w:rsidRDefault="003B501C" w:rsidP="003B501C">
      <w:pPr>
        <w:jc w:val="both"/>
        <w:rPr>
          <w:sz w:val="24"/>
        </w:rPr>
      </w:pPr>
    </w:p>
    <w:p w:rsidR="003B501C" w:rsidRDefault="003B501C" w:rsidP="003B501C">
      <w:pPr>
        <w:jc w:val="both"/>
        <w:rPr>
          <w:sz w:val="24"/>
        </w:rPr>
      </w:pPr>
    </w:p>
    <w:p w:rsidR="003B501C" w:rsidRDefault="003B501C" w:rsidP="003B501C">
      <w:pPr>
        <w:jc w:val="both"/>
        <w:rPr>
          <w:sz w:val="24"/>
        </w:rPr>
      </w:pPr>
      <w:r>
        <w:rPr>
          <w:sz w:val="24"/>
        </w:rPr>
        <w:t>Obsah:</w:t>
      </w:r>
    </w:p>
    <w:p w:rsidR="003B501C" w:rsidRDefault="003B501C" w:rsidP="003B501C">
      <w:pPr>
        <w:jc w:val="both"/>
        <w:rPr>
          <w:sz w:val="24"/>
        </w:rPr>
      </w:pPr>
    </w:p>
    <w:p w:rsidR="00FD0FF4" w:rsidRDefault="003B501C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TOC \o "1-3" \h \z </w:instrText>
      </w:r>
      <w:r>
        <w:rPr>
          <w:sz w:val="24"/>
        </w:rPr>
        <w:fldChar w:fldCharType="separate"/>
      </w:r>
      <w:hyperlink w:anchor="_Toc483397636" w:history="1">
        <w:r w:rsidR="00FD0FF4" w:rsidRPr="00A96CD4">
          <w:rPr>
            <w:rStyle w:val="Hypertextovodkaz"/>
            <w:noProof/>
          </w:rPr>
          <w:t>1.1</w:t>
        </w:r>
        <w:r w:rsidR="00FD0FF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D0FF4" w:rsidRPr="00A96CD4">
          <w:rPr>
            <w:rStyle w:val="Hypertextovodkaz"/>
            <w:noProof/>
          </w:rPr>
          <w:t>DANÉ BODY</w:t>
        </w:r>
        <w:r w:rsidR="00FD0FF4">
          <w:rPr>
            <w:noProof/>
            <w:webHidden/>
          </w:rPr>
          <w:tab/>
        </w:r>
        <w:r w:rsidR="00FD0FF4">
          <w:rPr>
            <w:noProof/>
            <w:webHidden/>
          </w:rPr>
          <w:fldChar w:fldCharType="begin"/>
        </w:r>
        <w:r w:rsidR="00FD0FF4">
          <w:rPr>
            <w:noProof/>
            <w:webHidden/>
          </w:rPr>
          <w:instrText xml:space="preserve"> PAGEREF _Toc483397636 \h </w:instrText>
        </w:r>
        <w:r w:rsidR="00FD0FF4">
          <w:rPr>
            <w:noProof/>
            <w:webHidden/>
          </w:rPr>
        </w:r>
        <w:r w:rsidR="00FD0FF4">
          <w:rPr>
            <w:noProof/>
            <w:webHidden/>
          </w:rPr>
          <w:fldChar w:fldCharType="separate"/>
        </w:r>
        <w:r w:rsidR="00FD0FF4">
          <w:rPr>
            <w:noProof/>
            <w:webHidden/>
          </w:rPr>
          <w:t>2</w:t>
        </w:r>
        <w:r w:rsidR="00FD0FF4">
          <w:rPr>
            <w:noProof/>
            <w:webHidden/>
          </w:rPr>
          <w:fldChar w:fldCharType="end"/>
        </w:r>
      </w:hyperlink>
    </w:p>
    <w:p w:rsidR="00FD0FF4" w:rsidRDefault="00FD0FF4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3397637" w:history="1">
        <w:r w:rsidRPr="00A96CD4">
          <w:rPr>
            <w:rStyle w:val="Hypertextovodkaz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96CD4">
          <w:rPr>
            <w:rStyle w:val="Hypertextovodkaz"/>
            <w:noProof/>
          </w:rPr>
          <w:t>VÝŠKOVÉ BODY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_Toc483397637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D0FF4" w:rsidRDefault="00FD0FF4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3397638" w:history="1">
        <w:r w:rsidRPr="00A96CD4">
          <w:rPr>
            <w:rStyle w:val="Hypertextovodkaz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96CD4">
          <w:rPr>
            <w:rStyle w:val="Hypertextovodkaz"/>
            <w:noProof/>
          </w:rPr>
          <w:t>URČOVANÉ BODY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_Toc483397638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B501C" w:rsidRDefault="003B501C" w:rsidP="003B501C">
      <w:pPr>
        <w:jc w:val="both"/>
        <w:rPr>
          <w:sz w:val="24"/>
        </w:rPr>
      </w:pPr>
      <w:r>
        <w:rPr>
          <w:sz w:val="24"/>
        </w:rPr>
        <w:fldChar w:fldCharType="end"/>
      </w:r>
    </w:p>
    <w:p w:rsidR="003B501C" w:rsidRDefault="003B501C" w:rsidP="003B501C">
      <w:pPr>
        <w:jc w:val="both"/>
        <w:rPr>
          <w:sz w:val="24"/>
        </w:rPr>
      </w:pPr>
    </w:p>
    <w:p w:rsidR="003B501C" w:rsidRDefault="003B501C" w:rsidP="003B501C">
      <w:pPr>
        <w:spacing w:line="360" w:lineRule="auto"/>
        <w:ind w:left="180"/>
        <w:rPr>
          <w:sz w:val="16"/>
        </w:rPr>
      </w:pPr>
      <w:r>
        <w:rPr>
          <w:sz w:val="24"/>
        </w:rPr>
        <w:br w:type="page"/>
      </w:r>
    </w:p>
    <w:p w:rsidR="006E5242" w:rsidRDefault="006E5242" w:rsidP="006E5242">
      <w:pPr>
        <w:pStyle w:val="Nadpis2"/>
        <w:numPr>
          <w:ilvl w:val="0"/>
          <w:numId w:val="0"/>
        </w:numPr>
        <w:spacing w:before="120"/>
        <w:rPr>
          <w:sz w:val="24"/>
        </w:rPr>
      </w:pPr>
    </w:p>
    <w:p w:rsidR="006E5242" w:rsidRDefault="006E5242" w:rsidP="006E5242">
      <w:pPr>
        <w:pStyle w:val="Nadpis2"/>
        <w:numPr>
          <w:ilvl w:val="1"/>
          <w:numId w:val="4"/>
        </w:numPr>
        <w:spacing w:before="120"/>
        <w:rPr>
          <w:sz w:val="24"/>
        </w:rPr>
      </w:pPr>
      <w:bookmarkStart w:id="2" w:name="_Toc483397636"/>
      <w:r>
        <w:rPr>
          <w:sz w:val="24"/>
        </w:rPr>
        <w:t>DANÉ BODY</w:t>
      </w:r>
      <w:bookmarkEnd w:id="2"/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3007"/>
        <w:gridCol w:w="3045"/>
        <w:gridCol w:w="1319"/>
      </w:tblGrid>
      <w:tr w:rsidR="006E5242" w:rsidTr="003011AB">
        <w:trPr>
          <w:cantSplit/>
        </w:trPr>
        <w:tc>
          <w:tcPr>
            <w:tcW w:w="1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E5242" w:rsidRDefault="006E5242" w:rsidP="001B45C3">
            <w:r>
              <w:t>Číslo bodu</w:t>
            </w:r>
          </w:p>
        </w:tc>
        <w:tc>
          <w:tcPr>
            <w:tcW w:w="300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E5242" w:rsidRDefault="006E5242" w:rsidP="001B45C3">
            <w:pPr>
              <w:tabs>
                <w:tab w:val="left" w:pos="3070"/>
              </w:tabs>
              <w:jc w:val="center"/>
            </w:pPr>
            <w:r>
              <w:t>Y</w:t>
            </w:r>
          </w:p>
        </w:tc>
        <w:tc>
          <w:tcPr>
            <w:tcW w:w="30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E5242" w:rsidRDefault="006E5242" w:rsidP="001B45C3">
            <w:pPr>
              <w:jc w:val="center"/>
            </w:pPr>
            <w:r>
              <w:t>X</w:t>
            </w:r>
          </w:p>
        </w:tc>
        <w:tc>
          <w:tcPr>
            <w:tcW w:w="13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E5242" w:rsidRDefault="006E5242" w:rsidP="001B45C3">
            <w:pPr>
              <w:tabs>
                <w:tab w:val="left" w:pos="1179"/>
              </w:tabs>
              <w:jc w:val="center"/>
            </w:pPr>
            <w:r>
              <w:t>H</w:t>
            </w:r>
          </w:p>
        </w:tc>
      </w:tr>
      <w:tr w:rsidR="004F516A" w:rsidTr="003011AB">
        <w:trPr>
          <w:cantSplit/>
        </w:trPr>
        <w:tc>
          <w:tcPr>
            <w:tcW w:w="1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F516A" w:rsidRPr="00981202" w:rsidRDefault="00981202" w:rsidP="004F516A">
            <w:pPr>
              <w:ind w:right="130"/>
              <w:rPr>
                <w:rFonts w:cs="Arial"/>
                <w:bCs/>
              </w:rPr>
            </w:pPr>
            <w:r w:rsidRPr="005552C3">
              <w:rPr>
                <w:rFonts w:cs="Arial"/>
                <w:b/>
                <w:bCs/>
              </w:rPr>
              <w:t>20</w:t>
            </w:r>
            <w:r w:rsidRPr="00981202">
              <w:rPr>
                <w:rFonts w:cs="Arial"/>
                <w:bCs/>
              </w:rPr>
              <w:t xml:space="preserve"> </w:t>
            </w:r>
            <w:r w:rsidRPr="00981202">
              <w:rPr>
                <w:rFonts w:cs="Arial"/>
                <w:bCs/>
                <w:i/>
                <w:sz w:val="18"/>
                <w:szCs w:val="18"/>
              </w:rPr>
              <w:t>(0820)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16A" w:rsidRDefault="00981202" w:rsidP="0030371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683394.25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16A" w:rsidRDefault="00981202" w:rsidP="00CD44E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994854.31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F516A" w:rsidRDefault="00981202" w:rsidP="00303714">
            <w:pPr>
              <w:tabs>
                <w:tab w:val="left" w:pos="855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  <w:tr w:rsidR="007964FC" w:rsidTr="003011AB">
        <w:trPr>
          <w:cantSplit/>
        </w:trPr>
        <w:tc>
          <w:tcPr>
            <w:tcW w:w="1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964FC" w:rsidRPr="002D0769" w:rsidRDefault="007964FC" w:rsidP="003011AB">
            <w:pPr>
              <w:rPr>
                <w:rFonts w:cs="Arial"/>
                <w:b/>
                <w:bCs/>
              </w:rPr>
            </w:pPr>
            <w:r w:rsidRPr="005552C3">
              <w:rPr>
                <w:b/>
              </w:rPr>
              <w:t>202</w:t>
            </w:r>
            <w:r>
              <w:t xml:space="preserve"> </w:t>
            </w:r>
            <w:r w:rsidRPr="00981202">
              <w:rPr>
                <w:rFonts w:cs="Arial"/>
                <w:bCs/>
                <w:i/>
                <w:sz w:val="18"/>
                <w:szCs w:val="18"/>
              </w:rPr>
              <w:t>(0820</w:t>
            </w:r>
            <w:r w:rsidR="003011AB">
              <w:rPr>
                <w:rFonts w:cs="Arial"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4FC" w:rsidRPr="002D0769" w:rsidRDefault="007964FC" w:rsidP="003011AB">
            <w:pPr>
              <w:jc w:val="center"/>
              <w:rPr>
                <w:rFonts w:cs="Arial"/>
              </w:rPr>
            </w:pPr>
            <w:r>
              <w:t>683589.64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4FC" w:rsidRPr="002D0769" w:rsidRDefault="007964FC" w:rsidP="006F7B93">
            <w:pPr>
              <w:jc w:val="center"/>
              <w:rPr>
                <w:rFonts w:cs="Arial"/>
              </w:rPr>
            </w:pPr>
            <w:r>
              <w:t>994647.00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964FC" w:rsidRPr="002D0769" w:rsidRDefault="007964FC" w:rsidP="006F7B93">
            <w:pPr>
              <w:tabs>
                <w:tab w:val="left" w:pos="855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  <w:tr w:rsidR="00E122D6" w:rsidTr="003011AB">
        <w:trPr>
          <w:cantSplit/>
        </w:trPr>
        <w:tc>
          <w:tcPr>
            <w:tcW w:w="1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122D6" w:rsidRPr="005552C3" w:rsidRDefault="00E122D6" w:rsidP="00952565">
            <w:pPr>
              <w:rPr>
                <w:b/>
              </w:rPr>
            </w:pPr>
            <w:r w:rsidRPr="005552C3">
              <w:rPr>
                <w:b/>
              </w:rPr>
              <w:t>608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2D6" w:rsidRPr="000D79AA" w:rsidRDefault="00E122D6" w:rsidP="00E122D6">
            <w:pPr>
              <w:jc w:val="center"/>
            </w:pPr>
            <w:r w:rsidRPr="000D79AA">
              <w:t>682906.67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2D6" w:rsidRPr="000D79AA" w:rsidRDefault="00E122D6" w:rsidP="00E122D6">
            <w:pPr>
              <w:jc w:val="center"/>
            </w:pPr>
            <w:r w:rsidRPr="000D79AA">
              <w:t>994936.02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122D6" w:rsidRPr="000D79AA" w:rsidRDefault="00E122D6" w:rsidP="00E122D6">
            <w:pPr>
              <w:jc w:val="center"/>
            </w:pPr>
            <w:r w:rsidRPr="000D79AA">
              <w:t>255.68</w:t>
            </w:r>
          </w:p>
        </w:tc>
      </w:tr>
      <w:tr w:rsidR="00E122D6" w:rsidTr="003011AB">
        <w:trPr>
          <w:cantSplit/>
        </w:trPr>
        <w:tc>
          <w:tcPr>
            <w:tcW w:w="1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122D6" w:rsidRPr="005552C3" w:rsidRDefault="00E122D6" w:rsidP="00952565">
            <w:pPr>
              <w:rPr>
                <w:b/>
              </w:rPr>
            </w:pPr>
            <w:r w:rsidRPr="005552C3">
              <w:rPr>
                <w:b/>
              </w:rPr>
              <w:t>610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2D6" w:rsidRPr="000D79AA" w:rsidRDefault="00E122D6" w:rsidP="00E122D6">
            <w:pPr>
              <w:jc w:val="center"/>
            </w:pPr>
            <w:r w:rsidRPr="000D79AA">
              <w:t>682772.47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2D6" w:rsidRPr="000D79AA" w:rsidRDefault="00E122D6" w:rsidP="00E122D6">
            <w:pPr>
              <w:jc w:val="center"/>
            </w:pPr>
            <w:r w:rsidRPr="000D79AA">
              <w:t>994936.37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122D6" w:rsidRPr="000D79AA" w:rsidRDefault="00E122D6" w:rsidP="00E122D6">
            <w:pPr>
              <w:jc w:val="center"/>
            </w:pPr>
            <w:r w:rsidRPr="000D79AA">
              <w:t>257.42</w:t>
            </w:r>
          </w:p>
        </w:tc>
      </w:tr>
      <w:tr w:rsidR="00E122D6" w:rsidTr="003011AB">
        <w:trPr>
          <w:cantSplit/>
        </w:trPr>
        <w:tc>
          <w:tcPr>
            <w:tcW w:w="1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122D6" w:rsidRPr="005552C3" w:rsidRDefault="00E122D6" w:rsidP="00952565">
            <w:pPr>
              <w:rPr>
                <w:b/>
              </w:rPr>
            </w:pPr>
            <w:r w:rsidRPr="005552C3">
              <w:rPr>
                <w:b/>
              </w:rPr>
              <w:t>745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2D6" w:rsidRPr="000D79AA" w:rsidRDefault="00E122D6" w:rsidP="00E122D6">
            <w:pPr>
              <w:jc w:val="center"/>
            </w:pPr>
            <w:r w:rsidRPr="000D79AA">
              <w:t>682685.11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2D6" w:rsidRPr="000D79AA" w:rsidRDefault="00E122D6" w:rsidP="00E122D6">
            <w:pPr>
              <w:jc w:val="center"/>
            </w:pPr>
            <w:r w:rsidRPr="000D79AA">
              <w:t>994922.15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122D6" w:rsidRDefault="00E122D6" w:rsidP="00E122D6">
            <w:pPr>
              <w:jc w:val="center"/>
            </w:pPr>
            <w:r w:rsidRPr="000D79AA">
              <w:t>258.03</w:t>
            </w:r>
          </w:p>
        </w:tc>
      </w:tr>
      <w:tr w:rsidR="00E122D6" w:rsidTr="003011AB">
        <w:trPr>
          <w:cantSplit/>
        </w:trPr>
        <w:tc>
          <w:tcPr>
            <w:tcW w:w="1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122D6" w:rsidRPr="005552C3" w:rsidRDefault="00E122D6" w:rsidP="00AD7936">
            <w:pPr>
              <w:ind w:right="130"/>
              <w:rPr>
                <w:rFonts w:cs="Arial"/>
                <w:b/>
                <w:bCs/>
              </w:rPr>
            </w:pPr>
            <w:r w:rsidRPr="005552C3">
              <w:rPr>
                <w:rFonts w:cs="Arial"/>
                <w:b/>
                <w:bCs/>
              </w:rPr>
              <w:t>966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2D6" w:rsidRDefault="00E122D6" w:rsidP="00AD793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683513.20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2D6" w:rsidRDefault="00E122D6" w:rsidP="00AD793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995012.29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122D6" w:rsidRDefault="00E122D6" w:rsidP="00AD7936">
            <w:pPr>
              <w:tabs>
                <w:tab w:val="left" w:pos="855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  <w:tr w:rsidR="00E122D6" w:rsidTr="003011AB">
        <w:trPr>
          <w:cantSplit/>
        </w:trPr>
        <w:tc>
          <w:tcPr>
            <w:tcW w:w="191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122D6" w:rsidRPr="005552C3" w:rsidRDefault="00E122D6" w:rsidP="0039175B">
            <w:pPr>
              <w:ind w:right="130"/>
              <w:rPr>
                <w:rFonts w:cs="Arial"/>
                <w:b/>
                <w:bCs/>
              </w:rPr>
            </w:pPr>
            <w:r w:rsidRPr="005552C3">
              <w:rPr>
                <w:rFonts w:cs="Arial"/>
                <w:b/>
                <w:bCs/>
              </w:rPr>
              <w:t>1559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122D6" w:rsidRDefault="00E122D6" w:rsidP="003917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683440.42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122D6" w:rsidRDefault="00E122D6" w:rsidP="003917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995139.22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122D6" w:rsidRDefault="00E122D6" w:rsidP="0039175B">
            <w:pPr>
              <w:tabs>
                <w:tab w:val="left" w:pos="855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</w:tbl>
    <w:p w:rsidR="00043FC9" w:rsidRDefault="00043FC9" w:rsidP="00884777"/>
    <w:p w:rsidR="00043FC9" w:rsidRDefault="00043FC9" w:rsidP="00043FC9">
      <w:pPr>
        <w:pStyle w:val="Nadpis2"/>
        <w:numPr>
          <w:ilvl w:val="1"/>
          <w:numId w:val="4"/>
        </w:numPr>
        <w:spacing w:before="120"/>
        <w:rPr>
          <w:sz w:val="24"/>
        </w:rPr>
      </w:pPr>
      <w:bookmarkStart w:id="3" w:name="_Toc483397637"/>
      <w:r>
        <w:rPr>
          <w:sz w:val="24"/>
        </w:rPr>
        <w:t>VÝŠKOVÉ BODY</w:t>
      </w:r>
      <w:bookmarkEnd w:id="3"/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6052"/>
        <w:gridCol w:w="1319"/>
      </w:tblGrid>
      <w:tr w:rsidR="00043FC9" w:rsidTr="00B41FEA">
        <w:trPr>
          <w:cantSplit/>
        </w:trPr>
        <w:tc>
          <w:tcPr>
            <w:tcW w:w="1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43FC9" w:rsidRDefault="00043FC9" w:rsidP="00B41FEA">
            <w:r>
              <w:t>Číslo bodu</w:t>
            </w:r>
          </w:p>
        </w:tc>
        <w:tc>
          <w:tcPr>
            <w:tcW w:w="605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43FC9" w:rsidRDefault="00043FC9" w:rsidP="00B41FEA">
            <w:pPr>
              <w:tabs>
                <w:tab w:val="left" w:pos="3070"/>
              </w:tabs>
            </w:pPr>
            <w:r>
              <w:t>Popis bodu</w:t>
            </w:r>
          </w:p>
        </w:tc>
        <w:tc>
          <w:tcPr>
            <w:tcW w:w="13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43FC9" w:rsidRDefault="00043FC9" w:rsidP="00B41FEA">
            <w:pPr>
              <w:tabs>
                <w:tab w:val="left" w:pos="1179"/>
              </w:tabs>
              <w:jc w:val="center"/>
            </w:pPr>
            <w:r>
              <w:t>H</w:t>
            </w:r>
          </w:p>
        </w:tc>
      </w:tr>
      <w:tr w:rsidR="00043FC9" w:rsidTr="00B41FEA">
        <w:trPr>
          <w:cantSplit/>
        </w:trPr>
        <w:tc>
          <w:tcPr>
            <w:tcW w:w="191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043FC9" w:rsidRPr="00791F12" w:rsidRDefault="00CD44E2" w:rsidP="004F516A">
            <w:pPr>
              <w:tabs>
                <w:tab w:val="left" w:pos="1620"/>
              </w:tabs>
              <w:ind w:right="-50"/>
              <w:rPr>
                <w:b/>
              </w:rPr>
            </w:pPr>
            <w:r>
              <w:rPr>
                <w:b/>
              </w:rPr>
              <w:t>Dab-12</w:t>
            </w:r>
          </w:p>
        </w:tc>
        <w:tc>
          <w:tcPr>
            <w:tcW w:w="6052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3FC9" w:rsidRDefault="00CD44E2" w:rsidP="00CD44E2">
            <w:r>
              <w:t>Turnov</w:t>
            </w:r>
            <w:r w:rsidR="004F516A">
              <w:t>, dům čp.2</w:t>
            </w:r>
            <w:r>
              <w:t>95</w:t>
            </w:r>
            <w:r w:rsidR="004F516A">
              <w:t>, čep</w:t>
            </w:r>
          </w:p>
        </w:tc>
        <w:tc>
          <w:tcPr>
            <w:tcW w:w="131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043FC9" w:rsidRDefault="00CD44E2" w:rsidP="003011AB">
            <w:pPr>
              <w:jc w:val="center"/>
            </w:pPr>
            <w:r>
              <w:t>260.328</w:t>
            </w:r>
          </w:p>
        </w:tc>
      </w:tr>
      <w:tr w:rsidR="00043FC9" w:rsidTr="00B41FEA">
        <w:trPr>
          <w:cantSplit/>
        </w:trPr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43FC9" w:rsidRDefault="00CD44E2" w:rsidP="00CD44E2">
            <w:pPr>
              <w:tabs>
                <w:tab w:val="left" w:pos="1620"/>
              </w:tabs>
              <w:ind w:right="-50"/>
              <w:rPr>
                <w:b/>
              </w:rPr>
            </w:pPr>
            <w:r>
              <w:rPr>
                <w:b/>
              </w:rPr>
              <w:t>Dab-14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43FC9" w:rsidRDefault="00CD44E2" w:rsidP="00CD44E2">
            <w:r>
              <w:t>Turnov, dům čp.505, čep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43FC9" w:rsidRDefault="00CD44E2" w:rsidP="003011AB">
            <w:pPr>
              <w:jc w:val="center"/>
            </w:pPr>
            <w:r>
              <w:t>265.485</w:t>
            </w:r>
          </w:p>
        </w:tc>
      </w:tr>
    </w:tbl>
    <w:p w:rsidR="00043FC9" w:rsidRDefault="00043FC9" w:rsidP="00884777"/>
    <w:p w:rsidR="00043FC9" w:rsidRDefault="00043FC9" w:rsidP="00043FC9">
      <w:pPr>
        <w:pStyle w:val="Nadpis2"/>
        <w:numPr>
          <w:ilvl w:val="1"/>
          <w:numId w:val="4"/>
        </w:numPr>
        <w:spacing w:before="120"/>
        <w:rPr>
          <w:sz w:val="24"/>
        </w:rPr>
      </w:pPr>
      <w:bookmarkStart w:id="4" w:name="_Toc483397638"/>
      <w:r>
        <w:rPr>
          <w:sz w:val="24"/>
        </w:rPr>
        <w:t>URČOVANÉ BODY</w:t>
      </w:r>
      <w:bookmarkEnd w:id="4"/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3007"/>
        <w:gridCol w:w="3045"/>
        <w:gridCol w:w="1319"/>
      </w:tblGrid>
      <w:tr w:rsidR="00043FC9" w:rsidTr="003011AB">
        <w:trPr>
          <w:cantSplit/>
        </w:trPr>
        <w:tc>
          <w:tcPr>
            <w:tcW w:w="1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43FC9" w:rsidRDefault="00043FC9" w:rsidP="00B41FEA">
            <w:r>
              <w:t>Číslo bodu</w:t>
            </w:r>
          </w:p>
        </w:tc>
        <w:tc>
          <w:tcPr>
            <w:tcW w:w="300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43FC9" w:rsidRDefault="00043FC9" w:rsidP="00B41FEA">
            <w:pPr>
              <w:tabs>
                <w:tab w:val="left" w:pos="3070"/>
              </w:tabs>
              <w:jc w:val="center"/>
            </w:pPr>
            <w:r>
              <w:t>Y</w:t>
            </w:r>
          </w:p>
        </w:tc>
        <w:tc>
          <w:tcPr>
            <w:tcW w:w="30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43FC9" w:rsidRDefault="00043FC9" w:rsidP="00B41FEA">
            <w:pPr>
              <w:jc w:val="center"/>
            </w:pPr>
            <w:r>
              <w:t>X</w:t>
            </w:r>
          </w:p>
        </w:tc>
        <w:tc>
          <w:tcPr>
            <w:tcW w:w="13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43FC9" w:rsidRDefault="00043FC9" w:rsidP="00B41FEA">
            <w:pPr>
              <w:tabs>
                <w:tab w:val="left" w:pos="1179"/>
              </w:tabs>
              <w:jc w:val="center"/>
            </w:pPr>
            <w:r>
              <w:t>H</w:t>
            </w:r>
          </w:p>
        </w:tc>
      </w:tr>
      <w:tr w:rsidR="005552C3" w:rsidTr="003011AB">
        <w:trPr>
          <w:cantSplit/>
        </w:trPr>
        <w:tc>
          <w:tcPr>
            <w:tcW w:w="191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552C3" w:rsidRPr="005552C3" w:rsidRDefault="005552C3" w:rsidP="00246169">
            <w:pPr>
              <w:rPr>
                <w:b/>
              </w:rPr>
            </w:pPr>
            <w:r w:rsidRPr="005552C3">
              <w:rPr>
                <w:b/>
              </w:rPr>
              <w:t>5002</w:t>
            </w:r>
            <w:r w:rsidR="003011AB">
              <w:rPr>
                <w:rFonts w:cs="Arial"/>
                <w:b/>
                <w:szCs w:val="20"/>
              </w:rPr>
              <w:t xml:space="preserve"> </w:t>
            </w:r>
            <w:r w:rsidR="003011AB">
              <w:rPr>
                <w:rFonts w:cs="Arial"/>
                <w:bCs/>
                <w:i/>
              </w:rPr>
              <w:t>(hřeb</w:t>
            </w:r>
            <w:r w:rsidR="003011AB" w:rsidRPr="002D0769">
              <w:rPr>
                <w:rFonts w:cs="Arial"/>
                <w:bCs/>
                <w:i/>
              </w:rPr>
              <w:t>)</w:t>
            </w:r>
          </w:p>
        </w:tc>
        <w:tc>
          <w:tcPr>
            <w:tcW w:w="30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2C3" w:rsidRPr="005A679C" w:rsidRDefault="005552C3" w:rsidP="005552C3">
            <w:pPr>
              <w:jc w:val="center"/>
            </w:pPr>
            <w:r w:rsidRPr="005A679C">
              <w:t>682551.63</w:t>
            </w:r>
          </w:p>
        </w:tc>
        <w:tc>
          <w:tcPr>
            <w:tcW w:w="304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2C3" w:rsidRPr="005A679C" w:rsidRDefault="005552C3" w:rsidP="005552C3">
            <w:pPr>
              <w:jc w:val="center"/>
            </w:pPr>
            <w:r w:rsidRPr="005A679C">
              <w:t>994886.15</w:t>
            </w:r>
          </w:p>
        </w:tc>
        <w:tc>
          <w:tcPr>
            <w:tcW w:w="13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552C3" w:rsidRPr="005A679C" w:rsidRDefault="005552C3" w:rsidP="005552C3">
            <w:pPr>
              <w:jc w:val="center"/>
            </w:pPr>
            <w:r w:rsidRPr="005A679C">
              <w:t>259.95</w:t>
            </w:r>
          </w:p>
        </w:tc>
      </w:tr>
      <w:tr w:rsidR="005552C3" w:rsidTr="003011AB">
        <w:trPr>
          <w:cantSplit/>
        </w:trPr>
        <w:tc>
          <w:tcPr>
            <w:tcW w:w="1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552C3" w:rsidRPr="005552C3" w:rsidRDefault="005552C3" w:rsidP="00246169">
            <w:pPr>
              <w:rPr>
                <w:b/>
              </w:rPr>
            </w:pPr>
            <w:r w:rsidRPr="005552C3">
              <w:rPr>
                <w:b/>
              </w:rPr>
              <w:t>5010</w:t>
            </w:r>
            <w:r w:rsidR="003011AB">
              <w:rPr>
                <w:rFonts w:cs="Arial"/>
                <w:b/>
                <w:szCs w:val="20"/>
              </w:rPr>
              <w:t xml:space="preserve"> </w:t>
            </w:r>
            <w:r w:rsidR="003011AB">
              <w:rPr>
                <w:rFonts w:cs="Arial"/>
                <w:bCs/>
                <w:i/>
              </w:rPr>
              <w:t>(hřeb</w:t>
            </w:r>
            <w:r w:rsidR="003011AB" w:rsidRPr="002D0769">
              <w:rPr>
                <w:rFonts w:cs="Arial"/>
                <w:bCs/>
                <w:i/>
              </w:rPr>
              <w:t>)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2C3" w:rsidRPr="005A679C" w:rsidRDefault="005552C3" w:rsidP="005552C3">
            <w:pPr>
              <w:jc w:val="center"/>
            </w:pPr>
            <w:r w:rsidRPr="005A679C">
              <w:t>683235.40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2C3" w:rsidRPr="005A679C" w:rsidRDefault="005552C3" w:rsidP="005552C3">
            <w:pPr>
              <w:jc w:val="center"/>
            </w:pPr>
            <w:r w:rsidRPr="005A679C">
              <w:t>994967.74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552C3" w:rsidRPr="005A679C" w:rsidRDefault="005552C3" w:rsidP="005552C3">
            <w:pPr>
              <w:jc w:val="center"/>
            </w:pPr>
            <w:r w:rsidRPr="005A679C">
              <w:t>255.92</w:t>
            </w:r>
          </w:p>
        </w:tc>
      </w:tr>
      <w:tr w:rsidR="005552C3" w:rsidTr="003011AB">
        <w:trPr>
          <w:cantSplit/>
        </w:trPr>
        <w:tc>
          <w:tcPr>
            <w:tcW w:w="1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552C3" w:rsidRPr="005552C3" w:rsidRDefault="005552C3" w:rsidP="00246169">
            <w:pPr>
              <w:rPr>
                <w:b/>
              </w:rPr>
            </w:pPr>
            <w:r w:rsidRPr="005552C3">
              <w:rPr>
                <w:b/>
              </w:rPr>
              <w:t>5014</w:t>
            </w:r>
            <w:r w:rsidR="003011AB">
              <w:rPr>
                <w:rFonts w:cs="Arial"/>
                <w:b/>
                <w:szCs w:val="20"/>
              </w:rPr>
              <w:t xml:space="preserve"> </w:t>
            </w:r>
            <w:r w:rsidR="003011AB">
              <w:rPr>
                <w:rFonts w:cs="Arial"/>
                <w:bCs/>
                <w:i/>
              </w:rPr>
              <w:t>(hřeb</w:t>
            </w:r>
            <w:r w:rsidR="003011AB" w:rsidRPr="002D0769">
              <w:rPr>
                <w:rFonts w:cs="Arial"/>
                <w:bCs/>
                <w:i/>
              </w:rPr>
              <w:t>)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2C3" w:rsidRPr="005A679C" w:rsidRDefault="005552C3" w:rsidP="005552C3">
            <w:pPr>
              <w:jc w:val="center"/>
            </w:pPr>
            <w:r w:rsidRPr="005A679C">
              <w:t>683317.61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2C3" w:rsidRPr="005A679C" w:rsidRDefault="005552C3" w:rsidP="005552C3">
            <w:pPr>
              <w:jc w:val="center"/>
            </w:pPr>
            <w:r w:rsidRPr="005A679C">
              <w:t>995080.69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552C3" w:rsidRPr="005A679C" w:rsidRDefault="005552C3" w:rsidP="005552C3">
            <w:pPr>
              <w:jc w:val="center"/>
            </w:pPr>
            <w:r w:rsidRPr="005A679C">
              <w:t>253.30</w:t>
            </w:r>
          </w:p>
        </w:tc>
      </w:tr>
      <w:tr w:rsidR="001D040C" w:rsidTr="003011AB">
        <w:trPr>
          <w:cantSplit/>
        </w:trPr>
        <w:tc>
          <w:tcPr>
            <w:tcW w:w="1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D040C" w:rsidRPr="009D3B53" w:rsidRDefault="001D040C" w:rsidP="006239D6">
            <w:pPr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szCs w:val="20"/>
              </w:rPr>
              <w:t xml:space="preserve">5101 </w:t>
            </w:r>
            <w:r>
              <w:rPr>
                <w:rFonts w:cs="Arial"/>
                <w:bCs/>
                <w:i/>
              </w:rPr>
              <w:t>(poklop</w:t>
            </w:r>
            <w:r w:rsidRPr="002D0769">
              <w:rPr>
                <w:rFonts w:cs="Arial"/>
                <w:bCs/>
                <w:i/>
              </w:rPr>
              <w:t>)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40C" w:rsidRPr="009D3B53" w:rsidRDefault="001D040C" w:rsidP="003011AB">
            <w:pPr>
              <w:tabs>
                <w:tab w:val="left" w:pos="3049"/>
              </w:tabs>
              <w:jc w:val="center"/>
              <w:rPr>
                <w:rFonts w:cs="Arial"/>
              </w:rPr>
            </w:pPr>
            <w:r>
              <w:t>684100.59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40C" w:rsidRPr="009D3B53" w:rsidRDefault="001D040C" w:rsidP="003011AB">
            <w:pPr>
              <w:tabs>
                <w:tab w:val="left" w:pos="3049"/>
              </w:tabs>
              <w:jc w:val="center"/>
              <w:rPr>
                <w:rFonts w:cs="Arial"/>
              </w:rPr>
            </w:pPr>
            <w:r>
              <w:t>994996.70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D040C" w:rsidRPr="009D3B53" w:rsidRDefault="001D040C" w:rsidP="003011AB">
            <w:pPr>
              <w:tabs>
                <w:tab w:val="left" w:pos="855"/>
                <w:tab w:val="left" w:pos="3049"/>
              </w:tabs>
              <w:jc w:val="center"/>
              <w:rPr>
                <w:rFonts w:cs="Arial"/>
              </w:rPr>
            </w:pPr>
            <w:r>
              <w:t>247.40</w:t>
            </w:r>
          </w:p>
        </w:tc>
      </w:tr>
      <w:tr w:rsidR="001D040C" w:rsidTr="003011AB">
        <w:trPr>
          <w:cantSplit/>
        </w:trPr>
        <w:tc>
          <w:tcPr>
            <w:tcW w:w="1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6239D6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5102 </w:t>
            </w:r>
            <w:r>
              <w:rPr>
                <w:rFonts w:cs="Arial"/>
                <w:bCs/>
                <w:i/>
              </w:rPr>
              <w:t>(hřeb</w:t>
            </w:r>
            <w:r w:rsidRPr="002D0769">
              <w:rPr>
                <w:rFonts w:cs="Arial"/>
                <w:bCs/>
                <w:i/>
              </w:rPr>
              <w:t>)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40C" w:rsidRPr="009D3B53" w:rsidRDefault="001D040C" w:rsidP="003011AB">
            <w:pPr>
              <w:tabs>
                <w:tab w:val="left" w:pos="3049"/>
              </w:tabs>
              <w:jc w:val="center"/>
              <w:rPr>
                <w:rFonts w:cs="Arial"/>
                <w:szCs w:val="20"/>
              </w:rPr>
            </w:pPr>
            <w:r>
              <w:t>683939.90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40C" w:rsidRPr="009D3B53" w:rsidRDefault="001D040C" w:rsidP="003011AB">
            <w:pPr>
              <w:tabs>
                <w:tab w:val="left" w:pos="3049"/>
              </w:tabs>
              <w:jc w:val="center"/>
              <w:rPr>
                <w:rFonts w:cs="Arial"/>
                <w:szCs w:val="20"/>
              </w:rPr>
            </w:pPr>
            <w:r>
              <w:t>995036.54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D040C" w:rsidRPr="009D3B53" w:rsidRDefault="001D040C" w:rsidP="003011AB">
            <w:pPr>
              <w:tabs>
                <w:tab w:val="left" w:pos="855"/>
                <w:tab w:val="left" w:pos="3049"/>
              </w:tabs>
              <w:jc w:val="center"/>
              <w:rPr>
                <w:rFonts w:cs="Arial"/>
                <w:szCs w:val="20"/>
              </w:rPr>
            </w:pPr>
            <w:r>
              <w:t>249.50</w:t>
            </w:r>
          </w:p>
        </w:tc>
      </w:tr>
      <w:tr w:rsidR="001D040C" w:rsidTr="003011AB">
        <w:trPr>
          <w:cantSplit/>
        </w:trPr>
        <w:tc>
          <w:tcPr>
            <w:tcW w:w="1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6239D6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5103 </w:t>
            </w:r>
            <w:r>
              <w:rPr>
                <w:rFonts w:cs="Arial"/>
                <w:bCs/>
                <w:i/>
              </w:rPr>
              <w:t>(hřeb</w:t>
            </w:r>
            <w:r w:rsidRPr="002D0769">
              <w:rPr>
                <w:rFonts w:cs="Arial"/>
                <w:bCs/>
                <w:i/>
              </w:rPr>
              <w:t>)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3011AB">
            <w:pPr>
              <w:tabs>
                <w:tab w:val="left" w:pos="3049"/>
              </w:tabs>
              <w:jc w:val="center"/>
            </w:pPr>
            <w:r>
              <w:t>684094.42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3011AB">
            <w:pPr>
              <w:tabs>
                <w:tab w:val="left" w:pos="3049"/>
              </w:tabs>
              <w:jc w:val="center"/>
            </w:pPr>
            <w:r>
              <w:t>994950.78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D040C" w:rsidRDefault="001D040C" w:rsidP="003011AB">
            <w:pPr>
              <w:tabs>
                <w:tab w:val="left" w:pos="855"/>
                <w:tab w:val="left" w:pos="3049"/>
              </w:tabs>
              <w:jc w:val="center"/>
            </w:pPr>
            <w:r>
              <w:t>248.03</w:t>
            </w:r>
          </w:p>
        </w:tc>
      </w:tr>
      <w:tr w:rsidR="001D040C" w:rsidTr="003011AB">
        <w:trPr>
          <w:cantSplit/>
        </w:trPr>
        <w:tc>
          <w:tcPr>
            <w:tcW w:w="1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6239D6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5108 </w:t>
            </w:r>
            <w:r>
              <w:rPr>
                <w:rFonts w:cs="Arial"/>
                <w:bCs/>
                <w:i/>
              </w:rPr>
              <w:t>(hřeb</w:t>
            </w:r>
            <w:r w:rsidRPr="002D0769">
              <w:rPr>
                <w:rFonts w:cs="Arial"/>
                <w:bCs/>
                <w:i/>
              </w:rPr>
              <w:t>)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3011AB">
            <w:pPr>
              <w:tabs>
                <w:tab w:val="left" w:pos="3049"/>
              </w:tabs>
              <w:jc w:val="center"/>
            </w:pPr>
            <w:r>
              <w:t>683890.21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3011AB">
            <w:pPr>
              <w:tabs>
                <w:tab w:val="left" w:pos="3049"/>
              </w:tabs>
              <w:jc w:val="center"/>
            </w:pPr>
            <w:r>
              <w:t>995050.15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D040C" w:rsidRDefault="001D040C" w:rsidP="003011AB">
            <w:pPr>
              <w:tabs>
                <w:tab w:val="left" w:pos="855"/>
                <w:tab w:val="left" w:pos="3049"/>
              </w:tabs>
              <w:jc w:val="center"/>
            </w:pPr>
            <w:r>
              <w:t>249.33</w:t>
            </w:r>
          </w:p>
        </w:tc>
      </w:tr>
      <w:tr w:rsidR="001D040C" w:rsidTr="003011AB">
        <w:trPr>
          <w:cantSplit/>
        </w:trPr>
        <w:tc>
          <w:tcPr>
            <w:tcW w:w="1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6239D6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5109 </w:t>
            </w:r>
            <w:r>
              <w:rPr>
                <w:rFonts w:cs="Arial"/>
                <w:bCs/>
                <w:i/>
              </w:rPr>
              <w:t>(hřeb</w:t>
            </w:r>
            <w:r w:rsidRPr="002D0769">
              <w:rPr>
                <w:rFonts w:cs="Arial"/>
                <w:bCs/>
                <w:i/>
              </w:rPr>
              <w:t>)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3011AB">
            <w:pPr>
              <w:tabs>
                <w:tab w:val="left" w:pos="3049"/>
              </w:tabs>
              <w:jc w:val="center"/>
            </w:pPr>
            <w:r>
              <w:t>683795.55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3011AB">
            <w:pPr>
              <w:tabs>
                <w:tab w:val="left" w:pos="3049"/>
              </w:tabs>
              <w:jc w:val="center"/>
            </w:pPr>
            <w:r>
              <w:t>995066.96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D040C" w:rsidRDefault="001D040C" w:rsidP="003011AB">
            <w:pPr>
              <w:tabs>
                <w:tab w:val="left" w:pos="855"/>
                <w:tab w:val="left" w:pos="3049"/>
              </w:tabs>
              <w:jc w:val="center"/>
            </w:pPr>
            <w:r>
              <w:t>248.91</w:t>
            </w:r>
          </w:p>
        </w:tc>
      </w:tr>
      <w:tr w:rsidR="001D040C" w:rsidTr="003011AB">
        <w:trPr>
          <w:cantSplit/>
        </w:trPr>
        <w:tc>
          <w:tcPr>
            <w:tcW w:w="1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6239D6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5110 </w:t>
            </w:r>
            <w:r>
              <w:rPr>
                <w:rFonts w:cs="Arial"/>
                <w:bCs/>
                <w:i/>
              </w:rPr>
              <w:t>(hřeb</w:t>
            </w:r>
            <w:r w:rsidRPr="002D0769">
              <w:rPr>
                <w:rFonts w:cs="Arial"/>
                <w:bCs/>
                <w:i/>
              </w:rPr>
              <w:t>)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3011AB">
            <w:pPr>
              <w:tabs>
                <w:tab w:val="left" w:pos="3049"/>
              </w:tabs>
              <w:jc w:val="center"/>
            </w:pPr>
            <w:r>
              <w:t>683722.11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3011AB">
            <w:pPr>
              <w:tabs>
                <w:tab w:val="left" w:pos="3049"/>
              </w:tabs>
              <w:jc w:val="center"/>
            </w:pPr>
            <w:r>
              <w:t>995076.11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D040C" w:rsidRDefault="001D040C" w:rsidP="003011AB">
            <w:pPr>
              <w:tabs>
                <w:tab w:val="left" w:pos="855"/>
                <w:tab w:val="left" w:pos="3049"/>
              </w:tabs>
              <w:jc w:val="center"/>
            </w:pPr>
            <w:r>
              <w:t>248.70</w:t>
            </w:r>
          </w:p>
        </w:tc>
      </w:tr>
      <w:tr w:rsidR="001D040C" w:rsidTr="003011AB">
        <w:trPr>
          <w:cantSplit/>
        </w:trPr>
        <w:tc>
          <w:tcPr>
            <w:tcW w:w="1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6239D6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5112 </w:t>
            </w:r>
            <w:r>
              <w:rPr>
                <w:rFonts w:cs="Arial"/>
                <w:bCs/>
                <w:i/>
              </w:rPr>
              <w:t>(hřeb</w:t>
            </w:r>
            <w:r w:rsidRPr="002D0769">
              <w:rPr>
                <w:rFonts w:cs="Arial"/>
                <w:bCs/>
                <w:i/>
              </w:rPr>
              <w:t>)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3011AB">
            <w:pPr>
              <w:tabs>
                <w:tab w:val="left" w:pos="3049"/>
              </w:tabs>
              <w:jc w:val="center"/>
            </w:pPr>
            <w:r>
              <w:t>683645.30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3011AB">
            <w:pPr>
              <w:tabs>
                <w:tab w:val="left" w:pos="3049"/>
              </w:tabs>
              <w:jc w:val="center"/>
            </w:pPr>
            <w:r>
              <w:t>995091.79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D040C" w:rsidRDefault="001D040C" w:rsidP="003011AB">
            <w:pPr>
              <w:tabs>
                <w:tab w:val="left" w:pos="855"/>
                <w:tab w:val="left" w:pos="3049"/>
              </w:tabs>
              <w:jc w:val="center"/>
            </w:pPr>
            <w:r>
              <w:t>249.47</w:t>
            </w:r>
          </w:p>
        </w:tc>
      </w:tr>
      <w:tr w:rsidR="001D040C" w:rsidTr="003011AB">
        <w:trPr>
          <w:cantSplit/>
        </w:trPr>
        <w:tc>
          <w:tcPr>
            <w:tcW w:w="1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6239D6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5113 </w:t>
            </w:r>
            <w:r>
              <w:rPr>
                <w:rFonts w:cs="Arial"/>
                <w:bCs/>
                <w:i/>
              </w:rPr>
              <w:t>(hřeb</w:t>
            </w:r>
            <w:r w:rsidRPr="002D0769">
              <w:rPr>
                <w:rFonts w:cs="Arial"/>
                <w:bCs/>
                <w:i/>
              </w:rPr>
              <w:t>)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3011AB">
            <w:pPr>
              <w:tabs>
                <w:tab w:val="left" w:pos="3049"/>
              </w:tabs>
              <w:jc w:val="center"/>
            </w:pPr>
            <w:r>
              <w:t>683639.56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3011AB">
            <w:pPr>
              <w:tabs>
                <w:tab w:val="left" w:pos="3049"/>
              </w:tabs>
              <w:jc w:val="center"/>
            </w:pPr>
            <w:r>
              <w:t>995097.49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D040C" w:rsidRDefault="001D040C" w:rsidP="003011AB">
            <w:pPr>
              <w:tabs>
                <w:tab w:val="left" w:pos="855"/>
                <w:tab w:val="left" w:pos="3049"/>
              </w:tabs>
              <w:jc w:val="center"/>
            </w:pPr>
            <w:r>
              <w:t>249.60</w:t>
            </w:r>
          </w:p>
        </w:tc>
      </w:tr>
      <w:tr w:rsidR="001D040C" w:rsidTr="003011AB">
        <w:trPr>
          <w:cantSplit/>
        </w:trPr>
        <w:tc>
          <w:tcPr>
            <w:tcW w:w="1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6239D6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5115 </w:t>
            </w:r>
            <w:r>
              <w:rPr>
                <w:rFonts w:cs="Arial"/>
                <w:bCs/>
                <w:i/>
              </w:rPr>
              <w:t>(hřeb</w:t>
            </w:r>
            <w:r w:rsidRPr="002D0769">
              <w:rPr>
                <w:rFonts w:cs="Arial"/>
                <w:bCs/>
                <w:i/>
              </w:rPr>
              <w:t>)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3011AB">
            <w:pPr>
              <w:tabs>
                <w:tab w:val="left" w:pos="3049"/>
              </w:tabs>
              <w:jc w:val="center"/>
            </w:pPr>
            <w:r>
              <w:t>683566.57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3011AB">
            <w:pPr>
              <w:tabs>
                <w:tab w:val="left" w:pos="3049"/>
              </w:tabs>
              <w:jc w:val="center"/>
            </w:pPr>
            <w:r>
              <w:t>995073.43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D040C" w:rsidRDefault="001D040C" w:rsidP="003011AB">
            <w:pPr>
              <w:tabs>
                <w:tab w:val="left" w:pos="855"/>
                <w:tab w:val="left" w:pos="3049"/>
              </w:tabs>
              <w:jc w:val="center"/>
            </w:pPr>
            <w:r>
              <w:t>250.50</w:t>
            </w:r>
          </w:p>
        </w:tc>
      </w:tr>
      <w:tr w:rsidR="001D040C" w:rsidTr="003011AB">
        <w:trPr>
          <w:cantSplit/>
        </w:trPr>
        <w:tc>
          <w:tcPr>
            <w:tcW w:w="1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6239D6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5117 </w:t>
            </w:r>
            <w:r>
              <w:rPr>
                <w:rFonts w:cs="Arial"/>
                <w:bCs/>
                <w:i/>
              </w:rPr>
              <w:t>(hřeb</w:t>
            </w:r>
            <w:r w:rsidRPr="002D0769">
              <w:rPr>
                <w:rFonts w:cs="Arial"/>
                <w:bCs/>
                <w:i/>
              </w:rPr>
              <w:t>)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3011AB">
            <w:pPr>
              <w:tabs>
                <w:tab w:val="left" w:pos="3049"/>
              </w:tabs>
              <w:jc w:val="center"/>
            </w:pPr>
            <w:r>
              <w:t>683511.45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3011AB">
            <w:pPr>
              <w:tabs>
                <w:tab w:val="left" w:pos="3049"/>
              </w:tabs>
              <w:jc w:val="center"/>
            </w:pPr>
            <w:r>
              <w:t>995033.83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D040C" w:rsidRDefault="001D040C" w:rsidP="003011AB">
            <w:pPr>
              <w:tabs>
                <w:tab w:val="left" w:pos="855"/>
                <w:tab w:val="left" w:pos="3049"/>
              </w:tabs>
              <w:jc w:val="center"/>
            </w:pPr>
            <w:r>
              <w:t>252.49</w:t>
            </w:r>
          </w:p>
        </w:tc>
      </w:tr>
      <w:tr w:rsidR="001D040C" w:rsidTr="003011AB">
        <w:trPr>
          <w:cantSplit/>
        </w:trPr>
        <w:tc>
          <w:tcPr>
            <w:tcW w:w="1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6239D6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5118 </w:t>
            </w:r>
            <w:r>
              <w:rPr>
                <w:rFonts w:cs="Arial"/>
                <w:bCs/>
                <w:i/>
              </w:rPr>
              <w:t>(hřeb</w:t>
            </w:r>
            <w:r w:rsidRPr="002D0769">
              <w:rPr>
                <w:rFonts w:cs="Arial"/>
                <w:bCs/>
                <w:i/>
              </w:rPr>
              <w:t>)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3011AB">
            <w:pPr>
              <w:tabs>
                <w:tab w:val="left" w:pos="3049"/>
              </w:tabs>
              <w:jc w:val="center"/>
            </w:pPr>
            <w:r>
              <w:t>683459.66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3011AB">
            <w:pPr>
              <w:tabs>
                <w:tab w:val="left" w:pos="3049"/>
              </w:tabs>
              <w:jc w:val="center"/>
            </w:pPr>
            <w:r>
              <w:t>995046.51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D040C" w:rsidRDefault="001D040C" w:rsidP="003011AB">
            <w:pPr>
              <w:tabs>
                <w:tab w:val="left" w:pos="855"/>
                <w:tab w:val="left" w:pos="3049"/>
              </w:tabs>
              <w:jc w:val="center"/>
            </w:pPr>
            <w:r>
              <w:t>252.26</w:t>
            </w:r>
          </w:p>
        </w:tc>
      </w:tr>
      <w:tr w:rsidR="001D040C" w:rsidTr="003011AB">
        <w:trPr>
          <w:cantSplit/>
        </w:trPr>
        <w:tc>
          <w:tcPr>
            <w:tcW w:w="1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6239D6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5120 </w:t>
            </w:r>
            <w:r>
              <w:rPr>
                <w:rFonts w:cs="Arial"/>
                <w:bCs/>
                <w:i/>
              </w:rPr>
              <w:t>(hřeb</w:t>
            </w:r>
            <w:r w:rsidRPr="002D0769">
              <w:rPr>
                <w:rFonts w:cs="Arial"/>
                <w:bCs/>
                <w:i/>
              </w:rPr>
              <w:t>)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3011AB">
            <w:pPr>
              <w:tabs>
                <w:tab w:val="left" w:pos="3049"/>
              </w:tabs>
              <w:jc w:val="center"/>
            </w:pPr>
            <w:r>
              <w:t>683389.48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40C" w:rsidRDefault="001D040C" w:rsidP="003011AB">
            <w:pPr>
              <w:tabs>
                <w:tab w:val="left" w:pos="3049"/>
              </w:tabs>
              <w:jc w:val="center"/>
            </w:pPr>
            <w:r>
              <w:t>995065.23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D040C" w:rsidRDefault="001D040C" w:rsidP="003011AB">
            <w:pPr>
              <w:tabs>
                <w:tab w:val="left" w:pos="855"/>
                <w:tab w:val="left" w:pos="3049"/>
              </w:tabs>
              <w:jc w:val="center"/>
            </w:pPr>
            <w:r>
              <w:t>252.81</w:t>
            </w:r>
          </w:p>
        </w:tc>
      </w:tr>
      <w:tr w:rsidR="001D040C" w:rsidTr="003011AB">
        <w:trPr>
          <w:cantSplit/>
        </w:trPr>
        <w:tc>
          <w:tcPr>
            <w:tcW w:w="191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D040C" w:rsidRDefault="001D040C" w:rsidP="006239D6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5121 </w:t>
            </w:r>
            <w:r>
              <w:rPr>
                <w:rFonts w:cs="Arial"/>
                <w:bCs/>
                <w:i/>
              </w:rPr>
              <w:t>(hřeb</w:t>
            </w:r>
            <w:r w:rsidRPr="002D0769">
              <w:rPr>
                <w:rFonts w:cs="Arial"/>
                <w:bCs/>
                <w:i/>
              </w:rPr>
              <w:t>)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040C" w:rsidRDefault="001D040C" w:rsidP="003011AB">
            <w:pPr>
              <w:tabs>
                <w:tab w:val="left" w:pos="3049"/>
              </w:tabs>
              <w:jc w:val="center"/>
            </w:pPr>
            <w:r>
              <w:t>683346.99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040C" w:rsidRDefault="001D040C" w:rsidP="003011AB">
            <w:pPr>
              <w:tabs>
                <w:tab w:val="left" w:pos="3049"/>
              </w:tabs>
              <w:jc w:val="center"/>
            </w:pPr>
            <w:r>
              <w:t>995074.53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D040C" w:rsidRDefault="001D040C" w:rsidP="003011AB">
            <w:pPr>
              <w:tabs>
                <w:tab w:val="left" w:pos="855"/>
                <w:tab w:val="left" w:pos="3049"/>
              </w:tabs>
              <w:jc w:val="center"/>
            </w:pPr>
            <w:r>
              <w:t>253.21</w:t>
            </w:r>
          </w:p>
        </w:tc>
      </w:tr>
    </w:tbl>
    <w:p w:rsidR="00884777" w:rsidRPr="00884777" w:rsidRDefault="00884777" w:rsidP="00884777"/>
    <w:p w:rsidR="0059407E" w:rsidRDefault="0059407E" w:rsidP="00884777"/>
    <w:sectPr w:rsidR="0059407E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990" w:rsidRDefault="00564990">
      <w:r>
        <w:separator/>
      </w:r>
    </w:p>
  </w:endnote>
  <w:endnote w:type="continuationSeparator" w:id="0">
    <w:p w:rsidR="00564990" w:rsidRDefault="00564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2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821"/>
    </w:tblGrid>
    <w:tr w:rsidR="00083475" w:rsidTr="00F84E87">
      <w:trPr>
        <w:cantSplit/>
      </w:trPr>
      <w:tc>
        <w:tcPr>
          <w:tcW w:w="9426" w:type="dxa"/>
          <w:gridSpan w:val="2"/>
          <w:tcBorders>
            <w:bottom w:val="single" w:sz="4" w:space="0" w:color="auto"/>
          </w:tcBorders>
        </w:tcPr>
        <w:p w:rsidR="00083475" w:rsidRPr="00F2468B" w:rsidRDefault="00083475" w:rsidP="009F5BB6">
          <w:pPr>
            <w:pStyle w:val="Zpat"/>
            <w:rPr>
              <w:rFonts w:ascii="Helv" w:hAnsi="Helv"/>
              <w:color w:val="000000"/>
              <w:szCs w:val="20"/>
            </w:rPr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9F5BB6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083475" w:rsidTr="00F84E87">
      <w:tc>
        <w:tcPr>
          <w:tcW w:w="4605" w:type="dxa"/>
          <w:tcBorders>
            <w:top w:val="single" w:sz="4" w:space="0" w:color="auto"/>
          </w:tcBorders>
        </w:tcPr>
        <w:p w:rsidR="00083475" w:rsidRDefault="005416A6" w:rsidP="00AC250A">
          <w:pPr>
            <w:pStyle w:val="Zpat"/>
          </w:pPr>
          <w:fldSimple w:instr=" FILENAME  \* MERGEFORMAT ">
            <w:r w:rsidR="00FD0FF4">
              <w:rPr>
                <w:noProof/>
              </w:rPr>
              <w:t>Stebenka_ssv.docx</w:t>
            </w:r>
          </w:fldSimple>
        </w:p>
      </w:tc>
      <w:tc>
        <w:tcPr>
          <w:tcW w:w="4821" w:type="dxa"/>
          <w:tcBorders>
            <w:top w:val="single" w:sz="4" w:space="0" w:color="auto"/>
          </w:tcBorders>
          <w:vAlign w:val="bottom"/>
        </w:tcPr>
        <w:p w:rsidR="00083475" w:rsidRDefault="00083475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D0FF4">
            <w:rPr>
              <w:noProof/>
            </w:rPr>
            <w:t>1</w:t>
          </w:r>
          <w:r>
            <w:fldChar w:fldCharType="end"/>
          </w:r>
        </w:p>
      </w:tc>
    </w:tr>
  </w:tbl>
  <w:p w:rsidR="00083475" w:rsidRDefault="0008347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990" w:rsidRDefault="00564990">
      <w:r>
        <w:separator/>
      </w:r>
    </w:p>
  </w:footnote>
  <w:footnote w:type="continuationSeparator" w:id="0">
    <w:p w:rsidR="00564990" w:rsidRDefault="005649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98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7371"/>
    </w:tblGrid>
    <w:tr w:rsidR="00083475" w:rsidTr="006E5242">
      <w:trPr>
        <w:cantSplit/>
        <w:trHeight w:val="358"/>
      </w:trPr>
      <w:tc>
        <w:tcPr>
          <w:tcW w:w="2127" w:type="dxa"/>
          <w:vMerge w:val="restart"/>
        </w:tcPr>
        <w:p w:rsidR="00083475" w:rsidRDefault="001E5C91" w:rsidP="00F177C0">
          <w:pPr>
            <w:spacing w:before="110"/>
          </w:pPr>
          <w:r>
            <w:rPr>
              <w:noProof/>
            </w:rPr>
            <w:drawing>
              <wp:anchor distT="0" distB="0" distL="114300" distR="114300" simplePos="0" relativeHeight="251659776" behindDoc="0" locked="0" layoutInCell="1" allowOverlap="1" wp14:anchorId="2A832180" wp14:editId="03A8F23C">
                <wp:simplePos x="0" y="0"/>
                <wp:positionH relativeFrom="column">
                  <wp:posOffset>-4445</wp:posOffset>
                </wp:positionH>
                <wp:positionV relativeFrom="paragraph">
                  <wp:posOffset>64135</wp:posOffset>
                </wp:positionV>
                <wp:extent cx="1266825" cy="346710"/>
                <wp:effectExtent l="0" t="0" r="9525" b="0"/>
                <wp:wrapNone/>
                <wp:docPr id="16" name="Obrázek 16" descr="R:\__15220_intranet\__15220_16_A01_aquatis_web\AQUATIS logo\logo Aquati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:\__15220_intranet\__15220_16_A01_aquatis_web\AQUATIS logo\logo Aquati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371" w:type="dxa"/>
          <w:tcBorders>
            <w:bottom w:val="single" w:sz="4" w:space="0" w:color="auto"/>
          </w:tcBorders>
          <w:vAlign w:val="bottom"/>
        </w:tcPr>
        <w:p w:rsidR="00083475" w:rsidRDefault="0057165F" w:rsidP="007964FC">
          <w:pPr>
            <w:pStyle w:val="Zhlav"/>
            <w:jc w:val="right"/>
          </w:pPr>
          <w:proofErr w:type="spellStart"/>
          <w:r>
            <w:t>Stebenka</w:t>
          </w:r>
          <w:proofErr w:type="spellEnd"/>
          <w:r>
            <w:t xml:space="preserve"> 10185609, Turnov, oprava a rekonstrukce koryta, ř.km 0.370-2.000</w:t>
          </w:r>
        </w:p>
      </w:tc>
    </w:tr>
    <w:tr w:rsidR="00083475" w:rsidTr="006E5242">
      <w:trPr>
        <w:cantSplit/>
        <w:trHeight w:val="345"/>
      </w:trPr>
      <w:tc>
        <w:tcPr>
          <w:tcW w:w="2127" w:type="dxa"/>
          <w:vMerge/>
        </w:tcPr>
        <w:p w:rsidR="00083475" w:rsidRDefault="00083475">
          <w:pPr>
            <w:pStyle w:val="Zhlav"/>
          </w:pPr>
        </w:p>
      </w:tc>
      <w:tc>
        <w:tcPr>
          <w:tcW w:w="7371" w:type="dxa"/>
          <w:tcBorders>
            <w:top w:val="single" w:sz="4" w:space="0" w:color="auto"/>
          </w:tcBorders>
          <w:vAlign w:val="bottom"/>
        </w:tcPr>
        <w:p w:rsidR="00083475" w:rsidRDefault="004136A9" w:rsidP="00AC250A">
          <w:pPr>
            <w:pStyle w:val="Zhlav"/>
            <w:jc w:val="right"/>
          </w:pPr>
          <w:r>
            <w:t>1</w:t>
          </w:r>
          <w:r w:rsidR="006B7775">
            <w:t>71</w:t>
          </w:r>
          <w:r w:rsidR="00BA550E">
            <w:t>1</w:t>
          </w:r>
          <w:r w:rsidR="00AC250A">
            <w:t>0731</w:t>
          </w:r>
        </w:p>
      </w:tc>
    </w:tr>
  </w:tbl>
  <w:p w:rsidR="00083475" w:rsidRDefault="0008347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990"/>
    <w:rsid w:val="00043FC9"/>
    <w:rsid w:val="000508ED"/>
    <w:rsid w:val="00050F8F"/>
    <w:rsid w:val="000537B7"/>
    <w:rsid w:val="000672A9"/>
    <w:rsid w:val="00083475"/>
    <w:rsid w:val="000968F8"/>
    <w:rsid w:val="00122388"/>
    <w:rsid w:val="00144079"/>
    <w:rsid w:val="001A27D7"/>
    <w:rsid w:val="001B648C"/>
    <w:rsid w:val="001D040C"/>
    <w:rsid w:val="001E5C91"/>
    <w:rsid w:val="002252E7"/>
    <w:rsid w:val="002365F5"/>
    <w:rsid w:val="00286F7E"/>
    <w:rsid w:val="002A7EE3"/>
    <w:rsid w:val="002B4122"/>
    <w:rsid w:val="003011AB"/>
    <w:rsid w:val="0031771A"/>
    <w:rsid w:val="0035086F"/>
    <w:rsid w:val="003A7113"/>
    <w:rsid w:val="003B501C"/>
    <w:rsid w:val="004136A9"/>
    <w:rsid w:val="004F516A"/>
    <w:rsid w:val="00536D15"/>
    <w:rsid w:val="005416A6"/>
    <w:rsid w:val="005552C3"/>
    <w:rsid w:val="00561E07"/>
    <w:rsid w:val="00564990"/>
    <w:rsid w:val="0057165F"/>
    <w:rsid w:val="00583C1D"/>
    <w:rsid w:val="0059407E"/>
    <w:rsid w:val="005A07BD"/>
    <w:rsid w:val="005C54AE"/>
    <w:rsid w:val="00651EFA"/>
    <w:rsid w:val="006B7775"/>
    <w:rsid w:val="006D4442"/>
    <w:rsid w:val="006E5242"/>
    <w:rsid w:val="00741423"/>
    <w:rsid w:val="00763564"/>
    <w:rsid w:val="007964FC"/>
    <w:rsid w:val="007B2BC1"/>
    <w:rsid w:val="007D2F2F"/>
    <w:rsid w:val="00801BE6"/>
    <w:rsid w:val="00884777"/>
    <w:rsid w:val="008A16C9"/>
    <w:rsid w:val="00981202"/>
    <w:rsid w:val="00990586"/>
    <w:rsid w:val="009C013B"/>
    <w:rsid w:val="009C4A19"/>
    <w:rsid w:val="009C63FD"/>
    <w:rsid w:val="009F5BB6"/>
    <w:rsid w:val="009F7202"/>
    <w:rsid w:val="00A658D3"/>
    <w:rsid w:val="00AA52FA"/>
    <w:rsid w:val="00AB5DD0"/>
    <w:rsid w:val="00AC250A"/>
    <w:rsid w:val="00AE1C7E"/>
    <w:rsid w:val="00BA53C8"/>
    <w:rsid w:val="00BA550E"/>
    <w:rsid w:val="00BC02A1"/>
    <w:rsid w:val="00BC34AA"/>
    <w:rsid w:val="00CD44E2"/>
    <w:rsid w:val="00D270F2"/>
    <w:rsid w:val="00D47323"/>
    <w:rsid w:val="00D543DA"/>
    <w:rsid w:val="00D60FDB"/>
    <w:rsid w:val="00D83DB7"/>
    <w:rsid w:val="00E122D6"/>
    <w:rsid w:val="00EA7908"/>
    <w:rsid w:val="00F177C0"/>
    <w:rsid w:val="00F2468B"/>
    <w:rsid w:val="00F84E87"/>
    <w:rsid w:val="00F93BDD"/>
    <w:rsid w:val="00FA2899"/>
    <w:rsid w:val="00FA51F1"/>
    <w:rsid w:val="00FC3F44"/>
    <w:rsid w:val="00FD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B501C"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link w:val="Nadpis2Char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uiPriority w:val="39"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character" w:styleId="Hypertextovodkaz">
    <w:name w:val="Hyperlink"/>
    <w:uiPriority w:val="99"/>
    <w:rsid w:val="003B501C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FC3F44"/>
    <w:rPr>
      <w:rFonts w:ascii="Consolas" w:hAnsi="Consolas" w:cs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FC3F44"/>
    <w:rPr>
      <w:rFonts w:ascii="Consolas" w:hAnsi="Consolas" w:cs="Consolas"/>
      <w:sz w:val="21"/>
      <w:szCs w:val="21"/>
    </w:rPr>
  </w:style>
  <w:style w:type="character" w:customStyle="1" w:styleId="Nadpis2Char">
    <w:name w:val="Nadpis 2 Char"/>
    <w:basedOn w:val="Standardnpsmoodstavce"/>
    <w:link w:val="Nadpis2"/>
    <w:rsid w:val="00043FC9"/>
    <w:rPr>
      <w:rFonts w:ascii="Arial" w:hAnsi="Arial" w:cs="Arial"/>
      <w:b/>
      <w:bCs/>
      <w:iCs/>
      <w:kern w:val="28"/>
      <w:sz w:val="28"/>
      <w:szCs w:val="28"/>
    </w:rPr>
  </w:style>
  <w:style w:type="character" w:customStyle="1" w:styleId="ZhlavChar">
    <w:name w:val="Záhlaví Char"/>
    <w:basedOn w:val="Standardnpsmoodstavce"/>
    <w:link w:val="Zhlav"/>
    <w:rsid w:val="000508ED"/>
    <w:rPr>
      <w:rFonts w:ascii="Arial" w:hAnsi="Arial"/>
      <w:i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B501C"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link w:val="Nadpis2Char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uiPriority w:val="39"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character" w:styleId="Hypertextovodkaz">
    <w:name w:val="Hyperlink"/>
    <w:uiPriority w:val="99"/>
    <w:rsid w:val="003B501C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FC3F44"/>
    <w:rPr>
      <w:rFonts w:ascii="Consolas" w:hAnsi="Consolas" w:cs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FC3F44"/>
    <w:rPr>
      <w:rFonts w:ascii="Consolas" w:hAnsi="Consolas" w:cs="Consolas"/>
      <w:sz w:val="21"/>
      <w:szCs w:val="21"/>
    </w:rPr>
  </w:style>
  <w:style w:type="character" w:customStyle="1" w:styleId="Nadpis2Char">
    <w:name w:val="Nadpis 2 Char"/>
    <w:basedOn w:val="Standardnpsmoodstavce"/>
    <w:link w:val="Nadpis2"/>
    <w:rsid w:val="00043FC9"/>
    <w:rPr>
      <w:rFonts w:ascii="Arial" w:hAnsi="Arial" w:cs="Arial"/>
      <w:b/>
      <w:bCs/>
      <w:iCs/>
      <w:kern w:val="28"/>
      <w:sz w:val="28"/>
      <w:szCs w:val="28"/>
    </w:rPr>
  </w:style>
  <w:style w:type="character" w:customStyle="1" w:styleId="ZhlavChar">
    <w:name w:val="Záhlaví Char"/>
    <w:basedOn w:val="Standardnpsmoodstavce"/>
    <w:link w:val="Zhlav"/>
    <w:rsid w:val="000508ED"/>
    <w:rPr>
      <w:rFonts w:ascii="Arial" w:hAnsi="Arial"/>
      <w:i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0\Templates\Textova_PR_Logo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Textova_PR_Logo.dotx</Template>
  <TotalTime>10</TotalTime>
  <Pages>2</Pages>
  <Words>166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Novacek, Frantisek</dc:creator>
  <cp:lastModifiedBy>Zalesky, Josef</cp:lastModifiedBy>
  <cp:revision>7</cp:revision>
  <cp:lastPrinted>2017-05-24T11:58:00Z</cp:lastPrinted>
  <dcterms:created xsi:type="dcterms:W3CDTF">2017-05-22T15:43:00Z</dcterms:created>
  <dcterms:modified xsi:type="dcterms:W3CDTF">2017-05-24T11:58:00Z</dcterms:modified>
</cp:coreProperties>
</file>