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6C2" w:rsidRDefault="006A06C2" w:rsidP="006A06C2">
      <w:pPr>
        <w:pStyle w:val="Nadpis5"/>
        <w:jc w:val="right"/>
        <w:rPr>
          <w:color w:val="auto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7"/>
      </w:tblGrid>
      <w:tr w:rsidR="006A06C2">
        <w:trPr>
          <w:trHeight w:val="1251"/>
        </w:trPr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Default="006A06C2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6A06C2" w:rsidRDefault="006A06C2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6A06C2" w:rsidRDefault="006A06C2">
            <w:pPr>
              <w:jc w:val="center"/>
              <w:rPr>
                <w:rFonts w:ascii="Arial" w:hAnsi="Arial"/>
                <w:b/>
                <w:sz w:val="24"/>
              </w:rPr>
            </w:pPr>
            <w:proofErr w:type="gramStart"/>
            <w:r>
              <w:rPr>
                <w:rFonts w:ascii="Arial" w:hAnsi="Arial"/>
                <w:b/>
                <w:sz w:val="48"/>
              </w:rPr>
              <w:t>P O V O D Í   L A B E</w:t>
            </w:r>
            <w:r>
              <w:rPr>
                <w:rFonts w:ascii="Arial" w:hAnsi="Arial"/>
                <w:b/>
                <w:sz w:val="24"/>
              </w:rPr>
              <w:t xml:space="preserve"> ,  </w:t>
            </w:r>
            <w:r>
              <w:rPr>
                <w:rFonts w:ascii="Arial" w:hAnsi="Arial"/>
                <w:b/>
                <w:sz w:val="28"/>
              </w:rPr>
              <w:t>státní</w:t>
            </w:r>
            <w:proofErr w:type="gramEnd"/>
            <w:r>
              <w:rPr>
                <w:rFonts w:ascii="Arial" w:hAnsi="Arial"/>
                <w:b/>
                <w:sz w:val="28"/>
              </w:rPr>
              <w:t xml:space="preserve"> podnik</w:t>
            </w:r>
            <w:r>
              <w:rPr>
                <w:rFonts w:ascii="Arial" w:hAnsi="Arial"/>
                <w:b/>
                <w:sz w:val="24"/>
              </w:rPr>
              <w:t xml:space="preserve">  </w:t>
            </w:r>
          </w:p>
        </w:tc>
      </w:tr>
    </w:tbl>
    <w:p w:rsidR="006A06C2" w:rsidRDefault="006A06C2" w:rsidP="006A06C2"/>
    <w:p w:rsidR="006A06C2" w:rsidRDefault="006A06C2" w:rsidP="006A06C2"/>
    <w:p w:rsidR="006A06C2" w:rsidRDefault="006A06C2" w:rsidP="006A06C2"/>
    <w:p w:rsidR="006A06C2" w:rsidRDefault="006A06C2" w:rsidP="006A06C2"/>
    <w:p w:rsidR="006A06C2" w:rsidRDefault="006A06C2" w:rsidP="006A06C2">
      <w:pPr>
        <w:jc w:val="center"/>
        <w:rPr>
          <w:rFonts w:ascii="Arial" w:hAnsi="Arial"/>
          <w:b/>
          <w:sz w:val="40"/>
        </w:rPr>
      </w:pPr>
      <w:r>
        <w:rPr>
          <w:rFonts w:ascii="Arial" w:hAnsi="Arial"/>
          <w:b/>
          <w:sz w:val="40"/>
        </w:rPr>
        <w:t xml:space="preserve">ZÁMĚR NA </w:t>
      </w:r>
      <w:r w:rsidR="008318FD">
        <w:rPr>
          <w:rFonts w:ascii="Arial" w:hAnsi="Arial"/>
          <w:b/>
          <w:sz w:val="40"/>
        </w:rPr>
        <w:t>SLUŽBU</w:t>
      </w:r>
    </w:p>
    <w:p w:rsidR="006A06C2" w:rsidRDefault="006A06C2" w:rsidP="006A06C2"/>
    <w:tbl>
      <w:tblPr>
        <w:tblW w:w="9588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88"/>
      </w:tblGrid>
      <w:tr w:rsidR="006A06C2" w:rsidTr="008318FD">
        <w:trPr>
          <w:trHeight w:val="1239"/>
        </w:trPr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Default="006A06C2">
            <w:pPr>
              <w:pStyle w:val="Nadpis3"/>
              <w:jc w:val="center"/>
              <w:rPr>
                <w:b w:val="0"/>
                <w:sz w:val="22"/>
                <w:lang w:val="cs-CZ"/>
              </w:rPr>
            </w:pPr>
          </w:p>
          <w:p w:rsidR="006A06C2" w:rsidRDefault="006A06C2">
            <w:pPr>
              <w:jc w:val="center"/>
              <w:rPr>
                <w:sz w:val="22"/>
              </w:rPr>
            </w:pPr>
          </w:p>
          <w:p w:rsidR="006A06C2" w:rsidRDefault="008318FD">
            <w:pPr>
              <w:pStyle w:val="Nadpis5"/>
              <w:jc w:val="center"/>
              <w:rPr>
                <w:i/>
                <w:sz w:val="32"/>
                <w:lang w:val="cs-CZ"/>
              </w:rPr>
            </w:pPr>
            <w:r>
              <w:rPr>
                <w:i/>
                <w:sz w:val="32"/>
                <w:lang w:val="cs-CZ"/>
              </w:rPr>
              <w:t xml:space="preserve">PS Roudnice nad Labem, pravidelný úklid provozní budovy </w:t>
            </w:r>
          </w:p>
          <w:p w:rsidR="006A06C2" w:rsidRDefault="006A06C2">
            <w:pPr>
              <w:jc w:val="center"/>
              <w:rPr>
                <w:sz w:val="36"/>
              </w:rPr>
            </w:pPr>
            <w:r>
              <w:t xml:space="preserve"> </w:t>
            </w:r>
          </w:p>
        </w:tc>
      </w:tr>
    </w:tbl>
    <w:p w:rsidR="006A06C2" w:rsidRDefault="008318FD" w:rsidP="006A06C2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1250950</wp:posOffset>
            </wp:positionH>
            <wp:positionV relativeFrom="paragraph">
              <wp:posOffset>15875</wp:posOffset>
            </wp:positionV>
            <wp:extent cx="3250565" cy="2439035"/>
            <wp:effectExtent l="0" t="0" r="0" b="0"/>
            <wp:wrapTight wrapText="bothSides">
              <wp:wrapPolygon edited="0">
                <wp:start x="0" y="0"/>
                <wp:lineTo x="0" y="21426"/>
                <wp:lineTo x="21520" y="21426"/>
                <wp:lineTo x="21520" y="0"/>
                <wp:lineTo x="0" y="0"/>
              </wp:wrapPolygon>
            </wp:wrapTight>
            <wp:docPr id="1" name="Obrázek 3" descr="DSC04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DSC0468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0565" cy="243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06C2" w:rsidRDefault="006A06C2" w:rsidP="006A06C2"/>
    <w:p w:rsidR="006A06C2" w:rsidRDefault="006A06C2" w:rsidP="006A06C2"/>
    <w:p w:rsidR="006A06C2" w:rsidRDefault="006A06C2" w:rsidP="006A06C2"/>
    <w:p w:rsidR="006A06C2" w:rsidRDefault="006A06C2" w:rsidP="006A06C2"/>
    <w:p w:rsidR="006A06C2" w:rsidRDefault="006A06C2" w:rsidP="006A06C2"/>
    <w:p w:rsidR="006A06C2" w:rsidRDefault="006A06C2" w:rsidP="006A06C2"/>
    <w:p w:rsidR="006A06C2" w:rsidRDefault="006A06C2" w:rsidP="006A06C2"/>
    <w:p w:rsidR="006A06C2" w:rsidRDefault="006A06C2" w:rsidP="006A06C2"/>
    <w:p w:rsidR="008318FD" w:rsidRDefault="008318FD" w:rsidP="006A06C2"/>
    <w:p w:rsidR="006A06C2" w:rsidRDefault="006A06C2" w:rsidP="006A06C2"/>
    <w:p w:rsidR="006A06C2" w:rsidRDefault="006A06C2" w:rsidP="006A06C2"/>
    <w:p w:rsidR="008318FD" w:rsidRDefault="008318FD" w:rsidP="006A06C2"/>
    <w:p w:rsidR="006A06C2" w:rsidRDefault="006A06C2" w:rsidP="006A06C2"/>
    <w:p w:rsidR="006A06C2" w:rsidRDefault="006A06C2" w:rsidP="006A06C2"/>
    <w:tbl>
      <w:tblPr>
        <w:tblW w:w="850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4395"/>
        <w:gridCol w:w="2551"/>
      </w:tblGrid>
      <w:tr w:rsidR="006A06C2" w:rsidTr="00B603FA">
        <w:trPr>
          <w:trHeight w:val="97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Pr="00B603FA" w:rsidRDefault="006A06C2">
            <w:pPr>
              <w:rPr>
                <w:rFonts w:ascii="Arial" w:hAnsi="Arial"/>
                <w:b/>
              </w:rPr>
            </w:pPr>
          </w:p>
          <w:p w:rsidR="006A06C2" w:rsidRPr="00B603FA" w:rsidRDefault="006A06C2">
            <w:pPr>
              <w:rPr>
                <w:rFonts w:ascii="Arial" w:hAnsi="Arial"/>
                <w:b/>
              </w:rPr>
            </w:pPr>
          </w:p>
          <w:p w:rsidR="006A06C2" w:rsidRPr="00B603FA" w:rsidRDefault="006A06C2">
            <w:pPr>
              <w:rPr>
                <w:rFonts w:ascii="Arial" w:hAnsi="Arial"/>
                <w:b/>
              </w:rPr>
            </w:pPr>
            <w:r w:rsidRPr="00B603FA">
              <w:rPr>
                <w:rFonts w:ascii="Arial" w:hAnsi="Arial"/>
                <w:b/>
              </w:rPr>
              <w:t>Zpracoval: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Pr="00B603FA" w:rsidRDefault="00800A5E">
            <w:pPr>
              <w:rPr>
                <w:rFonts w:ascii="Arial" w:hAnsi="Arial"/>
              </w:rPr>
            </w:pPr>
            <w:r w:rsidRPr="00B603FA">
              <w:rPr>
                <w:rFonts w:ascii="Arial" w:hAnsi="Arial"/>
              </w:rPr>
              <w:t xml:space="preserve">Jana Jonáková </w:t>
            </w:r>
          </w:p>
          <w:p w:rsidR="006A06C2" w:rsidRPr="00B603FA" w:rsidRDefault="00B603F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úsekový</w:t>
            </w:r>
            <w:r w:rsidR="00800A5E" w:rsidRPr="00B603FA">
              <w:rPr>
                <w:rFonts w:ascii="Arial" w:hAnsi="Arial"/>
              </w:rPr>
              <w:t xml:space="preserve"> technik PS Roudnice nad Labem </w:t>
            </w:r>
          </w:p>
          <w:p w:rsidR="006A06C2" w:rsidRPr="00B603FA" w:rsidRDefault="00B603FA">
            <w:r>
              <w:rPr>
                <w:rFonts w:ascii="Arial" w:hAnsi="Arial"/>
              </w:rPr>
              <w:t>d</w:t>
            </w:r>
            <w:r w:rsidR="006A06C2" w:rsidRPr="00B603FA">
              <w:rPr>
                <w:rFonts w:ascii="Arial" w:hAnsi="Arial"/>
              </w:rPr>
              <w:t>ne: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6C2" w:rsidRDefault="006A06C2"/>
        </w:tc>
      </w:tr>
      <w:tr w:rsidR="00800A5E" w:rsidTr="00B603FA">
        <w:trPr>
          <w:trHeight w:val="97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5E" w:rsidRPr="00B603FA" w:rsidRDefault="00800A5E">
            <w:pPr>
              <w:rPr>
                <w:rFonts w:ascii="Arial" w:hAnsi="Arial"/>
                <w:b/>
              </w:rPr>
            </w:pPr>
            <w:r w:rsidRPr="00B603FA">
              <w:rPr>
                <w:rFonts w:ascii="Arial" w:hAnsi="Arial"/>
                <w:b/>
              </w:rPr>
              <w:t>Předložil: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5E" w:rsidRPr="00B603FA" w:rsidRDefault="00800A5E">
            <w:pPr>
              <w:rPr>
                <w:rFonts w:ascii="Arial" w:hAnsi="Arial"/>
              </w:rPr>
            </w:pPr>
            <w:r w:rsidRPr="00B603FA">
              <w:rPr>
                <w:rFonts w:ascii="Arial" w:hAnsi="Arial"/>
              </w:rPr>
              <w:t>Ing. Lukáš Landa</w:t>
            </w:r>
          </w:p>
          <w:p w:rsidR="00800A5E" w:rsidRPr="00B603FA" w:rsidRDefault="00B603F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vedoucí</w:t>
            </w:r>
            <w:r w:rsidR="00800A5E" w:rsidRPr="00B603FA">
              <w:rPr>
                <w:rFonts w:ascii="Arial" w:hAnsi="Arial"/>
              </w:rPr>
              <w:t xml:space="preserve"> PS Roudnice nad Labem</w:t>
            </w:r>
          </w:p>
          <w:p w:rsidR="00800A5E" w:rsidRPr="00B603FA" w:rsidRDefault="00B603F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dne</w:t>
            </w:r>
            <w:r w:rsidR="00800A5E" w:rsidRPr="00B603FA">
              <w:rPr>
                <w:rFonts w:ascii="Arial" w:hAnsi="Arial"/>
              </w:rPr>
              <w:t xml:space="preserve">: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5E" w:rsidRDefault="00800A5E"/>
        </w:tc>
      </w:tr>
      <w:tr w:rsidR="00B603FA" w:rsidTr="00B603FA">
        <w:trPr>
          <w:trHeight w:val="84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FA" w:rsidRPr="00B603FA" w:rsidRDefault="00B603FA" w:rsidP="00B603FA">
            <w:pPr>
              <w:ind w:right="119"/>
              <w:rPr>
                <w:rFonts w:ascii="Arial" w:hAnsi="Arial"/>
              </w:rPr>
            </w:pPr>
            <w:r w:rsidRPr="00B603FA">
              <w:rPr>
                <w:rFonts w:ascii="Arial" w:hAnsi="Arial"/>
                <w:b/>
              </w:rPr>
              <w:t>Projednal:</w:t>
            </w:r>
          </w:p>
          <w:p w:rsidR="00B603FA" w:rsidRPr="00B603FA" w:rsidRDefault="00B603FA" w:rsidP="00B603FA">
            <w:pPr>
              <w:ind w:right="119"/>
              <w:rPr>
                <w:rFonts w:ascii="Arial" w:hAnsi="Arial"/>
              </w:rPr>
            </w:pPr>
          </w:p>
          <w:p w:rsidR="00B603FA" w:rsidRPr="00B603FA" w:rsidRDefault="00B603FA" w:rsidP="00B603FA">
            <w:pPr>
              <w:ind w:right="119"/>
              <w:rPr>
                <w:rFonts w:ascii="Arial" w:hAnsi="Arial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FA" w:rsidRPr="00B603FA" w:rsidRDefault="00B603FA" w:rsidP="00B603FA">
            <w:pPr>
              <w:keepNext/>
              <w:ind w:right="119"/>
              <w:outlineLvl w:val="7"/>
              <w:rPr>
                <w:rFonts w:ascii="Arial" w:hAnsi="Arial"/>
              </w:rPr>
            </w:pPr>
            <w:r w:rsidRPr="00B603FA">
              <w:rPr>
                <w:rFonts w:ascii="Arial" w:hAnsi="Arial"/>
              </w:rPr>
              <w:t>Ing. Petr Plessney,</w:t>
            </w:r>
          </w:p>
          <w:p w:rsidR="00B603FA" w:rsidRPr="00B603FA" w:rsidRDefault="00B603FA" w:rsidP="00B603FA">
            <w:pPr>
              <w:keepNext/>
              <w:ind w:right="119"/>
              <w:outlineLvl w:val="7"/>
              <w:rPr>
                <w:rFonts w:ascii="Arial" w:hAnsi="Arial"/>
              </w:rPr>
            </w:pPr>
            <w:r w:rsidRPr="00B603FA">
              <w:rPr>
                <w:rFonts w:ascii="Arial" w:hAnsi="Arial"/>
              </w:rPr>
              <w:t>PTNŘZ Roudnice nad Labem</w:t>
            </w:r>
          </w:p>
          <w:p w:rsidR="00B603FA" w:rsidRPr="00B603FA" w:rsidRDefault="00B603FA" w:rsidP="00B603FA">
            <w:pPr>
              <w:keepNext/>
              <w:ind w:right="119"/>
              <w:outlineLvl w:val="7"/>
              <w:rPr>
                <w:rFonts w:ascii="Arial" w:hAnsi="Arial"/>
              </w:rPr>
            </w:pPr>
            <w:r w:rsidRPr="00B603FA">
              <w:rPr>
                <w:rFonts w:ascii="Arial" w:hAnsi="Arial"/>
              </w:rPr>
              <w:t>Dokumentační komise závodu Roudnice n. L.</w:t>
            </w:r>
          </w:p>
          <w:p w:rsidR="00B603FA" w:rsidRPr="00B603FA" w:rsidRDefault="00B603FA" w:rsidP="00B603FA">
            <w:pPr>
              <w:keepNext/>
              <w:spacing w:after="60"/>
              <w:ind w:right="119"/>
              <w:outlineLvl w:val="7"/>
              <w:rPr>
                <w:rFonts w:ascii="Arial" w:hAnsi="Arial"/>
              </w:rPr>
            </w:pPr>
            <w:r w:rsidRPr="00B603FA">
              <w:rPr>
                <w:rFonts w:ascii="Arial" w:hAnsi="Arial"/>
              </w:rPr>
              <w:t>dne: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FA" w:rsidRDefault="00B603FA" w:rsidP="00B603FA">
            <w:pPr>
              <w:rPr>
                <w:rFonts w:ascii="Arial" w:hAnsi="Arial"/>
              </w:rPr>
            </w:pPr>
          </w:p>
        </w:tc>
      </w:tr>
      <w:tr w:rsidR="00B603FA" w:rsidTr="00B603FA">
        <w:trPr>
          <w:trHeight w:val="84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FA" w:rsidRPr="00B603FA" w:rsidRDefault="00B603FA" w:rsidP="00B603FA">
            <w:pPr>
              <w:ind w:right="119"/>
              <w:rPr>
                <w:rFonts w:ascii="Arial" w:hAnsi="Arial"/>
              </w:rPr>
            </w:pPr>
            <w:r w:rsidRPr="00B603FA">
              <w:rPr>
                <w:rFonts w:ascii="Arial" w:hAnsi="Arial"/>
                <w:b/>
              </w:rPr>
              <w:t>Vyhlásil:</w:t>
            </w:r>
          </w:p>
          <w:p w:rsidR="00B603FA" w:rsidRPr="00B603FA" w:rsidRDefault="00B603FA" w:rsidP="00B603FA">
            <w:pPr>
              <w:ind w:right="119"/>
              <w:rPr>
                <w:rFonts w:ascii="Arial" w:hAnsi="Arial"/>
              </w:rPr>
            </w:pPr>
          </w:p>
          <w:p w:rsidR="00B603FA" w:rsidRPr="00B603FA" w:rsidRDefault="00B603FA" w:rsidP="00B603FA">
            <w:pPr>
              <w:ind w:right="119"/>
              <w:rPr>
                <w:rFonts w:ascii="Arial" w:hAnsi="Arial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3FA" w:rsidRPr="00B603FA" w:rsidRDefault="00B603FA" w:rsidP="00B603FA">
            <w:pPr>
              <w:ind w:right="119"/>
              <w:rPr>
                <w:rFonts w:ascii="Arial" w:hAnsi="Arial"/>
              </w:rPr>
            </w:pPr>
            <w:r w:rsidRPr="00B603FA">
              <w:rPr>
                <w:rFonts w:ascii="Arial" w:hAnsi="Arial"/>
              </w:rPr>
              <w:t>Ing. Jan Zajíc</w:t>
            </w:r>
          </w:p>
          <w:p w:rsidR="00B603FA" w:rsidRPr="00B603FA" w:rsidRDefault="00B603FA" w:rsidP="00B603FA">
            <w:pPr>
              <w:ind w:right="119"/>
              <w:rPr>
                <w:rFonts w:ascii="Arial" w:hAnsi="Arial"/>
              </w:rPr>
            </w:pPr>
            <w:r w:rsidRPr="00B603FA">
              <w:rPr>
                <w:rFonts w:ascii="Arial" w:hAnsi="Arial"/>
              </w:rPr>
              <w:t>ředitel závodu Roudnice nad Labem</w:t>
            </w:r>
          </w:p>
          <w:p w:rsidR="00B603FA" w:rsidRPr="00B603FA" w:rsidRDefault="00B603FA" w:rsidP="00B603FA">
            <w:pPr>
              <w:spacing w:after="60"/>
              <w:ind w:right="119"/>
              <w:rPr>
                <w:rFonts w:ascii="Arial" w:hAnsi="Arial"/>
              </w:rPr>
            </w:pPr>
            <w:r w:rsidRPr="00B603FA">
              <w:rPr>
                <w:rFonts w:ascii="Arial" w:hAnsi="Arial"/>
              </w:rPr>
              <w:t>dne: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3FA" w:rsidRPr="007F115D" w:rsidRDefault="00B603FA" w:rsidP="00B603FA">
            <w:pPr>
              <w:ind w:right="119"/>
              <w:rPr>
                <w:rFonts w:ascii="Arial" w:hAnsi="Arial"/>
              </w:rPr>
            </w:pPr>
          </w:p>
          <w:p w:rsidR="00B603FA" w:rsidRPr="007F115D" w:rsidRDefault="00B603FA" w:rsidP="00B603FA">
            <w:pPr>
              <w:ind w:right="119"/>
              <w:rPr>
                <w:rFonts w:ascii="Arial" w:hAnsi="Arial"/>
                <w:b/>
                <w:sz w:val="24"/>
              </w:rPr>
            </w:pPr>
          </w:p>
        </w:tc>
      </w:tr>
    </w:tbl>
    <w:p w:rsidR="008318FD" w:rsidRDefault="008318FD" w:rsidP="006A06C2">
      <w:pPr>
        <w:pStyle w:val="Zkladntextodsazen"/>
        <w:ind w:left="0" w:firstLine="0"/>
        <w:jc w:val="both"/>
        <w:rPr>
          <w:rFonts w:cs="Arial"/>
          <w:b/>
          <w:color w:val="auto"/>
          <w:sz w:val="20"/>
        </w:rPr>
      </w:pPr>
    </w:p>
    <w:p w:rsidR="00595B9E" w:rsidRDefault="00595B9E" w:rsidP="006A06C2">
      <w:pPr>
        <w:pStyle w:val="Zkladntextodsazen"/>
        <w:ind w:left="0" w:firstLine="0"/>
        <w:jc w:val="both"/>
        <w:rPr>
          <w:rFonts w:cs="Arial"/>
          <w:b/>
          <w:color w:val="auto"/>
          <w:sz w:val="20"/>
        </w:rPr>
      </w:pPr>
    </w:p>
    <w:p w:rsidR="006A06C2" w:rsidRDefault="006A06C2" w:rsidP="006A06C2">
      <w:pPr>
        <w:pStyle w:val="Zkladntextodsazen"/>
        <w:ind w:left="0" w:firstLine="0"/>
        <w:jc w:val="both"/>
        <w:rPr>
          <w:rFonts w:cs="Arial"/>
          <w:b/>
          <w:color w:val="auto"/>
          <w:sz w:val="20"/>
        </w:rPr>
      </w:pPr>
      <w:r>
        <w:rPr>
          <w:rFonts w:cs="Arial"/>
          <w:b/>
          <w:color w:val="auto"/>
          <w:sz w:val="20"/>
        </w:rPr>
        <w:lastRenderedPageBreak/>
        <w:t>Odůvodnění účelnosti veřejné zakázky</w:t>
      </w:r>
      <w:r>
        <w:rPr>
          <w:rFonts w:cs="Arial"/>
          <w:b/>
          <w:color w:val="auto"/>
          <w:sz w:val="20"/>
          <w:lang w:val="cs-CZ"/>
        </w:rPr>
        <w:t>, které</w:t>
      </w:r>
      <w:r>
        <w:rPr>
          <w:rFonts w:cs="Arial"/>
          <w:b/>
          <w:color w:val="auto"/>
          <w:sz w:val="20"/>
        </w:rPr>
        <w:t xml:space="preserve"> bude zejména obsahovat:</w:t>
      </w:r>
    </w:p>
    <w:p w:rsidR="006A06C2" w:rsidRDefault="006A06C2" w:rsidP="006A06C2">
      <w:pPr>
        <w:ind w:left="-540"/>
        <w:jc w:val="both"/>
        <w:rPr>
          <w:rFonts w:ascii="Arial" w:hAnsi="Arial" w:cs="Arial"/>
        </w:rPr>
      </w:pPr>
    </w:p>
    <w:p w:rsidR="005B5F8E" w:rsidRPr="00244FA0" w:rsidRDefault="006A06C2" w:rsidP="005B5F8E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244FA0">
        <w:rPr>
          <w:rFonts w:ascii="Arial" w:hAnsi="Arial" w:cs="Arial"/>
          <w:b/>
        </w:rPr>
        <w:t>Popis potřeb, které mají být splněním veřejné zakázky (služby) naplněny</w:t>
      </w:r>
      <w:r w:rsidR="0069790C" w:rsidRPr="00244FA0">
        <w:rPr>
          <w:rFonts w:ascii="Arial" w:hAnsi="Arial" w:cs="Arial"/>
          <w:b/>
        </w:rPr>
        <w:t>:</w:t>
      </w:r>
    </w:p>
    <w:p w:rsidR="005B5F8E" w:rsidRPr="005B5F8E" w:rsidRDefault="005B5F8E" w:rsidP="005B5F8E">
      <w:pPr>
        <w:pStyle w:val="Odstavecseseznamem1"/>
        <w:ind w:left="-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Pravidelný úklid budovy provozního střediska Roudnice nad Labem, Nábřežní </w:t>
      </w:r>
      <w:proofErr w:type="gramStart"/>
      <w:r>
        <w:rPr>
          <w:rFonts w:ascii="Arial" w:hAnsi="Arial" w:cs="Arial"/>
        </w:rPr>
        <w:t>č.p.</w:t>
      </w:r>
      <w:proofErr w:type="gramEnd"/>
      <w:r>
        <w:rPr>
          <w:rFonts w:ascii="Arial" w:hAnsi="Arial" w:cs="Arial"/>
        </w:rPr>
        <w:t>305 zajistí hygienické podmínky na pracovišti a současně s tím i částečnou údržbu předmětné nemovitosti.</w:t>
      </w:r>
    </w:p>
    <w:p w:rsidR="006A06C2" w:rsidRDefault="00A579CF" w:rsidP="006A06C2">
      <w:pPr>
        <w:ind w:lef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A579CF" w:rsidRDefault="00A579CF" w:rsidP="006A06C2">
      <w:pPr>
        <w:ind w:left="-540"/>
        <w:jc w:val="both"/>
        <w:rPr>
          <w:rFonts w:ascii="Arial" w:hAnsi="Arial" w:cs="Arial"/>
        </w:rPr>
      </w:pPr>
    </w:p>
    <w:p w:rsidR="006A06C2" w:rsidRPr="00244FA0" w:rsidRDefault="006A06C2" w:rsidP="006A06C2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244FA0">
        <w:rPr>
          <w:rFonts w:ascii="Arial" w:hAnsi="Arial" w:cs="Arial"/>
          <w:b/>
        </w:rPr>
        <w:t xml:space="preserve">Popis </w:t>
      </w:r>
      <w:r w:rsidR="0069790C" w:rsidRPr="00244FA0">
        <w:rPr>
          <w:rFonts w:ascii="Arial" w:hAnsi="Arial" w:cs="Arial"/>
          <w:b/>
        </w:rPr>
        <w:t>předmětu veřejné zakázky služby:</w:t>
      </w:r>
    </w:p>
    <w:p w:rsidR="00F3413C" w:rsidRDefault="00F3413C" w:rsidP="00F3413C">
      <w:pPr>
        <w:pStyle w:val="Odstavecseseznamem1"/>
        <w:ind w:left="-18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Pravidelný </w:t>
      </w:r>
      <w:r w:rsidR="005F5C99">
        <w:rPr>
          <w:rFonts w:ascii="Arial" w:hAnsi="Arial" w:cs="Arial"/>
        </w:rPr>
        <w:t>klid budovy provozního střediska Roudnice nad Labem</w:t>
      </w:r>
      <w:r w:rsidR="00C07DB0">
        <w:rPr>
          <w:rFonts w:ascii="Arial" w:hAnsi="Arial" w:cs="Arial"/>
        </w:rPr>
        <w:t>: úklid přízemí, úklid 1. patra (včetně sociálního zařízení) – úklid bude prováděn 3x do týdne.</w:t>
      </w:r>
    </w:p>
    <w:p w:rsidR="00F3413C" w:rsidRDefault="00F3413C" w:rsidP="00F3413C">
      <w:pPr>
        <w:pStyle w:val="Odstavecseseznamem1"/>
        <w:ind w:left="-180"/>
        <w:jc w:val="both"/>
        <w:rPr>
          <w:rFonts w:ascii="Arial" w:hAnsi="Arial"/>
        </w:rPr>
      </w:pPr>
      <w:r w:rsidRPr="00F3413C">
        <w:rPr>
          <w:rFonts w:ascii="Arial" w:hAnsi="Arial"/>
        </w:rPr>
        <w:t xml:space="preserve">Podkrovní prostory  </w:t>
      </w:r>
      <w:r w:rsidR="00C07DB0">
        <w:rPr>
          <w:rFonts w:ascii="Arial" w:hAnsi="Arial" w:cs="Arial"/>
        </w:rPr>
        <w:t>–</w:t>
      </w:r>
      <w:r w:rsidR="00C07DB0">
        <w:rPr>
          <w:rFonts w:ascii="Arial" w:hAnsi="Arial"/>
        </w:rPr>
        <w:t xml:space="preserve"> úklid bude prováděn </w:t>
      </w:r>
      <w:r w:rsidRPr="00C07DB0">
        <w:rPr>
          <w:rFonts w:ascii="Arial" w:hAnsi="Arial"/>
        </w:rPr>
        <w:t>2 x měsíčně</w:t>
      </w:r>
      <w:r w:rsidRPr="00F3413C">
        <w:rPr>
          <w:rFonts w:ascii="Arial" w:hAnsi="Arial"/>
        </w:rPr>
        <w:t xml:space="preserve">. </w:t>
      </w:r>
    </w:p>
    <w:p w:rsidR="00F3413C" w:rsidRDefault="00F3413C" w:rsidP="00F3413C">
      <w:pPr>
        <w:pStyle w:val="Odstavecseseznamem1"/>
        <w:ind w:left="-180"/>
        <w:jc w:val="both"/>
        <w:rPr>
          <w:rFonts w:ascii="Arial" w:hAnsi="Arial"/>
        </w:rPr>
      </w:pPr>
      <w:r w:rsidRPr="00F3413C">
        <w:rPr>
          <w:rFonts w:ascii="Arial" w:hAnsi="Arial"/>
        </w:rPr>
        <w:t>Pravidelný úklid bude zahrnovat vynesení odpadkových košů</w:t>
      </w:r>
      <w:r w:rsidR="008E444C">
        <w:rPr>
          <w:rFonts w:ascii="Arial" w:hAnsi="Arial"/>
        </w:rPr>
        <w:t xml:space="preserve">, </w:t>
      </w:r>
      <w:r w:rsidRPr="00F3413C">
        <w:rPr>
          <w:rFonts w:ascii="Arial" w:hAnsi="Arial"/>
        </w:rPr>
        <w:t>vytření podlahových krytin z PVC i keramických dlaždic, včetně dlážděných schodů z kanceláří do dílny,  setření prachu na nábytku i volných plochách, umytí sociálního zařízení a pracovního prostoru kuchyňské linky</w:t>
      </w:r>
      <w:r w:rsidR="00C07DB0">
        <w:rPr>
          <w:rFonts w:ascii="Arial" w:hAnsi="Arial"/>
        </w:rPr>
        <w:t>, mytí oken, provedení generálního úklidu 1x ročně.</w:t>
      </w:r>
    </w:p>
    <w:p w:rsidR="00C07DB0" w:rsidRDefault="00C07DB0" w:rsidP="006A06C2">
      <w:pPr>
        <w:tabs>
          <w:tab w:val="left" w:pos="2127"/>
        </w:tabs>
        <w:jc w:val="both"/>
        <w:rPr>
          <w:rFonts w:ascii="Arial" w:hAnsi="Arial"/>
        </w:rPr>
      </w:pPr>
    </w:p>
    <w:p w:rsidR="006A06C2" w:rsidRDefault="006A06C2" w:rsidP="006A06C2">
      <w:pPr>
        <w:tabs>
          <w:tab w:val="left" w:pos="212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A06C2" w:rsidRPr="00244FA0" w:rsidRDefault="006A06C2" w:rsidP="006A06C2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244FA0">
        <w:rPr>
          <w:rFonts w:ascii="Arial" w:hAnsi="Arial" w:cs="Arial"/>
          <w:b/>
        </w:rPr>
        <w:t>Popis vzájemného vztahu předmětu veřejné zakázky a potřeb zadavatele - popis do jaké míry přispěje realizace veřejné zakáz</w:t>
      </w:r>
      <w:r w:rsidR="0069790C" w:rsidRPr="00244FA0">
        <w:rPr>
          <w:rFonts w:ascii="Arial" w:hAnsi="Arial" w:cs="Arial"/>
          <w:b/>
        </w:rPr>
        <w:t>ky k naplnění potřeb zadavatele:</w:t>
      </w:r>
    </w:p>
    <w:p w:rsidR="0069790C" w:rsidRDefault="0069790C" w:rsidP="0069790C">
      <w:pPr>
        <w:pStyle w:val="Normlnodsazen"/>
        <w:spacing w:line="288" w:lineRule="auto"/>
        <w:ind w:left="-180"/>
        <w:jc w:val="both"/>
        <w:rPr>
          <w:rFonts w:ascii="Arial" w:hAnsi="Arial" w:cs="Arial"/>
        </w:rPr>
      </w:pPr>
      <w:r w:rsidRPr="0069790C">
        <w:rPr>
          <w:rFonts w:ascii="Arial" w:hAnsi="Arial" w:cs="Arial"/>
        </w:rPr>
        <w:t xml:space="preserve">Pravidelný úklid provozního střediska Roudnice nad Labem  je nutností z hlediska zajištění hygienických podmínek na pracovišti pro zaměstnance Povodí Labe, státní podnik. </w:t>
      </w:r>
    </w:p>
    <w:p w:rsidR="0069790C" w:rsidRPr="0069790C" w:rsidRDefault="0069790C" w:rsidP="0069790C">
      <w:pPr>
        <w:pStyle w:val="Normlnodsazen"/>
        <w:spacing w:line="288" w:lineRule="auto"/>
        <w:ind w:left="-180"/>
        <w:jc w:val="both"/>
        <w:rPr>
          <w:rFonts w:ascii="Arial" w:hAnsi="Arial" w:cs="Arial"/>
        </w:rPr>
      </w:pPr>
      <w:r w:rsidRPr="0069790C">
        <w:rPr>
          <w:rFonts w:ascii="Arial" w:hAnsi="Arial" w:cs="Arial"/>
        </w:rPr>
        <w:t>V provozních prostorách přízemí a 1. NP je úklid potřebný 3 x do týdne, protože je využíván nejen admi</w:t>
      </w:r>
      <w:r w:rsidR="008F4AE1">
        <w:rPr>
          <w:rFonts w:ascii="Arial" w:hAnsi="Arial" w:cs="Arial"/>
        </w:rPr>
        <w:t>ni</w:t>
      </w:r>
      <w:r w:rsidRPr="0069790C">
        <w:rPr>
          <w:rFonts w:ascii="Arial" w:hAnsi="Arial" w:cs="Arial"/>
        </w:rPr>
        <w:t xml:space="preserve">strativními pracovníky, ale i poříčními pracovníky, kteří při výkonu pracovních činností znečistí své pracovní oděvy, obuv a následně </w:t>
      </w:r>
      <w:r>
        <w:rPr>
          <w:rFonts w:ascii="Arial" w:hAnsi="Arial" w:cs="Arial"/>
        </w:rPr>
        <w:t>zachycené nečistoty na pracovních</w:t>
      </w:r>
      <w:r w:rsidRPr="0069790C">
        <w:rPr>
          <w:rFonts w:ascii="Arial" w:hAnsi="Arial" w:cs="Arial"/>
        </w:rPr>
        <w:t xml:space="preserve"> oděvech, obuvi, znečistí provozní prostory  Současně při úklidu 3 x do týdne </w:t>
      </w:r>
      <w:r w:rsidR="00A90EC8">
        <w:rPr>
          <w:rFonts w:ascii="Arial" w:hAnsi="Arial" w:cs="Arial"/>
        </w:rPr>
        <w:t>bude</w:t>
      </w:r>
      <w:r w:rsidRPr="0069790C">
        <w:rPr>
          <w:rFonts w:ascii="Arial" w:hAnsi="Arial" w:cs="Arial"/>
        </w:rPr>
        <w:t xml:space="preserve"> možné lépe udržet hygienu na toaletě, kdy je pro všechny zaměstnance (muže i ženy) PS Roudnice pouze jedna toaleta. Zároveň touto službou bude zajištěna  péče nejen o zaměstnance ale i o majetek Povodí Labe, státní podnik. Bude prodloužena životnost nábytku a zařízení provozní budovy Roudnice nad Labem. </w:t>
      </w:r>
    </w:p>
    <w:p w:rsidR="006A06C2" w:rsidRDefault="006A06C2" w:rsidP="00FC4BCB">
      <w:pPr>
        <w:jc w:val="both"/>
        <w:rPr>
          <w:rFonts w:ascii="Arial" w:hAnsi="Arial" w:cs="Arial"/>
        </w:rPr>
      </w:pPr>
    </w:p>
    <w:p w:rsidR="00A579CF" w:rsidRDefault="00A579CF" w:rsidP="00FC4BCB">
      <w:pPr>
        <w:jc w:val="both"/>
        <w:rPr>
          <w:rFonts w:ascii="Arial" w:hAnsi="Arial" w:cs="Arial"/>
        </w:rPr>
      </w:pPr>
    </w:p>
    <w:p w:rsidR="006A06C2" w:rsidRPr="00244FA0" w:rsidRDefault="006A06C2" w:rsidP="006A06C2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244FA0">
        <w:rPr>
          <w:rFonts w:ascii="Arial" w:hAnsi="Arial" w:cs="Arial"/>
          <w:b/>
        </w:rPr>
        <w:t xml:space="preserve">Rizika </w:t>
      </w:r>
      <w:proofErr w:type="spellStart"/>
      <w:r w:rsidRPr="00244FA0">
        <w:rPr>
          <w:rFonts w:ascii="Arial" w:hAnsi="Arial" w:cs="Arial"/>
          <w:b/>
        </w:rPr>
        <w:t>nerealizace</w:t>
      </w:r>
      <w:proofErr w:type="spellEnd"/>
      <w:r w:rsidRPr="00244FA0">
        <w:rPr>
          <w:rFonts w:ascii="Arial" w:hAnsi="Arial" w:cs="Arial"/>
          <w:b/>
        </w:rPr>
        <w:t xml:space="preserve"> veřejné zakázky, snížení kvality plnění, vynalo</w:t>
      </w:r>
      <w:r w:rsidR="00FC4BCB" w:rsidRPr="00244FA0">
        <w:rPr>
          <w:rFonts w:ascii="Arial" w:hAnsi="Arial" w:cs="Arial"/>
          <w:b/>
        </w:rPr>
        <w:t>žení dalších finančních nákladů:</w:t>
      </w:r>
    </w:p>
    <w:p w:rsidR="00FC4BCB" w:rsidRDefault="00FC4BCB" w:rsidP="00FC4BCB">
      <w:pPr>
        <w:pStyle w:val="Odstavecseseznamem1"/>
        <w:ind w:left="-180"/>
        <w:jc w:val="both"/>
        <w:rPr>
          <w:rFonts w:ascii="Arial" w:hAnsi="Arial" w:cs="Arial"/>
        </w:rPr>
      </w:pPr>
      <w:r>
        <w:rPr>
          <w:rFonts w:ascii="Arial" w:hAnsi="Arial" w:cs="Arial"/>
        </w:rPr>
        <w:t>V případě nezajištění této služby by došlo k porušení pravidel a nařízení týkající se bezpečnosti práce a také nezajištění hygienických podmínek na tomto pracovišti.</w:t>
      </w:r>
    </w:p>
    <w:p w:rsidR="006A06C2" w:rsidRDefault="006A06C2" w:rsidP="006A06C2">
      <w:pPr>
        <w:ind w:left="-180" w:hanging="360"/>
        <w:jc w:val="both"/>
        <w:rPr>
          <w:rFonts w:ascii="Arial" w:hAnsi="Arial" w:cs="Arial"/>
        </w:rPr>
      </w:pPr>
    </w:p>
    <w:p w:rsidR="00A579CF" w:rsidRDefault="00A579CF" w:rsidP="006A06C2">
      <w:pPr>
        <w:ind w:left="-180" w:hanging="360"/>
        <w:jc w:val="both"/>
        <w:rPr>
          <w:rFonts w:ascii="Arial" w:hAnsi="Arial" w:cs="Arial"/>
        </w:rPr>
      </w:pPr>
    </w:p>
    <w:p w:rsidR="006A06C2" w:rsidRPr="00244FA0" w:rsidRDefault="006A06C2" w:rsidP="006A06C2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244FA0">
        <w:rPr>
          <w:rFonts w:ascii="Arial" w:hAnsi="Arial" w:cs="Arial"/>
          <w:b/>
        </w:rPr>
        <w:t>Popis variant naplnění potřeb a zdůvodnění zvolené alternativy veřejné zakázky (odůvodnění, proč není možné dosáhnout</w:t>
      </w:r>
      <w:r w:rsidR="00FC4BCB" w:rsidRPr="00244FA0">
        <w:rPr>
          <w:rFonts w:ascii="Arial" w:hAnsi="Arial" w:cs="Arial"/>
          <w:b/>
        </w:rPr>
        <w:t xml:space="preserve"> cíle vlastními silami):</w:t>
      </w:r>
    </w:p>
    <w:p w:rsidR="00FC4BCB" w:rsidRDefault="00FC4BCB" w:rsidP="00FC4BCB">
      <w:pPr>
        <w:pStyle w:val="Odstavecseseznamem1"/>
        <w:ind w:left="-180"/>
        <w:jc w:val="both"/>
        <w:rPr>
          <w:rFonts w:ascii="Arial" w:hAnsi="Arial" w:cs="Arial"/>
        </w:rPr>
      </w:pPr>
      <w:r>
        <w:rPr>
          <w:rFonts w:ascii="Arial" w:hAnsi="Arial" w:cs="Arial"/>
        </w:rPr>
        <w:t>Pravidelný úklid provozní budovy není možné zajistit pracovníky PS Roudnice nad Labem a to hlavně z časových důvodů a také není  pravidelný úklid součástí jejich pracovní smlouvy.</w:t>
      </w:r>
    </w:p>
    <w:p w:rsidR="006A06C2" w:rsidRDefault="006A06C2" w:rsidP="006A06C2">
      <w:pPr>
        <w:ind w:left="-180" w:hanging="360"/>
        <w:jc w:val="both"/>
        <w:rPr>
          <w:rFonts w:ascii="Arial" w:hAnsi="Arial" w:cs="Arial"/>
        </w:rPr>
      </w:pPr>
    </w:p>
    <w:p w:rsidR="00A579CF" w:rsidRDefault="00A579CF" w:rsidP="006A06C2">
      <w:pPr>
        <w:ind w:left="-180" w:hanging="360"/>
        <w:jc w:val="both"/>
        <w:rPr>
          <w:rFonts w:ascii="Arial" w:hAnsi="Arial" w:cs="Arial"/>
        </w:rPr>
      </w:pPr>
    </w:p>
    <w:p w:rsidR="006A06C2" w:rsidRPr="00244FA0" w:rsidRDefault="006A06C2" w:rsidP="006A06C2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Pr="00244FA0">
        <w:rPr>
          <w:rFonts w:ascii="Arial" w:hAnsi="Arial" w:cs="Arial"/>
          <w:b/>
        </w:rPr>
        <w:t>Předpokládaný</w:t>
      </w:r>
      <w:r w:rsidR="00FC4BCB" w:rsidRPr="00244FA0">
        <w:rPr>
          <w:rFonts w:ascii="Arial" w:hAnsi="Arial" w:cs="Arial"/>
          <w:b/>
        </w:rPr>
        <w:t xml:space="preserve"> termín splnění veřejné zakázky:</w:t>
      </w:r>
    </w:p>
    <w:p w:rsidR="00FC4BCB" w:rsidRDefault="00FC4BCB" w:rsidP="00FC4BCB">
      <w:pPr>
        <w:pStyle w:val="Odstavecseseznamem1"/>
        <w:ind w:left="-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Zahájení provádění služby: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1/2022</w:t>
      </w:r>
    </w:p>
    <w:p w:rsidR="00FC4BCB" w:rsidRDefault="00FC4BCB" w:rsidP="00FC4BCB">
      <w:pPr>
        <w:pStyle w:val="Odstavecseseznamem1"/>
        <w:ind w:left="-1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Ukončení provádění služby:                      na dobu neurčitou </w:t>
      </w:r>
    </w:p>
    <w:p w:rsidR="00A579CF" w:rsidRDefault="00A579CF" w:rsidP="00A579CF">
      <w:pPr>
        <w:tabs>
          <w:tab w:val="left" w:pos="2160"/>
        </w:tabs>
        <w:rPr>
          <w:rFonts w:ascii="Arial" w:hAnsi="Arial" w:cs="Arial"/>
          <w:b/>
          <w:sz w:val="24"/>
          <w:szCs w:val="24"/>
        </w:rPr>
      </w:pPr>
    </w:p>
    <w:p w:rsidR="006A06C2" w:rsidRDefault="006A06C2" w:rsidP="006A06C2">
      <w:pPr>
        <w:tabs>
          <w:tab w:val="left" w:pos="2160"/>
        </w:tabs>
        <w:ind w:left="-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Podrobný popis předmětu dodávky (služby)</w:t>
      </w:r>
    </w:p>
    <w:p w:rsidR="006A06C2" w:rsidRDefault="006A06C2" w:rsidP="006A06C2">
      <w:pPr>
        <w:tabs>
          <w:tab w:val="left" w:pos="2160"/>
        </w:tabs>
        <w:ind w:left="-540"/>
        <w:jc w:val="both"/>
        <w:rPr>
          <w:rFonts w:ascii="Arial" w:hAnsi="Arial" w:cs="Arial"/>
          <w:b/>
        </w:rPr>
      </w:pPr>
    </w:p>
    <w:p w:rsidR="00C415D0" w:rsidRDefault="006A06C2" w:rsidP="00C415D0">
      <w:pPr>
        <w:tabs>
          <w:tab w:val="left" w:pos="2160"/>
        </w:tabs>
        <w:ind w:left="-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Místo určení:  </w:t>
      </w:r>
    </w:p>
    <w:p w:rsidR="00705763" w:rsidRDefault="00705763" w:rsidP="00C415D0">
      <w:pPr>
        <w:tabs>
          <w:tab w:val="left" w:pos="2160"/>
        </w:tabs>
        <w:ind w:left="-540"/>
        <w:jc w:val="both"/>
        <w:rPr>
          <w:rFonts w:ascii="Arial" w:hAnsi="Arial" w:cs="Arial"/>
          <w:b/>
        </w:rPr>
      </w:pPr>
    </w:p>
    <w:tbl>
      <w:tblPr>
        <w:tblStyle w:val="Mkatabulky"/>
        <w:tblW w:w="9602" w:type="dxa"/>
        <w:jc w:val="center"/>
        <w:tblLook w:val="04A0" w:firstRow="1" w:lastRow="0" w:firstColumn="1" w:lastColumn="0" w:noHBand="0" w:noVBand="1"/>
      </w:tblPr>
      <w:tblGrid>
        <w:gridCol w:w="2136"/>
        <w:gridCol w:w="7466"/>
      </w:tblGrid>
      <w:tr w:rsidR="00F8483C" w:rsidTr="00705763">
        <w:trPr>
          <w:trHeight w:val="361"/>
          <w:jc w:val="center"/>
        </w:trPr>
        <w:tc>
          <w:tcPr>
            <w:tcW w:w="2136" w:type="dxa"/>
          </w:tcPr>
          <w:p w:rsidR="00F8483C" w:rsidRPr="00F8483C" w:rsidRDefault="00F8483C" w:rsidP="00C415D0">
            <w:pPr>
              <w:tabs>
                <w:tab w:val="left" w:pos="2160"/>
              </w:tabs>
              <w:jc w:val="both"/>
              <w:rPr>
                <w:rFonts w:ascii="Arial" w:hAnsi="Arial" w:cs="Arial"/>
              </w:rPr>
            </w:pPr>
            <w:r w:rsidRPr="00F8483C">
              <w:rPr>
                <w:rFonts w:ascii="Arial" w:hAnsi="Arial" w:cs="Arial"/>
              </w:rPr>
              <w:t>Nákladové středisko</w:t>
            </w:r>
          </w:p>
        </w:tc>
        <w:tc>
          <w:tcPr>
            <w:tcW w:w="7466" w:type="dxa"/>
          </w:tcPr>
          <w:p w:rsidR="00F8483C" w:rsidRDefault="00F8483C" w:rsidP="00C415D0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3 511 100 - </w:t>
            </w:r>
            <w:r w:rsidRPr="00C415D0">
              <w:rPr>
                <w:rFonts w:ascii="Arial" w:hAnsi="Arial" w:cs="Arial"/>
              </w:rPr>
              <w:t>Provozní středisko Roudnice nad Labem, závod Roudnice nad Labem</w:t>
            </w:r>
          </w:p>
        </w:tc>
      </w:tr>
      <w:tr w:rsidR="00F8483C" w:rsidTr="00F8483C">
        <w:trPr>
          <w:trHeight w:val="252"/>
          <w:jc w:val="center"/>
        </w:trPr>
        <w:tc>
          <w:tcPr>
            <w:tcW w:w="2136" w:type="dxa"/>
          </w:tcPr>
          <w:p w:rsidR="00F8483C" w:rsidRDefault="00F8483C" w:rsidP="00C415D0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</w:rPr>
            </w:pPr>
            <w:r w:rsidRPr="00F8483C">
              <w:rPr>
                <w:rFonts w:ascii="Arial" w:hAnsi="Arial" w:cs="Arial"/>
              </w:rPr>
              <w:t>Místo a</w:t>
            </w:r>
            <w:r>
              <w:rPr>
                <w:rFonts w:ascii="Arial" w:hAnsi="Arial" w:cs="Arial"/>
              </w:rPr>
              <w:t>kce (</w:t>
            </w:r>
            <w:proofErr w:type="spellStart"/>
            <w:proofErr w:type="gramStart"/>
            <w:r>
              <w:rPr>
                <w:rFonts w:ascii="Arial" w:hAnsi="Arial" w:cs="Arial"/>
              </w:rPr>
              <w:t>k.ú</w:t>
            </w:r>
            <w:proofErr w:type="spellEnd"/>
            <w:r>
              <w:rPr>
                <w:rFonts w:ascii="Arial" w:hAnsi="Arial" w:cs="Arial"/>
              </w:rPr>
              <w:t>.)</w:t>
            </w:r>
            <w:proofErr w:type="gramEnd"/>
          </w:p>
        </w:tc>
        <w:tc>
          <w:tcPr>
            <w:tcW w:w="7466" w:type="dxa"/>
          </w:tcPr>
          <w:p w:rsidR="00F8483C" w:rsidRDefault="00F8483C" w:rsidP="00C415D0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k.ú</w:t>
            </w:r>
            <w:proofErr w:type="spellEnd"/>
            <w:r>
              <w:rPr>
                <w:rFonts w:ascii="Arial" w:hAnsi="Arial" w:cs="Arial"/>
              </w:rPr>
              <w:t>.</w:t>
            </w:r>
            <w:proofErr w:type="gramEnd"/>
            <w:r>
              <w:rPr>
                <w:rFonts w:ascii="Arial" w:hAnsi="Arial" w:cs="Arial"/>
              </w:rPr>
              <w:t xml:space="preserve"> Roudnice nad Labem, </w:t>
            </w:r>
            <w:proofErr w:type="spellStart"/>
            <w:proofErr w:type="gramStart"/>
            <w:r>
              <w:rPr>
                <w:rFonts w:ascii="Arial" w:hAnsi="Arial" w:cs="Arial"/>
              </w:rPr>
              <w:t>p.č</w:t>
            </w:r>
            <w:proofErr w:type="spellEnd"/>
            <w:r>
              <w:rPr>
                <w:rFonts w:ascii="Arial" w:hAnsi="Arial" w:cs="Arial"/>
              </w:rPr>
              <w:t>.</w:t>
            </w:r>
            <w:proofErr w:type="gramEnd"/>
            <w:r>
              <w:rPr>
                <w:rFonts w:ascii="Arial" w:hAnsi="Arial" w:cs="Arial"/>
              </w:rPr>
              <w:t xml:space="preserve"> 426/1</w:t>
            </w:r>
          </w:p>
        </w:tc>
      </w:tr>
      <w:tr w:rsidR="00F8483C" w:rsidTr="00F8483C">
        <w:trPr>
          <w:trHeight w:val="252"/>
          <w:jc w:val="center"/>
        </w:trPr>
        <w:tc>
          <w:tcPr>
            <w:tcW w:w="2136" w:type="dxa"/>
          </w:tcPr>
          <w:p w:rsidR="00F8483C" w:rsidRDefault="00F8483C" w:rsidP="00C415D0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Číslo DHM a název</w:t>
            </w:r>
          </w:p>
        </w:tc>
        <w:tc>
          <w:tcPr>
            <w:tcW w:w="7466" w:type="dxa"/>
          </w:tcPr>
          <w:p w:rsidR="00F8483C" w:rsidRDefault="00F8483C" w:rsidP="00C415D0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9051010360, budova provozního střediska, Nábřežní 305, Roudnice </w:t>
            </w:r>
            <w:proofErr w:type="spellStart"/>
            <w:proofErr w:type="gramStart"/>
            <w:r>
              <w:rPr>
                <w:rFonts w:ascii="Arial" w:hAnsi="Arial" w:cs="Arial"/>
              </w:rPr>
              <w:t>n.L</w:t>
            </w:r>
            <w:proofErr w:type="spellEnd"/>
            <w:proofErr w:type="gramEnd"/>
          </w:p>
        </w:tc>
      </w:tr>
    </w:tbl>
    <w:p w:rsidR="00C415D0" w:rsidRDefault="00C415D0" w:rsidP="00F8483C">
      <w:pPr>
        <w:tabs>
          <w:tab w:val="left" w:pos="2160"/>
        </w:tabs>
        <w:jc w:val="both"/>
        <w:rPr>
          <w:rFonts w:ascii="Arial" w:hAnsi="Arial" w:cs="Arial"/>
          <w:b/>
        </w:rPr>
      </w:pPr>
    </w:p>
    <w:p w:rsidR="00C07DB0" w:rsidRDefault="00C07DB0" w:rsidP="00F8483C">
      <w:pPr>
        <w:tabs>
          <w:tab w:val="left" w:pos="2160"/>
        </w:tabs>
        <w:jc w:val="both"/>
        <w:rPr>
          <w:rFonts w:ascii="Arial" w:hAnsi="Arial" w:cs="Arial"/>
          <w:b/>
        </w:rPr>
      </w:pPr>
    </w:p>
    <w:p w:rsidR="006A06C2" w:rsidRDefault="006A06C2" w:rsidP="00C07DB0">
      <w:pPr>
        <w:tabs>
          <w:tab w:val="left" w:pos="2160"/>
        </w:tabs>
        <w:ind w:left="-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Podrobný popis předmětu dodávky (služby):</w:t>
      </w:r>
    </w:p>
    <w:p w:rsidR="00C07DB0" w:rsidRDefault="00C07DB0" w:rsidP="00C07DB0">
      <w:pPr>
        <w:pStyle w:val="Odstavecseseznamem1"/>
        <w:ind w:left="-18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Pravidelný </w:t>
      </w:r>
      <w:r w:rsidR="00A90EC8">
        <w:rPr>
          <w:rFonts w:ascii="Arial" w:hAnsi="Arial" w:cs="Arial"/>
        </w:rPr>
        <w:t>ú</w:t>
      </w:r>
      <w:r>
        <w:rPr>
          <w:rFonts w:ascii="Arial" w:hAnsi="Arial" w:cs="Arial"/>
        </w:rPr>
        <w:t>klid budovy provozního střediska Roudnice nad Labem: úklid přízemí o ploše 73 m2, kde se nachází</w:t>
      </w:r>
      <w:r w:rsidRPr="00F3413C">
        <w:rPr>
          <w:rFonts w:ascii="Arial" w:hAnsi="Arial"/>
        </w:rPr>
        <w:t xml:space="preserve"> šatna  pro poříční pracovníky,  dílna nutná k údržbě pracovních pomůcek</w:t>
      </w:r>
      <w:r>
        <w:rPr>
          <w:rFonts w:ascii="Arial" w:hAnsi="Arial"/>
        </w:rPr>
        <w:t xml:space="preserve"> a </w:t>
      </w:r>
      <w:r w:rsidRPr="00F3413C">
        <w:rPr>
          <w:rFonts w:ascii="Arial" w:hAnsi="Arial"/>
        </w:rPr>
        <w:t xml:space="preserve">hygienické zázemí – 1 ks umyvadla  včetně chodby a schodů do 1. patra. </w:t>
      </w:r>
    </w:p>
    <w:p w:rsidR="00C07DB0" w:rsidRDefault="00C07DB0" w:rsidP="00C07DB0">
      <w:pPr>
        <w:pStyle w:val="Odstavecseseznamem1"/>
        <w:ind w:left="-180"/>
        <w:jc w:val="both"/>
        <w:rPr>
          <w:rFonts w:ascii="Arial" w:hAnsi="Arial"/>
        </w:rPr>
      </w:pPr>
      <w:r w:rsidRPr="00F3413C">
        <w:rPr>
          <w:rFonts w:ascii="Arial" w:hAnsi="Arial"/>
        </w:rPr>
        <w:t xml:space="preserve">Úklid 1. patra zahrnuje plochu o velikosti </w:t>
      </w:r>
      <w:smartTag w:uri="urn:schemas-microsoft-com:office:smarttags" w:element="metricconverter">
        <w:smartTagPr>
          <w:attr w:name="ProductID" w:val="73 m2"/>
        </w:smartTagPr>
        <w:r w:rsidRPr="00F3413C">
          <w:rPr>
            <w:rFonts w:ascii="Arial" w:hAnsi="Arial"/>
          </w:rPr>
          <w:t>73 m2</w:t>
        </w:r>
      </w:smartTag>
      <w:r w:rsidRPr="00F3413C">
        <w:rPr>
          <w:rFonts w:ascii="Arial" w:hAnsi="Arial"/>
        </w:rPr>
        <w:t xml:space="preserve">, kde se nachází kancelář vedoucího střediska, 2 kanceláře úsekových techniků, skládek,  kuchyňka a sociální zařízení – 1 WC, sprchový kout a umývárna - 1 ks umyvadla. </w:t>
      </w:r>
      <w:r w:rsidRPr="00F3413C">
        <w:rPr>
          <w:rFonts w:ascii="Arial" w:hAnsi="Arial"/>
          <w:b/>
        </w:rPr>
        <w:t>V přízemí a v 1. patře  bude prováděn úklid 3 x do týdne</w:t>
      </w:r>
      <w:r w:rsidRPr="00F3413C">
        <w:rPr>
          <w:rFonts w:ascii="Arial" w:hAnsi="Arial"/>
        </w:rPr>
        <w:t xml:space="preserve">. </w:t>
      </w:r>
    </w:p>
    <w:p w:rsidR="00C07DB0" w:rsidRDefault="00C07DB0" w:rsidP="00C07DB0">
      <w:pPr>
        <w:pStyle w:val="Odstavecseseznamem1"/>
        <w:ind w:left="-180"/>
        <w:jc w:val="both"/>
        <w:rPr>
          <w:rFonts w:ascii="Arial" w:hAnsi="Arial"/>
        </w:rPr>
      </w:pPr>
      <w:r w:rsidRPr="00F3413C">
        <w:rPr>
          <w:rFonts w:ascii="Arial" w:hAnsi="Arial"/>
        </w:rPr>
        <w:t xml:space="preserve">Podkrovní prostory  provozního střediska sloužící pro spisovnu PS Roudnice </w:t>
      </w:r>
      <w:proofErr w:type="spellStart"/>
      <w:proofErr w:type="gramStart"/>
      <w:r w:rsidRPr="00F3413C">
        <w:rPr>
          <w:rFonts w:ascii="Arial" w:hAnsi="Arial"/>
        </w:rPr>
        <w:t>n.L</w:t>
      </w:r>
      <w:proofErr w:type="spellEnd"/>
      <w:r w:rsidRPr="00F3413C">
        <w:rPr>
          <w:rFonts w:ascii="Arial" w:hAnsi="Arial"/>
        </w:rPr>
        <w:t xml:space="preserve"> jsou</w:t>
      </w:r>
      <w:proofErr w:type="gramEnd"/>
      <w:r w:rsidRPr="00F3413C">
        <w:rPr>
          <w:rFonts w:ascii="Arial" w:hAnsi="Arial"/>
        </w:rPr>
        <w:t xml:space="preserve"> o ploše 59 m2. </w:t>
      </w:r>
      <w:r w:rsidRPr="00F3413C">
        <w:rPr>
          <w:rFonts w:ascii="Arial" w:hAnsi="Arial"/>
          <w:b/>
        </w:rPr>
        <w:t>Úklid podkrovního prostoru</w:t>
      </w:r>
      <w:r w:rsidRPr="00F3413C">
        <w:rPr>
          <w:rFonts w:ascii="Arial" w:hAnsi="Arial"/>
        </w:rPr>
        <w:t xml:space="preserve">, včetně dřevěných schodů z podkroví do 1 patra bude prováděn </w:t>
      </w:r>
      <w:r w:rsidRPr="00F3413C">
        <w:rPr>
          <w:rFonts w:ascii="Arial" w:hAnsi="Arial"/>
          <w:b/>
        </w:rPr>
        <w:t>2 x měsíčně</w:t>
      </w:r>
      <w:r w:rsidRPr="00F3413C">
        <w:rPr>
          <w:rFonts w:ascii="Arial" w:hAnsi="Arial"/>
        </w:rPr>
        <w:t xml:space="preserve">. </w:t>
      </w:r>
    </w:p>
    <w:p w:rsidR="00C07DB0" w:rsidRDefault="00C07DB0" w:rsidP="00C07DB0">
      <w:pPr>
        <w:pStyle w:val="Odstavecseseznamem1"/>
        <w:ind w:left="-180"/>
        <w:jc w:val="both"/>
        <w:rPr>
          <w:rFonts w:ascii="Arial" w:hAnsi="Arial"/>
        </w:rPr>
      </w:pPr>
      <w:r w:rsidRPr="00F3413C">
        <w:rPr>
          <w:rFonts w:ascii="Arial" w:hAnsi="Arial"/>
        </w:rPr>
        <w:t xml:space="preserve">Pravidelný úklid bude zahrnovat vynesení odpadkových košů,  vytření podlahových krytin z PVC i keramických dlaždic, včetně dlážděných schodů z kanceláří do dílny,  setření prachu na nábytku i volných plochách, umytí sociálního zařízení a pracovního prostoru kuchyňské linky. </w:t>
      </w:r>
    </w:p>
    <w:p w:rsidR="00C3237F" w:rsidRDefault="00C3237F" w:rsidP="00C07DB0">
      <w:pPr>
        <w:pStyle w:val="Odstavecseseznamem1"/>
        <w:ind w:left="-180"/>
        <w:jc w:val="both"/>
        <w:rPr>
          <w:rFonts w:ascii="Arial" w:hAnsi="Arial"/>
        </w:rPr>
      </w:pPr>
    </w:p>
    <w:p w:rsidR="00C07DB0" w:rsidRDefault="00C07DB0" w:rsidP="00C07DB0">
      <w:pPr>
        <w:pStyle w:val="Odstavecseseznamem1"/>
        <w:ind w:left="-180"/>
        <w:jc w:val="both"/>
        <w:rPr>
          <w:rFonts w:ascii="Arial" w:hAnsi="Arial"/>
          <w:b/>
        </w:rPr>
      </w:pPr>
      <w:r w:rsidRPr="00F3413C">
        <w:rPr>
          <w:rFonts w:ascii="Arial" w:hAnsi="Arial"/>
          <w:b/>
        </w:rPr>
        <w:t xml:space="preserve">Mytí oken </w:t>
      </w:r>
      <w:r w:rsidRPr="00F3413C">
        <w:rPr>
          <w:rFonts w:ascii="Arial" w:hAnsi="Arial"/>
        </w:rPr>
        <w:t xml:space="preserve">bude prováděno </w:t>
      </w:r>
      <w:r w:rsidRPr="00F3413C">
        <w:rPr>
          <w:rFonts w:ascii="Arial" w:hAnsi="Arial"/>
          <w:b/>
        </w:rPr>
        <w:t>v přízemí</w:t>
      </w:r>
      <w:r w:rsidRPr="00F3413C">
        <w:rPr>
          <w:rFonts w:ascii="Arial" w:hAnsi="Arial"/>
        </w:rPr>
        <w:t xml:space="preserve"> a </w:t>
      </w:r>
      <w:r w:rsidRPr="00F3413C">
        <w:rPr>
          <w:rFonts w:ascii="Arial" w:hAnsi="Arial"/>
          <w:b/>
        </w:rPr>
        <w:t>v 1. patře 2 x do roka (1Q a 3Q)</w:t>
      </w:r>
      <w:r w:rsidRPr="00F3413C">
        <w:rPr>
          <w:rFonts w:ascii="Arial" w:hAnsi="Arial"/>
        </w:rPr>
        <w:t xml:space="preserve">, kde  jsou okna o rozměrech 100 x </w:t>
      </w:r>
      <w:smartTag w:uri="urn:schemas-microsoft-com:office:smarttags" w:element="metricconverter">
        <w:smartTagPr>
          <w:attr w:name="ProductID" w:val="120 cm"/>
        </w:smartTagPr>
        <w:r w:rsidRPr="00F3413C">
          <w:rPr>
            <w:rFonts w:ascii="Arial" w:hAnsi="Arial"/>
          </w:rPr>
          <w:t>120 cm</w:t>
        </w:r>
      </w:smartTag>
      <w:r w:rsidRPr="00F3413C">
        <w:rPr>
          <w:rFonts w:ascii="Arial" w:hAnsi="Arial"/>
        </w:rPr>
        <w:t xml:space="preserve"> v počtu 9 ks a 2 ks oken o rozměrech 100 x 40 cm. </w:t>
      </w:r>
      <w:r w:rsidRPr="00F3413C">
        <w:rPr>
          <w:rFonts w:ascii="Arial" w:hAnsi="Arial"/>
          <w:b/>
        </w:rPr>
        <w:t>Střešní okna v  podkroví</w:t>
      </w:r>
      <w:r w:rsidRPr="00F3413C">
        <w:rPr>
          <w:rFonts w:ascii="Arial" w:hAnsi="Arial"/>
        </w:rPr>
        <w:t xml:space="preserve"> v počtu 7 ks  o rozměrech 60 x </w:t>
      </w:r>
      <w:smartTag w:uri="urn:schemas-microsoft-com:office:smarttags" w:element="metricconverter">
        <w:smartTagPr>
          <w:attr w:name="ProductID" w:val="125 cm"/>
        </w:smartTagPr>
        <w:r w:rsidRPr="00F3413C">
          <w:rPr>
            <w:rFonts w:ascii="Arial" w:hAnsi="Arial"/>
          </w:rPr>
          <w:t>125 cm</w:t>
        </w:r>
      </w:smartTag>
      <w:r w:rsidRPr="00F3413C">
        <w:rPr>
          <w:rFonts w:ascii="Arial" w:hAnsi="Arial"/>
        </w:rPr>
        <w:t xml:space="preserve">, budou vyčištěny </w:t>
      </w:r>
      <w:r w:rsidRPr="00F3413C">
        <w:rPr>
          <w:rFonts w:ascii="Arial" w:hAnsi="Arial"/>
          <w:b/>
        </w:rPr>
        <w:t>1 x za rok</w:t>
      </w:r>
      <w:r w:rsidR="00C3237F">
        <w:rPr>
          <w:rFonts w:ascii="Arial" w:hAnsi="Arial"/>
          <w:b/>
        </w:rPr>
        <w:t xml:space="preserve"> (</w:t>
      </w:r>
      <w:proofErr w:type="gramStart"/>
      <w:r w:rsidR="00C3237F">
        <w:rPr>
          <w:rFonts w:ascii="Arial" w:hAnsi="Arial"/>
          <w:b/>
        </w:rPr>
        <w:t xml:space="preserve">3Q) </w:t>
      </w:r>
      <w:r w:rsidRPr="00F3413C">
        <w:rPr>
          <w:rFonts w:ascii="Arial" w:hAnsi="Arial"/>
          <w:b/>
        </w:rPr>
        <w:t>.</w:t>
      </w:r>
      <w:proofErr w:type="gramEnd"/>
    </w:p>
    <w:p w:rsidR="00C3237F" w:rsidRDefault="00C3237F" w:rsidP="00C07DB0">
      <w:pPr>
        <w:pStyle w:val="Odstavecseseznamem1"/>
        <w:ind w:left="-180"/>
        <w:jc w:val="both"/>
        <w:rPr>
          <w:rFonts w:ascii="Arial" w:hAnsi="Arial"/>
          <w:b/>
        </w:rPr>
      </w:pPr>
    </w:p>
    <w:p w:rsidR="00705763" w:rsidRPr="00C07DB0" w:rsidRDefault="00C07DB0" w:rsidP="00C07DB0">
      <w:pPr>
        <w:pStyle w:val="Odstavecseseznamem1"/>
        <w:ind w:left="-180"/>
        <w:jc w:val="both"/>
        <w:rPr>
          <w:rFonts w:ascii="Arial" w:hAnsi="Arial" w:cs="Arial"/>
        </w:rPr>
      </w:pPr>
      <w:r w:rsidRPr="00F3413C">
        <w:rPr>
          <w:rFonts w:ascii="Arial" w:hAnsi="Arial"/>
          <w:b/>
        </w:rPr>
        <w:t>Jednou ročně bude proveden generální úklid</w:t>
      </w:r>
      <w:r w:rsidRPr="00F3413C">
        <w:rPr>
          <w:rFonts w:ascii="Arial" w:hAnsi="Arial"/>
        </w:rPr>
        <w:t>, který bude nad rámce pravidelného úklidu zahrnovat vyčištění vnitřku lednice, mikrovlnné trouby a důkladné umytí povrchu  nábytku, dveří,  dřevěného schodiště, včetně chemického ošetření povrchu nábytku a dřevěného schodiště, umytí keramických obkladů na sociálním zařízení (18m2), kolem umyvadla v dílně (2m2) a pracovního prostoru v kuchyni (4,5</w:t>
      </w:r>
      <w:r>
        <w:rPr>
          <w:rFonts w:ascii="Arial" w:hAnsi="Arial"/>
        </w:rPr>
        <w:t xml:space="preserve"> </w:t>
      </w:r>
      <w:r w:rsidRPr="00F3413C">
        <w:rPr>
          <w:rFonts w:ascii="Arial" w:hAnsi="Arial"/>
        </w:rPr>
        <w:t>m2) a umytí vypínačů a zásuvek na zdech.</w:t>
      </w:r>
    </w:p>
    <w:p w:rsidR="00705763" w:rsidRDefault="00705763" w:rsidP="006A06C2">
      <w:pPr>
        <w:tabs>
          <w:tab w:val="left" w:pos="2160"/>
        </w:tabs>
        <w:ind w:left="-540"/>
        <w:jc w:val="both"/>
        <w:rPr>
          <w:rFonts w:ascii="Arial" w:hAnsi="Arial" w:cs="Arial"/>
          <w:b/>
        </w:rPr>
      </w:pPr>
    </w:p>
    <w:p w:rsidR="006A06C2" w:rsidRDefault="006A06C2" w:rsidP="006A06C2">
      <w:pPr>
        <w:tabs>
          <w:tab w:val="left" w:pos="2160"/>
        </w:tabs>
        <w:ind w:left="-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Požadované parametry (specifikace dodávky/služby) a jejich zdůvodnění:</w:t>
      </w:r>
    </w:p>
    <w:p w:rsidR="00657957" w:rsidRDefault="00C07DB0" w:rsidP="00657957">
      <w:pPr>
        <w:ind w:left="-539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</w:t>
      </w:r>
      <w:r w:rsidR="00657957">
        <w:rPr>
          <w:rFonts w:ascii="Arial" w:hAnsi="Arial" w:cs="Arial"/>
        </w:rPr>
        <w:t xml:space="preserve">Pravidelný týdenní úklid bude probíhat ve dnech: pondělí, středa a pátek v dopoledních hodinách (v           </w:t>
      </w:r>
    </w:p>
    <w:p w:rsidR="0089187C" w:rsidRDefault="00657957" w:rsidP="0089187C">
      <w:pPr>
        <w:ind w:left="-539"/>
        <w:rPr>
          <w:rFonts w:ascii="Arial" w:hAnsi="Arial" w:cs="Arial"/>
        </w:rPr>
      </w:pPr>
      <w:r>
        <w:rPr>
          <w:rFonts w:ascii="Arial" w:hAnsi="Arial" w:cs="Arial"/>
        </w:rPr>
        <w:t xml:space="preserve">       rozmezí od 08:30 – 11:00). Termín generálního úklidu bude stanoven po vzájemné dohodě. </w:t>
      </w:r>
    </w:p>
    <w:p w:rsidR="0089187C" w:rsidRDefault="0089187C" w:rsidP="0089187C">
      <w:pPr>
        <w:ind w:left="-539"/>
        <w:rPr>
          <w:rFonts w:ascii="Arial" w:hAnsi="Arial" w:cs="Arial"/>
        </w:rPr>
      </w:pPr>
    </w:p>
    <w:p w:rsidR="00483AB7" w:rsidRDefault="00483AB7" w:rsidP="00483AB7">
      <w:pPr>
        <w:ind w:left="-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Součástí úklidu je doplňování hygienických systémů</w:t>
      </w:r>
      <w:r w:rsidR="008E444C">
        <w:rPr>
          <w:rFonts w:ascii="Arial" w:hAnsi="Arial" w:cs="Arial"/>
          <w:b/>
        </w:rPr>
        <w:t xml:space="preserve">. Tento </w:t>
      </w:r>
      <w:r w:rsidR="008E444C" w:rsidRPr="008E444C">
        <w:rPr>
          <w:rFonts w:ascii="Arial" w:hAnsi="Arial" w:cs="Arial"/>
          <w:b/>
        </w:rPr>
        <w:t xml:space="preserve">související </w:t>
      </w:r>
      <w:r w:rsidR="008E444C">
        <w:rPr>
          <w:rFonts w:ascii="Arial" w:hAnsi="Arial" w:cs="Arial"/>
          <w:b/>
        </w:rPr>
        <w:t>spotřební materiál</w:t>
      </w:r>
      <w:r w:rsidR="008E444C" w:rsidRPr="008E444C">
        <w:rPr>
          <w:rFonts w:ascii="Arial" w:hAnsi="Arial" w:cs="Arial"/>
          <w:b/>
        </w:rPr>
        <w:t xml:space="preserve"> (toaletní papír, mýdlo, papírové ručníky, sáčky do odpadkových košů a hygienické sáčky)</w:t>
      </w:r>
      <w:r>
        <w:rPr>
          <w:rFonts w:ascii="Arial" w:hAnsi="Arial" w:cs="Arial"/>
          <w:b/>
        </w:rPr>
        <w:t xml:space="preserve"> zajistí na své náklady zadavatel. </w:t>
      </w:r>
    </w:p>
    <w:p w:rsidR="00483AB7" w:rsidRDefault="00483AB7" w:rsidP="00483AB7">
      <w:pPr>
        <w:ind w:left="-142"/>
        <w:rPr>
          <w:rFonts w:ascii="Arial" w:hAnsi="Arial" w:cs="Arial"/>
          <w:b/>
        </w:rPr>
      </w:pPr>
    </w:p>
    <w:p w:rsidR="00483AB7" w:rsidRDefault="008E444C" w:rsidP="00483AB7">
      <w:pPr>
        <w:ind w:left="-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 nákladech dodavatele na </w:t>
      </w:r>
      <w:r w:rsidR="00483AB7">
        <w:rPr>
          <w:rFonts w:ascii="Arial" w:hAnsi="Arial" w:cs="Arial"/>
          <w:b/>
        </w:rPr>
        <w:t>služb</w:t>
      </w:r>
      <w:r>
        <w:rPr>
          <w:rFonts w:ascii="Arial" w:hAnsi="Arial" w:cs="Arial"/>
          <w:b/>
        </w:rPr>
        <w:t>u</w:t>
      </w:r>
      <w:r w:rsidR="00483AB7">
        <w:rPr>
          <w:rFonts w:ascii="Arial" w:hAnsi="Arial" w:cs="Arial"/>
          <w:b/>
        </w:rPr>
        <w:t xml:space="preserve"> bude</w:t>
      </w:r>
      <w:r w:rsidR="00483AB7" w:rsidRPr="006C74F3">
        <w:rPr>
          <w:rFonts w:ascii="Arial" w:hAnsi="Arial" w:cs="Arial"/>
          <w:b/>
        </w:rPr>
        <w:t xml:space="preserve"> zahrnuta doprava</w:t>
      </w:r>
      <w:r w:rsidR="00483AB7">
        <w:rPr>
          <w:rFonts w:ascii="Arial" w:hAnsi="Arial" w:cs="Arial"/>
          <w:b/>
        </w:rPr>
        <w:t>,</w:t>
      </w:r>
      <w:r w:rsidR="00483AB7" w:rsidRPr="006C74F3">
        <w:rPr>
          <w:rFonts w:ascii="Arial" w:hAnsi="Arial" w:cs="Arial"/>
          <w:b/>
        </w:rPr>
        <w:t xml:space="preserve"> čistící přípravky a</w:t>
      </w:r>
      <w:r w:rsidR="00483AB7">
        <w:rPr>
          <w:rFonts w:ascii="Arial" w:hAnsi="Arial" w:cs="Arial"/>
          <w:b/>
        </w:rPr>
        <w:t xml:space="preserve"> </w:t>
      </w:r>
      <w:r w:rsidR="00483AB7" w:rsidRPr="006C74F3">
        <w:rPr>
          <w:rFonts w:ascii="Arial" w:hAnsi="Arial" w:cs="Arial"/>
          <w:b/>
        </w:rPr>
        <w:t>úklidové prostředky.</w:t>
      </w:r>
    </w:p>
    <w:p w:rsidR="0089187C" w:rsidRDefault="0089187C" w:rsidP="0089187C">
      <w:pPr>
        <w:ind w:left="-539"/>
        <w:rPr>
          <w:rFonts w:ascii="Arial" w:hAnsi="Arial" w:cs="Arial"/>
        </w:rPr>
      </w:pPr>
    </w:p>
    <w:p w:rsidR="00B553E0" w:rsidRDefault="00B553E0" w:rsidP="005C5D5D">
      <w:pPr>
        <w:rPr>
          <w:rFonts w:ascii="Arial" w:hAnsi="Arial" w:cs="Arial"/>
          <w:b/>
        </w:rPr>
      </w:pPr>
    </w:p>
    <w:p w:rsidR="004A3127" w:rsidRDefault="004A3127" w:rsidP="005C5D5D">
      <w:pPr>
        <w:rPr>
          <w:rFonts w:ascii="Arial" w:hAnsi="Arial" w:cs="Arial"/>
          <w:b/>
        </w:rPr>
      </w:pPr>
      <w:bookmarkStart w:id="0" w:name="_GoBack"/>
      <w:bookmarkEnd w:id="0"/>
    </w:p>
    <w:p w:rsidR="00B553E0" w:rsidRDefault="00B553E0" w:rsidP="005C5D5D">
      <w:pPr>
        <w:rPr>
          <w:rFonts w:ascii="Arial" w:hAnsi="Arial" w:cs="Arial"/>
          <w:b/>
        </w:rPr>
      </w:pPr>
    </w:p>
    <w:p w:rsidR="00B553E0" w:rsidRDefault="00B553E0" w:rsidP="005C5D5D">
      <w:pPr>
        <w:rPr>
          <w:rFonts w:ascii="Arial" w:hAnsi="Arial" w:cs="Arial"/>
          <w:b/>
        </w:rPr>
      </w:pPr>
    </w:p>
    <w:p w:rsidR="006A06C2" w:rsidRDefault="006A06C2" w:rsidP="006A06C2">
      <w:pPr>
        <w:ind w:left="-539"/>
        <w:rPr>
          <w:rFonts w:ascii="Arial" w:hAnsi="Arial" w:cs="Arial"/>
          <w:b/>
        </w:rPr>
      </w:pPr>
    </w:p>
    <w:p w:rsidR="006A06C2" w:rsidRDefault="006A06C2" w:rsidP="006A06C2">
      <w:pPr>
        <w:tabs>
          <w:tab w:val="left" w:pos="1980"/>
        </w:tabs>
        <w:ind w:left="-540"/>
        <w:jc w:val="both"/>
        <w:rPr>
          <w:rFonts w:ascii="Arial" w:hAnsi="Arial" w:cs="Arial"/>
          <w:b/>
        </w:rPr>
      </w:pPr>
    </w:p>
    <w:p w:rsidR="006A06C2" w:rsidRPr="00FF123D" w:rsidRDefault="00244FA0" w:rsidP="006A06C2">
      <w:pPr>
        <w:tabs>
          <w:tab w:val="left" w:pos="1980"/>
        </w:tabs>
        <w:ind w:left="-540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Přílohy:      1.</w:t>
      </w:r>
      <w:r w:rsidR="00B553E0">
        <w:rPr>
          <w:rFonts w:ascii="Arial" w:hAnsi="Arial" w:cs="Arial"/>
        </w:rPr>
        <w:t xml:space="preserve">  I</w:t>
      </w:r>
      <w:r w:rsidR="001C3BDA" w:rsidRPr="00FF123D">
        <w:rPr>
          <w:rFonts w:ascii="Arial" w:hAnsi="Arial" w:cs="Arial"/>
        </w:rPr>
        <w:t xml:space="preserve">nformace o vlastnictví </w:t>
      </w:r>
    </w:p>
    <w:p w:rsidR="001C3BDA" w:rsidRDefault="00244FA0" w:rsidP="006A06C2">
      <w:pPr>
        <w:tabs>
          <w:tab w:val="left" w:pos="1980"/>
        </w:tabs>
        <w:ind w:lef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2.</w:t>
      </w:r>
      <w:r w:rsidR="00B553E0">
        <w:rPr>
          <w:rFonts w:ascii="Arial" w:hAnsi="Arial" w:cs="Arial"/>
        </w:rPr>
        <w:t xml:space="preserve">  F</w:t>
      </w:r>
      <w:r w:rsidR="00FF123D" w:rsidRPr="00FF123D">
        <w:rPr>
          <w:rFonts w:ascii="Arial" w:hAnsi="Arial" w:cs="Arial"/>
        </w:rPr>
        <w:t>otodokumentace objektu a jednotlivých prosto</w:t>
      </w:r>
      <w:r>
        <w:rPr>
          <w:rFonts w:ascii="Arial" w:hAnsi="Arial" w:cs="Arial"/>
        </w:rPr>
        <w:t>r</w:t>
      </w:r>
    </w:p>
    <w:p w:rsidR="00A90EC8" w:rsidRDefault="00A90EC8" w:rsidP="006A06C2">
      <w:pPr>
        <w:tabs>
          <w:tab w:val="left" w:pos="1980"/>
        </w:tabs>
        <w:ind w:left="-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3.  Harmonogram prací</w:t>
      </w:r>
    </w:p>
    <w:p w:rsidR="006A06C2" w:rsidRDefault="006A06C2" w:rsidP="006A06C2">
      <w:pPr>
        <w:ind w:left="360"/>
        <w:rPr>
          <w:rFonts w:ascii="Arial" w:hAnsi="Arial"/>
          <w:sz w:val="24"/>
        </w:rPr>
      </w:pPr>
    </w:p>
    <w:p w:rsidR="00306397" w:rsidRDefault="00306397" w:rsidP="006A06C2">
      <w:pPr>
        <w:ind w:left="360"/>
        <w:rPr>
          <w:rFonts w:ascii="Arial" w:hAnsi="Arial"/>
          <w:sz w:val="24"/>
        </w:rPr>
      </w:pPr>
    </w:p>
    <w:p w:rsidR="00306397" w:rsidRDefault="00306397" w:rsidP="006A06C2">
      <w:pPr>
        <w:ind w:left="360"/>
        <w:rPr>
          <w:rFonts w:ascii="Arial" w:hAnsi="Arial"/>
          <w:sz w:val="24"/>
        </w:rPr>
      </w:pPr>
    </w:p>
    <w:p w:rsidR="00306397" w:rsidRDefault="00306397" w:rsidP="006A06C2">
      <w:pPr>
        <w:ind w:left="360"/>
        <w:rPr>
          <w:rFonts w:ascii="Arial" w:hAnsi="Arial"/>
          <w:sz w:val="24"/>
        </w:rPr>
      </w:pPr>
    </w:p>
    <w:p w:rsidR="00DE6389" w:rsidRDefault="00DE6389" w:rsidP="006A06C2"/>
    <w:sectPr w:rsidR="00DE6389" w:rsidSect="006A06C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A6DFA"/>
    <w:multiLevelType w:val="hybridMultilevel"/>
    <w:tmpl w:val="621A16FC"/>
    <w:lvl w:ilvl="0" w:tplc="2966773A">
      <w:start w:val="1"/>
      <w:numFmt w:val="decimal"/>
      <w:lvlText w:val="%1."/>
      <w:lvlJc w:val="left"/>
      <w:pPr>
        <w:ind w:left="-1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5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2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19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27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4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1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48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55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8FD"/>
    <w:rsid w:val="0002273B"/>
    <w:rsid w:val="00032AF4"/>
    <w:rsid w:val="00037AA5"/>
    <w:rsid w:val="00142DAC"/>
    <w:rsid w:val="001C3BDA"/>
    <w:rsid w:val="00244FA0"/>
    <w:rsid w:val="002D23AE"/>
    <w:rsid w:val="00306397"/>
    <w:rsid w:val="00483AB7"/>
    <w:rsid w:val="004A3127"/>
    <w:rsid w:val="005479C1"/>
    <w:rsid w:val="00595B9E"/>
    <w:rsid w:val="005B5F8E"/>
    <w:rsid w:val="005C5D5D"/>
    <w:rsid w:val="005F5C99"/>
    <w:rsid w:val="00641305"/>
    <w:rsid w:val="00657957"/>
    <w:rsid w:val="0069790C"/>
    <w:rsid w:val="006A06C2"/>
    <w:rsid w:val="00705763"/>
    <w:rsid w:val="00791219"/>
    <w:rsid w:val="007C2DB9"/>
    <w:rsid w:val="00800A5E"/>
    <w:rsid w:val="008318FD"/>
    <w:rsid w:val="0089187C"/>
    <w:rsid w:val="008E444C"/>
    <w:rsid w:val="008F4AE1"/>
    <w:rsid w:val="00A05BF8"/>
    <w:rsid w:val="00A10B9A"/>
    <w:rsid w:val="00A579CF"/>
    <w:rsid w:val="00A90EC8"/>
    <w:rsid w:val="00B553E0"/>
    <w:rsid w:val="00B603FA"/>
    <w:rsid w:val="00C07DB0"/>
    <w:rsid w:val="00C3237F"/>
    <w:rsid w:val="00C415D0"/>
    <w:rsid w:val="00CF6B56"/>
    <w:rsid w:val="00D11704"/>
    <w:rsid w:val="00D7505D"/>
    <w:rsid w:val="00DE6389"/>
    <w:rsid w:val="00F3413C"/>
    <w:rsid w:val="00F8483C"/>
    <w:rsid w:val="00FC4BCB"/>
    <w:rsid w:val="00FF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5421B0"/>
  <w15:chartTrackingRefBased/>
  <w15:docId w15:val="{64559B2B-794F-4B66-9072-3518FB9E6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06C2"/>
    <w:pPr>
      <w:spacing w:before="60"/>
    </w:pPr>
    <w:rPr>
      <w:rFonts w:ascii="Times New Roman" w:eastAsia="Times New Roman" w:hAnsi="Times New Roman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A06C2"/>
    <w:pPr>
      <w:keepNext/>
      <w:outlineLvl w:val="2"/>
    </w:pPr>
    <w:rPr>
      <w:rFonts w:ascii="Arial" w:hAnsi="Arial"/>
      <w:b/>
      <w:color w:val="000000"/>
      <w:sz w:val="24"/>
      <w:u w:val="single"/>
      <w:lang w:val="x-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A06C2"/>
    <w:pPr>
      <w:keepNext/>
      <w:ind w:left="360"/>
      <w:outlineLvl w:val="4"/>
    </w:pPr>
    <w:rPr>
      <w:rFonts w:ascii="Arial" w:hAnsi="Arial"/>
      <w:b/>
      <w:color w:val="000000"/>
      <w:sz w:val="24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semiHidden/>
    <w:rsid w:val="006A06C2"/>
    <w:rPr>
      <w:rFonts w:ascii="Arial" w:eastAsia="Times New Roman" w:hAnsi="Arial" w:cs="Times New Roman"/>
      <w:b/>
      <w:color w:val="000000"/>
      <w:sz w:val="24"/>
      <w:szCs w:val="20"/>
      <w:u w:val="single"/>
      <w:lang w:val="x-none" w:eastAsia="cs-CZ"/>
    </w:rPr>
  </w:style>
  <w:style w:type="character" w:customStyle="1" w:styleId="Nadpis5Char">
    <w:name w:val="Nadpis 5 Char"/>
    <w:link w:val="Nadpis5"/>
    <w:semiHidden/>
    <w:rsid w:val="006A06C2"/>
    <w:rPr>
      <w:rFonts w:ascii="Arial" w:eastAsia="Times New Roman" w:hAnsi="Arial" w:cs="Times New Roman"/>
      <w:b/>
      <w:color w:val="000000"/>
      <w:sz w:val="24"/>
      <w:szCs w:val="20"/>
      <w:lang w:val="x-none"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6A06C2"/>
    <w:pPr>
      <w:ind w:left="709" w:firstLine="709"/>
    </w:pPr>
    <w:rPr>
      <w:rFonts w:ascii="Arial" w:hAnsi="Arial"/>
      <w:color w:val="000000"/>
      <w:sz w:val="24"/>
      <w:lang w:val="x-none"/>
    </w:rPr>
  </w:style>
  <w:style w:type="character" w:customStyle="1" w:styleId="ZkladntextodsazenChar">
    <w:name w:val="Základní text odsazený Char"/>
    <w:link w:val="Zkladntextodsazen"/>
    <w:semiHidden/>
    <w:rsid w:val="006A06C2"/>
    <w:rPr>
      <w:rFonts w:ascii="Arial" w:eastAsia="Times New Roman" w:hAnsi="Arial" w:cs="Times New Roman"/>
      <w:color w:val="000000"/>
      <w:sz w:val="24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6A06C2"/>
    <w:pPr>
      <w:spacing w:before="0"/>
      <w:ind w:left="720"/>
      <w:contextualSpacing/>
    </w:pPr>
  </w:style>
  <w:style w:type="paragraph" w:styleId="Normlnodsazen">
    <w:name w:val="Normal Indent"/>
    <w:basedOn w:val="Normln"/>
    <w:uiPriority w:val="99"/>
    <w:rsid w:val="0069790C"/>
    <w:pPr>
      <w:spacing w:before="0"/>
      <w:ind w:left="708"/>
    </w:pPr>
  </w:style>
  <w:style w:type="table" w:styleId="Mkatabulky">
    <w:name w:val="Table Grid"/>
    <w:basedOn w:val="Normlntabulka"/>
    <w:uiPriority w:val="39"/>
    <w:rsid w:val="00C415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44FA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FA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Z&#225;m&#283;ry\Vzor_zamer_na_dodavku(sluzbu)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E3040-A896-4699-940C-9FF385BEB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Vzor_zamer_na_dodavku(sluzbu)</Template>
  <TotalTime>14</TotalTime>
  <Pages>3</Pages>
  <Words>855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8</cp:revision>
  <cp:lastPrinted>2021-02-03T07:26:00Z</cp:lastPrinted>
  <dcterms:created xsi:type="dcterms:W3CDTF">2021-10-18T08:52:00Z</dcterms:created>
  <dcterms:modified xsi:type="dcterms:W3CDTF">2021-10-18T11:41:00Z</dcterms:modified>
</cp:coreProperties>
</file>