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1F1F" w:rsidRPr="007E34B1" w:rsidRDefault="004D1F1F" w:rsidP="004D1F1F">
      <w:pPr>
        <w:pStyle w:val="Styl10"/>
        <w:framePr w:w="3402" w:h="284" w:hRule="exact" w:wrap="notBeside" w:vAnchor="page" w:hAnchor="page" w:x="7610" w:y="2042" w:anchorLock="1"/>
        <w:jc w:val="right"/>
      </w:pPr>
      <w:r>
        <w:t>Duben</w:t>
      </w:r>
      <w:r w:rsidRPr="007E34B1">
        <w:t xml:space="preserve"> 20</w:t>
      </w:r>
      <w:r>
        <w:t>22</w:t>
      </w:r>
    </w:p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 w:rsidP="00BD1E95">
      <w:pPr>
        <w:tabs>
          <w:tab w:val="left" w:pos="1080"/>
        </w:tabs>
      </w:pPr>
    </w:p>
    <w:p w:rsidR="00561007" w:rsidRDefault="00561007"/>
    <w:tbl>
      <w:tblPr>
        <w:tblpPr w:leftFromText="142" w:rightFromText="142" w:vertAnchor="page" w:horzAnchor="margin" w:tblpXSpec="center" w:tblpY="7372"/>
        <w:tblOverlap w:val="never"/>
        <w:tblW w:w="75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34"/>
      </w:tblGrid>
      <w:tr w:rsidR="00561007" w:rsidTr="00BD1E95">
        <w:trPr>
          <w:trHeight w:val="720"/>
        </w:trPr>
        <w:tc>
          <w:tcPr>
            <w:tcW w:w="7534" w:type="dxa"/>
            <w:vAlign w:val="center"/>
          </w:tcPr>
          <w:p w:rsidR="009B465B" w:rsidRDefault="004D1F1F" w:rsidP="004D1F1F">
            <w:pPr>
              <w:pStyle w:val="Styl16"/>
              <w:framePr w:hSpace="0" w:vSpace="0" w:wrap="auto" w:vAnchor="margin" w:yAlign="inline"/>
              <w:rPr>
                <w:b/>
                <w:bCs/>
              </w:rPr>
            </w:pPr>
            <w:r w:rsidRPr="007E34B1">
              <w:rPr>
                <w:b/>
                <w:bCs/>
              </w:rPr>
              <w:t xml:space="preserve">Přivaděč Vyšní Lhoty – Žermanice, koryto, </w:t>
            </w:r>
          </w:p>
          <w:p w:rsidR="00561007" w:rsidRPr="009B465B" w:rsidRDefault="004D1F1F" w:rsidP="004D1F1F">
            <w:pPr>
              <w:pStyle w:val="Styl16"/>
              <w:framePr w:hSpace="0" w:vSpace="0" w:wrap="auto" w:vAnchor="margin" w:yAlign="inline"/>
              <w:rPr>
                <w:b/>
                <w:bCs/>
              </w:rPr>
            </w:pPr>
            <w:r w:rsidRPr="007E34B1">
              <w:rPr>
                <w:b/>
                <w:bCs/>
              </w:rPr>
              <w:t>km 0,000-3.633</w:t>
            </w:r>
            <w:r w:rsidR="009B465B"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>2. Etapa km 1,881 – 3,633</w:t>
            </w:r>
            <w:r w:rsidRPr="006A7E24">
              <w:rPr>
                <w:b/>
                <w:sz w:val="22"/>
                <w:szCs w:val="22"/>
              </w:rPr>
              <w:t xml:space="preserve">  </w:t>
            </w:r>
          </w:p>
        </w:tc>
      </w:tr>
      <w:tr w:rsidR="00561007" w:rsidTr="00BD1E95">
        <w:trPr>
          <w:trHeight w:val="717"/>
        </w:trPr>
        <w:tc>
          <w:tcPr>
            <w:tcW w:w="7534" w:type="dxa"/>
            <w:vAlign w:val="center"/>
          </w:tcPr>
          <w:p w:rsidR="00561007" w:rsidRDefault="004D1F1F">
            <w:pPr>
              <w:pStyle w:val="Styl16"/>
              <w:framePr w:hSpace="0" w:vSpace="0" w:wrap="auto" w:vAnchor="margin" w:yAlign="inline"/>
            </w:pPr>
            <w:r w:rsidRPr="007E34B1">
              <w:t>Dokumentace pro provádění stavby</w:t>
            </w:r>
          </w:p>
        </w:tc>
      </w:tr>
      <w:tr w:rsidR="00561007" w:rsidTr="00BD1E95">
        <w:trPr>
          <w:trHeight w:val="724"/>
        </w:trPr>
        <w:tc>
          <w:tcPr>
            <w:tcW w:w="7534" w:type="dxa"/>
            <w:vAlign w:val="center"/>
          </w:tcPr>
          <w:p w:rsidR="009B465B" w:rsidRDefault="00D22EA5" w:rsidP="004D1F1F">
            <w:pPr>
              <w:pStyle w:val="Styl16"/>
              <w:framePr w:hSpace="0" w:vSpace="0" w:wrap="auto" w:vAnchor="margin" w:yAlign="inline"/>
              <w:rPr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S</w:t>
            </w:r>
            <w:r w:rsidR="009B465B">
              <w:rPr>
                <w:b/>
                <w:bCs/>
                <w:szCs w:val="32"/>
              </w:rPr>
              <w:t>oupis</w:t>
            </w:r>
            <w:bookmarkStart w:id="0" w:name="_GoBack"/>
            <w:bookmarkEnd w:id="0"/>
            <w:r w:rsidR="009B465B">
              <w:rPr>
                <w:b/>
                <w:bCs/>
                <w:szCs w:val="32"/>
              </w:rPr>
              <w:t xml:space="preserve"> stavebních prací, dodávek </w:t>
            </w:r>
          </w:p>
          <w:p w:rsidR="004D1F1F" w:rsidRPr="005827B0" w:rsidRDefault="009B465B" w:rsidP="004D1F1F">
            <w:pPr>
              <w:pStyle w:val="Styl16"/>
              <w:framePr w:hSpace="0" w:vSpace="0" w:wrap="auto" w:vAnchor="margin" w:yAlign="inline"/>
              <w:rPr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a služeb s výkazem výměr</w:t>
            </w:r>
          </w:p>
          <w:p w:rsidR="00561007" w:rsidRPr="005827B0" w:rsidRDefault="00561007" w:rsidP="005827B0">
            <w:pPr>
              <w:pStyle w:val="Styl16"/>
              <w:framePr w:hSpace="0" w:vSpace="0" w:wrap="auto" w:vAnchor="margin" w:yAlign="inline"/>
              <w:rPr>
                <w:szCs w:val="32"/>
              </w:rPr>
            </w:pPr>
          </w:p>
        </w:tc>
      </w:tr>
      <w:tr w:rsidR="00561007" w:rsidTr="00BD1E95">
        <w:trPr>
          <w:trHeight w:val="567"/>
        </w:trPr>
        <w:tc>
          <w:tcPr>
            <w:tcW w:w="7534" w:type="dxa"/>
            <w:vAlign w:val="center"/>
          </w:tcPr>
          <w:p w:rsidR="00561007" w:rsidRDefault="004D1F1F">
            <w:pPr>
              <w:pStyle w:val="Styl16"/>
              <w:framePr w:hSpace="0" w:vSpace="0" w:wrap="auto" w:vAnchor="margin" w:yAlign="inline"/>
            </w:pPr>
            <w:r w:rsidRPr="007E34B1">
              <w:t>Objednatel: Povodí Odry, státní podnik</w:t>
            </w:r>
          </w:p>
        </w:tc>
      </w:tr>
    </w:tbl>
    <w:p w:rsidR="00561007" w:rsidRDefault="004D1F1F">
      <w:pPr>
        <w:pStyle w:val="Styl10"/>
        <w:framePr w:w="2852" w:h="363" w:hRule="exact" w:wrap="notBeside" w:vAnchor="page" w:hAnchor="page" w:x="2269" w:y="15843" w:anchorLock="1"/>
      </w:pPr>
      <w:r>
        <w:t>021206A</w:t>
      </w:r>
    </w:p>
    <w:p w:rsidR="00561007" w:rsidRDefault="00561007">
      <w:pPr>
        <w:pStyle w:val="Zhlav"/>
        <w:tabs>
          <w:tab w:val="clear" w:pos="4536"/>
          <w:tab w:val="clear" w:pos="9072"/>
        </w:tabs>
      </w:pPr>
    </w:p>
    <w:p w:rsidR="00561007" w:rsidRDefault="00561007"/>
    <w:p w:rsidR="00561007" w:rsidRDefault="00561007"/>
    <w:p w:rsidR="00561007" w:rsidRDefault="00561007"/>
    <w:p w:rsidR="00561007" w:rsidRDefault="00561007"/>
    <w:p w:rsidR="00561007" w:rsidRDefault="00561007"/>
    <w:p w:rsidR="00561007" w:rsidRDefault="00561007">
      <w:pPr>
        <w:pStyle w:val="Zhlav"/>
        <w:tabs>
          <w:tab w:val="clear" w:pos="4536"/>
          <w:tab w:val="clear" w:pos="9072"/>
          <w:tab w:val="left" w:pos="-2160"/>
        </w:tabs>
      </w:pPr>
    </w:p>
    <w:sectPr w:rsidR="00561007">
      <w:headerReference w:type="default" r:id="rId6"/>
      <w:footerReference w:type="default" r:id="rId7"/>
      <w:pgSz w:w="11906" w:h="16838"/>
      <w:pgMar w:top="720" w:right="1134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D1F1F" w:rsidRDefault="004D1F1F">
      <w:r>
        <w:separator/>
      </w:r>
    </w:p>
  </w:endnote>
  <w:endnote w:type="continuationSeparator" w:id="0">
    <w:p w:rsidR="004D1F1F" w:rsidRDefault="004D1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61007" w:rsidRDefault="00561007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D1F1F" w:rsidRDefault="004D1F1F">
      <w:r>
        <w:separator/>
      </w:r>
    </w:p>
  </w:footnote>
  <w:footnote w:type="continuationSeparator" w:id="0">
    <w:p w:rsidR="004D1F1F" w:rsidRDefault="004D1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61007" w:rsidRDefault="001C228D">
    <w:pPr>
      <w:pStyle w:val="Zhlav"/>
      <w:tabs>
        <w:tab w:val="left" w:pos="900"/>
      </w:tabs>
    </w:pPr>
    <w:r>
      <w:rPr>
        <w:noProof/>
      </w:rPr>
      <w:drawing>
        <wp:anchor distT="0" distB="0" distL="114300" distR="114300" simplePos="0" relativeHeight="251659776" behindDoc="0" locked="0" layoutInCell="1" allowOverlap="1" wp14:anchorId="01B4DC5E" wp14:editId="1276A72B">
          <wp:simplePos x="0" y="0"/>
          <wp:positionH relativeFrom="column">
            <wp:posOffset>288925</wp:posOffset>
          </wp:positionH>
          <wp:positionV relativeFrom="paragraph">
            <wp:posOffset>-34925</wp:posOffset>
          </wp:positionV>
          <wp:extent cx="1266825" cy="346710"/>
          <wp:effectExtent l="0" t="0" r="9525" b="0"/>
          <wp:wrapNone/>
          <wp:docPr id="7" name="Obrázek 7" descr="R:\__15220_intranet\__15220_16_A01_aquatis_web\AQUATIS logo\logo Aquat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_15220_intranet\__15220_16_A01_aquatis_web\AQUATIS logo\logo Aquati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F1F"/>
    <w:rsid w:val="00016B19"/>
    <w:rsid w:val="001C228D"/>
    <w:rsid w:val="004D1F1F"/>
    <w:rsid w:val="00525C57"/>
    <w:rsid w:val="005608FA"/>
    <w:rsid w:val="00561007"/>
    <w:rsid w:val="005827B0"/>
    <w:rsid w:val="006D4796"/>
    <w:rsid w:val="007E4E11"/>
    <w:rsid w:val="009B465B"/>
    <w:rsid w:val="00A0073C"/>
    <w:rsid w:val="00A90821"/>
    <w:rsid w:val="00AE5373"/>
    <w:rsid w:val="00BD1E95"/>
    <w:rsid w:val="00CF5790"/>
    <w:rsid w:val="00D22EA5"/>
    <w:rsid w:val="00DA033F"/>
    <w:rsid w:val="00DD39E1"/>
    <w:rsid w:val="00E8308E"/>
    <w:rsid w:val="00EE074B"/>
    <w:rsid w:val="00EE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2BC4452"/>
  <w15:docId w15:val="{907C4592-CB7B-411D-AB99-39CB352D1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Styl22">
    <w:name w:val="Styl 22"/>
    <w:basedOn w:val="Normln"/>
    <w:pPr>
      <w:keepLines/>
      <w:framePr w:hSpace="142" w:vSpace="142" w:wrap="notBeside" w:vAnchor="text" w:hAnchor="text" w:y="1"/>
      <w:widowControl w:val="0"/>
    </w:pPr>
    <w:rPr>
      <w:sz w:val="36"/>
    </w:rPr>
  </w:style>
  <w:style w:type="paragraph" w:customStyle="1" w:styleId="Styl10">
    <w:name w:val="Styl 10"/>
    <w:basedOn w:val="Normln"/>
    <w:pPr>
      <w:keepLines/>
      <w:framePr w:hSpace="142" w:vSpace="142" w:wrap="notBeside" w:vAnchor="text" w:hAnchor="text" w:y="1"/>
      <w:widowControl w:val="0"/>
    </w:pPr>
  </w:style>
  <w:style w:type="paragraph" w:customStyle="1" w:styleId="Styl16">
    <w:name w:val="Styl 16"/>
    <w:basedOn w:val="Normln"/>
    <w:pPr>
      <w:keepLines/>
      <w:framePr w:hSpace="142" w:vSpace="142" w:wrap="notBeside" w:vAnchor="text" w:hAnchor="text" w:y="1"/>
      <w:widowControl w:val="0"/>
    </w:pPr>
    <w:rPr>
      <w:sz w:val="32"/>
    </w:rPr>
  </w:style>
  <w:style w:type="paragraph" w:customStyle="1" w:styleId="Normln14">
    <w:name w:val="Normální 14"/>
    <w:basedOn w:val="Normln"/>
    <w:pPr>
      <w:widowControl w:val="0"/>
    </w:pPr>
    <w:rPr>
      <w:sz w:val="28"/>
    </w:rPr>
  </w:style>
  <w:style w:type="paragraph" w:customStyle="1" w:styleId="Styl18">
    <w:name w:val="Styl 18"/>
    <w:basedOn w:val="Styl22"/>
    <w:pPr>
      <w:framePr w:w="9895" w:h="1134" w:hRule="exact" w:hSpace="0" w:vSpace="0" w:wrap="notBeside" w:vAnchor="page" w:hAnchor="margin" w:y="681" w:anchorLock="1"/>
      <w:jc w:val="right"/>
    </w:pPr>
  </w:style>
  <w:style w:type="paragraph" w:customStyle="1" w:styleId="Styl18nastred">
    <w:name w:val="Styl 18 na stred"/>
    <w:basedOn w:val="Styl22"/>
    <w:pPr>
      <w:framePr w:w="9639" w:hSpace="0" w:vSpace="0" w:wrap="notBeside" w:vAnchor="margin" w:hAnchor="page" w:x="1135"/>
      <w:jc w:val="center"/>
    </w:pPr>
  </w:style>
  <w:style w:type="paragraph" w:customStyle="1" w:styleId="Styl14">
    <w:name w:val="Styl 14"/>
    <w:basedOn w:val="Styl16"/>
    <w:pPr>
      <w:framePr w:w="9639" w:hSpace="0" w:vSpace="0" w:wrap="notBeside" w:vAnchor="margin" w:hAnchor="page" w:x="1135" w:y="681"/>
      <w:jc w:val="center"/>
    </w:pPr>
    <w:rPr>
      <w:sz w:val="28"/>
    </w:rPr>
  </w:style>
  <w:style w:type="paragraph" w:styleId="slovanseznam">
    <w:name w:val="List Number"/>
    <w:basedOn w:val="Normln"/>
    <w:rsid w:val="004D1F1F"/>
    <w:pPr>
      <w:widowControl w:val="0"/>
      <w:tabs>
        <w:tab w:val="left" w:pos="357"/>
      </w:tabs>
      <w:ind w:left="357" w:hanging="357"/>
    </w:pPr>
  </w:style>
  <w:style w:type="paragraph" w:styleId="Textbubliny">
    <w:name w:val="Balloon Text"/>
    <w:basedOn w:val="Normln"/>
    <w:link w:val="TextbublinyChar"/>
    <w:rsid w:val="00EE07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EE07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3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6\Templates\Titulni%20Listy\TIT_LIST_A4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TIT_LIST_A4.dotx</Template>
  <TotalTime>8</TotalTime>
  <Pages>1</Pages>
  <Words>33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Hertlova, Jana</dc:creator>
  <cp:lastModifiedBy>Dolezalova, Eva</cp:lastModifiedBy>
  <cp:revision>3</cp:revision>
  <cp:lastPrinted>2022-03-16T14:19:00Z</cp:lastPrinted>
  <dcterms:created xsi:type="dcterms:W3CDTF">2022-04-13T07:44:00Z</dcterms:created>
  <dcterms:modified xsi:type="dcterms:W3CDTF">2022-04-13T07:45:00Z</dcterms:modified>
</cp:coreProperties>
</file>