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F4051" w14:textId="7E015376" w:rsidR="002F15AC" w:rsidRDefault="001E6264" w:rsidP="004E7355">
      <w:pPr>
        <w:pStyle w:val="Nzev"/>
        <w:jc w:val="center"/>
      </w:pPr>
      <w:r>
        <w:t>BIM PROTOKOL</w:t>
      </w:r>
      <w:r>
        <w:br/>
        <w:t>(projektové práce)</w:t>
      </w:r>
    </w:p>
    <w:p w14:paraId="13EBD489" w14:textId="7921D1AA" w:rsidR="00F437A4" w:rsidRDefault="00F437A4" w:rsidP="00F437A4"/>
    <w:p w14:paraId="21756730" w14:textId="77777777" w:rsidR="00F437A4" w:rsidRDefault="00F437A4" w:rsidP="00B44D54">
      <w:pPr>
        <w:jc w:val="center"/>
      </w:pPr>
    </w:p>
    <w:p w14:paraId="63A9ACA1" w14:textId="3268FF70" w:rsidR="00F437A4" w:rsidRDefault="00F437A4" w:rsidP="00B44D54">
      <w:pPr>
        <w:jc w:val="center"/>
      </w:pPr>
      <w:r>
        <w:t>Příloha smlouvy č. [</w:t>
      </w:r>
      <w:r w:rsidRPr="00A647B5">
        <w:rPr>
          <w:highlight w:val="yellow"/>
        </w:rPr>
        <w:t>bude doplněno</w:t>
      </w:r>
      <w:r>
        <w:t>]</w:t>
      </w:r>
    </w:p>
    <w:p w14:paraId="1CFDE278" w14:textId="77777777" w:rsidR="00F644A1" w:rsidRDefault="00F437A4" w:rsidP="00F644A1">
      <w:pPr>
        <w:jc w:val="center"/>
      </w:pPr>
      <w:r>
        <w:t xml:space="preserve">Název zakázky: </w:t>
      </w:r>
    </w:p>
    <w:p w14:paraId="53D9C00E" w14:textId="4AFB1267" w:rsidR="00F437A4" w:rsidRPr="00F437A4" w:rsidRDefault="00F644A1" w:rsidP="00F644A1">
      <w:pPr>
        <w:jc w:val="center"/>
      </w:pPr>
      <w:r w:rsidRPr="00F644A1">
        <w:rPr>
          <w:rFonts w:ascii="Arial" w:hAnsi="Arial" w:cs="Arial"/>
          <w:b/>
          <w:szCs w:val="24"/>
        </w:rPr>
        <w:t>“ČS Stranná – rekonstrukce a oprava technologického vybavení”</w:t>
      </w:r>
      <w:r>
        <w:rPr>
          <w:rFonts w:ascii="Arial" w:hAnsi="Arial" w:cs="Arial"/>
          <w:b/>
          <w:szCs w:val="24"/>
        </w:rPr>
        <w:t xml:space="preserve"> </w:t>
      </w:r>
      <w:r w:rsidRPr="00F644A1">
        <w:rPr>
          <w:rFonts w:ascii="Arial" w:hAnsi="Arial" w:cs="Arial"/>
          <w:b/>
          <w:szCs w:val="24"/>
        </w:rPr>
        <w:t>– zadávací dokumentace do výběrového řízení (ZD) zpracovaná v režimu BIM a pasportizace objektu čerpací stanice v režimu BIM</w:t>
      </w:r>
    </w:p>
    <w:p w14:paraId="790FED94" w14:textId="731A4CF6" w:rsidR="00AC41BA" w:rsidRDefault="00AC41BA" w:rsidP="00AC41BA">
      <w:r>
        <w:br w:type="page"/>
      </w:r>
    </w:p>
    <w:sdt>
      <w:sdtPr>
        <w:rPr>
          <w:rFonts w:asciiTheme="minorHAnsi" w:eastAsiaTheme="minorHAnsi" w:hAnsiTheme="minorHAnsi" w:cstheme="minorBidi"/>
          <w:color w:val="auto"/>
          <w:sz w:val="22"/>
          <w:szCs w:val="22"/>
          <w:lang w:eastAsia="en-US"/>
        </w:rPr>
        <w:id w:val="1791934678"/>
        <w:docPartObj>
          <w:docPartGallery w:val="Table of Contents"/>
          <w:docPartUnique/>
        </w:docPartObj>
      </w:sdtPr>
      <w:sdtEndPr>
        <w:rPr>
          <w:b/>
          <w:bCs/>
        </w:rPr>
      </w:sdtEndPr>
      <w:sdtContent>
        <w:p w14:paraId="07D980A3" w14:textId="4949F5CD" w:rsidR="006D35D7" w:rsidRDefault="006D35D7" w:rsidP="001C4D02">
          <w:pPr>
            <w:pStyle w:val="Nadpisobsahu"/>
          </w:pPr>
          <w:r>
            <w:t>Obsah</w:t>
          </w:r>
        </w:p>
        <w:p w14:paraId="4D760289" w14:textId="4586D85A" w:rsidR="00C100DE" w:rsidRDefault="006D35D7" w:rsidP="00C100DE">
          <w:pPr>
            <w:pStyle w:val="Obsah1"/>
            <w:rPr>
              <w:rFonts w:eastAsiaTheme="minorEastAsia"/>
              <w:noProof/>
              <w:lang w:eastAsia="cs-CZ"/>
            </w:rPr>
          </w:pPr>
          <w:r>
            <w:fldChar w:fldCharType="begin"/>
          </w:r>
          <w:r>
            <w:instrText xml:space="preserve"> TOC \o "1-3" \h \z \u </w:instrText>
          </w:r>
          <w:r>
            <w:fldChar w:fldCharType="separate"/>
          </w:r>
          <w:hyperlink w:anchor="_Toc96605431" w:history="1">
            <w:r w:rsidR="00C100DE" w:rsidRPr="00851BB9">
              <w:rPr>
                <w:rStyle w:val="Hypertextovodkaz"/>
                <w:noProof/>
              </w:rPr>
              <w:t>1.</w:t>
            </w:r>
            <w:r w:rsidR="00C100DE">
              <w:rPr>
                <w:rFonts w:eastAsiaTheme="minorEastAsia"/>
                <w:noProof/>
                <w:lang w:eastAsia="cs-CZ"/>
              </w:rPr>
              <w:tab/>
            </w:r>
            <w:r w:rsidR="00C100DE" w:rsidRPr="00851BB9">
              <w:rPr>
                <w:rStyle w:val="Hypertextovodkaz"/>
                <w:noProof/>
              </w:rPr>
              <w:t>Účel protokolu</w:t>
            </w:r>
            <w:r w:rsidR="00C100DE">
              <w:rPr>
                <w:noProof/>
                <w:webHidden/>
              </w:rPr>
              <w:tab/>
            </w:r>
            <w:r w:rsidR="00C100DE">
              <w:rPr>
                <w:noProof/>
                <w:webHidden/>
              </w:rPr>
              <w:fldChar w:fldCharType="begin"/>
            </w:r>
            <w:r w:rsidR="00C100DE">
              <w:rPr>
                <w:noProof/>
                <w:webHidden/>
              </w:rPr>
              <w:instrText xml:space="preserve"> PAGEREF _Toc96605431 \h </w:instrText>
            </w:r>
            <w:r w:rsidR="00C100DE">
              <w:rPr>
                <w:noProof/>
                <w:webHidden/>
              </w:rPr>
            </w:r>
            <w:r w:rsidR="00C100DE">
              <w:rPr>
                <w:noProof/>
                <w:webHidden/>
              </w:rPr>
              <w:fldChar w:fldCharType="separate"/>
            </w:r>
            <w:r w:rsidR="00537F6F">
              <w:rPr>
                <w:noProof/>
                <w:webHidden/>
              </w:rPr>
              <w:t>3</w:t>
            </w:r>
            <w:r w:rsidR="00C100DE">
              <w:rPr>
                <w:noProof/>
                <w:webHidden/>
              </w:rPr>
              <w:fldChar w:fldCharType="end"/>
            </w:r>
          </w:hyperlink>
        </w:p>
        <w:p w14:paraId="434C2739" w14:textId="61FC214E" w:rsidR="00C100DE" w:rsidRDefault="00744963" w:rsidP="00C100DE">
          <w:pPr>
            <w:pStyle w:val="Obsah1"/>
            <w:rPr>
              <w:rFonts w:eastAsiaTheme="minorEastAsia"/>
              <w:noProof/>
              <w:lang w:eastAsia="cs-CZ"/>
            </w:rPr>
          </w:pPr>
          <w:hyperlink w:anchor="_Toc96605432" w:history="1">
            <w:r w:rsidR="00C100DE" w:rsidRPr="00851BB9">
              <w:rPr>
                <w:rStyle w:val="Hypertextovodkaz"/>
                <w:noProof/>
              </w:rPr>
              <w:t>2.</w:t>
            </w:r>
            <w:r w:rsidR="00C100DE">
              <w:rPr>
                <w:rFonts w:eastAsiaTheme="minorEastAsia"/>
                <w:noProof/>
                <w:lang w:eastAsia="cs-CZ"/>
              </w:rPr>
              <w:tab/>
            </w:r>
            <w:r w:rsidR="00C100DE" w:rsidRPr="00851BB9">
              <w:rPr>
                <w:rStyle w:val="Hypertextovodkaz"/>
                <w:noProof/>
              </w:rPr>
              <w:t>Definice</w:t>
            </w:r>
            <w:r w:rsidR="00C100DE">
              <w:rPr>
                <w:noProof/>
                <w:webHidden/>
              </w:rPr>
              <w:tab/>
            </w:r>
            <w:r w:rsidR="00C100DE">
              <w:rPr>
                <w:noProof/>
                <w:webHidden/>
              </w:rPr>
              <w:fldChar w:fldCharType="begin"/>
            </w:r>
            <w:r w:rsidR="00C100DE">
              <w:rPr>
                <w:noProof/>
                <w:webHidden/>
              </w:rPr>
              <w:instrText xml:space="preserve"> PAGEREF _Toc96605432 \h </w:instrText>
            </w:r>
            <w:r w:rsidR="00C100DE">
              <w:rPr>
                <w:noProof/>
                <w:webHidden/>
              </w:rPr>
            </w:r>
            <w:r w:rsidR="00C100DE">
              <w:rPr>
                <w:noProof/>
                <w:webHidden/>
              </w:rPr>
              <w:fldChar w:fldCharType="separate"/>
            </w:r>
            <w:r w:rsidR="00537F6F">
              <w:rPr>
                <w:noProof/>
                <w:webHidden/>
              </w:rPr>
              <w:t>3</w:t>
            </w:r>
            <w:r w:rsidR="00C100DE">
              <w:rPr>
                <w:noProof/>
                <w:webHidden/>
              </w:rPr>
              <w:fldChar w:fldCharType="end"/>
            </w:r>
          </w:hyperlink>
        </w:p>
        <w:p w14:paraId="5B898D4C" w14:textId="682F808C" w:rsidR="00C100DE" w:rsidRDefault="00744963" w:rsidP="00C100DE">
          <w:pPr>
            <w:pStyle w:val="Obsah1"/>
            <w:rPr>
              <w:rFonts w:eastAsiaTheme="minorEastAsia"/>
              <w:noProof/>
              <w:lang w:eastAsia="cs-CZ"/>
            </w:rPr>
          </w:pPr>
          <w:hyperlink w:anchor="_Toc96605433" w:history="1">
            <w:r w:rsidR="00C100DE" w:rsidRPr="00851BB9">
              <w:rPr>
                <w:rStyle w:val="Hypertextovodkaz"/>
                <w:noProof/>
              </w:rPr>
              <w:t>3.</w:t>
            </w:r>
            <w:r w:rsidR="00C100DE">
              <w:rPr>
                <w:rFonts w:eastAsiaTheme="minorEastAsia"/>
                <w:noProof/>
                <w:lang w:eastAsia="cs-CZ"/>
              </w:rPr>
              <w:tab/>
            </w:r>
            <w:r w:rsidR="00C100DE" w:rsidRPr="00851BB9">
              <w:rPr>
                <w:rStyle w:val="Hypertextovodkaz"/>
                <w:noProof/>
              </w:rPr>
              <w:t>Závaznost protokolu</w:t>
            </w:r>
            <w:r w:rsidR="00C100DE">
              <w:rPr>
                <w:noProof/>
                <w:webHidden/>
              </w:rPr>
              <w:tab/>
            </w:r>
            <w:r w:rsidR="00C100DE">
              <w:rPr>
                <w:noProof/>
                <w:webHidden/>
              </w:rPr>
              <w:fldChar w:fldCharType="begin"/>
            </w:r>
            <w:r w:rsidR="00C100DE">
              <w:rPr>
                <w:noProof/>
                <w:webHidden/>
              </w:rPr>
              <w:instrText xml:space="preserve"> PAGEREF _Toc96605433 \h </w:instrText>
            </w:r>
            <w:r w:rsidR="00C100DE">
              <w:rPr>
                <w:noProof/>
                <w:webHidden/>
              </w:rPr>
            </w:r>
            <w:r w:rsidR="00C100DE">
              <w:rPr>
                <w:noProof/>
                <w:webHidden/>
              </w:rPr>
              <w:fldChar w:fldCharType="separate"/>
            </w:r>
            <w:r w:rsidR="00537F6F">
              <w:rPr>
                <w:noProof/>
                <w:webHidden/>
              </w:rPr>
              <w:t>4</w:t>
            </w:r>
            <w:r w:rsidR="00C100DE">
              <w:rPr>
                <w:noProof/>
                <w:webHidden/>
              </w:rPr>
              <w:fldChar w:fldCharType="end"/>
            </w:r>
          </w:hyperlink>
        </w:p>
        <w:p w14:paraId="46FE8369" w14:textId="21C3B906" w:rsidR="00C100DE" w:rsidRDefault="00744963" w:rsidP="00C100DE">
          <w:pPr>
            <w:pStyle w:val="Obsah1"/>
            <w:rPr>
              <w:rFonts w:eastAsiaTheme="minorEastAsia"/>
              <w:noProof/>
              <w:lang w:eastAsia="cs-CZ"/>
            </w:rPr>
          </w:pPr>
          <w:hyperlink w:anchor="_Toc96605434" w:history="1">
            <w:r w:rsidR="00C100DE" w:rsidRPr="00851BB9">
              <w:rPr>
                <w:rStyle w:val="Hypertextovodkaz"/>
                <w:noProof/>
              </w:rPr>
              <w:t>4.</w:t>
            </w:r>
            <w:r w:rsidR="00C100DE">
              <w:rPr>
                <w:rFonts w:eastAsiaTheme="minorEastAsia"/>
                <w:noProof/>
                <w:lang w:eastAsia="cs-CZ"/>
              </w:rPr>
              <w:tab/>
            </w:r>
            <w:r w:rsidR="00C100DE" w:rsidRPr="00851BB9">
              <w:rPr>
                <w:rStyle w:val="Hypertextovodkaz"/>
                <w:noProof/>
              </w:rPr>
              <w:t>Sdílená data v rámci společného datového prostředí</w:t>
            </w:r>
            <w:r w:rsidR="00C100DE">
              <w:rPr>
                <w:noProof/>
                <w:webHidden/>
              </w:rPr>
              <w:tab/>
            </w:r>
            <w:r w:rsidR="00C100DE">
              <w:rPr>
                <w:noProof/>
                <w:webHidden/>
              </w:rPr>
              <w:fldChar w:fldCharType="begin"/>
            </w:r>
            <w:r w:rsidR="00C100DE">
              <w:rPr>
                <w:noProof/>
                <w:webHidden/>
              </w:rPr>
              <w:instrText xml:space="preserve"> PAGEREF _Toc96605434 \h </w:instrText>
            </w:r>
            <w:r w:rsidR="00C100DE">
              <w:rPr>
                <w:noProof/>
                <w:webHidden/>
              </w:rPr>
            </w:r>
            <w:r w:rsidR="00C100DE">
              <w:rPr>
                <w:noProof/>
                <w:webHidden/>
              </w:rPr>
              <w:fldChar w:fldCharType="separate"/>
            </w:r>
            <w:r w:rsidR="00537F6F">
              <w:rPr>
                <w:noProof/>
                <w:webHidden/>
              </w:rPr>
              <w:t>4</w:t>
            </w:r>
            <w:r w:rsidR="00C100DE">
              <w:rPr>
                <w:noProof/>
                <w:webHidden/>
              </w:rPr>
              <w:fldChar w:fldCharType="end"/>
            </w:r>
          </w:hyperlink>
        </w:p>
        <w:p w14:paraId="2D043514" w14:textId="0AC00A1F" w:rsidR="00C100DE" w:rsidRDefault="00744963" w:rsidP="00C100DE">
          <w:pPr>
            <w:pStyle w:val="Obsah1"/>
            <w:rPr>
              <w:rFonts w:eastAsiaTheme="minorEastAsia"/>
              <w:noProof/>
              <w:lang w:eastAsia="cs-CZ"/>
            </w:rPr>
          </w:pPr>
          <w:hyperlink w:anchor="_Toc96605435" w:history="1">
            <w:r w:rsidR="00C100DE" w:rsidRPr="00851BB9">
              <w:rPr>
                <w:rStyle w:val="Hypertextovodkaz"/>
                <w:noProof/>
              </w:rPr>
              <w:t>5.</w:t>
            </w:r>
            <w:r w:rsidR="00C100DE">
              <w:rPr>
                <w:rFonts w:eastAsiaTheme="minorEastAsia"/>
                <w:noProof/>
                <w:lang w:eastAsia="cs-CZ"/>
              </w:rPr>
              <w:tab/>
            </w:r>
            <w:r w:rsidR="00C100DE" w:rsidRPr="00851BB9">
              <w:rPr>
                <w:rStyle w:val="Hypertextovodkaz"/>
                <w:noProof/>
              </w:rPr>
              <w:t>Zřízení a přístup do společného datového prostředí, odpovědnost za uživatele</w:t>
            </w:r>
            <w:r w:rsidR="00C100DE">
              <w:rPr>
                <w:noProof/>
                <w:webHidden/>
              </w:rPr>
              <w:tab/>
            </w:r>
            <w:r w:rsidR="00C100DE">
              <w:rPr>
                <w:noProof/>
                <w:webHidden/>
              </w:rPr>
              <w:fldChar w:fldCharType="begin"/>
            </w:r>
            <w:r w:rsidR="00C100DE">
              <w:rPr>
                <w:noProof/>
                <w:webHidden/>
              </w:rPr>
              <w:instrText xml:space="preserve"> PAGEREF _Toc96605435 \h </w:instrText>
            </w:r>
            <w:r w:rsidR="00C100DE">
              <w:rPr>
                <w:noProof/>
                <w:webHidden/>
              </w:rPr>
            </w:r>
            <w:r w:rsidR="00C100DE">
              <w:rPr>
                <w:noProof/>
                <w:webHidden/>
              </w:rPr>
              <w:fldChar w:fldCharType="separate"/>
            </w:r>
            <w:r w:rsidR="00537F6F">
              <w:rPr>
                <w:noProof/>
                <w:webHidden/>
              </w:rPr>
              <w:t>5</w:t>
            </w:r>
            <w:r w:rsidR="00C100DE">
              <w:rPr>
                <w:noProof/>
                <w:webHidden/>
              </w:rPr>
              <w:fldChar w:fldCharType="end"/>
            </w:r>
          </w:hyperlink>
        </w:p>
        <w:p w14:paraId="15750341" w14:textId="53DA30B7" w:rsidR="00C100DE" w:rsidRDefault="00744963" w:rsidP="00C100DE">
          <w:pPr>
            <w:pStyle w:val="Obsah1"/>
            <w:rPr>
              <w:rFonts w:eastAsiaTheme="minorEastAsia"/>
              <w:noProof/>
              <w:lang w:eastAsia="cs-CZ"/>
            </w:rPr>
          </w:pPr>
          <w:hyperlink w:anchor="_Toc96605436" w:history="1">
            <w:r w:rsidR="00C100DE" w:rsidRPr="00851BB9">
              <w:rPr>
                <w:rStyle w:val="Hypertextovodkaz"/>
                <w:noProof/>
              </w:rPr>
              <w:t>6.</w:t>
            </w:r>
            <w:r w:rsidR="00C100DE">
              <w:rPr>
                <w:rFonts w:eastAsiaTheme="minorEastAsia"/>
                <w:noProof/>
                <w:lang w:eastAsia="cs-CZ"/>
              </w:rPr>
              <w:tab/>
            </w:r>
            <w:r w:rsidR="00C100DE" w:rsidRPr="00851BB9">
              <w:rPr>
                <w:rStyle w:val="Hypertextovodkaz"/>
                <w:noProof/>
              </w:rPr>
              <w:t>Odpovědnost za obsah sdílených dat</w:t>
            </w:r>
            <w:r w:rsidR="00C100DE">
              <w:rPr>
                <w:noProof/>
                <w:webHidden/>
              </w:rPr>
              <w:tab/>
            </w:r>
            <w:r w:rsidR="00C100DE">
              <w:rPr>
                <w:noProof/>
                <w:webHidden/>
              </w:rPr>
              <w:fldChar w:fldCharType="begin"/>
            </w:r>
            <w:r w:rsidR="00C100DE">
              <w:rPr>
                <w:noProof/>
                <w:webHidden/>
              </w:rPr>
              <w:instrText xml:space="preserve"> PAGEREF _Toc96605436 \h </w:instrText>
            </w:r>
            <w:r w:rsidR="00C100DE">
              <w:rPr>
                <w:noProof/>
                <w:webHidden/>
              </w:rPr>
            </w:r>
            <w:r w:rsidR="00C100DE">
              <w:rPr>
                <w:noProof/>
                <w:webHidden/>
              </w:rPr>
              <w:fldChar w:fldCharType="separate"/>
            </w:r>
            <w:r w:rsidR="00537F6F">
              <w:rPr>
                <w:noProof/>
                <w:webHidden/>
              </w:rPr>
              <w:t>6</w:t>
            </w:r>
            <w:r w:rsidR="00C100DE">
              <w:rPr>
                <w:noProof/>
                <w:webHidden/>
              </w:rPr>
              <w:fldChar w:fldCharType="end"/>
            </w:r>
          </w:hyperlink>
        </w:p>
        <w:p w14:paraId="450A96ED" w14:textId="0296BE7B" w:rsidR="00C100DE" w:rsidRDefault="00744963" w:rsidP="00C100DE">
          <w:pPr>
            <w:pStyle w:val="Obsah1"/>
            <w:rPr>
              <w:rFonts w:eastAsiaTheme="minorEastAsia"/>
              <w:noProof/>
              <w:lang w:eastAsia="cs-CZ"/>
            </w:rPr>
          </w:pPr>
          <w:hyperlink w:anchor="_Toc96605437" w:history="1">
            <w:r w:rsidR="00C100DE" w:rsidRPr="00851BB9">
              <w:rPr>
                <w:rStyle w:val="Hypertextovodkaz"/>
                <w:noProof/>
              </w:rPr>
              <w:t>7.</w:t>
            </w:r>
            <w:r w:rsidR="00C100DE">
              <w:rPr>
                <w:rFonts w:eastAsiaTheme="minorEastAsia"/>
                <w:noProof/>
                <w:lang w:eastAsia="cs-CZ"/>
              </w:rPr>
              <w:tab/>
            </w:r>
            <w:r w:rsidR="00C100DE" w:rsidRPr="00851BB9">
              <w:rPr>
                <w:rStyle w:val="Hypertextovodkaz"/>
                <w:noProof/>
              </w:rPr>
              <w:t>Povinnosti stran</w:t>
            </w:r>
            <w:r w:rsidR="00C100DE">
              <w:rPr>
                <w:noProof/>
                <w:webHidden/>
              </w:rPr>
              <w:tab/>
            </w:r>
            <w:r w:rsidR="00C100DE">
              <w:rPr>
                <w:noProof/>
                <w:webHidden/>
              </w:rPr>
              <w:fldChar w:fldCharType="begin"/>
            </w:r>
            <w:r w:rsidR="00C100DE">
              <w:rPr>
                <w:noProof/>
                <w:webHidden/>
              </w:rPr>
              <w:instrText xml:space="preserve"> PAGEREF _Toc96605437 \h </w:instrText>
            </w:r>
            <w:r w:rsidR="00C100DE">
              <w:rPr>
                <w:noProof/>
                <w:webHidden/>
              </w:rPr>
            </w:r>
            <w:r w:rsidR="00C100DE">
              <w:rPr>
                <w:noProof/>
                <w:webHidden/>
              </w:rPr>
              <w:fldChar w:fldCharType="separate"/>
            </w:r>
            <w:r w:rsidR="00537F6F">
              <w:rPr>
                <w:noProof/>
                <w:webHidden/>
              </w:rPr>
              <w:t>6</w:t>
            </w:r>
            <w:r w:rsidR="00C100DE">
              <w:rPr>
                <w:noProof/>
                <w:webHidden/>
              </w:rPr>
              <w:fldChar w:fldCharType="end"/>
            </w:r>
          </w:hyperlink>
        </w:p>
        <w:p w14:paraId="424CD26C" w14:textId="05FB898D" w:rsidR="00C100DE" w:rsidRDefault="00744963" w:rsidP="00C100DE">
          <w:pPr>
            <w:pStyle w:val="Obsah1"/>
            <w:rPr>
              <w:rFonts w:eastAsiaTheme="minorEastAsia"/>
              <w:noProof/>
              <w:lang w:eastAsia="cs-CZ"/>
            </w:rPr>
          </w:pPr>
          <w:hyperlink w:anchor="_Toc96605438" w:history="1">
            <w:r w:rsidR="00C100DE" w:rsidRPr="00851BB9">
              <w:rPr>
                <w:rStyle w:val="Hypertextovodkaz"/>
                <w:noProof/>
              </w:rPr>
              <w:t>8.</w:t>
            </w:r>
            <w:r w:rsidR="00C100DE">
              <w:rPr>
                <w:rFonts w:eastAsiaTheme="minorEastAsia"/>
                <w:noProof/>
                <w:lang w:eastAsia="cs-CZ"/>
              </w:rPr>
              <w:tab/>
            </w:r>
            <w:r w:rsidR="00C100DE" w:rsidRPr="00851BB9">
              <w:rPr>
                <w:rStyle w:val="Hypertextovodkaz"/>
                <w:noProof/>
              </w:rPr>
              <w:t>Ochrana důvěrných informací</w:t>
            </w:r>
            <w:r w:rsidR="00C100DE">
              <w:rPr>
                <w:noProof/>
                <w:webHidden/>
              </w:rPr>
              <w:tab/>
            </w:r>
            <w:r w:rsidR="00C100DE">
              <w:rPr>
                <w:noProof/>
                <w:webHidden/>
              </w:rPr>
              <w:fldChar w:fldCharType="begin"/>
            </w:r>
            <w:r w:rsidR="00C100DE">
              <w:rPr>
                <w:noProof/>
                <w:webHidden/>
              </w:rPr>
              <w:instrText xml:space="preserve"> PAGEREF _Toc96605438 \h </w:instrText>
            </w:r>
            <w:r w:rsidR="00C100DE">
              <w:rPr>
                <w:noProof/>
                <w:webHidden/>
              </w:rPr>
            </w:r>
            <w:r w:rsidR="00C100DE">
              <w:rPr>
                <w:noProof/>
                <w:webHidden/>
              </w:rPr>
              <w:fldChar w:fldCharType="separate"/>
            </w:r>
            <w:r w:rsidR="00537F6F">
              <w:rPr>
                <w:noProof/>
                <w:webHidden/>
              </w:rPr>
              <w:t>7</w:t>
            </w:r>
            <w:r w:rsidR="00C100DE">
              <w:rPr>
                <w:noProof/>
                <w:webHidden/>
              </w:rPr>
              <w:fldChar w:fldCharType="end"/>
            </w:r>
          </w:hyperlink>
        </w:p>
        <w:p w14:paraId="18314849" w14:textId="113D4207" w:rsidR="00C100DE" w:rsidRDefault="00744963" w:rsidP="00C100DE">
          <w:pPr>
            <w:pStyle w:val="Obsah1"/>
            <w:rPr>
              <w:rFonts w:eastAsiaTheme="minorEastAsia"/>
              <w:noProof/>
              <w:lang w:eastAsia="cs-CZ"/>
            </w:rPr>
          </w:pPr>
          <w:hyperlink w:anchor="_Toc96605439" w:history="1">
            <w:r w:rsidR="00C100DE" w:rsidRPr="00851BB9">
              <w:rPr>
                <w:rStyle w:val="Hypertextovodkaz"/>
                <w:noProof/>
              </w:rPr>
              <w:t>9.</w:t>
            </w:r>
            <w:r w:rsidR="00C100DE">
              <w:rPr>
                <w:rFonts w:eastAsiaTheme="minorEastAsia"/>
                <w:noProof/>
                <w:lang w:eastAsia="cs-CZ"/>
              </w:rPr>
              <w:tab/>
            </w:r>
            <w:r w:rsidR="00C100DE" w:rsidRPr="00851BB9">
              <w:rPr>
                <w:rStyle w:val="Hypertextovodkaz"/>
                <w:noProof/>
              </w:rPr>
              <w:t>Práva duševního vlastnictví</w:t>
            </w:r>
            <w:r w:rsidR="00C100DE">
              <w:rPr>
                <w:noProof/>
                <w:webHidden/>
              </w:rPr>
              <w:tab/>
            </w:r>
            <w:r w:rsidR="00C100DE">
              <w:rPr>
                <w:noProof/>
                <w:webHidden/>
              </w:rPr>
              <w:fldChar w:fldCharType="begin"/>
            </w:r>
            <w:r w:rsidR="00C100DE">
              <w:rPr>
                <w:noProof/>
                <w:webHidden/>
              </w:rPr>
              <w:instrText xml:space="preserve"> PAGEREF _Toc96605439 \h </w:instrText>
            </w:r>
            <w:r w:rsidR="00C100DE">
              <w:rPr>
                <w:noProof/>
                <w:webHidden/>
              </w:rPr>
            </w:r>
            <w:r w:rsidR="00C100DE">
              <w:rPr>
                <w:noProof/>
                <w:webHidden/>
              </w:rPr>
              <w:fldChar w:fldCharType="separate"/>
            </w:r>
            <w:r w:rsidR="00537F6F">
              <w:rPr>
                <w:noProof/>
                <w:webHidden/>
              </w:rPr>
              <w:t>7</w:t>
            </w:r>
            <w:r w:rsidR="00C100DE">
              <w:rPr>
                <w:noProof/>
                <w:webHidden/>
              </w:rPr>
              <w:fldChar w:fldCharType="end"/>
            </w:r>
          </w:hyperlink>
        </w:p>
        <w:p w14:paraId="35AEE433" w14:textId="0BAC59F3" w:rsidR="00C100DE" w:rsidRDefault="00744963" w:rsidP="00C100DE">
          <w:pPr>
            <w:pStyle w:val="Obsah1"/>
            <w:rPr>
              <w:rFonts w:eastAsiaTheme="minorEastAsia"/>
              <w:noProof/>
              <w:lang w:eastAsia="cs-CZ"/>
            </w:rPr>
          </w:pPr>
          <w:hyperlink w:anchor="_Toc96605440" w:history="1">
            <w:r w:rsidR="00C100DE" w:rsidRPr="00851BB9">
              <w:rPr>
                <w:rStyle w:val="Hypertextovodkaz"/>
                <w:noProof/>
              </w:rPr>
              <w:t>10.</w:t>
            </w:r>
            <w:r w:rsidR="00C100DE">
              <w:rPr>
                <w:rFonts w:eastAsiaTheme="minorEastAsia"/>
                <w:noProof/>
                <w:lang w:eastAsia="cs-CZ"/>
              </w:rPr>
              <w:tab/>
            </w:r>
            <w:r w:rsidR="00C100DE" w:rsidRPr="00851BB9">
              <w:rPr>
                <w:rStyle w:val="Hypertextovodkaz"/>
                <w:noProof/>
              </w:rPr>
              <w:t>Vlastnictví sdílených dat</w:t>
            </w:r>
            <w:r w:rsidR="00C100DE">
              <w:rPr>
                <w:noProof/>
                <w:webHidden/>
              </w:rPr>
              <w:tab/>
            </w:r>
            <w:r w:rsidR="00C100DE">
              <w:rPr>
                <w:noProof/>
                <w:webHidden/>
              </w:rPr>
              <w:fldChar w:fldCharType="begin"/>
            </w:r>
            <w:r w:rsidR="00C100DE">
              <w:rPr>
                <w:noProof/>
                <w:webHidden/>
              </w:rPr>
              <w:instrText xml:space="preserve"> PAGEREF _Toc96605440 \h </w:instrText>
            </w:r>
            <w:r w:rsidR="00C100DE">
              <w:rPr>
                <w:noProof/>
                <w:webHidden/>
              </w:rPr>
            </w:r>
            <w:r w:rsidR="00C100DE">
              <w:rPr>
                <w:noProof/>
                <w:webHidden/>
              </w:rPr>
              <w:fldChar w:fldCharType="separate"/>
            </w:r>
            <w:r w:rsidR="00537F6F">
              <w:rPr>
                <w:noProof/>
                <w:webHidden/>
              </w:rPr>
              <w:t>8</w:t>
            </w:r>
            <w:r w:rsidR="00C100DE">
              <w:rPr>
                <w:noProof/>
                <w:webHidden/>
              </w:rPr>
              <w:fldChar w:fldCharType="end"/>
            </w:r>
          </w:hyperlink>
        </w:p>
        <w:p w14:paraId="11753D8A" w14:textId="4AD96E0E" w:rsidR="00C100DE" w:rsidRDefault="00744963" w:rsidP="00C100DE">
          <w:pPr>
            <w:pStyle w:val="Obsah1"/>
            <w:rPr>
              <w:rFonts w:eastAsiaTheme="minorEastAsia"/>
              <w:noProof/>
              <w:lang w:eastAsia="cs-CZ"/>
            </w:rPr>
          </w:pPr>
          <w:hyperlink w:anchor="_Toc96605441" w:history="1">
            <w:r w:rsidR="00C100DE" w:rsidRPr="00851BB9">
              <w:rPr>
                <w:rStyle w:val="Hypertextovodkaz"/>
                <w:noProof/>
              </w:rPr>
              <w:t>11.</w:t>
            </w:r>
            <w:r w:rsidR="00C100DE">
              <w:rPr>
                <w:rFonts w:eastAsiaTheme="minorEastAsia"/>
                <w:noProof/>
                <w:lang w:eastAsia="cs-CZ"/>
              </w:rPr>
              <w:tab/>
            </w:r>
            <w:r w:rsidR="00C100DE" w:rsidRPr="00851BB9">
              <w:rPr>
                <w:rStyle w:val="Hypertextovodkaz"/>
                <w:noProof/>
              </w:rPr>
              <w:t>Ochrana osobních údajů</w:t>
            </w:r>
            <w:r w:rsidR="00C100DE">
              <w:rPr>
                <w:noProof/>
                <w:webHidden/>
              </w:rPr>
              <w:tab/>
            </w:r>
            <w:r w:rsidR="00C100DE">
              <w:rPr>
                <w:noProof/>
                <w:webHidden/>
              </w:rPr>
              <w:fldChar w:fldCharType="begin"/>
            </w:r>
            <w:r w:rsidR="00C100DE">
              <w:rPr>
                <w:noProof/>
                <w:webHidden/>
              </w:rPr>
              <w:instrText xml:space="preserve"> PAGEREF _Toc96605441 \h </w:instrText>
            </w:r>
            <w:r w:rsidR="00C100DE">
              <w:rPr>
                <w:noProof/>
                <w:webHidden/>
              </w:rPr>
            </w:r>
            <w:r w:rsidR="00C100DE">
              <w:rPr>
                <w:noProof/>
                <w:webHidden/>
              </w:rPr>
              <w:fldChar w:fldCharType="separate"/>
            </w:r>
            <w:r w:rsidR="00537F6F">
              <w:rPr>
                <w:noProof/>
                <w:webHidden/>
              </w:rPr>
              <w:t>8</w:t>
            </w:r>
            <w:r w:rsidR="00C100DE">
              <w:rPr>
                <w:noProof/>
                <w:webHidden/>
              </w:rPr>
              <w:fldChar w:fldCharType="end"/>
            </w:r>
          </w:hyperlink>
        </w:p>
        <w:p w14:paraId="59C695C6" w14:textId="1F407712" w:rsidR="00C100DE" w:rsidRDefault="00744963" w:rsidP="00C100DE">
          <w:pPr>
            <w:pStyle w:val="Obsah1"/>
            <w:rPr>
              <w:rFonts w:eastAsiaTheme="minorEastAsia"/>
              <w:noProof/>
              <w:lang w:eastAsia="cs-CZ"/>
            </w:rPr>
          </w:pPr>
          <w:hyperlink w:anchor="_Toc96605442" w:history="1">
            <w:r w:rsidR="00C100DE" w:rsidRPr="00851BB9">
              <w:rPr>
                <w:rStyle w:val="Hypertextovodkaz"/>
                <w:noProof/>
              </w:rPr>
              <w:t>12.</w:t>
            </w:r>
            <w:r w:rsidR="00C100DE">
              <w:rPr>
                <w:rFonts w:eastAsiaTheme="minorEastAsia"/>
                <w:noProof/>
                <w:lang w:eastAsia="cs-CZ"/>
              </w:rPr>
              <w:tab/>
            </w:r>
            <w:r w:rsidR="00C100DE" w:rsidRPr="00851BB9">
              <w:rPr>
                <w:rStyle w:val="Hypertextovodkaz"/>
                <w:noProof/>
              </w:rPr>
              <w:t>Přílohy</w:t>
            </w:r>
            <w:r w:rsidR="00C100DE">
              <w:rPr>
                <w:noProof/>
                <w:webHidden/>
              </w:rPr>
              <w:tab/>
            </w:r>
            <w:r w:rsidR="00C100DE">
              <w:rPr>
                <w:noProof/>
                <w:webHidden/>
              </w:rPr>
              <w:fldChar w:fldCharType="begin"/>
            </w:r>
            <w:r w:rsidR="00C100DE">
              <w:rPr>
                <w:noProof/>
                <w:webHidden/>
              </w:rPr>
              <w:instrText xml:space="preserve"> PAGEREF _Toc96605442 \h </w:instrText>
            </w:r>
            <w:r w:rsidR="00C100DE">
              <w:rPr>
                <w:noProof/>
                <w:webHidden/>
              </w:rPr>
            </w:r>
            <w:r w:rsidR="00C100DE">
              <w:rPr>
                <w:noProof/>
                <w:webHidden/>
              </w:rPr>
              <w:fldChar w:fldCharType="separate"/>
            </w:r>
            <w:r w:rsidR="00537F6F">
              <w:rPr>
                <w:noProof/>
                <w:webHidden/>
              </w:rPr>
              <w:t>9</w:t>
            </w:r>
            <w:r w:rsidR="00C100DE">
              <w:rPr>
                <w:noProof/>
                <w:webHidden/>
              </w:rPr>
              <w:fldChar w:fldCharType="end"/>
            </w:r>
          </w:hyperlink>
        </w:p>
        <w:p w14:paraId="3E289F58" w14:textId="326CA113" w:rsidR="006D35D7" w:rsidRDefault="006D35D7">
          <w:r>
            <w:rPr>
              <w:b/>
              <w:bCs/>
            </w:rPr>
            <w:fldChar w:fldCharType="end"/>
          </w:r>
        </w:p>
      </w:sdtContent>
    </w:sdt>
    <w:p w14:paraId="61EA6775" w14:textId="1BB3AF53" w:rsidR="004F1BE9" w:rsidRPr="001F1892" w:rsidRDefault="00AC41BA" w:rsidP="00F437A4">
      <w:r>
        <w:br w:type="page"/>
      </w:r>
    </w:p>
    <w:p w14:paraId="0199448D" w14:textId="05859CD6" w:rsidR="006D35D7" w:rsidRDefault="006D35D7" w:rsidP="001C4D02">
      <w:pPr>
        <w:pStyle w:val="Nadpis1"/>
      </w:pPr>
      <w:bookmarkStart w:id="0" w:name="_Toc96605431"/>
      <w:r>
        <w:lastRenderedPageBreak/>
        <w:t>Účel protokolu</w:t>
      </w:r>
      <w:bookmarkEnd w:id="0"/>
    </w:p>
    <w:p w14:paraId="6FE78519" w14:textId="60286280" w:rsidR="006D35D7" w:rsidRPr="006D35D7" w:rsidRDefault="006D35D7" w:rsidP="001C4D02">
      <w:pPr>
        <w:pStyle w:val="Odstavec1"/>
      </w:pPr>
      <w:bookmarkStart w:id="1" w:name="_Toc96602700"/>
      <w:r w:rsidRPr="006D35D7">
        <w:t xml:space="preserve">Cílem Protokolu je zajistit efektivní výměnu dat a elektronických informací prostřednictvím digitální komunikační platformy </w:t>
      </w:r>
      <w:r w:rsidR="00575287">
        <w:t>CDE</w:t>
      </w:r>
      <w:r w:rsidRPr="006D35D7">
        <w:t xml:space="preserve"> v rámci BIM (</w:t>
      </w:r>
      <w:proofErr w:type="spellStart"/>
      <w:r w:rsidRPr="006D35D7">
        <w:t>Building</w:t>
      </w:r>
      <w:proofErr w:type="spellEnd"/>
      <w:r w:rsidRPr="006D35D7">
        <w:t xml:space="preserve"> </w:t>
      </w:r>
      <w:proofErr w:type="spellStart"/>
      <w:r w:rsidRPr="006D35D7">
        <w:t>Information</w:t>
      </w:r>
      <w:proofErr w:type="spellEnd"/>
      <w:r w:rsidRPr="006D35D7">
        <w:t xml:space="preserve"> Modeling) při informačním modelování staveb a za tímto účelem upravit práva a povinnosti </w:t>
      </w:r>
      <w:r w:rsidR="008D63E8">
        <w:t>Zadavatel</w:t>
      </w:r>
      <w:r w:rsidRPr="006D35D7">
        <w:t xml:space="preserve">e a Zhotovitele a případných Uživatelů. </w:t>
      </w:r>
      <w:r w:rsidR="00575287">
        <w:t>CDE</w:t>
      </w:r>
      <w:r w:rsidRPr="006D35D7">
        <w:t xml:space="preserve"> má umožnit zaznamenávat komunikaci, jednotlivé kroky a úkony Uživatelů, plnění povinností </w:t>
      </w:r>
      <w:r w:rsidR="008D63E8">
        <w:t>Zadavatel</w:t>
      </w:r>
      <w:r w:rsidRPr="006D35D7">
        <w:t>e a Zhotovitele 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bookmarkEnd w:id="1"/>
    </w:p>
    <w:p w14:paraId="1FEA12E9" w14:textId="2A009B78" w:rsidR="006D35D7" w:rsidRPr="006D35D7" w:rsidRDefault="006D35D7" w:rsidP="001C4D02">
      <w:pPr>
        <w:pStyle w:val="Odstavec1"/>
      </w:pPr>
      <w:bookmarkStart w:id="2" w:name="_Toc96602701"/>
      <w:r w:rsidRPr="006D35D7">
        <w:t xml:space="preserve">Protokol a </w:t>
      </w:r>
      <w:r w:rsidR="00575287">
        <w:t>CDE</w:t>
      </w:r>
      <w:r w:rsidRPr="006D35D7">
        <w:t xml:space="preserve"> slouží zejména ke splnění Smlouvy.</w:t>
      </w:r>
      <w:bookmarkEnd w:id="2"/>
    </w:p>
    <w:p w14:paraId="71E43934" w14:textId="77777777" w:rsidR="006D35D7" w:rsidRPr="006D35D7" w:rsidRDefault="006D35D7" w:rsidP="001C4D02">
      <w:pPr>
        <w:pStyle w:val="Odstavec1"/>
      </w:pPr>
      <w:bookmarkStart w:id="3" w:name="_Toc96602702"/>
      <w:r w:rsidRPr="006D35D7">
        <w:t>V případě inkorporace Protokolu do smlouvy s Uživateli jako subdodavateli jakékoli úrovně nebo i pro Uživatele v jiné pozici, se tento text Protokolu uplatní přiměřeně.</w:t>
      </w:r>
      <w:bookmarkEnd w:id="3"/>
    </w:p>
    <w:p w14:paraId="5B736172" w14:textId="6C574FB3" w:rsidR="006D35D7" w:rsidRDefault="002E40F9" w:rsidP="001C4D02">
      <w:pPr>
        <w:pStyle w:val="Nadpis1"/>
      </w:pPr>
      <w:bookmarkStart w:id="4" w:name="_Toc96602703"/>
      <w:bookmarkStart w:id="5" w:name="_Toc96605432"/>
      <w:r>
        <w:t>Definice</w:t>
      </w:r>
      <w:bookmarkEnd w:id="4"/>
      <w:bookmarkEnd w:id="5"/>
    </w:p>
    <w:p w14:paraId="19413D9D" w14:textId="77777777" w:rsidR="006D35D7" w:rsidRPr="00CB49A8" w:rsidRDefault="006D35D7" w:rsidP="001C4D02">
      <w:pPr>
        <w:pStyle w:val="Odstavec1"/>
      </w:pPr>
      <w:bookmarkStart w:id="6" w:name="_Toc96602704"/>
      <w:r w:rsidRPr="00CB49A8">
        <w:t>Pod následujícími pojmy se pro účely Protokolu rozumí:</w:t>
      </w:r>
      <w:bookmarkEnd w:id="6"/>
    </w:p>
    <w:p w14:paraId="5D776AAC" w14:textId="77777777" w:rsidR="006D35D7" w:rsidRPr="00CB49A8" w:rsidRDefault="006D35D7" w:rsidP="00CB49A8">
      <w:pPr>
        <w:pStyle w:val="ODST2"/>
      </w:pPr>
      <w:bookmarkStart w:id="7" w:name="_Toc96602705"/>
      <w:r w:rsidRPr="00D5018D">
        <w:rPr>
          <w:b/>
          <w:bCs/>
        </w:rPr>
        <w:t>Protokol</w:t>
      </w:r>
      <w:r w:rsidRPr="00CB49A8">
        <w:t>: znamená tento BIM Protokol.</w:t>
      </w:r>
      <w:bookmarkEnd w:id="7"/>
      <w:r w:rsidRPr="00CB49A8">
        <w:t xml:space="preserve"> </w:t>
      </w:r>
    </w:p>
    <w:p w14:paraId="26EA2D12" w14:textId="1AAC69F0" w:rsidR="006D35D7" w:rsidRDefault="006D35D7" w:rsidP="00CB49A8">
      <w:pPr>
        <w:pStyle w:val="ODST2"/>
      </w:pPr>
      <w:bookmarkStart w:id="8" w:name="_Toc96602706"/>
      <w:r w:rsidRPr="00D5018D">
        <w:rPr>
          <w:b/>
          <w:bCs/>
        </w:rPr>
        <w:t xml:space="preserve">Společné datové prostředí nebo </w:t>
      </w:r>
      <w:r w:rsidR="00575287">
        <w:rPr>
          <w:b/>
          <w:bCs/>
        </w:rPr>
        <w:t>CDE</w:t>
      </w:r>
      <w:r w:rsidRPr="00CB49A8">
        <w:t>:</w:t>
      </w:r>
      <w:r>
        <w:t xml:space="preserve"> systém (hardware i software) zřízený nebo zpřístupněný </w:t>
      </w:r>
      <w:r w:rsidR="008D63E8">
        <w:t>Zadavatel</w:t>
      </w:r>
      <w:r>
        <w:t>em sloužící ke sdílení dat a informací v rámci informačního modelování staveb, k informačnímu modelování staveb a k dodávkám jednotlivých plnění či vzájemné komunikaci mezi Uživateli.</w:t>
      </w:r>
      <w:bookmarkEnd w:id="8"/>
    </w:p>
    <w:p w14:paraId="00CFD486" w14:textId="178DAD2B" w:rsidR="006D35D7" w:rsidRDefault="006D35D7" w:rsidP="00CB49A8">
      <w:pPr>
        <w:pStyle w:val="ODST2"/>
      </w:pPr>
      <w:r w:rsidRPr="00D5018D">
        <w:rPr>
          <w:b/>
          <w:bCs/>
        </w:rPr>
        <w:t>Sdílená data</w:t>
      </w:r>
      <w:r w:rsidRPr="00CB49A8">
        <w:t>:</w:t>
      </w:r>
      <w:r>
        <w:t xml:space="preserve"> data, informace a ostatní skutečnosti sdílené a sdělované prostřednictvím </w:t>
      </w:r>
      <w:r w:rsidR="00575287">
        <w:t>CDE</w:t>
      </w:r>
      <w:r>
        <w:t xml:space="preserve"> v otevřeném formátu umožňujícím práci též ostatním Uživatelům v souladu s Informačními požadavky a zahrnující zejména tvorbu, vstupy a úpravy Informačního modelu; Sdílená data jsou vymezena v čl. 4.1 Protokolu.</w:t>
      </w:r>
    </w:p>
    <w:p w14:paraId="4018C902" w14:textId="48798C92" w:rsidR="006D35D7" w:rsidRDefault="006D35D7" w:rsidP="00CB49A8">
      <w:pPr>
        <w:pStyle w:val="ODST2"/>
      </w:pPr>
      <w:r w:rsidRPr="00D5018D">
        <w:rPr>
          <w:b/>
          <w:bCs/>
        </w:rPr>
        <w:t>Uživatelé</w:t>
      </w:r>
      <w:r w:rsidRPr="00CB49A8">
        <w:t xml:space="preserve">: </w:t>
      </w:r>
      <w:r>
        <w:t xml:space="preserve">uživatelé </w:t>
      </w:r>
      <w:r w:rsidR="00575287">
        <w:t>CDE</w:t>
      </w:r>
      <w:r>
        <w:t xml:space="preserve">, kterým udělil </w:t>
      </w:r>
      <w:r w:rsidR="00D5018D">
        <w:t xml:space="preserve">Zadavatel </w:t>
      </w:r>
      <w:r>
        <w:t xml:space="preserve">přístup do </w:t>
      </w:r>
      <w:r w:rsidR="00575287">
        <w:t>CDE</w:t>
      </w:r>
      <w:r>
        <w:t xml:space="preserve"> ať již na základě požadavku Zhotovitele nebo z jiného důvodu; Uživatelé tvoří projektový tým BIM.</w:t>
      </w:r>
    </w:p>
    <w:p w14:paraId="11E431A4" w14:textId="734EFA98" w:rsidR="006D35D7" w:rsidRDefault="006D35D7" w:rsidP="00CB49A8">
      <w:pPr>
        <w:pStyle w:val="ODST2"/>
      </w:pPr>
      <w:r w:rsidRPr="00D5018D">
        <w:rPr>
          <w:b/>
          <w:bCs/>
        </w:rPr>
        <w:t xml:space="preserve">Uživatelé na straně </w:t>
      </w:r>
      <w:r w:rsidR="00D5018D">
        <w:rPr>
          <w:b/>
          <w:bCs/>
        </w:rPr>
        <w:t>Zadavatele</w:t>
      </w:r>
      <w:r w:rsidRPr="00CB49A8">
        <w:t xml:space="preserve">: </w:t>
      </w:r>
      <w:r>
        <w:t xml:space="preserve">Uživatelé určení </w:t>
      </w:r>
      <w:r w:rsidR="00D5018D">
        <w:t>Zadavatelem</w:t>
      </w:r>
      <w:r>
        <w:t xml:space="preserve">, bez ohledu na to, zda jde o zaměstnance </w:t>
      </w:r>
      <w:r w:rsidR="00D5018D">
        <w:t>Zadavatele</w:t>
      </w:r>
      <w:r>
        <w:t xml:space="preserve"> nebo jiné s ním spolupracující osoby.</w:t>
      </w:r>
      <w:r w:rsidRPr="00CB49A8">
        <w:t xml:space="preserve"> </w:t>
      </w:r>
    </w:p>
    <w:p w14:paraId="7A510C55" w14:textId="7D9B8310" w:rsidR="006D35D7" w:rsidRDefault="006D35D7" w:rsidP="00CB49A8">
      <w:pPr>
        <w:pStyle w:val="ODST2"/>
      </w:pPr>
      <w:r w:rsidRPr="00D5018D">
        <w:rPr>
          <w:b/>
          <w:bCs/>
        </w:rPr>
        <w:t>Uživatelé na straně Zhotovitele</w:t>
      </w:r>
      <w:r w:rsidRPr="00CB49A8">
        <w:t xml:space="preserve">: </w:t>
      </w:r>
      <w:r>
        <w:t>Uživatelé určení Zhotovitelem, bez ohledu na to, zda jde o zaměstnance Zhotovitele nebo jiné s ním spolupracující osoby.</w:t>
      </w:r>
    </w:p>
    <w:p w14:paraId="5200021C" w14:textId="377AB8AB" w:rsidR="005D0EB1" w:rsidRDefault="005D0EB1" w:rsidP="005D0EB1">
      <w:pPr>
        <w:pStyle w:val="ODST2"/>
      </w:pPr>
      <w:r w:rsidRPr="005D0EB1">
        <w:rPr>
          <w:b/>
          <w:bCs/>
        </w:rPr>
        <w:t>BIM manažer projektu</w:t>
      </w:r>
      <w:r w:rsidRPr="005D0EB1">
        <w:t xml:space="preserve">: osoba zastupující </w:t>
      </w:r>
      <w:r>
        <w:t>Zadavatele</w:t>
      </w:r>
      <w:r w:rsidRPr="005D0EB1">
        <w:t xml:space="preserve"> za účelem koordinace činnosti v rámci </w:t>
      </w:r>
      <w:r w:rsidR="00575287">
        <w:t>CDE</w:t>
      </w:r>
      <w:r w:rsidRPr="005D0EB1">
        <w:t xml:space="preserve">, aktualizace nezbytných Sdílených dat, Informačních modelů a dalších informací na straně </w:t>
      </w:r>
      <w:r>
        <w:t>Zadavatele</w:t>
      </w:r>
      <w:r w:rsidRPr="005D0EB1">
        <w:t>; tato osoba je jedním z Uživatelů.</w:t>
      </w:r>
    </w:p>
    <w:p w14:paraId="12531C15" w14:textId="07199E95" w:rsidR="006D35D7" w:rsidRDefault="008D63E8" w:rsidP="00CB49A8">
      <w:pPr>
        <w:pStyle w:val="ODST2"/>
      </w:pPr>
      <w:r>
        <w:rPr>
          <w:b/>
          <w:bCs/>
        </w:rPr>
        <w:t>Správce společného datového prostředí</w:t>
      </w:r>
      <w:r w:rsidR="00C972A4">
        <w:rPr>
          <w:b/>
          <w:bCs/>
        </w:rPr>
        <w:t xml:space="preserve"> (Správce </w:t>
      </w:r>
      <w:r w:rsidR="00575287">
        <w:rPr>
          <w:b/>
          <w:bCs/>
        </w:rPr>
        <w:t>CDE</w:t>
      </w:r>
      <w:r w:rsidR="00C972A4">
        <w:rPr>
          <w:b/>
          <w:bCs/>
        </w:rPr>
        <w:t>)</w:t>
      </w:r>
      <w:r w:rsidR="006D35D7" w:rsidRPr="00D5018D">
        <w:rPr>
          <w:b/>
          <w:bCs/>
        </w:rPr>
        <w:t xml:space="preserve">: </w:t>
      </w:r>
      <w:r w:rsidR="006D35D7" w:rsidRPr="00D5018D">
        <w:t>osoba určena</w:t>
      </w:r>
      <w:r w:rsidR="006D35D7">
        <w:t xml:space="preserve"> </w:t>
      </w:r>
      <w:r w:rsidR="00D5018D">
        <w:t>Zadavatelem</w:t>
      </w:r>
      <w:r w:rsidR="006D35D7">
        <w:t xml:space="preserve"> za účelem aktualizace nezbytných součásti </w:t>
      </w:r>
      <w:r w:rsidR="00575287">
        <w:t>CDE</w:t>
      </w:r>
      <w:r w:rsidR="006D35D7">
        <w:t xml:space="preserve"> a jeho obsahu za </w:t>
      </w:r>
      <w:r w:rsidR="00D5018D">
        <w:t>Zadavatele</w:t>
      </w:r>
      <w:r w:rsidR="006D35D7">
        <w:t xml:space="preserve">, správy výměny Sdílených dat a </w:t>
      </w:r>
      <w:r w:rsidR="005D0EB1">
        <w:t>d</w:t>
      </w:r>
      <w:r w:rsidR="006D35D7">
        <w:t>alších souvisejících činnosti v souvislosti s funkčnost</w:t>
      </w:r>
      <w:r w:rsidR="005D0EB1">
        <w:t>í</w:t>
      </w:r>
      <w:r w:rsidR="006D35D7">
        <w:t xml:space="preserve"> </w:t>
      </w:r>
      <w:r w:rsidR="00575287">
        <w:t>CDE</w:t>
      </w:r>
      <w:r w:rsidR="006D35D7">
        <w:t xml:space="preserve">; tato osoba je jedním z Uživatelů na straně </w:t>
      </w:r>
      <w:r>
        <w:t>Zadavatel</w:t>
      </w:r>
      <w:r w:rsidR="006D35D7">
        <w:t>e.</w:t>
      </w:r>
    </w:p>
    <w:p w14:paraId="19690735" w14:textId="07269671" w:rsidR="006D35D7" w:rsidRDefault="00D70D12" w:rsidP="00CB49A8">
      <w:pPr>
        <w:pStyle w:val="ODST2"/>
      </w:pPr>
      <w:r>
        <w:rPr>
          <w:b/>
          <w:bCs/>
        </w:rPr>
        <w:t>Koordinátor BIM</w:t>
      </w:r>
      <w:r w:rsidR="006D35D7" w:rsidRPr="00CB49A8">
        <w:t>:</w:t>
      </w:r>
      <w:r w:rsidR="006D35D7">
        <w:t xml:space="preserve"> osoba určena Zhotovitelem za účelem koordinace činností </w:t>
      </w:r>
      <w:r w:rsidR="00575287">
        <w:t>CDE</w:t>
      </w:r>
      <w:r w:rsidR="006D35D7">
        <w:t>, aktualizace nezbytných Sdílených dat, Informačních modelů a dalších informací na straně Zhotovitele; tato osoba je jedním z Uživatelů na straně Zhotovitele.</w:t>
      </w:r>
    </w:p>
    <w:p w14:paraId="6D462ADB" w14:textId="77777777" w:rsidR="006D35D7" w:rsidRDefault="006D35D7" w:rsidP="00CB49A8">
      <w:pPr>
        <w:pStyle w:val="ODST2"/>
      </w:pPr>
      <w:r w:rsidRPr="000D3356">
        <w:rPr>
          <w:b/>
          <w:bCs/>
        </w:rPr>
        <w:lastRenderedPageBreak/>
        <w:t>Smlouva</w:t>
      </w:r>
      <w:r>
        <w:t xml:space="preserve">: Smlouva,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 </w:t>
      </w:r>
    </w:p>
    <w:p w14:paraId="37E71303" w14:textId="77777777" w:rsidR="006D35D7" w:rsidRDefault="006D35D7" w:rsidP="00CB49A8">
      <w:pPr>
        <w:pStyle w:val="ODST2"/>
      </w:pPr>
      <w:r w:rsidRPr="000D3356">
        <w:rPr>
          <w:b/>
          <w:bCs/>
        </w:rPr>
        <w:t>Informační</w:t>
      </w:r>
      <w:r w:rsidRPr="00CB49A8">
        <w:t xml:space="preserve"> </w:t>
      </w:r>
      <w:r w:rsidRPr="000D3356">
        <w:rPr>
          <w:b/>
          <w:bCs/>
        </w:rPr>
        <w:t>model</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 konkrétních složkách Informačního modelu jako výrobků či jiných jednotlivých plnění nebo samostatných složek plnění, a to včetně metadat (grafická a negrafická data) nebo jiných obrazových nebo multimediálních záznamů. Součástí Informačních modelů mohou být odkazy na další systémy a informace neobsažené přímo v Informačních modelech. </w:t>
      </w:r>
    </w:p>
    <w:p w14:paraId="36D132E1" w14:textId="77777777" w:rsidR="006D35D7" w:rsidRDefault="006D35D7" w:rsidP="00CB49A8">
      <w:pPr>
        <w:pStyle w:val="ODST2"/>
      </w:pPr>
      <w:r w:rsidRPr="000D3356">
        <w:rPr>
          <w:b/>
          <w:bCs/>
        </w:rPr>
        <w:t>Informační</w:t>
      </w:r>
      <w:r w:rsidRPr="00CB49A8">
        <w:t xml:space="preserve"> </w:t>
      </w:r>
      <w:r w:rsidRPr="000D3356">
        <w:rPr>
          <w:b/>
          <w:bCs/>
        </w:rPr>
        <w:t>požadavky</w:t>
      </w:r>
      <w:r w:rsidRPr="00CB49A8">
        <w:t>:</w:t>
      </w:r>
      <w:r>
        <w:t xml:space="preserve"> jsou specifikace datových formátů, standardů, zásad a vlastností ve vazbě na Dílo tak, jak jsou uvedeny v Příloze č. 1 tohoto Protokolu; popisují způsob, jakým lze vytvářet, dodávat a používat Informační modely, včetně veškerých procesů, protokolů a postupů, na které je v dokumentu odkazováno.</w:t>
      </w:r>
    </w:p>
    <w:p w14:paraId="1299C4F2" w14:textId="77777777" w:rsidR="006D35D7" w:rsidRDefault="006D35D7" w:rsidP="00CB49A8">
      <w:pPr>
        <w:pStyle w:val="ODST2"/>
      </w:pPr>
      <w:r w:rsidRPr="000D3356">
        <w:rPr>
          <w:b/>
          <w:bCs/>
        </w:rPr>
        <w:t>Přípustný</w:t>
      </w:r>
      <w:r w:rsidRPr="00CB49A8">
        <w:t xml:space="preserve"> </w:t>
      </w:r>
      <w:r w:rsidRPr="000D3356">
        <w:rPr>
          <w:b/>
          <w:bCs/>
        </w:rPr>
        <w:t>účel</w:t>
      </w:r>
      <w:r w:rsidRPr="00CB49A8">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p>
    <w:p w14:paraId="30253E46" w14:textId="77777777" w:rsidR="006D35D7" w:rsidRPr="00CB49A8" w:rsidRDefault="006D35D7" w:rsidP="00CB49A8">
      <w:pPr>
        <w:pStyle w:val="ODST2"/>
      </w:pPr>
      <w:r w:rsidRPr="000D3356">
        <w:rPr>
          <w:b/>
          <w:bCs/>
        </w:rPr>
        <w:t>Obchodní</w:t>
      </w:r>
      <w:r w:rsidRPr="00CB49A8">
        <w:t xml:space="preserve"> </w:t>
      </w:r>
      <w:r w:rsidRPr="000D3356">
        <w:rPr>
          <w:b/>
          <w:bCs/>
        </w:rPr>
        <w:t>podmínky</w:t>
      </w:r>
      <w:r w:rsidRPr="00CB49A8">
        <w:t xml:space="preserve">: </w:t>
      </w:r>
      <w:r>
        <w:t>znamenají Obchodní podmínky a další všeobecné podmínky případně přiložené ke Smlouvě jako její příloha, které nejsou Technickými podmínkami.</w:t>
      </w:r>
    </w:p>
    <w:p w14:paraId="1FD2CC6A" w14:textId="77777777" w:rsidR="006D35D7" w:rsidRPr="00CB49A8" w:rsidRDefault="006D35D7" w:rsidP="00CB49A8">
      <w:pPr>
        <w:pStyle w:val="ODST2"/>
      </w:pPr>
      <w:r w:rsidRPr="000D3356">
        <w:rPr>
          <w:b/>
          <w:bCs/>
        </w:rPr>
        <w:t>Technické</w:t>
      </w:r>
      <w:r w:rsidRPr="00CB49A8">
        <w:t xml:space="preserve"> </w:t>
      </w:r>
      <w:r w:rsidRPr="000D3356">
        <w:rPr>
          <w:b/>
          <w:bCs/>
        </w:rPr>
        <w:t>podmínky</w:t>
      </w:r>
      <w:r w:rsidRPr="00CB49A8">
        <w:t xml:space="preserve">: </w:t>
      </w:r>
      <w:r>
        <w:t>znamenají</w:t>
      </w:r>
      <w:r w:rsidRPr="00CB49A8">
        <w:t xml:space="preserve"> </w:t>
      </w:r>
      <w:r>
        <w:t>technické podmínky případně přiložené ke Smlouvě a v závislosti na konkrétním případě zahrnující všeobecné, kvalitativní a zvláštní technické podmínky, případně další technické podmínky, které nejsou Obchodními podmínkami.</w:t>
      </w:r>
    </w:p>
    <w:p w14:paraId="74F8AED5" w14:textId="111EA704" w:rsidR="006D35D7" w:rsidRDefault="006D35D7" w:rsidP="001C4D02">
      <w:pPr>
        <w:pStyle w:val="Odstavec1"/>
      </w:pPr>
      <w:bookmarkStart w:id="9" w:name="_Toc96602707"/>
      <w:r w:rsidRPr="00CB49A8">
        <w:t>Pro pojmy s velkými počátečními písmeny,</w:t>
      </w:r>
      <w:r w:rsidR="000D3356">
        <w:t xml:space="preserve"> </w:t>
      </w:r>
      <w:proofErr w:type="gramStart"/>
      <w:r w:rsidRPr="00CB49A8">
        <w:t>které</w:t>
      </w:r>
      <w:proofErr w:type="gramEnd"/>
      <w:r w:rsidRPr="00CB49A8">
        <w:t xml:space="preserve"> nejsou v tomto dokumentu definovány, platí</w:t>
      </w:r>
      <w:r>
        <w:t xml:space="preserve"> definice dle Smlouvy.</w:t>
      </w:r>
      <w:bookmarkEnd w:id="9"/>
    </w:p>
    <w:p w14:paraId="035827A8" w14:textId="77777777" w:rsidR="006D35D7" w:rsidRDefault="006D35D7" w:rsidP="001C4D02">
      <w:pPr>
        <w:pStyle w:val="Nadpis1"/>
      </w:pPr>
      <w:bookmarkStart w:id="10" w:name="_Toc96602708"/>
      <w:bookmarkStart w:id="11" w:name="_Toc96605433"/>
      <w:r>
        <w:t>Závaznost protokolu</w:t>
      </w:r>
      <w:bookmarkEnd w:id="10"/>
      <w:bookmarkEnd w:id="11"/>
      <w:r>
        <w:t xml:space="preserve"> </w:t>
      </w:r>
    </w:p>
    <w:p w14:paraId="67F5F853" w14:textId="77777777" w:rsidR="006D35D7" w:rsidRDefault="006D35D7" w:rsidP="001C4D02">
      <w:pPr>
        <w:pStyle w:val="Odstavec1"/>
      </w:pPr>
      <w:bookmarkStart w:id="12" w:name="_Toc96602709"/>
      <w:r w:rsidRPr="00CB49A8">
        <w:t>Není-li v tomto Protokolu stanoveno jinak, mají ustanovení Protokolu pro účely a v rozsahu</w:t>
      </w:r>
      <w:r>
        <w:t xml:space="preserve"> Protokolu přednost před ustanoveními Obchodních podmínek a Technických podmínek, nikoliv však před ustanoveními textu Smlouvy. Kdykoliv je to možné, je třeba všechny části Smlouvy včetně jejích příloh vykládat ve vzájemném souladu.</w:t>
      </w:r>
      <w:bookmarkEnd w:id="12"/>
    </w:p>
    <w:p w14:paraId="62446D01" w14:textId="58DEF5D5" w:rsidR="006D35D7" w:rsidRDefault="002E40F9" w:rsidP="001C4D02">
      <w:pPr>
        <w:pStyle w:val="Nadpis1"/>
      </w:pPr>
      <w:bookmarkStart w:id="13" w:name="_Toc96602710"/>
      <w:bookmarkStart w:id="14" w:name="_Toc96605434"/>
      <w:r>
        <w:t>S</w:t>
      </w:r>
      <w:r w:rsidR="006D35D7">
        <w:t>dílená data v rámci společného datového prostředí</w:t>
      </w:r>
      <w:bookmarkEnd w:id="13"/>
      <w:bookmarkEnd w:id="14"/>
    </w:p>
    <w:p w14:paraId="7616ABEE" w14:textId="61CF0C1F" w:rsidR="006D35D7" w:rsidRDefault="006D35D7" w:rsidP="001C4D02">
      <w:pPr>
        <w:pStyle w:val="Odstavec1"/>
      </w:pPr>
      <w:bookmarkStart w:id="15" w:name="_Toc96602711"/>
      <w:r>
        <w:t xml:space="preserve">Sdílená data v rámci </w:t>
      </w:r>
      <w:r w:rsidR="00575287">
        <w:t>CDE</w:t>
      </w:r>
      <w:r>
        <w:t xml:space="preserve"> zahrnují zejména tvorbu, vstupy a úpravy Informačního modelu, přičemž se dle okolností může jednat zejména o data a informace včetně obrazových a multimediálních dat a metadat:</w:t>
      </w:r>
      <w:bookmarkEnd w:id="15"/>
    </w:p>
    <w:p w14:paraId="5ECED13B" w14:textId="77777777" w:rsidR="006D35D7" w:rsidRPr="00CB49A8" w:rsidRDefault="006D35D7" w:rsidP="00CB49A8">
      <w:pPr>
        <w:pStyle w:val="ODST2"/>
      </w:pPr>
      <w:r w:rsidRPr="00CB49A8">
        <w:lastRenderedPageBreak/>
        <w:t>ohledně realizace projektové dokumentace a stavby a jiných předmětů plnění,</w:t>
      </w:r>
    </w:p>
    <w:p w14:paraId="3F3DA35E" w14:textId="77777777" w:rsidR="006D35D7" w:rsidRDefault="006D35D7" w:rsidP="00CB49A8">
      <w:pPr>
        <w:pStyle w:val="ODST2"/>
      </w:pPr>
      <w:r>
        <w:t>jednotlivá plnění v rámci jednotlivých fází a dodávek podle Smlouvy včetně metadat,</w:t>
      </w:r>
    </w:p>
    <w:p w14:paraId="3AB12C4F" w14:textId="77777777" w:rsidR="006D35D7" w:rsidRDefault="006D35D7" w:rsidP="00CB49A8">
      <w:pPr>
        <w:pStyle w:val="ODST2"/>
      </w:pPr>
      <w:r>
        <w:t>jakákoli komunikace související se Sdílenými daty uvedenými v bodě (a) a (b),</w:t>
      </w:r>
    </w:p>
    <w:p w14:paraId="39FDA067" w14:textId="005BA6E8" w:rsidR="006D35D7" w:rsidRDefault="006D35D7" w:rsidP="00CB49A8">
      <w:pPr>
        <w:pStyle w:val="ODST2"/>
      </w:pPr>
      <w:r>
        <w:t>jiná komunikace mezi Uživateli ohledně Smlouvy nebo činností v rámci Protokolu, například v rámci autorského dozoru, je-li ujednán, ve vztahu k Informačnímu modelu,</w:t>
      </w:r>
    </w:p>
    <w:p w14:paraId="51FF50C1" w14:textId="77777777" w:rsidR="006D35D7" w:rsidRDefault="006D35D7" w:rsidP="00CB49A8">
      <w:pPr>
        <w:pStyle w:val="ODST2"/>
      </w:pPr>
      <w:r>
        <w:t>další data a údaje nezbytné pro plnění Smlouvy a pro výkon práv a povinností Uživatelů.</w:t>
      </w:r>
    </w:p>
    <w:p w14:paraId="4AC9E4F0" w14:textId="77777777" w:rsidR="006D35D7" w:rsidRDefault="006D35D7" w:rsidP="001C4D02">
      <w:pPr>
        <w:pStyle w:val="Odstavec1"/>
      </w:pPr>
      <w:bookmarkStart w:id="16" w:name="_Toc96602712"/>
      <w: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bookmarkEnd w:id="16"/>
    </w:p>
    <w:p w14:paraId="3E60A973" w14:textId="43153FEA" w:rsidR="006D35D7" w:rsidRDefault="006D35D7" w:rsidP="001C4D02">
      <w:pPr>
        <w:pStyle w:val="Odstavec1"/>
      </w:pPr>
      <w:bookmarkStart w:id="17" w:name="_Toc96602713"/>
      <w:r>
        <w:t xml:space="preserve">Uživateli na straně Zhotovitele Sdílená data a Informační model představují či zahrnují součásti Díla dle Smlouvy. Prostřednictvím </w:t>
      </w:r>
      <w:r w:rsidR="00575287">
        <w:t>CDE</w:t>
      </w:r>
      <w:r>
        <w:t xml:space="preserve"> může Zhotovitel příslušné součásti Díla v souladu se Smlouvou fakticky sdělovat a předávat </w:t>
      </w:r>
      <w:r w:rsidR="008D63E8">
        <w:t>Zadavatel</w:t>
      </w:r>
      <w:r>
        <w:t xml:space="preserve">i, včetně Dokumentů Zhotovitele. </w:t>
      </w:r>
      <w:r w:rsidR="008D63E8">
        <w:t>Zadavatel</w:t>
      </w:r>
      <w:r>
        <w:t xml:space="preserve"> a Zhotovitel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w:t>
      </w:r>
      <w:r w:rsidR="00575287">
        <w:t>CDE</w:t>
      </w:r>
      <w:r>
        <w:t xml:space="preserve"> (v takovém případě je možné provést předání těch částí Díla buď prostřednictvím </w:t>
      </w:r>
      <w:r w:rsidR="00575287">
        <w:t>CDE</w:t>
      </w:r>
      <w:r>
        <w:t xml:space="preserve"> nebo také postupem stanoveným ve Smlouvě).</w:t>
      </w:r>
      <w:bookmarkEnd w:id="17"/>
    </w:p>
    <w:p w14:paraId="1D516796" w14:textId="75D6003E" w:rsidR="006D35D7" w:rsidRDefault="006D35D7" w:rsidP="001C4D02">
      <w:pPr>
        <w:pStyle w:val="Odstavec1"/>
      </w:pPr>
      <w:bookmarkStart w:id="18" w:name="_Toc96602714"/>
      <w:r>
        <w:t xml:space="preserve">V rámci </w:t>
      </w:r>
      <w:r w:rsidR="00575287">
        <w:t>CDE</w:t>
      </w:r>
      <w:r>
        <w:t xml:space="preserve"> nelze účinně sdílet komunikaci Smluvních stran týkající se jejich nároků na placení ceny Díla (zejména daňové doklady), platnosti, trvání nebo ukončování Smlouvy a souvisejících nároků, ani uplatňování sankcí nebo čerpání zajištění dle Smlouvy.</w:t>
      </w:r>
      <w:bookmarkEnd w:id="18"/>
    </w:p>
    <w:p w14:paraId="56FFB1EB" w14:textId="0BF38FC3" w:rsidR="006D35D7" w:rsidRDefault="006D35D7" w:rsidP="001C4D02">
      <w:pPr>
        <w:pStyle w:val="Odstavec1"/>
      </w:pPr>
      <w:bookmarkStart w:id="19" w:name="_Toc96602715"/>
      <w:r>
        <w:t xml:space="preserve">Smluvní strany jsou však oprávněny, pokud to povaha konkrétních Sdílených dat nebo příslušného Informačního modelu umožňují a pokud tyto byly sdíleny prostřednictvím </w:t>
      </w:r>
      <w:r w:rsidR="00575287">
        <w:t>CDE</w:t>
      </w:r>
      <w:r>
        <w:t xml:space="preserve">, užívat </w:t>
      </w:r>
      <w:r w:rsidR="00575287">
        <w:t>CDE</w:t>
      </w:r>
      <w:r>
        <w:t xml:space="preserve"> k uplatňování (vytýkání) vad a nedodělků a k plnění dle Smlouvy týkajících se nápravy těchto vad a nedodělků. Smluvní strany však nejsou povinny uplatňovat vady a nedodělky jen prostřednictvím </w:t>
      </w:r>
      <w:r w:rsidR="00575287">
        <w:t>CDE</w:t>
      </w:r>
      <w:r>
        <w:t xml:space="preserve">. Ustavení tohoto odstavce platí i po skončení Smlouvy, pokud je </w:t>
      </w:r>
      <w:r w:rsidR="00575287">
        <w:t>CDE</w:t>
      </w:r>
      <w:r>
        <w:t xml:space="preserve"> dle Smlouvy nebo dohody Stran udržováno v provozu.</w:t>
      </w:r>
      <w:bookmarkEnd w:id="19"/>
    </w:p>
    <w:p w14:paraId="2A5968B4" w14:textId="77777777" w:rsidR="006D35D7" w:rsidRDefault="006D35D7" w:rsidP="001C4D02">
      <w:pPr>
        <w:pStyle w:val="Odstavec1"/>
      </w:pPr>
      <w:bookmarkStart w:id="20" w:name="_Toc96602716"/>
      <w:r>
        <w:t>Zhotovitel je odpovědný za to, že Informační model bude splňovat relevantní náležitosti a technické požadavky na Dílo dle Smlouvy, zejména dle případných Technických podmínek.</w:t>
      </w:r>
      <w:bookmarkEnd w:id="20"/>
    </w:p>
    <w:p w14:paraId="43127D2F" w14:textId="53504CBE" w:rsidR="006D35D7" w:rsidRDefault="001C4D02" w:rsidP="001C4D02">
      <w:pPr>
        <w:pStyle w:val="Nadpis1"/>
      </w:pPr>
      <w:bookmarkStart w:id="21" w:name="_Toc96602717"/>
      <w:bookmarkStart w:id="22" w:name="_Toc96605435"/>
      <w:r>
        <w:t>Zřízení a přístup do společného datového prostředí</w:t>
      </w:r>
      <w:r w:rsidR="006D35D7">
        <w:t>, odpovědnost za uživatele</w:t>
      </w:r>
      <w:bookmarkEnd w:id="21"/>
      <w:bookmarkEnd w:id="22"/>
    </w:p>
    <w:p w14:paraId="37594BF7" w14:textId="4685443E" w:rsidR="006D35D7" w:rsidRDefault="00575287" w:rsidP="001C4D02">
      <w:pPr>
        <w:pStyle w:val="Odstavec1"/>
      </w:pPr>
      <w:bookmarkStart w:id="23" w:name="_Toc96602718"/>
      <w:r>
        <w:t>CDE</w:t>
      </w:r>
      <w:r w:rsidR="006D35D7">
        <w:t xml:space="preserve"> zřizuje a zpřístupňuje </w:t>
      </w:r>
      <w:r w:rsidR="008D63E8">
        <w:t>Zadavatel</w:t>
      </w:r>
      <w:r w:rsidR="006D35D7">
        <w:t xml:space="preserve">. Uživatele na straně </w:t>
      </w:r>
      <w:r w:rsidR="008D63E8">
        <w:t>Zadavatel</w:t>
      </w:r>
      <w:r w:rsidR="006D35D7">
        <w:t xml:space="preserve">e určuje a poskytuje jim přístup do </w:t>
      </w:r>
      <w:r>
        <w:t>CDE</w:t>
      </w:r>
      <w:r w:rsidR="006D35D7">
        <w:t xml:space="preserve"> </w:t>
      </w:r>
      <w:r w:rsidR="008D63E8">
        <w:t>Zadavatel</w:t>
      </w:r>
      <w:r w:rsidR="006D35D7">
        <w:t xml:space="preserve"> průběžně dle potřeby. Správce </w:t>
      </w:r>
      <w:r>
        <w:t>CDE</w:t>
      </w:r>
      <w:r w:rsidR="006D35D7">
        <w:t xml:space="preserve"> však </w:t>
      </w:r>
      <w:r w:rsidR="008D63E8">
        <w:t>Zadavatel</w:t>
      </w:r>
      <w:r w:rsidR="006D35D7">
        <w:t xml:space="preserve"> zpravidla určí do </w:t>
      </w:r>
      <w:r w:rsidR="002C16C0" w:rsidRPr="002C16C0">
        <w:t>5</w:t>
      </w:r>
      <w:r w:rsidR="006D35D7" w:rsidRPr="002C16C0">
        <w:t xml:space="preserve"> pracovních dnů</w:t>
      </w:r>
      <w:r w:rsidR="002C16C0">
        <w:t xml:space="preserve"> </w:t>
      </w:r>
      <w:r w:rsidR="006D35D7">
        <w:t xml:space="preserve">od uzavření Smlouvy. </w:t>
      </w:r>
      <w:r w:rsidR="008D63E8">
        <w:t>Zadavatel</w:t>
      </w:r>
      <w:r w:rsidR="006D35D7">
        <w:t xml:space="preserve"> zajistí, že po celou dobu trvání Smlouvy bude pozice Správce </w:t>
      </w:r>
      <w:r>
        <w:t>CDE</w:t>
      </w:r>
      <w:r w:rsidR="006D35D7">
        <w:t xml:space="preserve"> obsazena.</w:t>
      </w:r>
      <w:bookmarkEnd w:id="23"/>
    </w:p>
    <w:p w14:paraId="77C41F0A" w14:textId="6B0693DD" w:rsidR="006D35D7" w:rsidRDefault="006D35D7" w:rsidP="001C4D02">
      <w:pPr>
        <w:pStyle w:val="Odstavec1"/>
      </w:pPr>
      <w:bookmarkStart w:id="24" w:name="_Toc96602719"/>
      <w:bookmarkStart w:id="25" w:name="_Ref531250309"/>
      <w:bookmarkStart w:id="26" w:name="_Ref531198145"/>
      <w:r>
        <w:t xml:space="preserve">Do </w:t>
      </w:r>
      <w:r w:rsidRPr="002C16C0">
        <w:t>5 pracovních dnů</w:t>
      </w:r>
      <w:r>
        <w:t xml:space="preserve"> od uzavření Smlouvy je Zhotovitel povinen určit Uživatele na straně Zhotovitele včetně </w:t>
      </w:r>
      <w:r w:rsidR="002C16C0">
        <w:t>koordinátora BIM</w:t>
      </w:r>
      <w:r>
        <w:t xml:space="preserve"> Zhotovitele, které sdělí </w:t>
      </w:r>
      <w:r w:rsidR="008D63E8">
        <w:t>Zadavatel</w:t>
      </w:r>
      <w:r>
        <w:t xml:space="preserve">i ve formě diagramu zachycující také jednotlivé role Uživatelů na straně Zhotovitele, náplň činností a odpovědnosti za konkrétní aktivity včetně jednotlivých fází plnění povinností i v návaznosti na Přílohu č. 2 </w:t>
      </w:r>
      <w:r>
        <w:lastRenderedPageBreak/>
        <w:t xml:space="preserve">Protokolu. </w:t>
      </w:r>
      <w:r w:rsidR="008D63E8">
        <w:t>Zadavatel</w:t>
      </w:r>
      <w:r>
        <w:t xml:space="preserve"> zřídí přístup do </w:t>
      </w:r>
      <w:r w:rsidR="00575287">
        <w:t>CDE</w:t>
      </w:r>
      <w:r>
        <w:t xml:space="preserve"> pro Uživatele na straně Zhotovitele do </w:t>
      </w:r>
      <w:r w:rsidR="002C16C0">
        <w:t>5 pracovních dnů</w:t>
      </w:r>
      <w:r>
        <w:t xml:space="preserve"> od jejich určení Zhotovitelem v souladu s oznámením Zhotovitele a s diagramem. Následně poskytne obdobný diagram také </w:t>
      </w:r>
      <w:r w:rsidR="008D63E8">
        <w:t>Zadavatel</w:t>
      </w:r>
      <w:r>
        <w:t xml:space="preserve"> Zhotoviteli. V případě nejasnosti nebo jakýchkoli jiných kompetenčních konfliktů Smluvní strany v dobré víře zpracují společný diagram a zohlední dle něj případné nastavení přístupu do </w:t>
      </w:r>
      <w:r w:rsidR="00575287">
        <w:t>CDE</w:t>
      </w:r>
      <w:r>
        <w:t>.</w:t>
      </w:r>
      <w:bookmarkEnd w:id="24"/>
    </w:p>
    <w:p w14:paraId="39E7BA72" w14:textId="09C86B10" w:rsidR="006D35D7" w:rsidRDefault="008D63E8" w:rsidP="001C4D02">
      <w:pPr>
        <w:pStyle w:val="Odstavec1"/>
        <w:numPr>
          <w:ilvl w:val="0"/>
          <w:numId w:val="0"/>
        </w:numPr>
        <w:ind w:left="567"/>
      </w:pPr>
      <w:bookmarkStart w:id="27" w:name="_Toc96602720"/>
      <w:r>
        <w:t>Zadavatel</w:t>
      </w:r>
      <w:r w:rsidR="006D35D7">
        <w:t xml:space="preserve"> dále zřídí do </w:t>
      </w:r>
      <w:r w:rsidR="002C16C0">
        <w:t>5 pracovních dnů</w:t>
      </w:r>
      <w:r w:rsidR="006D35D7">
        <w:t xml:space="preserve"> dní přístup do </w:t>
      </w:r>
      <w:r w:rsidR="00575287">
        <w:t>CDE</w:t>
      </w:r>
      <w:r w:rsidR="006D35D7">
        <w:t xml:space="preserve"> pro další Uživatele na straně Zhotovitele, pokud je Zhotovitel určí v průběhu plnění Smlouvy a poskytne k tomu </w:t>
      </w:r>
      <w:r>
        <w:t>Zadavatel</w:t>
      </w:r>
      <w:r w:rsidR="006D35D7">
        <w:t xml:space="preserve">i odůvodněnou žádost. Ve všech případech shora platí, že </w:t>
      </w:r>
      <w:r>
        <w:t>Zadavatel</w:t>
      </w:r>
      <w:r w:rsidR="006D35D7">
        <w:t xml:space="preserve"> je oprávněn konkrétní Uživatele na straně Zhotovitele odmítnout a přístup do </w:t>
      </w:r>
      <w:r w:rsidR="00575287">
        <w:t>CDE</w:t>
      </w:r>
      <w:r w:rsidR="006D35D7">
        <w:t xml:space="preserve"> jim neposkytnout pouze z důležitých důvodů, které Zhotoviteli sdělí bez zbytečného odkladu.</w:t>
      </w:r>
      <w:bookmarkEnd w:id="27"/>
      <w:r w:rsidR="006D35D7">
        <w:t xml:space="preserve"> </w:t>
      </w:r>
    </w:p>
    <w:p w14:paraId="09E86BFA" w14:textId="23A7321E" w:rsidR="006D35D7" w:rsidRDefault="006D35D7" w:rsidP="001C4D02">
      <w:pPr>
        <w:pStyle w:val="Odstavec1"/>
      </w:pPr>
      <w:bookmarkStart w:id="28" w:name="_Toc96602721"/>
      <w:bookmarkEnd w:id="25"/>
      <w:r>
        <w:t xml:space="preserve">Zhotovitel zajistí, že </w:t>
      </w:r>
      <w:bookmarkEnd w:id="26"/>
      <w:r>
        <w:t xml:space="preserve">po celou dobu trvání Smlouvy bude pozice koordinátora </w:t>
      </w:r>
      <w:r w:rsidR="007030DA">
        <w:t>BIM</w:t>
      </w:r>
      <w:r>
        <w:t xml:space="preserve"> obsazena.</w:t>
      </w:r>
      <w:bookmarkEnd w:id="28"/>
      <w:r>
        <w:t xml:space="preserve"> </w:t>
      </w:r>
    </w:p>
    <w:p w14:paraId="34831104" w14:textId="4DFFB59B" w:rsidR="006D35D7" w:rsidRDefault="006D35D7" w:rsidP="001C4D02">
      <w:pPr>
        <w:pStyle w:val="Odstavec1"/>
      </w:pPr>
      <w:bookmarkStart w:id="29" w:name="_Toc96602722"/>
      <w:r>
        <w:t xml:space="preserve">Za veškerou činnost, jednání nebo opomenutí Uživatelů na straně </w:t>
      </w:r>
      <w:r w:rsidR="008D63E8">
        <w:t>Zadavatel</w:t>
      </w:r>
      <w:r>
        <w:t xml:space="preserve">e nese vůči Zhotoviteli odpovědnost </w:t>
      </w:r>
      <w:r w:rsidR="008D63E8">
        <w:t>Zadavatel</w:t>
      </w:r>
      <w:r>
        <w:t>.</w:t>
      </w:r>
      <w:bookmarkEnd w:id="29"/>
      <w:r>
        <w:t xml:space="preserve"> </w:t>
      </w:r>
    </w:p>
    <w:p w14:paraId="23308CF6" w14:textId="63E22098" w:rsidR="006D35D7" w:rsidRDefault="006D35D7" w:rsidP="001C4D02">
      <w:pPr>
        <w:pStyle w:val="Odstavec1"/>
      </w:pPr>
      <w:bookmarkStart w:id="30" w:name="_Toc96602723"/>
      <w:r>
        <w:t xml:space="preserve">Za veškerou činnost, jednání nebo opomenutí Uživatelů na straně Zhotovitele nese vůči </w:t>
      </w:r>
      <w:r w:rsidR="008D63E8">
        <w:t>Zadavatel</w:t>
      </w:r>
      <w:r>
        <w:t>i odpovědnost Zhotovitel.</w:t>
      </w:r>
      <w:bookmarkEnd w:id="30"/>
      <w:r>
        <w:t xml:space="preserve"> </w:t>
      </w:r>
    </w:p>
    <w:p w14:paraId="189C9049" w14:textId="03B4ECBE" w:rsidR="006D35D7" w:rsidRDefault="001C4D02" w:rsidP="001C4D02">
      <w:pPr>
        <w:pStyle w:val="Nadpis1"/>
      </w:pPr>
      <w:bookmarkStart w:id="31" w:name="_Toc96602724"/>
      <w:bookmarkStart w:id="32" w:name="_Toc96605436"/>
      <w:r>
        <w:t>O</w:t>
      </w:r>
      <w:r w:rsidR="006D35D7">
        <w:t>dpovědnost za obsah sdílených dat</w:t>
      </w:r>
      <w:bookmarkEnd w:id="31"/>
      <w:bookmarkEnd w:id="32"/>
    </w:p>
    <w:p w14:paraId="49580EF8" w14:textId="3A6CC81F" w:rsidR="006D35D7" w:rsidRDefault="008D63E8" w:rsidP="001C4D02">
      <w:pPr>
        <w:pStyle w:val="Odstavec1"/>
      </w:pPr>
      <w:bookmarkStart w:id="33" w:name="_Toc96602725"/>
      <w:r>
        <w:t>Zadavatel</w:t>
      </w:r>
      <w:r w:rsidR="006D35D7">
        <w:t xml:space="preserve"> je ve vztahu k Uživatelům na straně </w:t>
      </w:r>
      <w:r>
        <w:t>Zadavatel</w:t>
      </w:r>
      <w:r w:rsidR="006D35D7">
        <w:t>e a Zhotovitel je ve vztahu k Uživatelům na straně Zhotovitele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bookmarkEnd w:id="33"/>
      <w:r w:rsidR="006D35D7">
        <w:t xml:space="preserve"> </w:t>
      </w:r>
    </w:p>
    <w:p w14:paraId="524320C0" w14:textId="1F7CBCAE" w:rsidR="006D35D7" w:rsidRDefault="006D35D7" w:rsidP="001C4D02">
      <w:pPr>
        <w:pStyle w:val="Odstavec1"/>
      </w:pPr>
      <w:bookmarkStart w:id="34" w:name="_Toc96602726"/>
      <w:r>
        <w:t xml:space="preserve">Ujednání dle tohoto čl. 6 však nezbavuje v žádném rozsahu odpovědnosti Zhotovitele za Dílo dle Smlouvy, zejména včetně odpovědnosti za prodlení Zhotovitele, zajištění kvality, péči Zhotovitele o Dílo, vady Díla nebo plné dodržení ujednání Smlouvy, včetně případných Obchodních podmínek a Technických podmínek, a to i ve vztahu k právní povinnosti včasného upozornění na případné nevhodné pokyny </w:t>
      </w:r>
      <w:r w:rsidR="008D63E8">
        <w:t>Zadavatel</w:t>
      </w:r>
      <w:r>
        <w:t xml:space="preserve">e nebo nevhodné věci a nevhodné vstupy jakéhokoliv charakteru poskytnuté pro plnění </w:t>
      </w:r>
      <w:r w:rsidRPr="00480EFA">
        <w:t>Díla</w:t>
      </w:r>
      <w:r w:rsidR="00480EFA">
        <w:t xml:space="preserve"> </w:t>
      </w:r>
      <w:r w:rsidR="008D63E8">
        <w:t>Zadavatel</w:t>
      </w:r>
      <w:r>
        <w:t>em.</w:t>
      </w:r>
      <w:r w:rsidR="00480EFA">
        <w:t xml:space="preserve"> </w:t>
      </w:r>
      <w:r>
        <w:t>Stejně tak není dotčena případná odpovědnost Zhotovitele při zhotovování Díla více Zhotoviteli.</w:t>
      </w:r>
      <w:bookmarkEnd w:id="34"/>
    </w:p>
    <w:p w14:paraId="744C4BB9" w14:textId="31870C6E" w:rsidR="006D35D7" w:rsidRDefault="001C4D02" w:rsidP="001C4D02">
      <w:pPr>
        <w:pStyle w:val="Nadpis1"/>
      </w:pPr>
      <w:bookmarkStart w:id="35" w:name="_Toc96602727"/>
      <w:bookmarkStart w:id="36" w:name="_Toc96605437"/>
      <w:r>
        <w:t>P</w:t>
      </w:r>
      <w:r w:rsidR="006D35D7">
        <w:t>ovinnosti stran</w:t>
      </w:r>
      <w:bookmarkEnd w:id="35"/>
      <w:bookmarkEnd w:id="36"/>
    </w:p>
    <w:p w14:paraId="2E020094" w14:textId="2D1FDF19" w:rsidR="006D35D7" w:rsidRDefault="006D35D7" w:rsidP="001C4D02">
      <w:pPr>
        <w:pStyle w:val="Odstavec1"/>
      </w:pPr>
      <w:bookmarkStart w:id="37" w:name="_Toc96602728"/>
      <w:r>
        <w:t xml:space="preserve">Aniž by byly dotčeny čl. 5 a 6, jsou Zhotovitel a </w:t>
      </w:r>
      <w:r w:rsidR="008D63E8">
        <w:t>Zadavatel</w:t>
      </w:r>
      <w:r>
        <w:t xml:space="preserve"> povinni zajistit u třetích stran, které k plnění Smlouvy dle Smlouvy a tohoto Protokolu užijí, že tento Protokol bude plně dodržován a začleněn v celém nebo nezbytném rozsahu do příslušných smluv a dohod s těmito třetími osobami.</w:t>
      </w:r>
      <w:bookmarkEnd w:id="37"/>
      <w:r>
        <w:t xml:space="preserve"> </w:t>
      </w:r>
    </w:p>
    <w:p w14:paraId="1DDCF7B9" w14:textId="2931AEB6" w:rsidR="006D35D7" w:rsidRDefault="006D35D7" w:rsidP="001C4D02">
      <w:pPr>
        <w:pStyle w:val="Odstavec1"/>
      </w:pPr>
      <w:bookmarkStart w:id="38" w:name="_Toc96602729"/>
      <w:r>
        <w:t xml:space="preserve">Zhotovitel je povinen postupovat v rámci informačního modelování prostřednictvím </w:t>
      </w:r>
      <w:r w:rsidR="00575287">
        <w:t>CDE</w:t>
      </w:r>
      <w:r>
        <w:t xml:space="preserve"> v souladu s Informačními požadavky a pokyny a postupy určenými </w:t>
      </w:r>
      <w:r w:rsidR="008D63E8">
        <w:t>Zadavatel</w:t>
      </w:r>
      <w:r>
        <w:t>em, které se Zhotovitel zavazuje dodržovat.</w:t>
      </w:r>
      <w:bookmarkEnd w:id="38"/>
    </w:p>
    <w:p w14:paraId="41183266" w14:textId="314BFAA8" w:rsidR="006D35D7" w:rsidRDefault="006D35D7" w:rsidP="001C4D02">
      <w:pPr>
        <w:pStyle w:val="Odstavec1"/>
      </w:pPr>
      <w:bookmarkStart w:id="39" w:name="_Toc96602730"/>
      <w:r>
        <w:lastRenderedPageBreak/>
        <w:t xml:space="preserve">Zhotovitel se zavazuje s řádnou odbornou péčí vytvořit a dodat </w:t>
      </w:r>
      <w:r w:rsidR="008D63E8">
        <w:t>Zadavatel</w:t>
      </w:r>
      <w:r>
        <w:t>i specifikované Informační modely tak, jak je stanoveno v příloze č. 2 tohoto Protokolu.</w:t>
      </w:r>
      <w:bookmarkEnd w:id="39"/>
    </w:p>
    <w:p w14:paraId="585243C0" w14:textId="77777777" w:rsidR="006D35D7" w:rsidRPr="00B44D54" w:rsidRDefault="006D35D7" w:rsidP="001C4D02">
      <w:pPr>
        <w:pStyle w:val="Odstavec1"/>
      </w:pPr>
      <w:bookmarkStart w:id="40" w:name="_Toc96602731"/>
      <w:r>
        <w:t xml:space="preserve">Zhotovitel nemá v souvislosti s tímto Protokolem nárok na žádnou dodatečnou odměnu nebo </w:t>
      </w:r>
      <w:r w:rsidRPr="00B44D54">
        <w:t>jiné plnění nad rámec ceny Díla a všechny povinnosti, závazky a plnění Zhotovitele dle tohoto Protokolu jsou již zahrnuty do ceny Díla.</w:t>
      </w:r>
      <w:bookmarkEnd w:id="40"/>
      <w:r w:rsidRPr="00B44D54">
        <w:t xml:space="preserve"> </w:t>
      </w:r>
    </w:p>
    <w:p w14:paraId="66FE0EA4" w14:textId="594A832C" w:rsidR="006D35D7" w:rsidRDefault="001C4D02" w:rsidP="001C4D02">
      <w:pPr>
        <w:pStyle w:val="Nadpis1"/>
      </w:pPr>
      <w:bookmarkStart w:id="41" w:name="_Toc96602732"/>
      <w:bookmarkStart w:id="42" w:name="_Toc96605438"/>
      <w:r>
        <w:t>O</w:t>
      </w:r>
      <w:r w:rsidR="006D35D7">
        <w:t>chrana důvěrných informací</w:t>
      </w:r>
      <w:bookmarkEnd w:id="41"/>
      <w:bookmarkEnd w:id="42"/>
    </w:p>
    <w:p w14:paraId="3B848704" w14:textId="6F88EFC4" w:rsidR="006D35D7" w:rsidRDefault="008D63E8" w:rsidP="001C4D02">
      <w:pPr>
        <w:pStyle w:val="Odstavec1"/>
      </w:pPr>
      <w:bookmarkStart w:id="43" w:name="_Toc96602733"/>
      <w:r>
        <w:t>Zadavatel</w:t>
      </w:r>
      <w:r w:rsidR="006D35D7">
        <w:t xml:space="preserve"> a Zhotovitel jsou povinni zajistit ochranu obchodního tajemství druhé Smluvní strany stejně jako dalších důvěrných informací v rozsahu a způsobem stanoveným ve Smlouvě, a to i u všech Uživatelů, za které v souladu s tímto Protokolem odpovídají.</w:t>
      </w:r>
      <w:bookmarkEnd w:id="43"/>
    </w:p>
    <w:p w14:paraId="663C6B55" w14:textId="40082107" w:rsidR="006D35D7" w:rsidRPr="001C4D02" w:rsidRDefault="006D35D7" w:rsidP="001C4D02">
      <w:pPr>
        <w:pStyle w:val="Odstavec1"/>
      </w:pPr>
      <w:bookmarkStart w:id="44" w:name="_Toc96602734"/>
      <w:r w:rsidRPr="001C4D02">
        <w:t xml:space="preserve">Není-li stanoveno jinak, je každý Uživatel povinen zachovávat mlčenlivost o všech skutečnostech, které byly v rámci </w:t>
      </w:r>
      <w:r w:rsidR="00575287">
        <w:t>CDE</w:t>
      </w:r>
      <w:r w:rsidRPr="001C4D02">
        <w:t xml:space="preserve"> zpřístupněny v souvislosti s plněním Smlouvy a s činnostmi dle Protokolu, zejména o Sdílených datech, komunikaci mezi Uživateli a o Informačním modelu, ledaže </w:t>
      </w:r>
      <w:r w:rsidR="008D63E8">
        <w:t>Zadavatel</w:t>
      </w:r>
      <w:r w:rsidRPr="001C4D02">
        <w:t xml:space="preserve"> takové skutečnosti učinil veřejnými nebo se tyto skutečnosti staly veřejnými, aniž by byla porušena jakákoli povinnost kteréhokoli z Uživatelů nebo dala-li tomu Smluvní strana zpřístupňující takové informace předchozí souhlas, či vyplývá-li povinnost sdělit takovéto informace z právního předpisu. Nic v tomto Protokolu neomezuje Smluvní strany v užití Sdílených dat k oprávněnému hájení svých zájmů ve sporu s druhou Smluvní stranou.</w:t>
      </w:r>
      <w:bookmarkEnd w:id="44"/>
    </w:p>
    <w:p w14:paraId="36EE95A3" w14:textId="3067B9C1" w:rsidR="006D35D7" w:rsidRDefault="006D35D7" w:rsidP="001C4D02">
      <w:pPr>
        <w:pStyle w:val="Odstavec1"/>
      </w:pPr>
      <w:bookmarkStart w:id="45" w:name="_Toc96602735"/>
      <w:r>
        <w:t xml:space="preserve">V případě, že je zapotřebí zachovávat určité postupy nebo standardy s ohledem na ochranu citlivých informací nebo z důvodu zajištění bezpečnosti a Smlouva tuto otázku neupravuje nebo neupravuje kompletně, připojí Smluvní strany k Protokolu Přílohu č. </w:t>
      </w:r>
      <w:r w:rsidR="004218E1">
        <w:t>4</w:t>
      </w:r>
      <w:r>
        <w:t xml:space="preserve"> stanovující jednotlivé povinnosti Smluvních stran a Uživatelů, včetně případných postupů a standardů společně s případnými mechanismy v případě porušení vyžadované ochrany. Smluvní strany jsou pak povinny postupovat v souladu s Přílohou č. </w:t>
      </w:r>
      <w:r w:rsidR="00757CBC">
        <w:t>4</w:t>
      </w:r>
      <w:r>
        <w:t xml:space="preserve">. Mimo jiné platí, že za podmínek dle Přílohy č. </w:t>
      </w:r>
      <w:r w:rsidR="00757CBC">
        <w:t>4</w:t>
      </w:r>
      <w:r>
        <w:t xml:space="preserve"> je </w:t>
      </w:r>
      <w:r w:rsidR="008D63E8">
        <w:t>Zadavatel</w:t>
      </w:r>
      <w:r>
        <w:t xml:space="preserve"> oprávněn neposkytnout nebo zrušit přístup do </w:t>
      </w:r>
      <w:r w:rsidR="00575287">
        <w:t>CDE</w:t>
      </w:r>
      <w:r>
        <w:t xml:space="preserve"> jakémukoliv Uživateli.</w:t>
      </w:r>
      <w:bookmarkEnd w:id="45"/>
      <w:r>
        <w:t xml:space="preserve"> </w:t>
      </w:r>
    </w:p>
    <w:p w14:paraId="79EF6E6B" w14:textId="2F54B4BF" w:rsidR="006D35D7" w:rsidRDefault="001C4D02" w:rsidP="001C4D02">
      <w:pPr>
        <w:pStyle w:val="Nadpis1"/>
      </w:pPr>
      <w:bookmarkStart w:id="46" w:name="_Toc96602736"/>
      <w:bookmarkStart w:id="47" w:name="_Toc96605439"/>
      <w:r>
        <w:t>P</w:t>
      </w:r>
      <w:r w:rsidR="006D35D7">
        <w:t>ráva duševního vlastnictví</w:t>
      </w:r>
      <w:bookmarkStart w:id="48" w:name="_GoBack"/>
      <w:bookmarkEnd w:id="46"/>
      <w:bookmarkEnd w:id="47"/>
      <w:bookmarkEnd w:id="48"/>
    </w:p>
    <w:p w14:paraId="716C07C3" w14:textId="77777777" w:rsidR="006D35D7" w:rsidRDefault="006D35D7" w:rsidP="001C4D02">
      <w:pPr>
        <w:pStyle w:val="Odstavec1"/>
      </w:pPr>
      <w:bookmarkStart w:id="49" w:name="_Toc96602737"/>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bookmarkEnd w:id="49"/>
    </w:p>
    <w:p w14:paraId="5872BEA5" w14:textId="77777777" w:rsidR="006D35D7" w:rsidRDefault="006D35D7" w:rsidP="001C4D02">
      <w:pPr>
        <w:pStyle w:val="Odstavec1"/>
      </w:pPr>
      <w:bookmarkStart w:id="50" w:name="_Toc96602738"/>
      <w:r>
        <w:t>Licence opravňuje Smluvní stranu zejména k následujícím typům užívání, vždy však pouze v souladu s Přípustným účelem: ke sdílení dat, jejich čtení, kopírování, replikaci a úpravám pro účely měření, pořizování výkazů výměr a soupisů prací, přípravy detailů, vytyčovacích souřadnic, pořizování projektové dokumentace, prezentačním a publikačním účelům, vytěžování dat, napojení dat na harmonogramy, dodavatelské systémy, přípravě dalších stupňů projektových dokumentací a použití v dalších softwarových nástrojích Smluvních stran.</w:t>
      </w:r>
      <w:bookmarkEnd w:id="50"/>
    </w:p>
    <w:p w14:paraId="4508B50E" w14:textId="2B5A3946" w:rsidR="006D35D7" w:rsidRDefault="006D35D7" w:rsidP="001C4D02">
      <w:pPr>
        <w:pStyle w:val="Odstavec1"/>
      </w:pPr>
      <w:bookmarkStart w:id="51" w:name="_Toc96602739"/>
      <w:r>
        <w:lastRenderedPageBreak/>
        <w:t>Licence dle tohoto Protokolu zahrnuje oprávnění Informační model nebo jeho část či jiná Sdílená data v nezbytném rozsahu rozmnožit na své výpočetní technice a udělit podlicenci ve stejném rozsahu také dalším Uživatelům („</w:t>
      </w:r>
      <w:r>
        <w:rPr>
          <w:b/>
        </w:rPr>
        <w:t>Podlicence</w:t>
      </w:r>
      <w:r>
        <w:t xml:space="preserve">“). Zhotovitel je však oprávněn poskytnout Podlicenci pouze Uživatelům na straně Zhotovitele, kterým </w:t>
      </w:r>
      <w:r w:rsidR="008D63E8">
        <w:t>Zadavatel</w:t>
      </w:r>
      <w:r>
        <w:t xml:space="preserve"> poskytl přístup do </w:t>
      </w:r>
      <w:r w:rsidR="00575287">
        <w:t>CDE</w:t>
      </w:r>
      <w:r>
        <w:t xml:space="preserve"> v souladu s čl. 5.2, nebo osobám, u kterých </w:t>
      </w:r>
      <w:r w:rsidR="008D63E8">
        <w:t>Zadavatel</w:t>
      </w:r>
      <w:r>
        <w:t xml:space="preserve"> vyslovil s udělením Podlicence souhlas.</w:t>
      </w:r>
      <w:bookmarkEnd w:id="51"/>
    </w:p>
    <w:p w14:paraId="7A16B040" w14:textId="113D403B" w:rsidR="006D35D7" w:rsidRDefault="006D35D7" w:rsidP="001C4D02">
      <w:pPr>
        <w:pStyle w:val="Odstavec1"/>
      </w:pPr>
      <w:bookmarkStart w:id="52" w:name="_Toc96602740"/>
      <w:r>
        <w:t xml:space="preserve">Licence zahrnuje možnost Informační model v rámci příslušných práv a povinností Uživatelů upravovat, pozměňovat a doplňovat při informačním modelování v souladu s diagramem dle čl. 5.2 tohoto Protokolu za účelem splnění Smlouvy, přičemž </w:t>
      </w:r>
      <w:r w:rsidR="00575287">
        <w:t>CDE</w:t>
      </w:r>
      <w: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proofErr w:type="gramStart"/>
      <w:r>
        <w:t>Smlouvy</w:t>
      </w:r>
      <w:proofErr w:type="gramEnd"/>
      <w:r>
        <w:t xml:space="preserve"> a i po jejím skončení. Uživatel, u kterého došlo k ukončení jeho účasti na Smlouvě, pozbývá oprávnění dle Protokolu, ledaže z povahy věci nebo jiné dohody nevyplývá jinak.</w:t>
      </w:r>
      <w:bookmarkEnd w:id="52"/>
    </w:p>
    <w:p w14:paraId="5374831B" w14:textId="77777777" w:rsidR="006D35D7" w:rsidRDefault="006D35D7" w:rsidP="001C4D02">
      <w:pPr>
        <w:pStyle w:val="Odstavec1"/>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37D68664" w14:textId="77777777" w:rsidR="006D35D7" w:rsidRDefault="006D35D7" w:rsidP="001C4D02">
      <w:pPr>
        <w:pStyle w:val="Odstavec1"/>
      </w:pPr>
      <w:r>
        <w:t>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v nezbytném rozsahu, nezbytným osobám a pro nezbytnou dobu, včetně zajištění nezbytných souhlasů nebo oprávnění v rámci osobnostních práv.</w:t>
      </w:r>
    </w:p>
    <w:p w14:paraId="3BEE6D2A" w14:textId="282643AD" w:rsidR="006D35D7" w:rsidRDefault="006D35D7" w:rsidP="001C4D02">
      <w:pPr>
        <w:pStyle w:val="Odstavec1"/>
      </w:pPr>
      <w:r>
        <w:t>V rámci Licence ani jiné činnosti při informačním modelování v </w:t>
      </w:r>
      <w:r w:rsidR="00575287">
        <w:t>CDE</w:t>
      </w:r>
      <w:r>
        <w:t xml:space="preserve"> nedochází na základě Protokolu k žádnému převodu jakýchkoli práv k právům duševního vlastnictví, není-li pro konkrétní případ stanoveno jinak.</w:t>
      </w:r>
    </w:p>
    <w:p w14:paraId="44DEBEFF" w14:textId="77777777" w:rsidR="006D35D7" w:rsidRDefault="006D35D7" w:rsidP="001C4D02">
      <w:pPr>
        <w:pStyle w:val="Odstavec1"/>
      </w:pPr>
      <w:r>
        <w:t xml:space="preserve">Licence dle Protokolu se poskytuje s vyloučením jakýchkoli práv na dodatečnou odměnu nebo jiné plnění. </w:t>
      </w:r>
    </w:p>
    <w:p w14:paraId="30521534" w14:textId="49F0AC71" w:rsidR="006D35D7" w:rsidRDefault="00B44D54" w:rsidP="001C4D02">
      <w:pPr>
        <w:pStyle w:val="Nadpis1"/>
      </w:pPr>
      <w:bookmarkStart w:id="53" w:name="_Toc96605440"/>
      <w:r>
        <w:t>V</w:t>
      </w:r>
      <w:r w:rsidR="006D35D7">
        <w:t>lastnictví sdílených dat</w:t>
      </w:r>
      <w:bookmarkEnd w:id="53"/>
    </w:p>
    <w:p w14:paraId="58043A31" w14:textId="3629ED6F" w:rsidR="006D35D7" w:rsidRDefault="006D35D7" w:rsidP="001C4D02">
      <w:pPr>
        <w:pStyle w:val="Odstavec1"/>
      </w:pPr>
      <w:r>
        <w:t xml:space="preserve">Vlastníkem Sdílených dat, na které se nevztahuje autorské právo ani jiné právo duševního vlastnictví, se stává </w:t>
      </w:r>
      <w:r w:rsidR="008D63E8">
        <w:t>Zadavatel</w:t>
      </w:r>
      <w:r>
        <w:t>, a to v okamžiku stanoveném Smlouvou. Není-li takový okamžik ve Smlouvě stanoven, nebo nelze-li jej dovodit, tak k okamžiku sdílení Sdílených dat.</w:t>
      </w:r>
    </w:p>
    <w:p w14:paraId="35393C86" w14:textId="2282A487" w:rsidR="006D35D7" w:rsidRDefault="008D63E8" w:rsidP="001C4D02">
      <w:pPr>
        <w:pStyle w:val="Odstavec1"/>
      </w:pPr>
      <w:r>
        <w:t>Zadavatel</w:t>
      </w:r>
      <w:r w:rsidR="006D35D7">
        <w:t xml:space="preserve"> je oprávněn tato data po skončení Smlouvy v souladu se Smlouvou a Protokolem užívat bez omezení. </w:t>
      </w:r>
    </w:p>
    <w:p w14:paraId="6FD3A889" w14:textId="2A373AC8" w:rsidR="006D35D7" w:rsidRDefault="00B44D54" w:rsidP="001C4D02">
      <w:pPr>
        <w:pStyle w:val="Nadpis1"/>
      </w:pPr>
      <w:bookmarkStart w:id="54" w:name="_Toc96605441"/>
      <w:r>
        <w:t>O</w:t>
      </w:r>
      <w:r w:rsidR="006D35D7">
        <w:t>chrana osobních údajů</w:t>
      </w:r>
      <w:bookmarkEnd w:id="54"/>
    </w:p>
    <w:p w14:paraId="25F57107" w14:textId="77777777" w:rsidR="006D35D7" w:rsidRDefault="006D35D7" w:rsidP="001C4D02">
      <w:pPr>
        <w:pStyle w:val="Odstavec1"/>
      </w:pPr>
      <w:r>
        <w:t xml:space="preserve">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w:t>
      </w:r>
      <w:r>
        <w:lastRenderedPageBreak/>
        <w:t>zpracovávat také další Uživatelé (a druhá Smluvní strana) v rozsahu nezbytném pro informační modelování dle Protokolu.</w:t>
      </w:r>
    </w:p>
    <w:p w14:paraId="53FDEAB0" w14:textId="029ED521" w:rsidR="006D35D7" w:rsidRDefault="00B44D54" w:rsidP="001C4D02">
      <w:pPr>
        <w:pStyle w:val="Nadpis1"/>
      </w:pPr>
      <w:bookmarkStart w:id="55" w:name="_Toc96605442"/>
      <w:r>
        <w:t>Přílohy</w:t>
      </w:r>
      <w:bookmarkEnd w:id="55"/>
    </w:p>
    <w:p w14:paraId="4F215746" w14:textId="77777777" w:rsidR="006D35D7" w:rsidRDefault="006D35D7" w:rsidP="001C4D02">
      <w:pPr>
        <w:pStyle w:val="Odstavec1"/>
      </w:pPr>
      <w:r>
        <w:t>Nedílnou součástí tohoto Protokolu jsou následující přílohy:</w:t>
      </w:r>
    </w:p>
    <w:p w14:paraId="2BF2D8E7" w14:textId="774B82CD" w:rsidR="006D35D7" w:rsidRDefault="00564FE0" w:rsidP="00564FE0">
      <w:pPr>
        <w:pStyle w:val="ODST2"/>
        <w:numPr>
          <w:ilvl w:val="0"/>
          <w:numId w:val="47"/>
        </w:numPr>
      </w:pPr>
      <w:r>
        <w:t xml:space="preserve">Příloha č.1 </w:t>
      </w:r>
      <w:r w:rsidR="00CE14F2">
        <w:t>Požadavky Zadavatele na informace (EIR)</w:t>
      </w:r>
    </w:p>
    <w:p w14:paraId="26E5E81D" w14:textId="240011FF" w:rsidR="00564FE0" w:rsidRDefault="00564FE0" w:rsidP="00564FE0">
      <w:pPr>
        <w:pStyle w:val="ODST2"/>
        <w:numPr>
          <w:ilvl w:val="0"/>
          <w:numId w:val="47"/>
        </w:numPr>
      </w:pPr>
      <w:r>
        <w:t xml:space="preserve">Příloha č.2 </w:t>
      </w:r>
      <w:r w:rsidR="00F548A8">
        <w:t>Šablona PRE-BEP</w:t>
      </w:r>
    </w:p>
    <w:p w14:paraId="0335FB67" w14:textId="452B2A3C" w:rsidR="00F548A8" w:rsidRDefault="00F548A8" w:rsidP="00564FE0">
      <w:pPr>
        <w:pStyle w:val="ODST2"/>
        <w:numPr>
          <w:ilvl w:val="0"/>
          <w:numId w:val="47"/>
        </w:numPr>
      </w:pPr>
      <w:r>
        <w:t>Příloha č.3 Manuál operací ve Společném datovém prostředí (CDE)</w:t>
      </w:r>
    </w:p>
    <w:p w14:paraId="0230D02F" w14:textId="77777777" w:rsidR="00564FE0" w:rsidRDefault="00564FE0" w:rsidP="00564FE0">
      <w:pPr>
        <w:pStyle w:val="ODST2"/>
        <w:numPr>
          <w:ilvl w:val="0"/>
          <w:numId w:val="0"/>
        </w:numPr>
        <w:ind w:left="360"/>
      </w:pPr>
    </w:p>
    <w:p w14:paraId="1E77ED96" w14:textId="77777777" w:rsidR="006D35D7" w:rsidRDefault="006D35D7" w:rsidP="001C4D02">
      <w:pPr>
        <w:pStyle w:val="Nadpis1"/>
        <w:numPr>
          <w:ilvl w:val="0"/>
          <w:numId w:val="0"/>
        </w:numPr>
      </w:pPr>
    </w:p>
    <w:p w14:paraId="3F4CF9AC" w14:textId="39250FBB" w:rsidR="00273E39" w:rsidRPr="002002FD" w:rsidRDefault="00273E39" w:rsidP="001C4D02">
      <w:pPr>
        <w:pStyle w:val="Nadpis1"/>
        <w:numPr>
          <w:ilvl w:val="0"/>
          <w:numId w:val="0"/>
        </w:numPr>
        <w:ind w:left="360"/>
      </w:pPr>
    </w:p>
    <w:sectPr w:rsidR="00273E39" w:rsidRPr="002002F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7FF7" w16cex:dateUtc="2022-03-08T06:10:00Z"/>
  <w16cex:commentExtensible w16cex:durableId="25D47D96" w16cex:dateUtc="2022-03-10T12:37:00Z"/>
  <w16cex:commentExtensible w16cex:durableId="25D18077" w16cex:dateUtc="2022-03-08T06:12:00Z"/>
  <w16cex:commentExtensible w16cex:durableId="25D180A1" w16cex:dateUtc="2022-03-08T06:13:00Z"/>
  <w16cex:commentExtensible w16cex:durableId="25D47DEA" w16cex:dateUtc="2022-03-10T12:38:00Z"/>
  <w16cex:commentExtensible w16cex:durableId="25D17E75" w16cex:dateUtc="2022-03-08T06: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7B306" w14:textId="77777777" w:rsidR="00744963" w:rsidRDefault="00744963" w:rsidP="00AC41BA">
      <w:r>
        <w:separator/>
      </w:r>
    </w:p>
  </w:endnote>
  <w:endnote w:type="continuationSeparator" w:id="0">
    <w:p w14:paraId="15BCBF77" w14:textId="77777777" w:rsidR="00744963" w:rsidRDefault="00744963" w:rsidP="00AC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4367D" w14:textId="77777777" w:rsidR="00677BEF" w:rsidRDefault="00677BEF" w:rsidP="00AC41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12" w:type="dxa"/>
      <w:tblLayout w:type="fixed"/>
      <w:tblLook w:val="06A0" w:firstRow="1" w:lastRow="0" w:firstColumn="1" w:lastColumn="0" w:noHBand="1" w:noVBand="1"/>
    </w:tblPr>
    <w:tblGrid>
      <w:gridCol w:w="9112"/>
    </w:tblGrid>
    <w:tr w:rsidR="5C123CF7" w14:paraId="53313EA1" w14:textId="77777777" w:rsidTr="76378455">
      <w:tc>
        <w:tcPr>
          <w:tcW w:w="9112" w:type="dxa"/>
        </w:tcPr>
        <w:p w14:paraId="6716C36F" w14:textId="77777777" w:rsidR="5C123CF7" w:rsidRDefault="76378455" w:rsidP="00AC41BA">
          <w:pPr>
            <w:pStyle w:val="Zhlav"/>
          </w:pPr>
          <w:r w:rsidRPr="76378455">
            <w:t>–––––––––––––––––––––––––––––––––––––––––––––––––––––––––––––––––––––––––––––––</w:t>
          </w:r>
        </w:p>
        <w:p w14:paraId="6F545482" w14:textId="09729359" w:rsidR="5C123CF7" w:rsidRDefault="0030652D" w:rsidP="00801F7C">
          <w:pPr>
            <w:pStyle w:val="Zhlav"/>
            <w:jc w:val="center"/>
          </w:pPr>
          <w:r>
            <w:fldChar w:fldCharType="begin"/>
          </w:r>
          <w:r>
            <w:instrText>PAGE   \* MERGEFORMAT</w:instrText>
          </w:r>
          <w:r>
            <w:fldChar w:fldCharType="separate"/>
          </w:r>
          <w:r>
            <w:t>1</w:t>
          </w:r>
          <w:r>
            <w:fldChar w:fldCharType="end"/>
          </w:r>
        </w:p>
        <w:p w14:paraId="113B019B" w14:textId="77777777" w:rsidR="5C123CF7" w:rsidRDefault="76378455" w:rsidP="00AC41BA">
          <w:pPr>
            <w:pStyle w:val="Zhlav"/>
          </w:pPr>
          <w:r w:rsidRPr="76378455">
            <w:t xml:space="preserve">Digital Transformation </w:t>
          </w:r>
          <w:r w:rsidR="00677BEF">
            <w:t>S</w:t>
          </w:r>
          <w:r w:rsidRPr="76378455">
            <w:t xml:space="preserve">ystems s.r.o.               </w:t>
          </w:r>
        </w:p>
        <w:p w14:paraId="1FB94CE2" w14:textId="77777777" w:rsidR="5C123CF7" w:rsidRDefault="76378455" w:rsidP="00AC41BA">
          <w:pPr>
            <w:pStyle w:val="Zhlav"/>
          </w:pPr>
          <w:r w:rsidRPr="76378455">
            <w:t xml:space="preserve">info@digitalsystems.cz </w:t>
          </w:r>
          <w:r w:rsidRPr="76378455">
            <w:rPr>
              <w:color w:val="D9D9D9" w:themeColor="background1" w:themeShade="D9"/>
              <w:sz w:val="21"/>
              <w:szCs w:val="21"/>
            </w:rPr>
            <w:t>|</w:t>
          </w:r>
          <w:r w:rsidRPr="76378455">
            <w:rPr>
              <w:color w:val="4D5156"/>
              <w:sz w:val="21"/>
              <w:szCs w:val="21"/>
            </w:rPr>
            <w:t xml:space="preserve"> </w:t>
          </w:r>
          <w:r w:rsidRPr="76378455">
            <w:t xml:space="preserve">+420 604 705 191 </w:t>
          </w:r>
          <w:r w:rsidRPr="76378455">
            <w:rPr>
              <w:color w:val="D9D9D9" w:themeColor="background1" w:themeShade="D9"/>
              <w:sz w:val="21"/>
              <w:szCs w:val="21"/>
            </w:rPr>
            <w:t>|</w:t>
          </w:r>
          <w:r w:rsidRPr="76378455">
            <w:t xml:space="preserve"> www.digitalsystems.cz                               IČ: </w:t>
          </w:r>
          <w:r w:rsidR="003730CA">
            <w:t>0</w:t>
          </w:r>
          <w:r w:rsidRPr="76378455">
            <w:t>8725616</w:t>
          </w:r>
        </w:p>
        <w:p w14:paraId="22C74F13" w14:textId="77777777" w:rsidR="5C123CF7" w:rsidRDefault="5C123CF7" w:rsidP="00AC41BA">
          <w:pPr>
            <w:pStyle w:val="Zhlav"/>
          </w:pPr>
        </w:p>
      </w:tc>
    </w:tr>
    <w:tr w:rsidR="76378455" w14:paraId="62E8CA20" w14:textId="77777777" w:rsidTr="76378455">
      <w:tc>
        <w:tcPr>
          <w:tcW w:w="9112" w:type="dxa"/>
        </w:tcPr>
        <w:p w14:paraId="233C7F35" w14:textId="77777777" w:rsidR="76378455" w:rsidRDefault="76378455" w:rsidP="00AC41BA">
          <w:pPr>
            <w:pStyle w:val="Zhlav"/>
          </w:pPr>
        </w:p>
      </w:tc>
    </w:tr>
  </w:tbl>
  <w:p w14:paraId="179F1E78" w14:textId="77777777" w:rsidR="5C123CF7" w:rsidRDefault="5C123CF7" w:rsidP="00AC41B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8E35" w14:textId="77777777" w:rsidR="00677BEF" w:rsidRDefault="00677BEF" w:rsidP="00AC41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F8394" w14:textId="77777777" w:rsidR="00744963" w:rsidRDefault="00744963" w:rsidP="00AC41BA">
      <w:r>
        <w:separator/>
      </w:r>
    </w:p>
  </w:footnote>
  <w:footnote w:type="continuationSeparator" w:id="0">
    <w:p w14:paraId="1CC900EE" w14:textId="77777777" w:rsidR="00744963" w:rsidRDefault="00744963" w:rsidP="00AC4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A41E3" w14:textId="77777777" w:rsidR="00677BEF" w:rsidRDefault="00677BEF" w:rsidP="00AC41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5C123CF7" w14:paraId="6E95D78F" w14:textId="77777777" w:rsidTr="76378455">
      <w:tc>
        <w:tcPr>
          <w:tcW w:w="3009" w:type="dxa"/>
        </w:tcPr>
        <w:p w14:paraId="6BCA7865" w14:textId="77777777" w:rsidR="5C123CF7" w:rsidRDefault="00303D6E" w:rsidP="00AC41BA">
          <w:pPr>
            <w:pStyle w:val="Zhlav"/>
          </w:pPr>
          <w:r>
            <w:rPr>
              <w:noProof/>
            </w:rPr>
            <w:drawing>
              <wp:inline distT="0" distB="0" distL="0" distR="0" wp14:anchorId="2EE232C4" wp14:editId="36C24991">
                <wp:extent cx="1708809" cy="215360"/>
                <wp:effectExtent l="0" t="0" r="571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791" cy="242832"/>
                        </a:xfrm>
                        <a:prstGeom prst="rect">
                          <a:avLst/>
                        </a:prstGeom>
                        <a:noFill/>
                        <a:ln>
                          <a:noFill/>
                        </a:ln>
                      </pic:spPr>
                    </pic:pic>
                  </a:graphicData>
                </a:graphic>
              </wp:inline>
            </w:drawing>
          </w:r>
        </w:p>
      </w:tc>
      <w:tc>
        <w:tcPr>
          <w:tcW w:w="3009" w:type="dxa"/>
        </w:tcPr>
        <w:p w14:paraId="51799F78" w14:textId="77777777" w:rsidR="5C123CF7" w:rsidRDefault="5C123CF7" w:rsidP="00AC41BA">
          <w:pPr>
            <w:pStyle w:val="Zhlav"/>
          </w:pPr>
        </w:p>
      </w:tc>
      <w:tc>
        <w:tcPr>
          <w:tcW w:w="3009" w:type="dxa"/>
        </w:tcPr>
        <w:p w14:paraId="41E7A446" w14:textId="77777777" w:rsidR="5C123CF7" w:rsidRDefault="5C123CF7" w:rsidP="00AC41BA">
          <w:pPr>
            <w:pStyle w:val="Zhlav"/>
          </w:pPr>
        </w:p>
      </w:tc>
    </w:tr>
  </w:tbl>
  <w:p w14:paraId="057B89C1" w14:textId="77777777" w:rsidR="5C123CF7" w:rsidRDefault="5C123CF7" w:rsidP="00AC41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E40BD" w14:textId="77777777" w:rsidR="00677BEF" w:rsidRDefault="00677BEF" w:rsidP="00AC41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D64DC4C"/>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73367E0E"/>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83462CF"/>
    <w:multiLevelType w:val="hybridMultilevel"/>
    <w:tmpl w:val="E12A9FEE"/>
    <w:lvl w:ilvl="0" w:tplc="1A16018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2E1836"/>
    <w:multiLevelType w:val="hybridMultilevel"/>
    <w:tmpl w:val="4BC29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4F7EEA"/>
    <w:multiLevelType w:val="hybridMultilevel"/>
    <w:tmpl w:val="473C1F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7B22C1"/>
    <w:multiLevelType w:val="hybridMultilevel"/>
    <w:tmpl w:val="07884520"/>
    <w:lvl w:ilvl="0" w:tplc="1A160180">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9D4651"/>
    <w:multiLevelType w:val="hybridMultilevel"/>
    <w:tmpl w:val="87506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0025C2B"/>
    <w:multiLevelType w:val="hybridMultilevel"/>
    <w:tmpl w:val="3F424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812A1D"/>
    <w:multiLevelType w:val="hybridMultilevel"/>
    <w:tmpl w:val="9EB897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2A5439"/>
    <w:multiLevelType w:val="hybridMultilevel"/>
    <w:tmpl w:val="D09C7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922AA0"/>
    <w:multiLevelType w:val="hybridMultilevel"/>
    <w:tmpl w:val="0DEEB6D0"/>
    <w:lvl w:ilvl="0" w:tplc="04050001">
      <w:start w:val="1"/>
      <w:numFmt w:val="bullet"/>
      <w:lvlText w:val=""/>
      <w:lvlJc w:val="left"/>
      <w:pPr>
        <w:ind w:left="2912" w:hanging="360"/>
      </w:pPr>
      <w:rPr>
        <w:rFonts w:ascii="Symbol" w:hAnsi="Symbol" w:hint="default"/>
      </w:rPr>
    </w:lvl>
    <w:lvl w:ilvl="1" w:tplc="04050003">
      <w:start w:val="1"/>
      <w:numFmt w:val="bullet"/>
      <w:lvlText w:val="o"/>
      <w:lvlJc w:val="left"/>
      <w:pPr>
        <w:ind w:left="4112" w:hanging="360"/>
      </w:pPr>
      <w:rPr>
        <w:rFonts w:ascii="Courier New" w:hAnsi="Courier New" w:cs="Courier New" w:hint="default"/>
      </w:rPr>
    </w:lvl>
    <w:lvl w:ilvl="2" w:tplc="04050005">
      <w:start w:val="1"/>
      <w:numFmt w:val="bullet"/>
      <w:lvlText w:val=""/>
      <w:lvlJc w:val="left"/>
      <w:pPr>
        <w:ind w:left="4352" w:hanging="360"/>
      </w:pPr>
      <w:rPr>
        <w:rFonts w:ascii="Wingdings" w:hAnsi="Wingdings" w:hint="default"/>
      </w:rPr>
    </w:lvl>
    <w:lvl w:ilvl="3" w:tplc="04050001">
      <w:start w:val="1"/>
      <w:numFmt w:val="bullet"/>
      <w:lvlText w:val=""/>
      <w:lvlJc w:val="left"/>
      <w:pPr>
        <w:ind w:left="5072" w:hanging="360"/>
      </w:pPr>
      <w:rPr>
        <w:rFonts w:ascii="Symbol" w:hAnsi="Symbol" w:hint="default"/>
      </w:rPr>
    </w:lvl>
    <w:lvl w:ilvl="4" w:tplc="04050003" w:tentative="1">
      <w:start w:val="1"/>
      <w:numFmt w:val="bullet"/>
      <w:lvlText w:val="o"/>
      <w:lvlJc w:val="left"/>
      <w:pPr>
        <w:ind w:left="5792" w:hanging="360"/>
      </w:pPr>
      <w:rPr>
        <w:rFonts w:ascii="Courier New" w:hAnsi="Courier New" w:cs="Courier New" w:hint="default"/>
      </w:rPr>
    </w:lvl>
    <w:lvl w:ilvl="5" w:tplc="04050005" w:tentative="1">
      <w:start w:val="1"/>
      <w:numFmt w:val="bullet"/>
      <w:lvlText w:val=""/>
      <w:lvlJc w:val="left"/>
      <w:pPr>
        <w:ind w:left="6512" w:hanging="360"/>
      </w:pPr>
      <w:rPr>
        <w:rFonts w:ascii="Wingdings" w:hAnsi="Wingdings" w:hint="default"/>
      </w:rPr>
    </w:lvl>
    <w:lvl w:ilvl="6" w:tplc="04050001" w:tentative="1">
      <w:start w:val="1"/>
      <w:numFmt w:val="bullet"/>
      <w:lvlText w:val=""/>
      <w:lvlJc w:val="left"/>
      <w:pPr>
        <w:ind w:left="7232" w:hanging="360"/>
      </w:pPr>
      <w:rPr>
        <w:rFonts w:ascii="Symbol" w:hAnsi="Symbol" w:hint="default"/>
      </w:rPr>
    </w:lvl>
    <w:lvl w:ilvl="7" w:tplc="04050003" w:tentative="1">
      <w:start w:val="1"/>
      <w:numFmt w:val="bullet"/>
      <w:lvlText w:val="o"/>
      <w:lvlJc w:val="left"/>
      <w:pPr>
        <w:ind w:left="7952" w:hanging="360"/>
      </w:pPr>
      <w:rPr>
        <w:rFonts w:ascii="Courier New" w:hAnsi="Courier New" w:cs="Courier New" w:hint="default"/>
      </w:rPr>
    </w:lvl>
    <w:lvl w:ilvl="8" w:tplc="04050005" w:tentative="1">
      <w:start w:val="1"/>
      <w:numFmt w:val="bullet"/>
      <w:lvlText w:val=""/>
      <w:lvlJc w:val="left"/>
      <w:pPr>
        <w:ind w:left="8672" w:hanging="360"/>
      </w:pPr>
      <w:rPr>
        <w:rFonts w:ascii="Wingdings" w:hAnsi="Wingdings" w:hint="default"/>
      </w:rPr>
    </w:lvl>
  </w:abstractNum>
  <w:abstractNum w:abstractNumId="11" w15:restartNumberingAfterBreak="0">
    <w:nsid w:val="1B596A4F"/>
    <w:multiLevelType w:val="hybridMultilevel"/>
    <w:tmpl w:val="BBCC2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CA454F"/>
    <w:multiLevelType w:val="hybridMultilevel"/>
    <w:tmpl w:val="41F0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832257"/>
    <w:multiLevelType w:val="hybridMultilevel"/>
    <w:tmpl w:val="5B5A046E"/>
    <w:lvl w:ilvl="0" w:tplc="2D5A485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5095170"/>
    <w:multiLevelType w:val="hybridMultilevel"/>
    <w:tmpl w:val="F9AA7E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BC0042"/>
    <w:multiLevelType w:val="hybridMultilevel"/>
    <w:tmpl w:val="0610CD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370F53"/>
    <w:multiLevelType w:val="multilevel"/>
    <w:tmpl w:val="210636D0"/>
    <w:lvl w:ilvl="0">
      <w:start w:val="1"/>
      <w:numFmt w:val="decimal"/>
      <w:lvlText w:val="%1."/>
      <w:lvlJc w:val="left"/>
      <w:pPr>
        <w:ind w:left="360" w:hanging="360"/>
      </w:pPr>
    </w:lvl>
    <w:lvl w:ilvl="1">
      <w:start w:val="1"/>
      <w:numFmt w:val="decimal"/>
      <w:pStyle w:val="Nadpis2"/>
      <w:lvlText w:val="%1.%2"/>
      <w:lvlJc w:val="left"/>
      <w:pPr>
        <w:ind w:left="860" w:hanging="576"/>
      </w:pPr>
    </w:lvl>
    <w:lvl w:ilvl="2">
      <w:start w:val="1"/>
      <w:numFmt w:val="decimal"/>
      <w:pStyle w:val="Nadpis3"/>
      <w:lvlText w:val="%1.%2.%3"/>
      <w:lvlJc w:val="left"/>
      <w:pPr>
        <w:ind w:left="1571" w:hanging="720"/>
      </w:pPr>
    </w:lvl>
    <w:lvl w:ilvl="3">
      <w:start w:val="1"/>
      <w:numFmt w:val="decimal"/>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CE296E"/>
    <w:multiLevelType w:val="multilevel"/>
    <w:tmpl w:val="5968828E"/>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DD7F3F"/>
    <w:multiLevelType w:val="hybridMultilevel"/>
    <w:tmpl w:val="D8D2AE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4B5D6A"/>
    <w:multiLevelType w:val="multilevel"/>
    <w:tmpl w:val="235E3670"/>
    <w:lvl w:ilvl="0">
      <w:start w:val="1"/>
      <w:numFmt w:val="decimal"/>
      <w:pStyle w:val="Nadpis1"/>
      <w:lvlText w:val="%1."/>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1"/>
      <w:lvlText w:val="%1.%2"/>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ODST2"/>
      <w:lvlText w:val="(%3)"/>
      <w:lvlJc w:val="left"/>
      <w:pPr>
        <w:tabs>
          <w:tab w:val="num" w:pos="992"/>
        </w:tabs>
        <w:ind w:left="992" w:hanging="425"/>
      </w:pPr>
      <w:rPr>
        <w:rFonts w:hint="default"/>
        <w:b w:val="0"/>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4B63EA6"/>
    <w:multiLevelType w:val="hybridMultilevel"/>
    <w:tmpl w:val="BC7452FA"/>
    <w:lvl w:ilvl="0" w:tplc="62C23028">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415B14"/>
    <w:multiLevelType w:val="hybridMultilevel"/>
    <w:tmpl w:val="C862D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7"/>
  </w:num>
  <w:num w:numId="4">
    <w:abstractNumId w:val="3"/>
  </w:num>
  <w:num w:numId="5">
    <w:abstractNumId w:val="13"/>
  </w:num>
  <w:num w:numId="6">
    <w:abstractNumId w:val="21"/>
  </w:num>
  <w:num w:numId="7">
    <w:abstractNumId w:val="15"/>
  </w:num>
  <w:num w:numId="8">
    <w:abstractNumId w:val="16"/>
  </w:num>
  <w:num w:numId="9">
    <w:abstractNumId w:val="6"/>
  </w:num>
  <w:num w:numId="10">
    <w:abstractNumId w:val="4"/>
  </w:num>
  <w:num w:numId="11">
    <w:abstractNumId w:val="22"/>
  </w:num>
  <w:num w:numId="12">
    <w:abstractNumId w:val="27"/>
  </w:num>
  <w:num w:numId="13">
    <w:abstractNumId w:val="12"/>
  </w:num>
  <w:num w:numId="14">
    <w:abstractNumId w:val="9"/>
  </w:num>
  <w:num w:numId="15">
    <w:abstractNumId w:val="8"/>
  </w:num>
  <w:num w:numId="16">
    <w:abstractNumId w:val="11"/>
  </w:num>
  <w:num w:numId="17">
    <w:abstractNumId w:val="19"/>
  </w:num>
  <w:num w:numId="18">
    <w:abstractNumId w:val="25"/>
  </w:num>
  <w:num w:numId="19">
    <w:abstractNumId w:val="23"/>
  </w:num>
  <w:num w:numId="20">
    <w:abstractNumId w:val="20"/>
  </w:num>
  <w:num w:numId="21">
    <w:abstractNumId w:val="17"/>
  </w:num>
  <w:num w:numId="22">
    <w:abstractNumId w:val="18"/>
  </w:num>
  <w:num w:numId="23">
    <w:abstractNumId w:val="10"/>
  </w:num>
  <w:num w:numId="24">
    <w:abstractNumId w:val="21"/>
  </w:num>
  <w:num w:numId="25">
    <w:abstractNumId w:val="21"/>
  </w:num>
  <w:num w:numId="26">
    <w:abstractNumId w:val="21"/>
  </w:num>
  <w:num w:numId="27">
    <w:abstractNumId w:val="21"/>
  </w:num>
  <w:num w:numId="28">
    <w:abstractNumId w:val="21"/>
  </w:num>
  <w:num w:numId="29">
    <w:abstractNumId w:val="21"/>
  </w:num>
  <w:num w:numId="30">
    <w:abstractNumId w:val="21"/>
  </w:num>
  <w:num w:numId="31">
    <w:abstractNumId w:val="21"/>
  </w:num>
  <w:num w:numId="32">
    <w:abstractNumId w:val="21"/>
  </w:num>
  <w:num w:numId="33">
    <w:abstractNumId w:val="1"/>
  </w:num>
  <w:num w:numId="34">
    <w:abstractNumId w:val="0"/>
  </w:num>
  <w:num w:numId="35">
    <w:abstractNumId w:val="14"/>
  </w:num>
  <w:num w:numId="36">
    <w:abstractNumId w:val="24"/>
  </w:num>
  <w:num w:numId="37">
    <w:abstractNumId w:val="5"/>
  </w:num>
  <w:num w:numId="38">
    <w:abstractNumId w:val="24"/>
  </w:num>
  <w:num w:numId="39">
    <w:abstractNumId w:val="24"/>
  </w:num>
  <w:num w:numId="40">
    <w:abstractNumId w:val="24"/>
  </w:num>
  <w:num w:numId="41">
    <w:abstractNumId w:val="24"/>
  </w:num>
  <w:num w:numId="42">
    <w:abstractNumId w:val="24"/>
  </w:num>
  <w:num w:numId="43">
    <w:abstractNumId w:val="24"/>
  </w:num>
  <w:num w:numId="44">
    <w:abstractNumId w:val="24"/>
  </w:num>
  <w:num w:numId="45">
    <w:abstractNumId w:val="24"/>
  </w:num>
  <w:num w:numId="46">
    <w:abstractNumId w:val="24"/>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1BA"/>
    <w:rsid w:val="000051B7"/>
    <w:rsid w:val="00006563"/>
    <w:rsid w:val="000166E0"/>
    <w:rsid w:val="00016B1F"/>
    <w:rsid w:val="00076050"/>
    <w:rsid w:val="00090035"/>
    <w:rsid w:val="000B149D"/>
    <w:rsid w:val="000D3356"/>
    <w:rsid w:val="000E3DFB"/>
    <w:rsid w:val="000E61D2"/>
    <w:rsid w:val="000E734F"/>
    <w:rsid w:val="00103872"/>
    <w:rsid w:val="00111880"/>
    <w:rsid w:val="00124FEF"/>
    <w:rsid w:val="0014372A"/>
    <w:rsid w:val="00143C04"/>
    <w:rsid w:val="00152B88"/>
    <w:rsid w:val="00154F34"/>
    <w:rsid w:val="001555D9"/>
    <w:rsid w:val="00184B71"/>
    <w:rsid w:val="001A27B5"/>
    <w:rsid w:val="001C4D02"/>
    <w:rsid w:val="001D09E0"/>
    <w:rsid w:val="001E6264"/>
    <w:rsid w:val="001F297C"/>
    <w:rsid w:val="002002FD"/>
    <w:rsid w:val="00204878"/>
    <w:rsid w:val="002124B3"/>
    <w:rsid w:val="00216E36"/>
    <w:rsid w:val="0022127B"/>
    <w:rsid w:val="002404D1"/>
    <w:rsid w:val="002512B1"/>
    <w:rsid w:val="00252B11"/>
    <w:rsid w:val="00273E39"/>
    <w:rsid w:val="0028260C"/>
    <w:rsid w:val="002A769D"/>
    <w:rsid w:val="002B7714"/>
    <w:rsid w:val="002C16C0"/>
    <w:rsid w:val="002D215E"/>
    <w:rsid w:val="002E40F9"/>
    <w:rsid w:val="002F0A23"/>
    <w:rsid w:val="002F15AC"/>
    <w:rsid w:val="00303D6E"/>
    <w:rsid w:val="0030652D"/>
    <w:rsid w:val="00315F99"/>
    <w:rsid w:val="003222AD"/>
    <w:rsid w:val="00322572"/>
    <w:rsid w:val="003273E0"/>
    <w:rsid w:val="003553BB"/>
    <w:rsid w:val="003730CA"/>
    <w:rsid w:val="00380B47"/>
    <w:rsid w:val="003954EF"/>
    <w:rsid w:val="003B7E69"/>
    <w:rsid w:val="003C7429"/>
    <w:rsid w:val="003E21CE"/>
    <w:rsid w:val="003E4E2F"/>
    <w:rsid w:val="00403418"/>
    <w:rsid w:val="00406C34"/>
    <w:rsid w:val="004202C1"/>
    <w:rsid w:val="00420F3C"/>
    <w:rsid w:val="004218E1"/>
    <w:rsid w:val="004433DD"/>
    <w:rsid w:val="00455BE4"/>
    <w:rsid w:val="00472202"/>
    <w:rsid w:val="00473E01"/>
    <w:rsid w:val="004778BC"/>
    <w:rsid w:val="00480EFA"/>
    <w:rsid w:val="004B4E55"/>
    <w:rsid w:val="004B6949"/>
    <w:rsid w:val="004E7355"/>
    <w:rsid w:val="004F1BE9"/>
    <w:rsid w:val="004F5167"/>
    <w:rsid w:val="005001EC"/>
    <w:rsid w:val="00513B92"/>
    <w:rsid w:val="00520612"/>
    <w:rsid w:val="00527013"/>
    <w:rsid w:val="00537F6F"/>
    <w:rsid w:val="0055429B"/>
    <w:rsid w:val="0055790F"/>
    <w:rsid w:val="00564FE0"/>
    <w:rsid w:val="00575287"/>
    <w:rsid w:val="005862AF"/>
    <w:rsid w:val="00596682"/>
    <w:rsid w:val="005A19A8"/>
    <w:rsid w:val="005C7630"/>
    <w:rsid w:val="005D0EB1"/>
    <w:rsid w:val="005D76B7"/>
    <w:rsid w:val="005D79BE"/>
    <w:rsid w:val="005F6E4F"/>
    <w:rsid w:val="00600318"/>
    <w:rsid w:val="006045EF"/>
    <w:rsid w:val="006244D4"/>
    <w:rsid w:val="0065433F"/>
    <w:rsid w:val="00654810"/>
    <w:rsid w:val="00655E5A"/>
    <w:rsid w:val="006716DD"/>
    <w:rsid w:val="00677BEF"/>
    <w:rsid w:val="006850E7"/>
    <w:rsid w:val="00685F5E"/>
    <w:rsid w:val="00693BC5"/>
    <w:rsid w:val="006B7927"/>
    <w:rsid w:val="006D281E"/>
    <w:rsid w:val="006D35D7"/>
    <w:rsid w:val="006E5B8C"/>
    <w:rsid w:val="006F2F00"/>
    <w:rsid w:val="006F5485"/>
    <w:rsid w:val="007030DA"/>
    <w:rsid w:val="00706E3F"/>
    <w:rsid w:val="007144F1"/>
    <w:rsid w:val="007324A4"/>
    <w:rsid w:val="007339A2"/>
    <w:rsid w:val="007441B7"/>
    <w:rsid w:val="00744963"/>
    <w:rsid w:val="00756B38"/>
    <w:rsid w:val="00757CBC"/>
    <w:rsid w:val="007773EC"/>
    <w:rsid w:val="007A3369"/>
    <w:rsid w:val="00801B5A"/>
    <w:rsid w:val="00801F7C"/>
    <w:rsid w:val="0080460B"/>
    <w:rsid w:val="00816B2F"/>
    <w:rsid w:val="00850B0A"/>
    <w:rsid w:val="0087242C"/>
    <w:rsid w:val="00880075"/>
    <w:rsid w:val="00881A40"/>
    <w:rsid w:val="0088439F"/>
    <w:rsid w:val="008B003F"/>
    <w:rsid w:val="008C6FA7"/>
    <w:rsid w:val="008D3586"/>
    <w:rsid w:val="008D4CA6"/>
    <w:rsid w:val="008D63E8"/>
    <w:rsid w:val="008E70E6"/>
    <w:rsid w:val="008E7EFF"/>
    <w:rsid w:val="008F6EAB"/>
    <w:rsid w:val="009023CB"/>
    <w:rsid w:val="00902506"/>
    <w:rsid w:val="0092391F"/>
    <w:rsid w:val="00942243"/>
    <w:rsid w:val="0098105F"/>
    <w:rsid w:val="00982FE3"/>
    <w:rsid w:val="00987EFF"/>
    <w:rsid w:val="009B5D04"/>
    <w:rsid w:val="009D1307"/>
    <w:rsid w:val="009E0D92"/>
    <w:rsid w:val="009E331A"/>
    <w:rsid w:val="009F0ECB"/>
    <w:rsid w:val="009F7614"/>
    <w:rsid w:val="00A026A7"/>
    <w:rsid w:val="00A02CA5"/>
    <w:rsid w:val="00A20A7B"/>
    <w:rsid w:val="00A21C60"/>
    <w:rsid w:val="00A51DBC"/>
    <w:rsid w:val="00A536C1"/>
    <w:rsid w:val="00A56F98"/>
    <w:rsid w:val="00AA0B04"/>
    <w:rsid w:val="00AA0F77"/>
    <w:rsid w:val="00AA3071"/>
    <w:rsid w:val="00AA3950"/>
    <w:rsid w:val="00AB3028"/>
    <w:rsid w:val="00AB53BE"/>
    <w:rsid w:val="00AC41BA"/>
    <w:rsid w:val="00AC54C3"/>
    <w:rsid w:val="00AC7C17"/>
    <w:rsid w:val="00AD7B0E"/>
    <w:rsid w:val="00AD7EA1"/>
    <w:rsid w:val="00AF45D9"/>
    <w:rsid w:val="00B01365"/>
    <w:rsid w:val="00B04066"/>
    <w:rsid w:val="00B44D54"/>
    <w:rsid w:val="00B51E22"/>
    <w:rsid w:val="00B529F2"/>
    <w:rsid w:val="00B577A4"/>
    <w:rsid w:val="00B81B1F"/>
    <w:rsid w:val="00B95ED9"/>
    <w:rsid w:val="00BB309B"/>
    <w:rsid w:val="00BD65A9"/>
    <w:rsid w:val="00BE27F0"/>
    <w:rsid w:val="00BE385B"/>
    <w:rsid w:val="00C008AE"/>
    <w:rsid w:val="00C100DE"/>
    <w:rsid w:val="00C15C28"/>
    <w:rsid w:val="00C45E9C"/>
    <w:rsid w:val="00C53A37"/>
    <w:rsid w:val="00C9087C"/>
    <w:rsid w:val="00C96F24"/>
    <w:rsid w:val="00C972A4"/>
    <w:rsid w:val="00CA5718"/>
    <w:rsid w:val="00CB26DD"/>
    <w:rsid w:val="00CB3931"/>
    <w:rsid w:val="00CB49A8"/>
    <w:rsid w:val="00CC725D"/>
    <w:rsid w:val="00CD7C9D"/>
    <w:rsid w:val="00CE14F2"/>
    <w:rsid w:val="00CE68E0"/>
    <w:rsid w:val="00D020B4"/>
    <w:rsid w:val="00D35548"/>
    <w:rsid w:val="00D40324"/>
    <w:rsid w:val="00D45FC8"/>
    <w:rsid w:val="00D5018D"/>
    <w:rsid w:val="00D6586A"/>
    <w:rsid w:val="00D70D12"/>
    <w:rsid w:val="00DA58DD"/>
    <w:rsid w:val="00DA58E5"/>
    <w:rsid w:val="00DB6BB1"/>
    <w:rsid w:val="00DC2A2F"/>
    <w:rsid w:val="00DE2702"/>
    <w:rsid w:val="00DE6D8B"/>
    <w:rsid w:val="00E06C08"/>
    <w:rsid w:val="00E108D4"/>
    <w:rsid w:val="00E12355"/>
    <w:rsid w:val="00E2188D"/>
    <w:rsid w:val="00E3539F"/>
    <w:rsid w:val="00E6034F"/>
    <w:rsid w:val="00E720D1"/>
    <w:rsid w:val="00E86126"/>
    <w:rsid w:val="00E86CD5"/>
    <w:rsid w:val="00E87249"/>
    <w:rsid w:val="00E95AA5"/>
    <w:rsid w:val="00E96DE7"/>
    <w:rsid w:val="00EA0A0B"/>
    <w:rsid w:val="00ED5D4F"/>
    <w:rsid w:val="00EE4958"/>
    <w:rsid w:val="00EF3EBB"/>
    <w:rsid w:val="00EF4495"/>
    <w:rsid w:val="00F31228"/>
    <w:rsid w:val="00F437A4"/>
    <w:rsid w:val="00F53618"/>
    <w:rsid w:val="00F548A8"/>
    <w:rsid w:val="00F644A1"/>
    <w:rsid w:val="00F71345"/>
    <w:rsid w:val="00FA6FE0"/>
    <w:rsid w:val="00FD343C"/>
    <w:rsid w:val="00FF241A"/>
    <w:rsid w:val="515E3D8B"/>
    <w:rsid w:val="5C123CF7"/>
    <w:rsid w:val="763784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3CCAE"/>
  <w15:chartTrackingRefBased/>
  <w15:docId w15:val="{0494C1A9-E1E1-48CF-9B25-8C14AAAD3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4495"/>
    <w:pPr>
      <w:jc w:val="both"/>
    </w:pPr>
  </w:style>
  <w:style w:type="paragraph" w:styleId="Nadpis1">
    <w:name w:val="heading 1"/>
    <w:basedOn w:val="Normln"/>
    <w:next w:val="Normln"/>
    <w:link w:val="Nadpis1Char"/>
    <w:qFormat/>
    <w:rsid w:val="001C4D02"/>
    <w:pPr>
      <w:keepNext/>
      <w:keepLines/>
      <w:numPr>
        <w:numId w:val="38"/>
      </w:numPr>
      <w:tabs>
        <w:tab w:val="clear" w:pos="567"/>
      </w:tab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600318"/>
    <w:pPr>
      <w:numPr>
        <w:ilvl w:val="1"/>
        <w:numId w:val="22"/>
      </w:numPr>
      <w:ind w:left="567" w:hanging="567"/>
      <w:outlineLvl w:val="1"/>
    </w:pPr>
    <w:rPr>
      <w:sz w:val="26"/>
      <w:szCs w:val="26"/>
    </w:rPr>
  </w:style>
  <w:style w:type="paragraph" w:styleId="Nadpis3">
    <w:name w:val="heading 3"/>
    <w:basedOn w:val="Nadpis2"/>
    <w:next w:val="Normln"/>
    <w:link w:val="Nadpis3Char"/>
    <w:unhideWhenUsed/>
    <w:qFormat/>
    <w:rsid w:val="00AC41BA"/>
    <w:pPr>
      <w:numPr>
        <w:ilvl w:val="2"/>
      </w:numPr>
      <w:ind w:left="709" w:hanging="709"/>
      <w:jc w:val="left"/>
      <w:outlineLvl w:val="2"/>
    </w:pPr>
    <w:rPr>
      <w:sz w:val="24"/>
      <w:szCs w:val="24"/>
    </w:rPr>
  </w:style>
  <w:style w:type="paragraph" w:styleId="Nadpis4">
    <w:name w:val="heading 4"/>
    <w:basedOn w:val="Normln"/>
    <w:next w:val="Normln"/>
    <w:link w:val="Nadpis4Char"/>
    <w:qFormat/>
    <w:rsid w:val="00420F3C"/>
    <w:pPr>
      <w:keepNext/>
      <w:spacing w:after="0" w:line="240" w:lineRule="auto"/>
      <w:ind w:left="864" w:hanging="864"/>
      <w:outlineLvl w:val="3"/>
    </w:pPr>
    <w:rPr>
      <w:rFonts w:ascii="Arial" w:eastAsia="Times New Roman" w:hAnsi="Arial" w:cs="Times New Roman"/>
      <w:b/>
      <w:bCs/>
      <w:caps/>
      <w:szCs w:val="28"/>
      <w:lang w:eastAsia="cs-CZ"/>
    </w:rPr>
  </w:style>
  <w:style w:type="paragraph" w:styleId="Nadpis5">
    <w:name w:val="heading 5"/>
    <w:basedOn w:val="Normln"/>
    <w:next w:val="Normln"/>
    <w:link w:val="Nadpis5Char"/>
    <w:qFormat/>
    <w:rsid w:val="00420F3C"/>
    <w:pPr>
      <w:spacing w:after="120" w:line="240" w:lineRule="auto"/>
      <w:ind w:left="1008" w:hanging="1008"/>
      <w:outlineLvl w:val="4"/>
    </w:pPr>
    <w:rPr>
      <w:rFonts w:ascii="Arial" w:eastAsia="Times New Roman" w:hAnsi="Arial" w:cs="Times New Roman"/>
      <w:b/>
      <w:bCs/>
      <w:i/>
      <w:iCs/>
      <w:caps/>
      <w:sz w:val="24"/>
      <w:szCs w:val="26"/>
      <w:lang w:eastAsia="cs-CZ"/>
    </w:rPr>
  </w:style>
  <w:style w:type="paragraph" w:styleId="Nadpis6">
    <w:name w:val="heading 6"/>
    <w:basedOn w:val="Normln"/>
    <w:next w:val="Normln"/>
    <w:link w:val="Nadpis6Char"/>
    <w:qFormat/>
    <w:rsid w:val="00420F3C"/>
    <w:pPr>
      <w:spacing w:after="120" w:line="240" w:lineRule="auto"/>
      <w:ind w:left="1152" w:hanging="1152"/>
      <w:outlineLvl w:val="5"/>
    </w:pPr>
    <w:rPr>
      <w:rFonts w:ascii="Arial" w:eastAsia="Times New Roman" w:hAnsi="Arial" w:cs="Times New Roman"/>
      <w:b/>
      <w:bCs/>
      <w:i/>
      <w:caps/>
      <w:lang w:eastAsia="cs-CZ"/>
    </w:rPr>
  </w:style>
  <w:style w:type="paragraph" w:styleId="Nadpis7">
    <w:name w:val="heading 7"/>
    <w:basedOn w:val="Normln"/>
    <w:next w:val="Normln"/>
    <w:link w:val="Nadpis7Char"/>
    <w:qFormat/>
    <w:rsid w:val="00420F3C"/>
    <w:pPr>
      <w:keepNext/>
      <w:spacing w:after="120" w:line="240" w:lineRule="auto"/>
      <w:ind w:left="1296" w:hanging="1296"/>
      <w:jc w:val="left"/>
      <w:outlineLvl w:val="6"/>
    </w:pPr>
    <w:rPr>
      <w:rFonts w:ascii="Arial" w:eastAsia="Times New Roman" w:hAnsi="Arial" w:cs="Times New Roman"/>
      <w:caps/>
      <w:sz w:val="24"/>
      <w:szCs w:val="20"/>
      <w:lang w:eastAsia="cs-CZ"/>
    </w:rPr>
  </w:style>
  <w:style w:type="paragraph" w:styleId="Nadpis8">
    <w:name w:val="heading 8"/>
    <w:basedOn w:val="Normln"/>
    <w:next w:val="Normln"/>
    <w:link w:val="Nadpis8Char"/>
    <w:qFormat/>
    <w:rsid w:val="00420F3C"/>
    <w:pPr>
      <w:spacing w:after="120" w:line="240" w:lineRule="auto"/>
      <w:ind w:left="1440" w:hanging="1440"/>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qFormat/>
    <w:rsid w:val="00420F3C"/>
    <w:pPr>
      <w:spacing w:after="120" w:line="240" w:lineRule="auto"/>
      <w:ind w:left="1584" w:hanging="1584"/>
      <w:outlineLvl w:val="8"/>
    </w:pPr>
    <w:rPr>
      <w:rFonts w:ascii="Arial" w:eastAsia="Times New Roman" w:hAnsi="Arial"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 w:type="paragraph" w:styleId="Nzev">
    <w:name w:val="Title"/>
    <w:basedOn w:val="Normln"/>
    <w:next w:val="Normln"/>
    <w:link w:val="NzevChar"/>
    <w:uiPriority w:val="10"/>
    <w:qFormat/>
    <w:rsid w:val="00AC41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C41BA"/>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rsid w:val="001C4D02"/>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rsid w:val="00600318"/>
    <w:rPr>
      <w:rFonts w:asciiTheme="majorHAnsi" w:eastAsiaTheme="majorEastAsia" w:hAnsiTheme="majorHAnsi" w:cstheme="majorBidi"/>
      <w:color w:val="2F5496" w:themeColor="accent1" w:themeShade="BF"/>
      <w:sz w:val="26"/>
      <w:szCs w:val="26"/>
    </w:rPr>
  </w:style>
  <w:style w:type="paragraph" w:styleId="Odstavecseseznamem">
    <w:name w:val="List Paragraph"/>
    <w:basedOn w:val="Normln"/>
    <w:uiPriority w:val="34"/>
    <w:qFormat/>
    <w:rsid w:val="00AC41BA"/>
    <w:pPr>
      <w:ind w:left="720"/>
      <w:contextualSpacing/>
    </w:pPr>
  </w:style>
  <w:style w:type="character" w:customStyle="1" w:styleId="Nadpis3Char">
    <w:name w:val="Nadpis 3 Char"/>
    <w:basedOn w:val="Standardnpsmoodstavce"/>
    <w:link w:val="Nadpis3"/>
    <w:uiPriority w:val="9"/>
    <w:rsid w:val="00AC41BA"/>
    <w:rPr>
      <w:rFonts w:asciiTheme="majorHAnsi" w:eastAsiaTheme="majorEastAsia" w:hAnsiTheme="majorHAnsi" w:cstheme="majorBidi"/>
      <w:color w:val="2F5496" w:themeColor="accent1" w:themeShade="BF"/>
      <w:sz w:val="24"/>
      <w:szCs w:val="24"/>
    </w:rPr>
  </w:style>
  <w:style w:type="paragraph" w:styleId="Nadpisobsahu">
    <w:name w:val="TOC Heading"/>
    <w:basedOn w:val="Nadpis1"/>
    <w:next w:val="Normln"/>
    <w:uiPriority w:val="39"/>
    <w:unhideWhenUsed/>
    <w:qFormat/>
    <w:rsid w:val="007A3369"/>
    <w:pPr>
      <w:numPr>
        <w:numId w:val="0"/>
      </w:numPr>
      <w:jc w:val="left"/>
      <w:outlineLvl w:val="9"/>
    </w:pPr>
    <w:rPr>
      <w:lang w:eastAsia="cs-CZ"/>
    </w:rPr>
  </w:style>
  <w:style w:type="paragraph" w:styleId="Obsah1">
    <w:name w:val="toc 1"/>
    <w:basedOn w:val="Normln"/>
    <w:next w:val="Normln"/>
    <w:autoRedefine/>
    <w:uiPriority w:val="39"/>
    <w:unhideWhenUsed/>
    <w:rsid w:val="00C100DE"/>
    <w:pPr>
      <w:tabs>
        <w:tab w:val="left" w:pos="709"/>
        <w:tab w:val="right" w:leader="dot" w:pos="9016"/>
      </w:tabs>
      <w:spacing w:after="100"/>
    </w:pPr>
  </w:style>
  <w:style w:type="paragraph" w:styleId="Obsah2">
    <w:name w:val="toc 2"/>
    <w:basedOn w:val="Normln"/>
    <w:next w:val="Normln"/>
    <w:autoRedefine/>
    <w:uiPriority w:val="39"/>
    <w:unhideWhenUsed/>
    <w:rsid w:val="007A3369"/>
    <w:pPr>
      <w:spacing w:after="100"/>
      <w:ind w:left="220"/>
    </w:pPr>
  </w:style>
  <w:style w:type="paragraph" w:styleId="Obsah3">
    <w:name w:val="toc 3"/>
    <w:basedOn w:val="Normln"/>
    <w:next w:val="Normln"/>
    <w:autoRedefine/>
    <w:uiPriority w:val="39"/>
    <w:unhideWhenUsed/>
    <w:rsid w:val="007A3369"/>
    <w:pPr>
      <w:spacing w:after="100"/>
      <w:ind w:left="440"/>
    </w:pPr>
  </w:style>
  <w:style w:type="character" w:styleId="Hypertextovodkaz">
    <w:name w:val="Hyperlink"/>
    <w:basedOn w:val="Standardnpsmoodstavce"/>
    <w:uiPriority w:val="99"/>
    <w:unhideWhenUsed/>
    <w:rsid w:val="007A3369"/>
    <w:rPr>
      <w:color w:val="0563C1" w:themeColor="hyperlink"/>
      <w:u w:val="single"/>
    </w:rPr>
  </w:style>
  <w:style w:type="character" w:customStyle="1" w:styleId="Nadpis4Char">
    <w:name w:val="Nadpis 4 Char"/>
    <w:basedOn w:val="Standardnpsmoodstavce"/>
    <w:link w:val="Nadpis4"/>
    <w:rsid w:val="00420F3C"/>
    <w:rPr>
      <w:rFonts w:ascii="Arial" w:eastAsia="Times New Roman" w:hAnsi="Arial" w:cs="Times New Roman"/>
      <w:b/>
      <w:bCs/>
      <w:caps/>
      <w:szCs w:val="28"/>
      <w:lang w:eastAsia="cs-CZ"/>
    </w:rPr>
  </w:style>
  <w:style w:type="character" w:customStyle="1" w:styleId="Nadpis5Char">
    <w:name w:val="Nadpis 5 Char"/>
    <w:basedOn w:val="Standardnpsmoodstavce"/>
    <w:link w:val="Nadpis5"/>
    <w:rsid w:val="00420F3C"/>
    <w:rPr>
      <w:rFonts w:ascii="Arial" w:eastAsia="Times New Roman" w:hAnsi="Arial" w:cs="Times New Roman"/>
      <w:b/>
      <w:bCs/>
      <w:i/>
      <w:iCs/>
      <w:caps/>
      <w:sz w:val="24"/>
      <w:szCs w:val="26"/>
      <w:lang w:eastAsia="cs-CZ"/>
    </w:rPr>
  </w:style>
  <w:style w:type="character" w:customStyle="1" w:styleId="Nadpis6Char">
    <w:name w:val="Nadpis 6 Char"/>
    <w:basedOn w:val="Standardnpsmoodstavce"/>
    <w:link w:val="Nadpis6"/>
    <w:rsid w:val="00420F3C"/>
    <w:rPr>
      <w:rFonts w:ascii="Arial" w:eastAsia="Times New Roman" w:hAnsi="Arial" w:cs="Times New Roman"/>
      <w:b/>
      <w:bCs/>
      <w:i/>
      <w:caps/>
      <w:lang w:eastAsia="cs-CZ"/>
    </w:rPr>
  </w:style>
  <w:style w:type="character" w:customStyle="1" w:styleId="Nadpis7Char">
    <w:name w:val="Nadpis 7 Char"/>
    <w:basedOn w:val="Standardnpsmoodstavce"/>
    <w:link w:val="Nadpis7"/>
    <w:rsid w:val="00420F3C"/>
    <w:rPr>
      <w:rFonts w:ascii="Arial" w:eastAsia="Times New Roman" w:hAnsi="Arial" w:cs="Times New Roman"/>
      <w:caps/>
      <w:sz w:val="24"/>
      <w:szCs w:val="20"/>
      <w:lang w:eastAsia="cs-CZ"/>
    </w:rPr>
  </w:style>
  <w:style w:type="character" w:customStyle="1" w:styleId="Nadpis8Char">
    <w:name w:val="Nadpis 8 Char"/>
    <w:basedOn w:val="Standardnpsmoodstavce"/>
    <w:link w:val="Nadpis8"/>
    <w:rsid w:val="00420F3C"/>
    <w:rPr>
      <w:rFonts w:ascii="Arial" w:eastAsia="Times New Roman" w:hAnsi="Arial" w:cs="Times New Roman"/>
      <w:i/>
      <w:iCs/>
      <w:caps/>
      <w:sz w:val="24"/>
      <w:szCs w:val="24"/>
      <w:lang w:eastAsia="cs-CZ"/>
    </w:rPr>
  </w:style>
  <w:style w:type="character" w:customStyle="1" w:styleId="Nadpis9Char">
    <w:name w:val="Nadpis 9 Char"/>
    <w:basedOn w:val="Standardnpsmoodstavce"/>
    <w:link w:val="Nadpis9"/>
    <w:rsid w:val="00420F3C"/>
    <w:rPr>
      <w:rFonts w:ascii="Arial" w:eastAsia="Times New Roman" w:hAnsi="Arial" w:cs="Arial"/>
      <w:caps/>
      <w:lang w:eastAsia="cs-CZ"/>
    </w:rPr>
  </w:style>
  <w:style w:type="paragraph" w:styleId="Zkladntext">
    <w:name w:val="Body Text"/>
    <w:basedOn w:val="Normln"/>
    <w:link w:val="ZkladntextChar"/>
    <w:uiPriority w:val="99"/>
    <w:unhideWhenUsed/>
    <w:rsid w:val="002F0A23"/>
    <w:pPr>
      <w:spacing w:after="120"/>
      <w:jc w:val="left"/>
    </w:pPr>
    <w:rPr>
      <w:rFonts w:ascii="Arial" w:hAnsi="Arial"/>
    </w:rPr>
  </w:style>
  <w:style w:type="character" w:customStyle="1" w:styleId="ZkladntextChar">
    <w:name w:val="Základní text Char"/>
    <w:basedOn w:val="Standardnpsmoodstavce"/>
    <w:link w:val="Zkladntext"/>
    <w:uiPriority w:val="99"/>
    <w:rsid w:val="002F0A23"/>
    <w:rPr>
      <w:rFonts w:ascii="Arial" w:hAnsi="Arial"/>
    </w:rPr>
  </w:style>
  <w:style w:type="paragraph" w:customStyle="1" w:styleId="TableParagraph">
    <w:name w:val="Table Paragraph"/>
    <w:basedOn w:val="Normln"/>
    <w:uiPriority w:val="1"/>
    <w:qFormat/>
    <w:rsid w:val="002F0A23"/>
    <w:pPr>
      <w:widowControl w:val="0"/>
      <w:autoSpaceDE w:val="0"/>
      <w:autoSpaceDN w:val="0"/>
      <w:spacing w:after="0" w:line="240" w:lineRule="auto"/>
      <w:ind w:left="69"/>
      <w:jc w:val="left"/>
    </w:pPr>
    <w:rPr>
      <w:rFonts w:ascii="Arial Narrow" w:eastAsia="Arial Narrow" w:hAnsi="Arial Narrow" w:cs="Arial Narrow"/>
    </w:rPr>
  </w:style>
  <w:style w:type="table" w:customStyle="1" w:styleId="TableNormal1">
    <w:name w:val="Table Normal1"/>
    <w:uiPriority w:val="2"/>
    <w:semiHidden/>
    <w:unhideWhenUsed/>
    <w:qFormat/>
    <w:rsid w:val="002F0A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eznamsodrkami">
    <w:name w:val="List Bullet"/>
    <w:basedOn w:val="Normln"/>
    <w:uiPriority w:val="99"/>
    <w:semiHidden/>
    <w:unhideWhenUsed/>
    <w:rsid w:val="00216E36"/>
    <w:pPr>
      <w:numPr>
        <w:numId w:val="33"/>
      </w:numPr>
      <w:contextualSpacing/>
    </w:pPr>
  </w:style>
  <w:style w:type="paragraph" w:styleId="slovanseznam">
    <w:name w:val="List Number"/>
    <w:basedOn w:val="Normln"/>
    <w:uiPriority w:val="99"/>
    <w:semiHidden/>
    <w:unhideWhenUsed/>
    <w:rsid w:val="00216E36"/>
    <w:pPr>
      <w:numPr>
        <w:numId w:val="34"/>
      </w:numPr>
      <w:contextualSpacing/>
    </w:pPr>
  </w:style>
  <w:style w:type="paragraph" w:customStyle="1" w:styleId="Clanek11">
    <w:name w:val="Clanek 1.1"/>
    <w:basedOn w:val="Nadpis2"/>
    <w:link w:val="Clanek11Char"/>
    <w:qFormat/>
    <w:rsid w:val="004F1BE9"/>
    <w:pPr>
      <w:keepNext w:val="0"/>
      <w:keepLines w:val="0"/>
      <w:widowControl w:val="0"/>
      <w:numPr>
        <w:ilvl w:val="0"/>
        <w:numId w:val="0"/>
      </w:numPr>
      <w:tabs>
        <w:tab w:val="num" w:pos="567"/>
      </w:tabs>
      <w:spacing w:before="120" w:after="120" w:line="240" w:lineRule="auto"/>
      <w:ind w:left="567" w:hanging="567"/>
    </w:pPr>
    <w:rPr>
      <w:rFonts w:ascii="Times New Roman" w:eastAsia="Times New Roman" w:hAnsi="Times New Roman" w:cs="Arial"/>
      <w:bCs/>
      <w:iCs/>
      <w:color w:val="auto"/>
      <w:sz w:val="22"/>
      <w:szCs w:val="28"/>
    </w:rPr>
  </w:style>
  <w:style w:type="paragraph" w:customStyle="1" w:styleId="Claneka">
    <w:name w:val="Clanek (a)"/>
    <w:basedOn w:val="Normln"/>
    <w:link w:val="ClanekaChar"/>
    <w:qFormat/>
    <w:rsid w:val="004F1BE9"/>
    <w:pPr>
      <w:keepLines/>
      <w:widowControl w:val="0"/>
      <w:tabs>
        <w:tab w:val="num" w:pos="992"/>
      </w:tabs>
      <w:spacing w:before="120" w:after="120" w:line="240" w:lineRule="auto"/>
      <w:ind w:left="992" w:hanging="425"/>
    </w:pPr>
    <w:rPr>
      <w:rFonts w:ascii="Times New Roman" w:eastAsia="Times New Roman" w:hAnsi="Times New Roman" w:cs="Times New Roman"/>
      <w:szCs w:val="24"/>
    </w:rPr>
  </w:style>
  <w:style w:type="paragraph" w:customStyle="1" w:styleId="Claneki">
    <w:name w:val="Clanek (i)"/>
    <w:basedOn w:val="Normln"/>
    <w:qFormat/>
    <w:rsid w:val="004F1BE9"/>
    <w:pPr>
      <w:keepNext/>
      <w:tabs>
        <w:tab w:val="num" w:pos="1418"/>
      </w:tabs>
      <w:spacing w:before="120" w:after="120" w:line="240" w:lineRule="auto"/>
      <w:ind w:left="1418" w:hanging="426"/>
    </w:pPr>
    <w:rPr>
      <w:rFonts w:ascii="Times New Roman" w:eastAsia="Times New Roman" w:hAnsi="Times New Roman" w:cs="Times New Roman"/>
      <w:color w:val="000000"/>
      <w:szCs w:val="24"/>
    </w:rPr>
  </w:style>
  <w:style w:type="paragraph" w:customStyle="1" w:styleId="HHTitle2">
    <w:name w:val="HH Title 2"/>
    <w:basedOn w:val="Nzev"/>
    <w:rsid w:val="004F1BE9"/>
    <w:pPr>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stavec1">
    <w:name w:val="Odstavec 1"/>
    <w:link w:val="Odstavec1Char"/>
    <w:qFormat/>
    <w:rsid w:val="001C4D02"/>
    <w:pPr>
      <w:numPr>
        <w:ilvl w:val="1"/>
        <w:numId w:val="38"/>
      </w:numPr>
      <w:tabs>
        <w:tab w:val="clear" w:pos="567"/>
      </w:tabs>
      <w:jc w:val="both"/>
    </w:pPr>
    <w:rPr>
      <w:rFonts w:eastAsia="Times New Roman" w:cstheme="minorHAnsi"/>
      <w:bCs/>
      <w:iCs/>
      <w:szCs w:val="28"/>
    </w:rPr>
  </w:style>
  <w:style w:type="paragraph" w:customStyle="1" w:styleId="ODST2">
    <w:name w:val="ODST 2"/>
    <w:basedOn w:val="Claneka"/>
    <w:link w:val="ODST2Char"/>
    <w:qFormat/>
    <w:rsid w:val="00CB49A8"/>
    <w:pPr>
      <w:numPr>
        <w:ilvl w:val="2"/>
        <w:numId w:val="38"/>
      </w:numPr>
      <w:tabs>
        <w:tab w:val="clear" w:pos="992"/>
      </w:tabs>
    </w:pPr>
    <w:rPr>
      <w:rFonts w:asciiTheme="minorHAnsi" w:hAnsiTheme="minorHAnsi" w:cstheme="minorHAnsi"/>
    </w:rPr>
  </w:style>
  <w:style w:type="character" w:customStyle="1" w:styleId="Clanek11Char">
    <w:name w:val="Clanek 1.1 Char"/>
    <w:basedOn w:val="Nadpis2Char"/>
    <w:link w:val="Clanek11"/>
    <w:rsid w:val="006D35D7"/>
    <w:rPr>
      <w:rFonts w:ascii="Times New Roman" w:eastAsia="Times New Roman" w:hAnsi="Times New Roman" w:cs="Arial"/>
      <w:bCs/>
      <w:iCs/>
      <w:color w:val="2F5496" w:themeColor="accent1" w:themeShade="BF"/>
      <w:sz w:val="26"/>
      <w:szCs w:val="28"/>
    </w:rPr>
  </w:style>
  <w:style w:type="character" w:customStyle="1" w:styleId="Odstavec1Char">
    <w:name w:val="Odstavec 1 Char"/>
    <w:basedOn w:val="Clanek11Char"/>
    <w:link w:val="Odstavec1"/>
    <w:rsid w:val="001C4D02"/>
    <w:rPr>
      <w:rFonts w:ascii="Times New Roman" w:eastAsia="Times New Roman" w:hAnsi="Times New Roman" w:cstheme="minorHAnsi"/>
      <w:bCs/>
      <w:iCs/>
      <w:color w:val="2F5496" w:themeColor="accent1" w:themeShade="BF"/>
      <w:sz w:val="26"/>
      <w:szCs w:val="28"/>
    </w:rPr>
  </w:style>
  <w:style w:type="character" w:customStyle="1" w:styleId="ClanekaChar">
    <w:name w:val="Clanek (a) Char"/>
    <w:basedOn w:val="Standardnpsmoodstavce"/>
    <w:link w:val="Claneka"/>
    <w:rsid w:val="00CB49A8"/>
    <w:rPr>
      <w:rFonts w:ascii="Times New Roman" w:eastAsia="Times New Roman" w:hAnsi="Times New Roman" w:cs="Times New Roman"/>
      <w:szCs w:val="24"/>
    </w:rPr>
  </w:style>
  <w:style w:type="character" w:customStyle="1" w:styleId="ODST2Char">
    <w:name w:val="ODST 2 Char"/>
    <w:basedOn w:val="ClanekaChar"/>
    <w:link w:val="ODST2"/>
    <w:rsid w:val="00CB49A8"/>
    <w:rPr>
      <w:rFonts w:ascii="Times New Roman" w:eastAsia="Times New Roman" w:hAnsi="Times New Roman" w:cstheme="minorHAnsi"/>
      <w:szCs w:val="24"/>
    </w:rPr>
  </w:style>
  <w:style w:type="character" w:styleId="Odkaznakoment">
    <w:name w:val="annotation reference"/>
    <w:basedOn w:val="Standardnpsmoodstavce"/>
    <w:uiPriority w:val="99"/>
    <w:semiHidden/>
    <w:unhideWhenUsed/>
    <w:rsid w:val="00CA5718"/>
    <w:rPr>
      <w:sz w:val="16"/>
      <w:szCs w:val="16"/>
    </w:rPr>
  </w:style>
  <w:style w:type="paragraph" w:styleId="Textkomente">
    <w:name w:val="annotation text"/>
    <w:basedOn w:val="Normln"/>
    <w:link w:val="TextkomenteChar"/>
    <w:uiPriority w:val="99"/>
    <w:semiHidden/>
    <w:unhideWhenUsed/>
    <w:rsid w:val="00CA5718"/>
    <w:pPr>
      <w:spacing w:line="240" w:lineRule="auto"/>
    </w:pPr>
    <w:rPr>
      <w:sz w:val="20"/>
      <w:szCs w:val="20"/>
    </w:rPr>
  </w:style>
  <w:style w:type="character" w:customStyle="1" w:styleId="TextkomenteChar">
    <w:name w:val="Text komentáře Char"/>
    <w:basedOn w:val="Standardnpsmoodstavce"/>
    <w:link w:val="Textkomente"/>
    <w:uiPriority w:val="99"/>
    <w:semiHidden/>
    <w:rsid w:val="00CA5718"/>
    <w:rPr>
      <w:sz w:val="20"/>
      <w:szCs w:val="20"/>
    </w:rPr>
  </w:style>
  <w:style w:type="paragraph" w:styleId="Pedmtkomente">
    <w:name w:val="annotation subject"/>
    <w:basedOn w:val="Textkomente"/>
    <w:next w:val="Textkomente"/>
    <w:link w:val="PedmtkomenteChar"/>
    <w:uiPriority w:val="99"/>
    <w:semiHidden/>
    <w:unhideWhenUsed/>
    <w:rsid w:val="00CA5718"/>
    <w:rPr>
      <w:b/>
      <w:bCs/>
    </w:rPr>
  </w:style>
  <w:style w:type="character" w:customStyle="1" w:styleId="PedmtkomenteChar">
    <w:name w:val="Předmět komentáře Char"/>
    <w:basedOn w:val="TextkomenteChar"/>
    <w:link w:val="Pedmtkomente"/>
    <w:uiPriority w:val="99"/>
    <w:semiHidden/>
    <w:rsid w:val="00CA5718"/>
    <w:rPr>
      <w:b/>
      <w:bCs/>
      <w:sz w:val="20"/>
      <w:szCs w:val="20"/>
    </w:rPr>
  </w:style>
  <w:style w:type="paragraph" w:styleId="Textbubliny">
    <w:name w:val="Balloon Text"/>
    <w:basedOn w:val="Normln"/>
    <w:link w:val="TextbublinyChar"/>
    <w:uiPriority w:val="99"/>
    <w:semiHidden/>
    <w:unhideWhenUsed/>
    <w:rsid w:val="00CA571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57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52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LUCK\AppData\Local\Microsoft\Windows\INetCache\Content.Outlook\5JAC47SG\hlavickovy_papir_la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AE69A737750646B8367E29F560CBCF" ma:contentTypeVersion="11" ma:contentTypeDescription="Create a new document." ma:contentTypeScope="" ma:versionID="c2ae2db2f1a3966dcf1766b1a72c8e16">
  <xsd:schema xmlns:xsd="http://www.w3.org/2001/XMLSchema" xmlns:xs="http://www.w3.org/2001/XMLSchema" xmlns:p="http://schemas.microsoft.com/office/2006/metadata/properties" xmlns:ns3="bcb2da10-d88d-4dbc-a3e4-1ceea976aebf" xmlns:ns4="8b34a6bf-032e-4fec-9656-31b45a2af0e8" targetNamespace="http://schemas.microsoft.com/office/2006/metadata/properties" ma:root="true" ma:fieldsID="a773075733f4d93a3692fcf50da5a56a" ns3:_="" ns4:_="">
    <xsd:import namespace="bcb2da10-d88d-4dbc-a3e4-1ceea976aebf"/>
    <xsd:import namespace="8b34a6bf-032e-4fec-9656-31b45a2af0e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2da10-d88d-4dbc-a3e4-1ceea976a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34a6bf-032e-4fec-9656-31b45a2af0e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E0339-ECBA-4F1B-8669-2425FCCF28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D2E6DF-7F79-4FC6-9259-3D2E0D00C092}">
  <ds:schemaRefs>
    <ds:schemaRef ds:uri="http://schemas.microsoft.com/sharepoint/v3/contenttype/forms"/>
  </ds:schemaRefs>
</ds:datastoreItem>
</file>

<file path=customXml/itemProps3.xml><?xml version="1.0" encoding="utf-8"?>
<ds:datastoreItem xmlns:ds="http://schemas.openxmlformats.org/officeDocument/2006/customXml" ds:itemID="{4E143ADB-3D21-4BD4-9716-BD90FBE2D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2da10-d88d-4dbc-a3e4-1ceea976aebf"/>
    <ds:schemaRef ds:uri="8b34a6bf-032e-4fec-9656-31b45a2af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7B95FA-6AB0-49D1-BBEF-185BFA72D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hlavickovy_papir_last.dotx</Template>
  <TotalTime>24</TotalTime>
  <Pages>1</Pages>
  <Words>2847</Words>
  <Characters>16799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19607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Jelínková</dc:creator>
  <cp:keywords/>
  <dc:description/>
  <cp:lastModifiedBy>Linda Jelínková</cp:lastModifiedBy>
  <cp:revision>7</cp:revision>
  <dcterms:created xsi:type="dcterms:W3CDTF">2022-03-21T05:02:00Z</dcterms:created>
  <dcterms:modified xsi:type="dcterms:W3CDTF">2022-04-08T11:44:00Z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0x010100BFAE69A737750646B8367E29F560CBCF</vt:lpwstr>
  </property>
  <property fmtid="{D5CDD505-2E9C-101B-9397-08002B2CF9AE}" pid="3" name="MSIP_Label_43f08ec5-d6d9-4227-8387-ccbfcb3632c4_Enabled">
    <vt:lpwstr>true</vt:lpwstr>
  </property>
  <property fmtid="{D5CDD505-2E9C-101B-9397-08002B2CF9AE}" pid="4" name="MSIP_Label_43f08ec5-d6d9-4227-8387-ccbfcb3632c4_SetDate">
    <vt:lpwstr>2022-02-22T11:47:58Z</vt:lpwstr>
  </property>
  <property fmtid="{D5CDD505-2E9C-101B-9397-08002B2CF9AE}" pid="5" name="MSIP_Label_43f08ec5-d6d9-4227-8387-ccbfcb3632c4_Method">
    <vt:lpwstr>Standard</vt:lpwstr>
  </property>
  <property fmtid="{D5CDD505-2E9C-101B-9397-08002B2CF9AE}" pid="6" name="MSIP_Label_43f08ec5-d6d9-4227-8387-ccbfcb3632c4_Name">
    <vt:lpwstr>Sweco Restricted</vt:lpwstr>
  </property>
  <property fmtid="{D5CDD505-2E9C-101B-9397-08002B2CF9AE}" pid="7" name="MSIP_Label_43f08ec5-d6d9-4227-8387-ccbfcb3632c4_SiteId">
    <vt:lpwstr>b7872ef0-9a00-4c18-8a4a-c7d25c778a9e</vt:lpwstr>
  </property>
  <property fmtid="{D5CDD505-2E9C-101B-9397-08002B2CF9AE}" pid="8" name="MSIP_Label_43f08ec5-d6d9-4227-8387-ccbfcb3632c4_ActionId">
    <vt:lpwstr>5f70088d-cf23-47dd-ac55-65df16b4c55f</vt:lpwstr>
  </property>
  <property fmtid="{D5CDD505-2E9C-101B-9397-08002B2CF9AE}" pid="9" name="MSIP_Label_43f08ec5-d6d9-4227-8387-ccbfcb3632c4_ContentBits">
    <vt:lpwstr>0</vt:lpwstr>
  </property>
</Properties>
</file>