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2626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142"/>
        <w:gridCol w:w="4678"/>
      </w:tblGrid>
      <w:tr w:rsidR="00E735AC" w:rsidRPr="00296949" w:rsidTr="00847DAF">
        <w:trPr>
          <w:cantSplit/>
          <w:trHeight w:val="57"/>
        </w:trPr>
        <w:tc>
          <w:tcPr>
            <w:tcW w:w="362" w:type="dxa"/>
          </w:tcPr>
          <w:p w:rsidR="00E735AC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916F4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78pt">
                  <v:imagedata r:id="rId7" o:title=""/>
                </v:shape>
              </w:pic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96949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29694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42" w:type="dxa"/>
          </w:tcPr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6949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6949">
              <w:rPr>
                <w:rFonts w:ascii="Arial" w:hAnsi="Arial" w:cs="Arial"/>
                <w:sz w:val="20"/>
                <w:szCs w:val="20"/>
              </w:rPr>
              <w:t>„</w:t>
            </w:r>
            <w:r w:rsidRPr="00BA320D">
              <w:rPr>
                <w:rFonts w:ascii="Arial" w:hAnsi="Arial" w:cs="Arial"/>
                <w:sz w:val="20"/>
                <w:szCs w:val="20"/>
              </w:rPr>
              <w:t>Realizace PSZ v k. ú. Slupenec – PC PV 2N</w:t>
            </w:r>
            <w:r w:rsidRPr="00296949">
              <w:rPr>
                <w:rFonts w:ascii="Arial" w:hAnsi="Arial" w:cs="Arial"/>
                <w:sz w:val="20"/>
                <w:szCs w:val="20"/>
              </w:rPr>
              <w:t>“</w:t>
            </w:r>
          </w:p>
          <w:p w:rsidR="00E735AC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C210A6" w:rsidRDefault="00E735AC" w:rsidP="00847DA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Číslo jednací: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8358AE">
              <w:rPr>
                <w:rFonts w:ascii="Arial" w:hAnsi="Arial" w:cs="Arial"/>
                <w:sz w:val="20"/>
                <w:szCs w:val="20"/>
              </w:rPr>
              <w:t>193856/2012-MZE-130715</w:t>
            </w:r>
          </w:p>
          <w:p w:rsidR="00E735AC" w:rsidRPr="00C210A6" w:rsidRDefault="00E735AC" w:rsidP="00847DA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>Spisová zn.: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BA320D">
              <w:rPr>
                <w:rFonts w:ascii="Arial" w:hAnsi="Arial" w:cs="Arial"/>
                <w:spacing w:val="8"/>
                <w:sz w:val="20"/>
                <w:szCs w:val="20"/>
              </w:rPr>
              <w:t>4VZ46865/2012-130715</w:t>
            </w:r>
          </w:p>
          <w:p w:rsidR="00E735AC" w:rsidRPr="00C210A6" w:rsidRDefault="00E735AC" w:rsidP="00847DAF">
            <w:pPr>
              <w:spacing w:line="276" w:lineRule="auto"/>
              <w:rPr>
                <w:rFonts w:ascii="Arial" w:hAnsi="Arial" w:cs="Arial"/>
                <w:spacing w:val="8"/>
                <w:sz w:val="20"/>
                <w:szCs w:val="20"/>
              </w:rPr>
            </w:pPr>
            <w:r w:rsidRPr="00C210A6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>08</w:t>
            </w:r>
            <w:r w:rsidRPr="00C210A6">
              <w:rPr>
                <w:rFonts w:ascii="Arial" w:hAnsi="Arial" w:cs="Arial"/>
                <w:spacing w:val="8"/>
                <w:sz w:val="20"/>
                <w:szCs w:val="20"/>
              </w:rPr>
              <w:t>/2012</w:t>
            </w: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35AC" w:rsidRPr="00296949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949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E735AC" w:rsidRDefault="00E735AC" w:rsidP="00847DAF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5ED2">
              <w:rPr>
                <w:rFonts w:ascii="Arial" w:hAnsi="Arial" w:cs="Arial"/>
                <w:sz w:val="20"/>
                <w:szCs w:val="20"/>
              </w:rPr>
              <w:t>dle § 18 odst. 5 zákona č. 137/2006 Sb., o veřejných zakázkách, ve znění pozdějších předpisů (dále jen „zákon“)</w:t>
            </w:r>
            <w:r w:rsidRPr="00315E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735AC" w:rsidRPr="00D53BFF" w:rsidRDefault="00E735AC" w:rsidP="00847DA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5ED2">
              <w:rPr>
                <w:rFonts w:ascii="Arial" w:hAnsi="Arial" w:cs="Arial"/>
                <w:b/>
                <w:sz w:val="20"/>
                <w:szCs w:val="20"/>
              </w:rPr>
              <w:t>veřejná zakázka malého rozsahu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B005EF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p w:rsidR="00E735AC" w:rsidRDefault="00E735AC">
      <w:pPr>
        <w:spacing w:line="280" w:lineRule="atLeast"/>
        <w:rPr>
          <w:rFonts w:ascii="Arial" w:hAnsi="Arial" w:cs="Arial"/>
          <w:sz w:val="20"/>
          <w:szCs w:val="20"/>
        </w:rPr>
      </w:pPr>
    </w:p>
    <w:p w:rsidR="00E735AC" w:rsidRDefault="00E735AC">
      <w:pPr>
        <w:spacing w:line="280" w:lineRule="atLeast"/>
        <w:rPr>
          <w:rFonts w:ascii="Arial" w:hAnsi="Arial" w:cs="Arial"/>
          <w:sz w:val="20"/>
          <w:szCs w:val="20"/>
        </w:rPr>
      </w:pPr>
    </w:p>
    <w:p w:rsidR="00E735AC" w:rsidRDefault="00E735A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6871"/>
        <w:tblW w:w="0" w:type="auto"/>
        <w:tblCellMar>
          <w:left w:w="0" w:type="dxa"/>
          <w:right w:w="0" w:type="dxa"/>
        </w:tblCellMar>
        <w:tblLook w:val="01E0"/>
      </w:tblPr>
      <w:tblGrid>
        <w:gridCol w:w="1440"/>
        <w:gridCol w:w="8311"/>
      </w:tblGrid>
      <w:tr w:rsidR="00E735AC" w:rsidRPr="002C333C" w:rsidTr="00E735AC">
        <w:tc>
          <w:tcPr>
            <w:tcW w:w="1440" w:type="dxa"/>
          </w:tcPr>
          <w:p w:rsidR="00E735AC" w:rsidRPr="002C333C" w:rsidRDefault="00E735AC" w:rsidP="00E735AC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906FB">
              <w:rPr>
                <w:rFonts w:ascii="Arial" w:hAnsi="Arial" w:cs="Arial"/>
                <w:b/>
                <w:sz w:val="20"/>
                <w:szCs w:val="20"/>
              </w:rPr>
              <w:pict>
                <v:shape id="_x0000_i1026" type="#_x0000_t75" style="width:54pt;height:41.25pt">
                  <v:imagedata r:id="rId8" o:title=""/>
                </v:shape>
              </w:pict>
            </w:r>
          </w:p>
        </w:tc>
        <w:tc>
          <w:tcPr>
            <w:tcW w:w="8311" w:type="dxa"/>
          </w:tcPr>
          <w:p w:rsidR="00E735AC" w:rsidRDefault="00E735AC" w:rsidP="00E735AC">
            <w:pPr>
              <w:spacing w:line="240" w:lineRule="atLeast"/>
              <w:rPr>
                <w:rFonts w:ascii="Arial" w:hAnsi="Arial" w:cs="Arial"/>
                <w:b/>
              </w:rPr>
            </w:pPr>
            <w:r w:rsidRPr="002C333C">
              <w:rPr>
                <w:rFonts w:ascii="Arial" w:hAnsi="Arial" w:cs="Arial"/>
                <w:b/>
              </w:rPr>
              <w:t xml:space="preserve">Čestné prohlášení </w:t>
            </w:r>
            <w:r>
              <w:rPr>
                <w:rFonts w:ascii="Arial" w:hAnsi="Arial" w:cs="Arial"/>
                <w:b/>
              </w:rPr>
              <w:t xml:space="preserve">uchazeče </w:t>
            </w:r>
          </w:p>
          <w:p w:rsidR="00E735AC" w:rsidRPr="006A5F80" w:rsidRDefault="00E735AC" w:rsidP="00E735A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6A5F80"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 xml:space="preserve">plnosti </w:t>
            </w:r>
            <w:r w:rsidRPr="006A5F80">
              <w:rPr>
                <w:rFonts w:ascii="Arial" w:hAnsi="Arial" w:cs="Arial"/>
                <w:sz w:val="20"/>
                <w:szCs w:val="20"/>
              </w:rPr>
              <w:t>a pravdivost</w:t>
            </w:r>
            <w:r>
              <w:rPr>
                <w:rFonts w:ascii="Arial" w:hAnsi="Arial" w:cs="Arial"/>
                <w:sz w:val="20"/>
                <w:szCs w:val="20"/>
              </w:rPr>
              <w:t xml:space="preserve">i a </w:t>
            </w:r>
            <w:r w:rsidRPr="006A5F80">
              <w:rPr>
                <w:rFonts w:ascii="Arial" w:hAnsi="Arial" w:cs="Arial"/>
                <w:sz w:val="20"/>
                <w:szCs w:val="20"/>
              </w:rPr>
              <w:t>souhlas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A5F80">
              <w:rPr>
                <w:rFonts w:ascii="Arial" w:hAnsi="Arial" w:cs="Arial"/>
                <w:sz w:val="20"/>
                <w:szCs w:val="20"/>
              </w:rPr>
              <w:t>podmínkami</w:t>
            </w:r>
            <w:r>
              <w:rPr>
                <w:rFonts w:ascii="Arial" w:hAnsi="Arial" w:cs="Arial"/>
                <w:sz w:val="20"/>
                <w:szCs w:val="20"/>
              </w:rPr>
              <w:t xml:space="preserve"> ZŘ</w:t>
            </w:r>
          </w:p>
        </w:tc>
      </w:tr>
    </w:tbl>
    <w:p w:rsidR="00BC0308" w:rsidRDefault="00BC0308">
      <w:pPr>
        <w:spacing w:line="280" w:lineRule="atLeast"/>
        <w:rPr>
          <w:rFonts w:ascii="Arial" w:hAnsi="Arial" w:cs="Arial"/>
          <w:sz w:val="20"/>
          <w:szCs w:val="20"/>
        </w:rPr>
      </w:pPr>
    </w:p>
    <w:p w:rsidR="00CA634F" w:rsidRPr="007E798A" w:rsidRDefault="00341EEA" w:rsidP="00CA634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E798A">
        <w:rPr>
          <w:rFonts w:ascii="Arial" w:hAnsi="Arial" w:cs="Arial"/>
          <w:b/>
          <w:sz w:val="20"/>
          <w:szCs w:val="20"/>
        </w:rPr>
        <w:t>Uchazeč:</w:t>
      </w:r>
    </w:p>
    <w:tbl>
      <w:tblPr>
        <w:tblW w:w="9720" w:type="dxa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402"/>
        <w:gridCol w:w="6318"/>
      </w:tblGrid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634FFF">
              <w:rPr>
                <w:rFonts w:ascii="Arial" w:hAnsi="Arial" w:cs="Arial"/>
                <w:sz w:val="20"/>
                <w:szCs w:val="20"/>
              </w:rPr>
              <w:t>Jméno, příjmení / obchodní firma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FA8" w:rsidRPr="00C01F7E" w:rsidTr="007E798A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18" w:type="dxa"/>
            <w:vAlign w:val="center"/>
          </w:tcPr>
          <w:p w:rsidR="004F4FA8" w:rsidRPr="00C01F7E" w:rsidRDefault="004F4FA8" w:rsidP="004F4FA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4FA8" w:rsidRDefault="004F4FA8" w:rsidP="004F4FA8">
      <w:pPr>
        <w:spacing w:line="280" w:lineRule="atLeast"/>
        <w:rPr>
          <w:rFonts w:ascii="Arial" w:hAnsi="Arial" w:cs="Arial"/>
          <w:sz w:val="20"/>
          <w:szCs w:val="20"/>
        </w:rPr>
      </w:pPr>
    </w:p>
    <w:p w:rsidR="007E798A" w:rsidRDefault="00CA634F" w:rsidP="007E798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341EEA">
        <w:rPr>
          <w:rFonts w:ascii="Arial" w:hAnsi="Arial" w:cs="Arial"/>
          <w:b/>
          <w:sz w:val="20"/>
          <w:szCs w:val="20"/>
        </w:rPr>
        <w:t>rohlašuje</w:t>
      </w:r>
      <w:r w:rsidR="007E798A">
        <w:rPr>
          <w:rFonts w:ascii="Arial" w:hAnsi="Arial" w:cs="Arial"/>
          <w:b/>
          <w:sz w:val="20"/>
          <w:szCs w:val="20"/>
        </w:rPr>
        <w:t xml:space="preserve">: </w:t>
      </w:r>
    </w:p>
    <w:p w:rsidR="001E6A7D" w:rsidRDefault="001E6A7D" w:rsidP="007E798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41EEA" w:rsidRPr="007E798A" w:rsidRDefault="007E798A" w:rsidP="007E798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798A">
        <w:rPr>
          <w:rFonts w:ascii="Arial" w:hAnsi="Arial" w:cs="Arial"/>
          <w:sz w:val="20"/>
          <w:szCs w:val="20"/>
        </w:rPr>
        <w:t xml:space="preserve">že </w:t>
      </w:r>
      <w:r w:rsidR="00CA634F" w:rsidRPr="007E798A">
        <w:rPr>
          <w:rFonts w:ascii="Arial" w:hAnsi="Arial" w:cs="Arial"/>
          <w:sz w:val="20"/>
          <w:szCs w:val="20"/>
        </w:rPr>
        <w:t xml:space="preserve">veškeré uvedené informace v této nabídce jsou úplné a pravdivé </w:t>
      </w:r>
    </w:p>
    <w:p w:rsidR="007E798A" w:rsidRPr="007E798A" w:rsidRDefault="007E798A" w:rsidP="007E798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E798A">
        <w:rPr>
          <w:rFonts w:ascii="Arial" w:hAnsi="Arial" w:cs="Arial"/>
          <w:sz w:val="20"/>
          <w:szCs w:val="20"/>
        </w:rPr>
        <w:t xml:space="preserve">že </w:t>
      </w:r>
      <w:r w:rsidR="00CA634F" w:rsidRPr="007E798A">
        <w:rPr>
          <w:rFonts w:ascii="Arial" w:hAnsi="Arial" w:cs="Arial"/>
          <w:sz w:val="20"/>
          <w:szCs w:val="20"/>
        </w:rPr>
        <w:t xml:space="preserve">byl seznámen se zadáním a s podmínkami tohoto </w:t>
      </w:r>
      <w:r w:rsidR="001E6A7D">
        <w:rPr>
          <w:rFonts w:ascii="Arial" w:hAnsi="Arial" w:cs="Arial"/>
          <w:sz w:val="20"/>
          <w:szCs w:val="20"/>
        </w:rPr>
        <w:t xml:space="preserve">zadávacího </w:t>
      </w:r>
      <w:r w:rsidR="00CA634F" w:rsidRPr="007E798A">
        <w:rPr>
          <w:rFonts w:ascii="Arial" w:hAnsi="Arial" w:cs="Arial"/>
          <w:sz w:val="20"/>
          <w:szCs w:val="20"/>
        </w:rPr>
        <w:t>řízení a bez výhrad s nimi souhlasí</w:t>
      </w: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E798A" w:rsidRPr="00A37310" w:rsidRDefault="007E798A" w:rsidP="007E798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92DD8">
        <w:rPr>
          <w:rFonts w:ascii="Arial" w:hAnsi="Arial" w:cs="Arial"/>
          <w:sz w:val="20"/>
          <w:szCs w:val="20"/>
        </w:rPr>
        <w:t>V 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  <w:r w:rsidRPr="00A92DD8">
        <w:rPr>
          <w:rFonts w:ascii="Arial" w:hAnsi="Arial" w:cs="Arial"/>
          <w:sz w:val="20"/>
          <w:szCs w:val="20"/>
        </w:rPr>
        <w:t xml:space="preserve"> dne 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</w:p>
    <w:p w:rsidR="007E798A" w:rsidRDefault="007E798A" w:rsidP="00CA634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Vlastnoruční p</w:t>
            </w:r>
            <w:r w:rsidRPr="00E44BC2">
              <w:rPr>
                <w:rFonts w:ascii="Arial" w:hAnsi="Arial" w:cs="Arial"/>
                <w:sz w:val="20"/>
                <w:szCs w:val="20"/>
              </w:rPr>
              <w:t>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98A" w:rsidRPr="00E44BC2" w:rsidTr="007E798A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7E798A" w:rsidRPr="00E44BC2" w:rsidRDefault="007E798A" w:rsidP="007E798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634F" w:rsidRDefault="00CA634F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CA634F" w:rsidSect="00C4526E">
      <w:headerReference w:type="default" r:id="rId9"/>
      <w:footerReference w:type="even" r:id="rId10"/>
      <w:footerReference w:type="default" r:id="rId11"/>
      <w:pgSz w:w="11906" w:h="16838" w:code="9"/>
      <w:pgMar w:top="1792" w:right="1021" w:bottom="289" w:left="1134" w:header="539" w:footer="5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26D" w:rsidRDefault="0062626D">
      <w:r>
        <w:separator/>
      </w:r>
    </w:p>
  </w:endnote>
  <w:endnote w:type="continuationSeparator" w:id="0">
    <w:p w:rsidR="0062626D" w:rsidRDefault="00626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E906FB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E906FB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9.75pt;height:50.25pt">
          <v:imagedata r:id="rId1" o:title=""/>
        </v:shape>
      </w:pict>
    </w:r>
  </w:p>
  <w:p w:rsidR="00957340" w:rsidRDefault="00E906FB" w:rsidP="00961775">
    <w:pPr>
      <w:pStyle w:val="Zpat"/>
      <w:ind w:right="360"/>
      <w:jc w:val="right"/>
    </w:pPr>
    <w:r>
      <w:rPr>
        <w:rStyle w:val="slostrnky"/>
        <w:sz w:val="20"/>
        <w:szCs w:val="20"/>
      </w:rPr>
      <w:fldChar w:fldCharType="begin"/>
    </w:r>
    <w:r w:rsidR="00957340">
      <w:rPr>
        <w:rStyle w:val="slostrnky"/>
        <w:sz w:val="20"/>
        <w:szCs w:val="20"/>
      </w:rPr>
      <w:instrText xml:space="preserve"> PAGE  \* ArabicDash </w:instrText>
    </w:r>
    <w:r>
      <w:rPr>
        <w:rStyle w:val="slostrnky"/>
        <w:sz w:val="20"/>
        <w:szCs w:val="20"/>
      </w:rPr>
      <w:fldChar w:fldCharType="separate"/>
    </w:r>
    <w:r w:rsidR="00E735AC">
      <w:rPr>
        <w:rStyle w:val="slostrnky"/>
        <w:noProof/>
        <w:sz w:val="20"/>
        <w:szCs w:val="20"/>
      </w:rPr>
      <w:t>- 1 -</w:t>
    </w:r>
    <w:r>
      <w:rPr>
        <w:rStyle w:val="slostrnky"/>
        <w:sz w:val="20"/>
        <w:szCs w:val="20"/>
      </w:rPr>
      <w:fldChar w:fldCharType="end"/>
    </w:r>
    <w:r w:rsidR="00957340">
      <w:rPr>
        <w:rStyle w:val="slostrnky"/>
        <w:sz w:val="20"/>
        <w:szCs w:val="20"/>
      </w:rPr>
      <w:t xml:space="preserve"> (celkem </w:t>
    </w:r>
    <w:r w:rsidR="00CA634F">
      <w:rPr>
        <w:rStyle w:val="slostrnky"/>
        <w:sz w:val="20"/>
        <w:szCs w:val="20"/>
      </w:rPr>
      <w:t>1</w:t>
    </w:r>
    <w:r w:rsidR="00957340">
      <w:rPr>
        <w:rStyle w:val="slostrnky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26D" w:rsidRDefault="0062626D">
      <w:r>
        <w:separator/>
      </w:r>
    </w:p>
  </w:footnote>
  <w:footnote w:type="continuationSeparator" w:id="0">
    <w:p w:rsidR="0062626D" w:rsidRDefault="00626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340" w:rsidRDefault="00957340" w:rsidP="00957340">
    <w:pPr>
      <w:spacing w:line="280" w:lineRule="atLeast"/>
      <w:ind w:left="7788"/>
    </w:pPr>
    <w:r>
      <w:tab/>
    </w:r>
    <w:r w:rsidRPr="00BE2709">
      <w:rPr>
        <w:b/>
      </w:rPr>
      <w:t>Příloha č</w:t>
    </w:r>
    <w:r>
      <w:rPr>
        <w:b/>
      </w:rPr>
      <w:t xml:space="preserve">. </w:t>
    </w:r>
    <w:r w:rsidR="00CA634F">
      <w:rPr>
        <w:b/>
      </w:rPr>
      <w:t>4</w:t>
    </w:r>
  </w:p>
  <w:p w:rsidR="00957340" w:rsidRPr="009F2DB4" w:rsidRDefault="00E906FB" w:rsidP="00957340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0D61A6" w:rsidRPr="00957340" w:rsidRDefault="000D61A6" w:rsidP="009573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B66"/>
    <w:multiLevelType w:val="hybridMultilevel"/>
    <w:tmpl w:val="014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642302"/>
    <w:multiLevelType w:val="hybridMultilevel"/>
    <w:tmpl w:val="C476A0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5DD7008"/>
    <w:multiLevelType w:val="multilevel"/>
    <w:tmpl w:val="40AEA1D0"/>
    <w:lvl w:ilvl="0">
      <w:start w:val="1"/>
      <w:numFmt w:val="decimal"/>
      <w:lvlText w:val="%1.1."/>
      <w:lvlJc w:val="left"/>
      <w:pPr>
        <w:ind w:left="476" w:hanging="476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4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3" w:hanging="1440"/>
      </w:pPr>
      <w:rPr>
        <w:rFonts w:hint="default"/>
      </w:rPr>
    </w:lvl>
  </w:abstractNum>
  <w:abstractNum w:abstractNumId="6">
    <w:nsid w:val="63B3104D"/>
    <w:multiLevelType w:val="hybridMultilevel"/>
    <w:tmpl w:val="96720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15214"/>
    <w:rsid w:val="000327E9"/>
    <w:rsid w:val="00046DD6"/>
    <w:rsid w:val="00055883"/>
    <w:rsid w:val="00062A8F"/>
    <w:rsid w:val="00070374"/>
    <w:rsid w:val="00075202"/>
    <w:rsid w:val="0009541A"/>
    <w:rsid w:val="000D08CC"/>
    <w:rsid w:val="000D61A6"/>
    <w:rsid w:val="00111432"/>
    <w:rsid w:val="0012417C"/>
    <w:rsid w:val="00136428"/>
    <w:rsid w:val="00152B89"/>
    <w:rsid w:val="00160327"/>
    <w:rsid w:val="00162CE7"/>
    <w:rsid w:val="00166C7A"/>
    <w:rsid w:val="00182BF4"/>
    <w:rsid w:val="0018723C"/>
    <w:rsid w:val="001B2043"/>
    <w:rsid w:val="001B20FC"/>
    <w:rsid w:val="001D11B2"/>
    <w:rsid w:val="001E2CA3"/>
    <w:rsid w:val="001E5BC5"/>
    <w:rsid w:val="001E6A7D"/>
    <w:rsid w:val="0022099C"/>
    <w:rsid w:val="00246541"/>
    <w:rsid w:val="00280DBB"/>
    <w:rsid w:val="002A2119"/>
    <w:rsid w:val="002A2778"/>
    <w:rsid w:val="002A3D54"/>
    <w:rsid w:val="002A7436"/>
    <w:rsid w:val="002B411A"/>
    <w:rsid w:val="002B5AB1"/>
    <w:rsid w:val="002E6E18"/>
    <w:rsid w:val="002F03F5"/>
    <w:rsid w:val="002F2FFD"/>
    <w:rsid w:val="00302587"/>
    <w:rsid w:val="00305362"/>
    <w:rsid w:val="00306F0C"/>
    <w:rsid w:val="0032122C"/>
    <w:rsid w:val="00321492"/>
    <w:rsid w:val="00341EEA"/>
    <w:rsid w:val="00364C6E"/>
    <w:rsid w:val="003742A9"/>
    <w:rsid w:val="00385D93"/>
    <w:rsid w:val="003A19CB"/>
    <w:rsid w:val="003A5CB7"/>
    <w:rsid w:val="003A6732"/>
    <w:rsid w:val="003B446F"/>
    <w:rsid w:val="003B5C4B"/>
    <w:rsid w:val="003F241A"/>
    <w:rsid w:val="003F6F86"/>
    <w:rsid w:val="00412709"/>
    <w:rsid w:val="00424AB8"/>
    <w:rsid w:val="0045751C"/>
    <w:rsid w:val="00457583"/>
    <w:rsid w:val="004625A2"/>
    <w:rsid w:val="0046336E"/>
    <w:rsid w:val="00474E4F"/>
    <w:rsid w:val="004A6DEB"/>
    <w:rsid w:val="004B3656"/>
    <w:rsid w:val="004B5534"/>
    <w:rsid w:val="004F4FA8"/>
    <w:rsid w:val="00506E59"/>
    <w:rsid w:val="00512A1C"/>
    <w:rsid w:val="00524511"/>
    <w:rsid w:val="005749EA"/>
    <w:rsid w:val="00574E2C"/>
    <w:rsid w:val="00575C2E"/>
    <w:rsid w:val="0059473A"/>
    <w:rsid w:val="005C5704"/>
    <w:rsid w:val="005E0A14"/>
    <w:rsid w:val="005E368F"/>
    <w:rsid w:val="00607315"/>
    <w:rsid w:val="00624EB0"/>
    <w:rsid w:val="0062626D"/>
    <w:rsid w:val="00634FFF"/>
    <w:rsid w:val="00656063"/>
    <w:rsid w:val="0066536C"/>
    <w:rsid w:val="0067185E"/>
    <w:rsid w:val="006943C7"/>
    <w:rsid w:val="00697284"/>
    <w:rsid w:val="006A427C"/>
    <w:rsid w:val="006A5F80"/>
    <w:rsid w:val="006B4298"/>
    <w:rsid w:val="006C047B"/>
    <w:rsid w:val="006D70D4"/>
    <w:rsid w:val="006F5617"/>
    <w:rsid w:val="006F5B0C"/>
    <w:rsid w:val="00706FA1"/>
    <w:rsid w:val="00712F40"/>
    <w:rsid w:val="007260F3"/>
    <w:rsid w:val="00755AC7"/>
    <w:rsid w:val="007572F3"/>
    <w:rsid w:val="007747B6"/>
    <w:rsid w:val="00775FE8"/>
    <w:rsid w:val="00784D36"/>
    <w:rsid w:val="0078684A"/>
    <w:rsid w:val="007B48F7"/>
    <w:rsid w:val="007C61AC"/>
    <w:rsid w:val="007D65CE"/>
    <w:rsid w:val="007E1ADC"/>
    <w:rsid w:val="007E486B"/>
    <w:rsid w:val="007E798A"/>
    <w:rsid w:val="007F1A2D"/>
    <w:rsid w:val="008047E9"/>
    <w:rsid w:val="00810D71"/>
    <w:rsid w:val="00826C61"/>
    <w:rsid w:val="00832335"/>
    <w:rsid w:val="008363BB"/>
    <w:rsid w:val="0084657F"/>
    <w:rsid w:val="00860817"/>
    <w:rsid w:val="0087158F"/>
    <w:rsid w:val="00872A80"/>
    <w:rsid w:val="008D2645"/>
    <w:rsid w:val="008D5E88"/>
    <w:rsid w:val="008F2254"/>
    <w:rsid w:val="008F78C0"/>
    <w:rsid w:val="00903648"/>
    <w:rsid w:val="009379EE"/>
    <w:rsid w:val="00945914"/>
    <w:rsid w:val="00956585"/>
    <w:rsid w:val="00957340"/>
    <w:rsid w:val="00961775"/>
    <w:rsid w:val="0096239A"/>
    <w:rsid w:val="00964C13"/>
    <w:rsid w:val="00974831"/>
    <w:rsid w:val="00976BA2"/>
    <w:rsid w:val="009961AA"/>
    <w:rsid w:val="009A0DF9"/>
    <w:rsid w:val="009B2BBD"/>
    <w:rsid w:val="009C7547"/>
    <w:rsid w:val="009D08E7"/>
    <w:rsid w:val="009E56C9"/>
    <w:rsid w:val="00A04E4A"/>
    <w:rsid w:val="00A30699"/>
    <w:rsid w:val="00A30FCC"/>
    <w:rsid w:val="00A31005"/>
    <w:rsid w:val="00A46E40"/>
    <w:rsid w:val="00A51FBC"/>
    <w:rsid w:val="00A57676"/>
    <w:rsid w:val="00A6155F"/>
    <w:rsid w:val="00A61EAB"/>
    <w:rsid w:val="00A6447A"/>
    <w:rsid w:val="00A722BA"/>
    <w:rsid w:val="00A72BAE"/>
    <w:rsid w:val="00AB28C4"/>
    <w:rsid w:val="00AC1711"/>
    <w:rsid w:val="00AE11AB"/>
    <w:rsid w:val="00AE1CA4"/>
    <w:rsid w:val="00B005EF"/>
    <w:rsid w:val="00B20CBD"/>
    <w:rsid w:val="00B43B3B"/>
    <w:rsid w:val="00B52AAA"/>
    <w:rsid w:val="00B66EE5"/>
    <w:rsid w:val="00B674D2"/>
    <w:rsid w:val="00B84E6C"/>
    <w:rsid w:val="00B876B1"/>
    <w:rsid w:val="00BA7F62"/>
    <w:rsid w:val="00BB5452"/>
    <w:rsid w:val="00BC0308"/>
    <w:rsid w:val="00BD0385"/>
    <w:rsid w:val="00BD5828"/>
    <w:rsid w:val="00BE230B"/>
    <w:rsid w:val="00BF1180"/>
    <w:rsid w:val="00C00991"/>
    <w:rsid w:val="00C4526E"/>
    <w:rsid w:val="00C622DD"/>
    <w:rsid w:val="00C76224"/>
    <w:rsid w:val="00C908F4"/>
    <w:rsid w:val="00C92484"/>
    <w:rsid w:val="00C95652"/>
    <w:rsid w:val="00C9610D"/>
    <w:rsid w:val="00CA37E3"/>
    <w:rsid w:val="00CA634F"/>
    <w:rsid w:val="00CC2AA6"/>
    <w:rsid w:val="00CE39C9"/>
    <w:rsid w:val="00D15803"/>
    <w:rsid w:val="00D214A9"/>
    <w:rsid w:val="00D27B5A"/>
    <w:rsid w:val="00D5725C"/>
    <w:rsid w:val="00D65C5C"/>
    <w:rsid w:val="00D672D7"/>
    <w:rsid w:val="00D75506"/>
    <w:rsid w:val="00D75E89"/>
    <w:rsid w:val="00D96235"/>
    <w:rsid w:val="00DB5ECF"/>
    <w:rsid w:val="00DC5321"/>
    <w:rsid w:val="00DD0F4C"/>
    <w:rsid w:val="00DD1325"/>
    <w:rsid w:val="00E11E2C"/>
    <w:rsid w:val="00E24691"/>
    <w:rsid w:val="00E24BF4"/>
    <w:rsid w:val="00E44BC2"/>
    <w:rsid w:val="00E468F3"/>
    <w:rsid w:val="00E64CCA"/>
    <w:rsid w:val="00E71ED2"/>
    <w:rsid w:val="00E735AC"/>
    <w:rsid w:val="00E80866"/>
    <w:rsid w:val="00E906FB"/>
    <w:rsid w:val="00E94D5E"/>
    <w:rsid w:val="00EA3A3D"/>
    <w:rsid w:val="00EF1265"/>
    <w:rsid w:val="00EF629D"/>
    <w:rsid w:val="00F12701"/>
    <w:rsid w:val="00F167C7"/>
    <w:rsid w:val="00F217F9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4C6E"/>
    <w:rPr>
      <w:sz w:val="24"/>
      <w:szCs w:val="24"/>
    </w:rPr>
  </w:style>
  <w:style w:type="paragraph" w:styleId="Nadpis1">
    <w:name w:val="heading 1"/>
    <w:basedOn w:val="Normln"/>
    <w:next w:val="Normln"/>
    <w:qFormat/>
    <w:rsid w:val="00364C6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364C6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364C6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364C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4C6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6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E94D5E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957340"/>
    <w:rPr>
      <w:sz w:val="24"/>
      <w:szCs w:val="24"/>
    </w:rPr>
  </w:style>
  <w:style w:type="paragraph" w:customStyle="1" w:styleId="Default">
    <w:name w:val="Default"/>
    <w:rsid w:val="00634F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pc</cp:lastModifiedBy>
  <cp:revision>2</cp:revision>
  <cp:lastPrinted>2012-08-23T09:58:00Z</cp:lastPrinted>
  <dcterms:created xsi:type="dcterms:W3CDTF">2012-10-24T11:26:00Z</dcterms:created>
  <dcterms:modified xsi:type="dcterms:W3CDTF">2012-10-24T11:26:00Z</dcterms:modified>
</cp:coreProperties>
</file>