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EF" w:rsidRPr="003F6F86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2626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2"/>
        <w:gridCol w:w="1258"/>
        <w:gridCol w:w="2916"/>
        <w:gridCol w:w="142"/>
        <w:gridCol w:w="4678"/>
      </w:tblGrid>
      <w:tr w:rsidR="00AE1098" w:rsidRPr="00AE1098" w:rsidTr="00E368A0">
        <w:trPr>
          <w:cantSplit/>
          <w:trHeight w:val="57"/>
        </w:trPr>
        <w:tc>
          <w:tcPr>
            <w:tcW w:w="362" w:type="dxa"/>
          </w:tcPr>
          <w:p w:rsidR="00AE1098" w:rsidRPr="00AE1098" w:rsidRDefault="008E7BB9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E7BB9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78pt">
                  <v:imagedata r:id="rId7" o:title=""/>
                </v:shape>
              </w:pic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Sídlem: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Zastoupený: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2916" w:type="dxa"/>
          </w:tcPr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Pozemkový úřad Český Krumlov 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Plešivec 287, 381 01 Český Krumlov, kód obce NUTS CZ0312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AE1098">
              <w:rPr>
                <w:rFonts w:ascii="Arial" w:hAnsi="Arial" w:cs="Arial"/>
                <w:bCs/>
                <w:sz w:val="20"/>
                <w:szCs w:val="20"/>
              </w:rPr>
              <w:t xml:space="preserve">Ing. Josefem Jakešem 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ředitelem pozemkového úřadu</w:t>
            </w:r>
            <w:r w:rsidRPr="00AE109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42" w:type="dxa"/>
          </w:tcPr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 Název veřejné zakázky: 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„Vypracování projektové dokumentace pro stavební povolení a realizaci stavby polních cest v k. ú. Chvalšiny, Malčice-Osek a Pernek“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Číslo jednací: </w:t>
            </w:r>
            <w:r w:rsidRPr="00AE10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7F95" w:rsidRPr="00C97F95">
              <w:rPr>
                <w:rFonts w:ascii="Arial" w:hAnsi="Arial" w:cs="Arial"/>
                <w:sz w:val="20"/>
                <w:szCs w:val="20"/>
              </w:rPr>
              <w:t>233812/2012-MZE-130715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Spisová zn.: </w:t>
            </w:r>
            <w:r w:rsidRPr="00AE1098">
              <w:rPr>
                <w:rFonts w:ascii="Arial" w:hAnsi="Arial" w:cs="Arial"/>
                <w:sz w:val="20"/>
                <w:szCs w:val="20"/>
              </w:rPr>
              <w:t xml:space="preserve">    4VZ42971/2012-130715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Evidenční číslo VZ: </w:t>
            </w:r>
            <w:r w:rsidRPr="00AE1098">
              <w:rPr>
                <w:rFonts w:ascii="Arial" w:hAnsi="Arial" w:cs="Arial"/>
                <w:sz w:val="20"/>
                <w:szCs w:val="20"/>
              </w:rPr>
              <w:t>14/2012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Druh zadávacího řízení: 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dle § 18 odst. 5 zákona č. 137/2006 Sb., o veřejných zakázkách, ve znění pozdějších předpisů (dále jen „zákon“)</w:t>
            </w: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veřejná zakázka malého rozsahu </w:t>
            </w:r>
          </w:p>
        </w:tc>
      </w:tr>
    </w:tbl>
    <w:p w:rsidR="00B005EF" w:rsidRDefault="00B005EF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9373" w:type="dxa"/>
        <w:jc w:val="center"/>
        <w:tblInd w:w="360" w:type="dxa"/>
        <w:tblCellMar>
          <w:left w:w="0" w:type="dxa"/>
          <w:right w:w="0" w:type="dxa"/>
        </w:tblCellMar>
        <w:tblLook w:val="01E0"/>
      </w:tblPr>
      <w:tblGrid>
        <w:gridCol w:w="1489"/>
        <w:gridCol w:w="7884"/>
      </w:tblGrid>
      <w:tr w:rsidR="00AE1098" w:rsidRPr="00AE1098" w:rsidTr="00E368A0">
        <w:trPr>
          <w:jc w:val="center"/>
        </w:trPr>
        <w:tc>
          <w:tcPr>
            <w:tcW w:w="1471" w:type="dxa"/>
            <w:vMerge w:val="restart"/>
          </w:tcPr>
          <w:p w:rsidR="00AE1098" w:rsidRPr="00AE1098" w:rsidRDefault="008E7BB9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8E7BB9">
              <w:rPr>
                <w:rFonts w:ascii="Arial" w:hAnsi="Arial" w:cs="Arial"/>
                <w:sz w:val="20"/>
                <w:szCs w:val="20"/>
              </w:rPr>
              <w:pict>
                <v:shape id="_x0000_i1026" type="#_x0000_t75" style="width:54pt;height:41.25pt">
                  <v:imagedata r:id="rId8" o:title=""/>
                </v:shape>
              </w:pict>
            </w:r>
          </w:p>
        </w:tc>
        <w:tc>
          <w:tcPr>
            <w:tcW w:w="7788" w:type="dxa"/>
          </w:tcPr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Krycí list nabídky</w:t>
            </w:r>
          </w:p>
        </w:tc>
      </w:tr>
      <w:tr w:rsidR="00AE1098" w:rsidRPr="00AE1098" w:rsidTr="00E368A0">
        <w:trPr>
          <w:trHeight w:val="521"/>
          <w:jc w:val="center"/>
        </w:trPr>
        <w:tc>
          <w:tcPr>
            <w:tcW w:w="1471" w:type="dxa"/>
            <w:vMerge/>
          </w:tcPr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8" w:type="dxa"/>
          </w:tcPr>
          <w:p w:rsidR="00AE1098" w:rsidRPr="00AE1098" w:rsidRDefault="00AE1098" w:rsidP="00AE1098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 xml:space="preserve">k zadávacímu řízení na </w:t>
            </w:r>
            <w:r>
              <w:rPr>
                <w:rFonts w:ascii="Arial" w:hAnsi="Arial" w:cs="Arial"/>
                <w:sz w:val="20"/>
                <w:szCs w:val="20"/>
              </w:rPr>
              <w:t xml:space="preserve">výše uvedenou </w:t>
            </w:r>
            <w:r w:rsidRPr="00AE1098">
              <w:rPr>
                <w:rFonts w:ascii="Arial" w:hAnsi="Arial" w:cs="Arial"/>
                <w:sz w:val="20"/>
                <w:szCs w:val="20"/>
              </w:rPr>
              <w:t>veřejnou zakázku:</w:t>
            </w:r>
          </w:p>
        </w:tc>
      </w:tr>
    </w:tbl>
    <w:p w:rsidR="00AE1098" w:rsidRDefault="00AE1098">
      <w:pPr>
        <w:spacing w:line="280" w:lineRule="atLeast"/>
        <w:rPr>
          <w:rFonts w:ascii="Arial" w:hAnsi="Arial" w:cs="Arial"/>
          <w:sz w:val="20"/>
          <w:szCs w:val="20"/>
        </w:rPr>
      </w:pPr>
    </w:p>
    <w:p w:rsidR="00A528B1" w:rsidRDefault="00A528B1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9373" w:type="dxa"/>
        <w:tblInd w:w="360" w:type="dxa"/>
        <w:tblLook w:val="01E0"/>
      </w:tblPr>
      <w:tblGrid>
        <w:gridCol w:w="2968"/>
        <w:gridCol w:w="6405"/>
      </w:tblGrid>
      <w:tr w:rsidR="00AE1098" w:rsidRPr="00AE1098" w:rsidTr="00E368A0">
        <w:tc>
          <w:tcPr>
            <w:tcW w:w="2918" w:type="dxa"/>
            <w:tcMar>
              <w:left w:w="0" w:type="dxa"/>
              <w:right w:w="0" w:type="dxa"/>
            </w:tcMar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6296" w:type="dxa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dle § 12 odst. 3 zákona</w:t>
            </w:r>
          </w:p>
        </w:tc>
      </w:tr>
      <w:tr w:rsidR="00AE1098" w:rsidRPr="00AE1098" w:rsidTr="00E368A0">
        <w:tc>
          <w:tcPr>
            <w:tcW w:w="2918" w:type="dxa"/>
            <w:tcMar>
              <w:left w:w="0" w:type="dxa"/>
              <w:right w:w="0" w:type="dxa"/>
            </w:tcMar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6296" w:type="dxa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služby</w:t>
            </w:r>
          </w:p>
        </w:tc>
      </w:tr>
    </w:tbl>
    <w:p w:rsidR="00111432" w:rsidRDefault="00111432" w:rsidP="00111432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B20CBD" w:rsidRDefault="006B4298" w:rsidP="00D75E89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D75E89" w:rsidRPr="003F6F86">
        <w:rPr>
          <w:rFonts w:ascii="Arial" w:hAnsi="Arial" w:cs="Arial"/>
          <w:b/>
          <w:sz w:val="20"/>
          <w:szCs w:val="20"/>
        </w:rPr>
        <w:t>.</w:t>
      </w:r>
      <w:r w:rsidR="00D75E89" w:rsidRPr="003F6F86"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A528B1" w:rsidRDefault="00A528B1" w:rsidP="00E94D5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D75E89" w:rsidRDefault="00E94D5E" w:rsidP="00E94D5E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1.1.  </w:t>
      </w:r>
      <w:r w:rsidR="00D75E89" w:rsidRPr="003F6F86">
        <w:rPr>
          <w:rFonts w:ascii="Arial" w:hAnsi="Arial" w:cs="Arial"/>
          <w:b/>
          <w:sz w:val="20"/>
          <w:szCs w:val="20"/>
        </w:rPr>
        <w:t>Zadavatel</w:t>
      </w:r>
    </w:p>
    <w:tbl>
      <w:tblPr>
        <w:tblW w:w="975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53"/>
        <w:gridCol w:w="5500"/>
      </w:tblGrid>
      <w:tr w:rsidR="00E94D5E" w:rsidRPr="00C01F7E" w:rsidTr="002E6E18">
        <w:tc>
          <w:tcPr>
            <w:tcW w:w="4253" w:type="dxa"/>
            <w:vMerge w:val="restart"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Borders>
              <w:top w:val="single" w:sz="4" w:space="0" w:color="6699FF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E94D5E" w:rsidRPr="00C01F7E" w:rsidTr="002E6E18">
        <w:tc>
          <w:tcPr>
            <w:tcW w:w="425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Borders>
              <w:top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Odbor: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Zadavatelský útvar: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Pozemkový úřad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Plešivec 287, 381 01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+420380301530, +420380301531/</w:t>
            </w: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+420380301548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</w:tcPr>
          <w:p w:rsidR="00E94D5E" w:rsidRPr="00C01F7E" w:rsidRDefault="008E7BB9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94D5E" w:rsidRPr="00C01F7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PU_Cesky_Krumlov@mze.cz</w:t>
              </w:r>
            </w:hyperlink>
            <w:r w:rsidR="00E94D5E" w:rsidRPr="00C01F7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00020478/není plátcem DPH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Ing. Josef Jakeš, ředitel PÚ Český Krumlov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 xml:space="preserve">Vlasta Laisková, </w:t>
            </w:r>
            <w:r w:rsidRPr="00C01F7E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0763C4">
              <w:rPr>
                <w:rFonts w:ascii="Arial" w:hAnsi="Arial" w:cs="Arial"/>
                <w:sz w:val="20"/>
                <w:szCs w:val="20"/>
              </w:rPr>
              <w:t>Tomáš Holas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</w:tcPr>
          <w:p w:rsidR="00E94D5E" w:rsidRPr="00C01F7E" w:rsidRDefault="00E94D5E" w:rsidP="000763C4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+420380301536, +4203803015</w:t>
            </w:r>
            <w:r w:rsidR="000763C4">
              <w:rPr>
                <w:rFonts w:ascii="Arial" w:hAnsi="Arial" w:cs="Arial"/>
                <w:noProof/>
                <w:sz w:val="20"/>
                <w:szCs w:val="20"/>
              </w:rPr>
              <w:t>32</w:t>
            </w:r>
            <w:r w:rsidRPr="00C01F7E">
              <w:rPr>
                <w:rFonts w:ascii="Arial" w:hAnsi="Arial" w:cs="Arial"/>
                <w:noProof/>
                <w:sz w:val="20"/>
                <w:szCs w:val="20"/>
              </w:rPr>
              <w:t>/ +420380301548</w:t>
            </w:r>
          </w:p>
        </w:tc>
      </w:tr>
      <w:tr w:rsidR="00E94D5E" w:rsidRPr="00C01F7E" w:rsidTr="002E6E18">
        <w:tc>
          <w:tcPr>
            <w:tcW w:w="425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</w:tcPr>
          <w:p w:rsidR="00E94D5E" w:rsidRPr="00C01F7E" w:rsidRDefault="008E7BB9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E94D5E" w:rsidRPr="00C01F7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vlasta.laiskova</w:t>
              </w:r>
              <w:r w:rsidR="00E94D5E" w:rsidRPr="00C01F7E">
                <w:rPr>
                  <w:rStyle w:val="Hypertextovodkaz"/>
                  <w:rFonts w:ascii="Arial" w:hAnsi="Arial" w:cs="Arial"/>
                  <w:noProof/>
                  <w:sz w:val="20"/>
                  <w:szCs w:val="20"/>
                </w:rPr>
                <w:t>@mze.cz</w:t>
              </w:r>
            </w:hyperlink>
            <w:r w:rsidR="00E94D5E" w:rsidRPr="00C01F7E">
              <w:rPr>
                <w:rFonts w:ascii="Arial" w:hAnsi="Arial" w:cs="Arial"/>
                <w:sz w:val="20"/>
                <w:szCs w:val="20"/>
              </w:rPr>
              <w:t xml:space="preserve"> , </w:t>
            </w:r>
            <w:hyperlink r:id="rId11" w:history="1">
              <w:r w:rsidR="000763C4" w:rsidRPr="00FA2C63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tomas.holas@mze.cz</w:t>
              </w:r>
            </w:hyperlink>
            <w:r w:rsidR="00E94D5E" w:rsidRPr="00C01F7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AE1098" w:rsidRDefault="00AE1098" w:rsidP="00E94D5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DD1325" w:rsidRDefault="00E94D5E" w:rsidP="00E94D5E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1.2. </w:t>
      </w:r>
      <w:proofErr w:type="gramStart"/>
      <w:r w:rsidR="0084657F">
        <w:rPr>
          <w:rFonts w:ascii="Arial" w:hAnsi="Arial" w:cs="Arial"/>
          <w:b/>
          <w:sz w:val="20"/>
          <w:szCs w:val="20"/>
        </w:rPr>
        <w:t>Uchazeč/zájemce</w:t>
      </w:r>
      <w:r w:rsidR="007E1ADC">
        <w:rPr>
          <w:rFonts w:ascii="Arial" w:hAnsi="Arial" w:cs="Arial"/>
          <w:b/>
          <w:sz w:val="20"/>
          <w:szCs w:val="20"/>
        </w:rPr>
        <w:t xml:space="preserve"> - (případně</w:t>
      </w:r>
      <w:proofErr w:type="gramEnd"/>
      <w:r w:rsidR="007E1ADC">
        <w:rPr>
          <w:rFonts w:ascii="Arial" w:hAnsi="Arial" w:cs="Arial"/>
          <w:b/>
          <w:sz w:val="20"/>
          <w:szCs w:val="20"/>
        </w:rPr>
        <w:t xml:space="preserve"> reprezentant sdružení) 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E94D5E" w:rsidRPr="00C01F7E" w:rsidTr="002E6E1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vMerge w:val="restart"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top w:val="single" w:sz="4" w:space="0" w:color="6699FF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E94D5E" w:rsidRPr="00C01F7E" w:rsidTr="002E6E18">
        <w:tc>
          <w:tcPr>
            <w:tcW w:w="429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6699FF"/>
              <w:bottom w:val="nil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vMerge/>
            <w:tcBorders>
              <w:right w:val="single" w:sz="4" w:space="0" w:color="6699FF"/>
            </w:tcBorders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Borders>
              <w:top w:val="single" w:sz="4" w:space="0" w:color="6699FF"/>
            </w:tcBorders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4D5E" w:rsidRPr="00C01F7E" w:rsidTr="002E6E18">
        <w:tc>
          <w:tcPr>
            <w:tcW w:w="4293" w:type="dxa"/>
            <w:tcMar>
              <w:left w:w="85" w:type="dxa"/>
              <w:right w:w="85" w:type="dxa"/>
            </w:tcMar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 xml:space="preserve">Číslo </w:t>
            </w:r>
            <w:r>
              <w:rPr>
                <w:rFonts w:ascii="Arial" w:hAnsi="Arial" w:cs="Arial"/>
                <w:sz w:val="20"/>
                <w:szCs w:val="20"/>
              </w:rPr>
              <w:t>bankovního účtu uchazeče (</w:t>
            </w:r>
            <w:r w:rsidRPr="00C01F7E">
              <w:rPr>
                <w:rFonts w:ascii="Arial" w:hAnsi="Arial" w:cs="Arial"/>
                <w:sz w:val="20"/>
                <w:szCs w:val="20"/>
              </w:rPr>
              <w:t>pro vrácení případné peněžní jistoty – byla li vyžadována)</w:t>
            </w:r>
          </w:p>
        </w:tc>
        <w:tc>
          <w:tcPr>
            <w:tcW w:w="5427" w:type="dxa"/>
          </w:tcPr>
          <w:p w:rsidR="00E94D5E" w:rsidRPr="00C01F7E" w:rsidRDefault="00E94D5E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4D5E" w:rsidRPr="003F6F86" w:rsidRDefault="00E94D5E" w:rsidP="00C4526E">
      <w:pPr>
        <w:rPr>
          <w:rFonts w:ascii="Arial" w:hAnsi="Arial" w:cs="Arial"/>
          <w:sz w:val="16"/>
          <w:szCs w:val="16"/>
        </w:rPr>
      </w:pPr>
      <w:r w:rsidRPr="003F6F86">
        <w:rPr>
          <w:rFonts w:ascii="Arial" w:hAnsi="Arial" w:cs="Arial"/>
          <w:sz w:val="16"/>
          <w:szCs w:val="16"/>
        </w:rPr>
        <w:t>Poznámka: Podává-li nabídku fyzická osoba</w:t>
      </w:r>
      <w:r>
        <w:rPr>
          <w:rFonts w:ascii="Arial" w:hAnsi="Arial" w:cs="Arial"/>
          <w:sz w:val="16"/>
          <w:szCs w:val="16"/>
        </w:rPr>
        <w:t>,</w:t>
      </w:r>
      <w:r w:rsidRPr="003F6F86">
        <w:rPr>
          <w:rFonts w:ascii="Arial" w:hAnsi="Arial" w:cs="Arial"/>
          <w:sz w:val="16"/>
          <w:szCs w:val="16"/>
        </w:rPr>
        <w:t xml:space="preserve"> uvede v bodu </w:t>
      </w:r>
      <w:r w:rsidR="002E6E18">
        <w:rPr>
          <w:rFonts w:ascii="Arial" w:hAnsi="Arial" w:cs="Arial"/>
          <w:sz w:val="16"/>
          <w:szCs w:val="16"/>
        </w:rPr>
        <w:t>1</w:t>
      </w:r>
      <w:r w:rsidR="002E6E18" w:rsidRPr="003F6F86">
        <w:rPr>
          <w:rFonts w:ascii="Arial" w:hAnsi="Arial" w:cs="Arial"/>
          <w:sz w:val="16"/>
          <w:szCs w:val="16"/>
        </w:rPr>
        <w:t>.2 následující</w:t>
      </w:r>
      <w:r w:rsidRPr="003F6F86">
        <w:rPr>
          <w:rFonts w:ascii="Arial" w:hAnsi="Arial" w:cs="Arial"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C4526E" w:rsidRDefault="00C4526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E1ADC" w:rsidRDefault="006B4298" w:rsidP="00B674D2">
      <w:pPr>
        <w:spacing w:line="280" w:lineRule="atLeast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1.3. </w:t>
      </w:r>
      <w:r w:rsidR="00B674D2">
        <w:rPr>
          <w:rFonts w:ascii="Arial" w:hAnsi="Arial" w:cs="Arial"/>
          <w:b/>
          <w:sz w:val="20"/>
          <w:szCs w:val="20"/>
        </w:rPr>
        <w:tab/>
      </w:r>
      <w:r w:rsidR="007E1ADC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7E1ADC" w:rsidRPr="00E44BC2" w:rsidTr="00784D36">
        <w:trPr>
          <w:trHeight w:val="117"/>
        </w:trPr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rPr>
          <w:trHeight w:val="249"/>
        </w:trPr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4D36" w:rsidRPr="00E44BC2" w:rsidTr="00784D36">
        <w:tc>
          <w:tcPr>
            <w:tcW w:w="4293" w:type="dxa"/>
            <w:vMerge w:val="restart"/>
            <w:shd w:val="clear" w:color="auto" w:fill="auto"/>
            <w:tcMar>
              <w:left w:w="85" w:type="dxa"/>
              <w:right w:w="85" w:type="dxa"/>
            </w:tcMar>
          </w:tcPr>
          <w:p w:rsidR="00784D36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784D36" w:rsidRPr="00C01F7E" w:rsidRDefault="00784D36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784D36" w:rsidRPr="00E44BC2" w:rsidTr="00784D36">
        <w:tc>
          <w:tcPr>
            <w:tcW w:w="4293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784D36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784D36" w:rsidRPr="00C01F7E" w:rsidRDefault="00784D36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784D36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84D36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84D36" w:rsidRPr="00C01F7E" w:rsidRDefault="00784D36" w:rsidP="00673FE9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7E1ADC" w:rsidRPr="00E44BC2" w:rsidTr="00784D36">
        <w:tc>
          <w:tcPr>
            <w:tcW w:w="4293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shd w:val="clear" w:color="auto" w:fill="auto"/>
            <w:tcMar>
              <w:left w:w="85" w:type="dxa"/>
              <w:right w:w="85" w:type="dxa"/>
            </w:tcMar>
          </w:tcPr>
          <w:p w:rsidR="007E1ADC" w:rsidRPr="00E44BC2" w:rsidRDefault="007E1ADC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6E18" w:rsidRDefault="002E6E18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85392" w:rsidRDefault="00985392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070374" w:rsidRDefault="006B4298" w:rsidP="0096239A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5C5704" w:rsidRPr="003F6F86">
        <w:rPr>
          <w:rFonts w:ascii="Arial" w:hAnsi="Arial" w:cs="Arial"/>
          <w:b/>
          <w:sz w:val="20"/>
          <w:szCs w:val="20"/>
        </w:rPr>
        <w:t>.</w:t>
      </w:r>
      <w:r w:rsidR="005C5704" w:rsidRPr="003F6F86"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jc w:val="center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232"/>
        <w:gridCol w:w="3232"/>
        <w:gridCol w:w="3232"/>
      </w:tblGrid>
      <w:tr w:rsidR="00AE1098" w:rsidRPr="00E44BC2" w:rsidTr="00AE1098">
        <w:trPr>
          <w:trHeight w:val="340"/>
          <w:jc w:val="center"/>
        </w:trPr>
        <w:tc>
          <w:tcPr>
            <w:tcW w:w="9696" w:type="dxa"/>
            <w:gridSpan w:val="3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pct10" w:color="auto" w:fill="auto"/>
            <w:tcMar>
              <w:left w:w="85" w:type="dxa"/>
              <w:right w:w="85" w:type="dxa"/>
            </w:tcMar>
            <w:vAlign w:val="center"/>
          </w:tcPr>
          <w:p w:rsidR="00AE1098" w:rsidRPr="00505F31" w:rsidRDefault="00AE1098" w:rsidP="00AE1098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5F31">
              <w:rPr>
                <w:rFonts w:ascii="Arial" w:hAnsi="Arial" w:cs="Arial"/>
                <w:b/>
                <w:sz w:val="20"/>
                <w:szCs w:val="20"/>
              </w:rPr>
              <w:t>CELKOVÁ HODNOTA PŘEDMĚTU ZAKÁZKY</w:t>
            </w:r>
          </w:p>
        </w:tc>
      </w:tr>
      <w:tr w:rsidR="00AE1098" w:rsidRPr="00E44BC2" w:rsidTr="00AE1098">
        <w:trPr>
          <w:trHeight w:val="340"/>
          <w:jc w:val="center"/>
        </w:trPr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E44BC2" w:rsidRDefault="00AE1098" w:rsidP="00E368A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E44BC2" w:rsidRDefault="00AE1098" w:rsidP="00E368A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E44BC2" w:rsidRDefault="00AE1098" w:rsidP="00E368A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AE1098" w:rsidRPr="00E44BC2" w:rsidTr="00AE1098">
        <w:trPr>
          <w:trHeight w:val="340"/>
          <w:jc w:val="center"/>
        </w:trPr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30699" w:rsidRDefault="00AE1098" w:rsidP="00E368A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30699" w:rsidRDefault="00AE1098" w:rsidP="00E368A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E44BC2" w:rsidRDefault="00AE1098" w:rsidP="00E368A0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098" w:rsidRPr="00E44BC2" w:rsidTr="00AE1098">
        <w:trPr>
          <w:trHeight w:val="340"/>
          <w:jc w:val="center"/>
        </w:trPr>
        <w:tc>
          <w:tcPr>
            <w:tcW w:w="9696" w:type="dxa"/>
            <w:gridSpan w:val="3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pct10" w:color="auto" w:fill="auto"/>
            <w:tcMar>
              <w:left w:w="85" w:type="dxa"/>
              <w:right w:w="85" w:type="dxa"/>
            </w:tcMar>
            <w:vAlign w:val="center"/>
          </w:tcPr>
          <w:p w:rsidR="00AE1098" w:rsidRPr="00505F31" w:rsidRDefault="00AE1098" w:rsidP="00E22B57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 toho:</w:t>
            </w:r>
          </w:p>
        </w:tc>
      </w:tr>
      <w:tr w:rsidR="00A528B1" w:rsidRPr="00E44BC2" w:rsidTr="00AE1098">
        <w:trPr>
          <w:trHeight w:val="340"/>
          <w:jc w:val="center"/>
        </w:trPr>
        <w:tc>
          <w:tcPr>
            <w:tcW w:w="9696" w:type="dxa"/>
            <w:gridSpan w:val="3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pct10" w:color="auto" w:fill="auto"/>
            <w:tcMar>
              <w:left w:w="85" w:type="dxa"/>
              <w:right w:w="85" w:type="dxa"/>
            </w:tcMar>
            <w:vAlign w:val="center"/>
          </w:tcPr>
          <w:p w:rsidR="00A528B1" w:rsidRPr="00505F31" w:rsidRDefault="00E22B57" w:rsidP="00AE1098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5F3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katastrální území </w:t>
            </w:r>
            <w:r w:rsidR="00AE1098" w:rsidRPr="00AE1098">
              <w:rPr>
                <w:rFonts w:ascii="Arial" w:hAnsi="Arial" w:cs="Arial"/>
                <w:b/>
                <w:sz w:val="20"/>
                <w:szCs w:val="20"/>
              </w:rPr>
              <w:t>Chvalšiny</w:t>
            </w:r>
            <w:r w:rsidR="00AE109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528B1" w:rsidRPr="00E44BC2" w:rsidTr="00AE1098">
        <w:trPr>
          <w:trHeight w:val="340"/>
          <w:jc w:val="center"/>
        </w:trPr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528B1" w:rsidRPr="00E44BC2" w:rsidRDefault="00A528B1" w:rsidP="00A71F86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528B1" w:rsidRPr="00E44BC2" w:rsidRDefault="00A528B1" w:rsidP="00A71F86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528B1" w:rsidRPr="00E44BC2" w:rsidRDefault="00A528B1" w:rsidP="00A71F86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A528B1" w:rsidRPr="00E44BC2" w:rsidTr="00AE1098">
        <w:trPr>
          <w:trHeight w:val="340"/>
          <w:jc w:val="center"/>
        </w:trPr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528B1" w:rsidRPr="00A30699" w:rsidRDefault="00A528B1" w:rsidP="00A71F86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528B1" w:rsidRPr="00A30699" w:rsidRDefault="00A528B1" w:rsidP="00A71F86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528B1" w:rsidRPr="00E44BC2" w:rsidRDefault="00A528B1" w:rsidP="00A71F86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098" w:rsidRPr="00AE1098" w:rsidTr="00AE1098">
        <w:trPr>
          <w:trHeight w:val="340"/>
          <w:jc w:val="center"/>
        </w:trPr>
        <w:tc>
          <w:tcPr>
            <w:tcW w:w="9696" w:type="dxa"/>
            <w:gridSpan w:val="3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pct10" w:color="auto" w:fill="auto"/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098">
              <w:rPr>
                <w:rFonts w:ascii="Arial" w:hAnsi="Arial" w:cs="Arial"/>
                <w:b/>
                <w:sz w:val="20"/>
                <w:szCs w:val="20"/>
              </w:rPr>
              <w:t>katastrální území Malčice-Osek</w:t>
            </w:r>
          </w:p>
        </w:tc>
      </w:tr>
      <w:tr w:rsidR="00AE1098" w:rsidRPr="00AE1098" w:rsidTr="00AE1098">
        <w:trPr>
          <w:trHeight w:val="340"/>
          <w:jc w:val="center"/>
        </w:trPr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AE1098" w:rsidRPr="00AE1098" w:rsidTr="00AE1098">
        <w:trPr>
          <w:trHeight w:val="340"/>
          <w:jc w:val="center"/>
        </w:trPr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1098" w:rsidRPr="00AE1098" w:rsidTr="00AE1098">
        <w:trPr>
          <w:trHeight w:val="340"/>
          <w:jc w:val="center"/>
        </w:trPr>
        <w:tc>
          <w:tcPr>
            <w:tcW w:w="9696" w:type="dxa"/>
            <w:gridSpan w:val="3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shd w:val="pct10" w:color="auto" w:fill="auto"/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katastrální území</w:t>
            </w:r>
            <w:r w:rsidRPr="00AE1098">
              <w:rPr>
                <w:rFonts w:ascii="Arial" w:hAnsi="Arial" w:cs="Arial"/>
                <w:b/>
                <w:sz w:val="20"/>
                <w:szCs w:val="20"/>
              </w:rPr>
              <w:t xml:space="preserve"> Pernek</w:t>
            </w:r>
          </w:p>
        </w:tc>
      </w:tr>
      <w:tr w:rsidR="00AE1098" w:rsidRPr="00AE1098" w:rsidTr="00AE1098">
        <w:trPr>
          <w:trHeight w:val="340"/>
          <w:jc w:val="center"/>
        </w:trPr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1098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AE1098" w:rsidRPr="00AE1098" w:rsidTr="00AE1098">
        <w:trPr>
          <w:trHeight w:val="340"/>
          <w:jc w:val="center"/>
        </w:trPr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AE1098" w:rsidRPr="00AE1098" w:rsidRDefault="00AE1098" w:rsidP="00AE1098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25DD" w:rsidRDefault="002B25DD" w:rsidP="002B25DD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AE1098" w:rsidRDefault="00AE1098" w:rsidP="002B25DD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055883" w:rsidRPr="003F6F86" w:rsidRDefault="006B4298" w:rsidP="0005588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 w:rsidRPr="00B674D2">
        <w:rPr>
          <w:rFonts w:ascii="Arial" w:hAnsi="Arial" w:cs="Arial"/>
          <w:b/>
          <w:sz w:val="20"/>
          <w:szCs w:val="20"/>
        </w:rPr>
        <w:t>3</w:t>
      </w:r>
      <w:r w:rsidR="00055883" w:rsidRPr="003F6F86">
        <w:rPr>
          <w:rFonts w:ascii="Arial" w:hAnsi="Arial" w:cs="Arial"/>
          <w:b/>
          <w:sz w:val="20"/>
          <w:szCs w:val="20"/>
        </w:rPr>
        <w:t>.</w:t>
      </w:r>
      <w:r w:rsidR="00055883" w:rsidRPr="003F6F86">
        <w:rPr>
          <w:rFonts w:ascii="Arial" w:hAnsi="Arial" w:cs="Arial"/>
          <w:b/>
          <w:sz w:val="20"/>
          <w:szCs w:val="20"/>
        </w:rPr>
        <w:tab/>
        <w:t xml:space="preserve">Měna, ve </w:t>
      </w:r>
      <w:r w:rsidR="006943C7">
        <w:rPr>
          <w:rFonts w:ascii="Arial" w:hAnsi="Arial" w:cs="Arial"/>
          <w:b/>
          <w:sz w:val="20"/>
          <w:szCs w:val="20"/>
        </w:rPr>
        <w:t>které je nabídková cena v bodu 2</w:t>
      </w:r>
      <w:r w:rsidR="00055883" w:rsidRPr="003F6F86">
        <w:rPr>
          <w:rFonts w:ascii="Arial" w:hAnsi="Arial" w:cs="Arial"/>
          <w:b/>
          <w:sz w:val="20"/>
          <w:szCs w:val="20"/>
        </w:rPr>
        <w:t xml:space="preserve"> uvedena</w:t>
      </w:r>
    </w:p>
    <w:p w:rsidR="008047E9" w:rsidRPr="003F6F86" w:rsidRDefault="00574E2C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CZK (Kč)</w:t>
      </w:r>
    </w:p>
    <w:p w:rsidR="008047E9" w:rsidRDefault="008047E9">
      <w:pPr>
        <w:spacing w:line="280" w:lineRule="atLeast"/>
        <w:rPr>
          <w:rFonts w:ascii="Arial" w:hAnsi="Arial" w:cs="Arial"/>
          <w:sz w:val="20"/>
          <w:szCs w:val="20"/>
        </w:rPr>
      </w:pPr>
    </w:p>
    <w:p w:rsidR="00AE1098" w:rsidRDefault="00AE1098">
      <w:pPr>
        <w:spacing w:line="280" w:lineRule="atLeast"/>
        <w:rPr>
          <w:rFonts w:ascii="Arial" w:hAnsi="Arial" w:cs="Arial"/>
          <w:sz w:val="20"/>
          <w:szCs w:val="20"/>
        </w:rPr>
      </w:pPr>
    </w:p>
    <w:p w:rsidR="00964C13" w:rsidRPr="003F6F86" w:rsidRDefault="006B4298" w:rsidP="00964C1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964C13" w:rsidRPr="003F6F86">
        <w:rPr>
          <w:rFonts w:ascii="Arial" w:hAnsi="Arial" w:cs="Arial"/>
          <w:b/>
          <w:sz w:val="20"/>
          <w:szCs w:val="20"/>
        </w:rPr>
        <w:t>.</w:t>
      </w:r>
      <w:r w:rsidR="00964C13" w:rsidRPr="003F6F86"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075202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A57676" w:rsidRPr="00E44BC2" w:rsidRDefault="00A5767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A57676" w:rsidRPr="00E44BC2" w:rsidRDefault="00EF629D" w:rsidP="00E44BC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A57676" w:rsidRPr="00E44BC2" w:rsidRDefault="00EF629D" w:rsidP="00E44BC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86B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7E486B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7E486B" w:rsidRPr="00E44BC2" w:rsidRDefault="007E486B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03F5" w:rsidRPr="003F6F86" w:rsidRDefault="002F03F5"/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0"/>
        <w:gridCol w:w="758"/>
      </w:tblGrid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7E3" w:rsidRPr="00E44BC2" w:rsidTr="00A30699">
        <w:tc>
          <w:tcPr>
            <w:tcW w:w="36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A37E3" w:rsidRPr="00E44BC2" w:rsidRDefault="00784D36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C01F7E"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  <w:tc>
          <w:tcPr>
            <w:tcW w:w="2160" w:type="dxa"/>
            <w:vMerge/>
            <w:tcBorders>
              <w:tr2bl w:val="nil"/>
            </w:tcBorders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A37E3" w:rsidRPr="00E44BC2" w:rsidRDefault="00CA37E3" w:rsidP="00E44BC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684A" w:rsidRPr="00E475DC" w:rsidRDefault="00075202" w:rsidP="003742A9">
      <w:pPr>
        <w:jc w:val="both"/>
        <w:rPr>
          <w:rFonts w:ascii="Arial" w:hAnsi="Arial" w:cs="Arial"/>
          <w:i/>
          <w:sz w:val="16"/>
          <w:szCs w:val="16"/>
        </w:rPr>
      </w:pPr>
      <w:r w:rsidRPr="00E475DC">
        <w:rPr>
          <w:rFonts w:ascii="Arial" w:hAnsi="Arial" w:cs="Arial"/>
          <w:i/>
          <w:sz w:val="16"/>
          <w:szCs w:val="16"/>
        </w:rPr>
        <w:t>Poznámka: Do sloupce označeného I. uchazeč/zájemce uvede konkrétní část/části plnění, které hodlá zajistit pomocí subdodavatele</w:t>
      </w:r>
      <w:r w:rsidR="0078684A" w:rsidRPr="00E475DC">
        <w:rPr>
          <w:rFonts w:ascii="Arial" w:hAnsi="Arial" w:cs="Arial"/>
          <w:i/>
          <w:sz w:val="16"/>
          <w:szCs w:val="16"/>
        </w:rPr>
        <w:t>. Do sloupce označeného II. uchazeč/zájemce uvede procentní podíl subdodavatele</w:t>
      </w:r>
      <w:r w:rsidR="0022099C" w:rsidRPr="00E475DC">
        <w:rPr>
          <w:rFonts w:ascii="Arial" w:hAnsi="Arial" w:cs="Arial"/>
          <w:i/>
          <w:sz w:val="16"/>
          <w:szCs w:val="16"/>
        </w:rPr>
        <w:t xml:space="preserve"> a </w:t>
      </w:r>
      <w:r w:rsidR="00574E2C" w:rsidRPr="00E475DC">
        <w:rPr>
          <w:rFonts w:ascii="Arial" w:hAnsi="Arial" w:cs="Arial"/>
          <w:i/>
          <w:sz w:val="16"/>
          <w:szCs w:val="16"/>
        </w:rPr>
        <w:t>poměrnou finanční částku</w:t>
      </w:r>
      <w:r w:rsidR="0078684A" w:rsidRPr="00E475DC">
        <w:rPr>
          <w:rFonts w:ascii="Arial" w:hAnsi="Arial" w:cs="Arial"/>
          <w:i/>
          <w:sz w:val="16"/>
          <w:szCs w:val="16"/>
        </w:rPr>
        <w:t xml:space="preserve"> na celkovém plnění</w:t>
      </w:r>
      <w:r w:rsidR="00574E2C" w:rsidRPr="00E475DC">
        <w:rPr>
          <w:rFonts w:ascii="Arial" w:hAnsi="Arial" w:cs="Arial"/>
          <w:i/>
          <w:sz w:val="16"/>
          <w:szCs w:val="16"/>
        </w:rPr>
        <w:t xml:space="preserve"> vztaženém k celkové nabídkové ceně</w:t>
      </w:r>
      <w:r w:rsidR="0078684A" w:rsidRPr="00E475DC">
        <w:rPr>
          <w:rFonts w:ascii="Arial" w:hAnsi="Arial" w:cs="Arial"/>
          <w:i/>
          <w:sz w:val="16"/>
          <w:szCs w:val="16"/>
        </w:rPr>
        <w:t>.</w:t>
      </w:r>
    </w:p>
    <w:p w:rsidR="00A30699" w:rsidRDefault="00A30699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AE1098" w:rsidRDefault="00AE1098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AE1098" w:rsidRDefault="00AE1098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075202" w:rsidRPr="003F6F86" w:rsidRDefault="006B4298" w:rsidP="00CA37E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5</w:t>
      </w:r>
      <w:r w:rsidR="00CA37E3" w:rsidRPr="003F6F86">
        <w:rPr>
          <w:rFonts w:ascii="Arial" w:hAnsi="Arial" w:cs="Arial"/>
          <w:b/>
          <w:sz w:val="20"/>
          <w:szCs w:val="20"/>
        </w:rPr>
        <w:t>.</w:t>
      </w:r>
      <w:r w:rsidR="00CA37E3" w:rsidRPr="003F6F86"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A30FCC" w:rsidRPr="00E44BC2" w:rsidTr="00D45406">
        <w:trPr>
          <w:trHeight w:val="642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A30FCC" w:rsidRPr="00E44BC2" w:rsidRDefault="00A30FCC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A30FCC" w:rsidRPr="00E44BC2" w:rsidRDefault="00A30FCC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180" w:rsidRPr="00E44BC2" w:rsidTr="00D45406">
        <w:trPr>
          <w:trHeight w:val="642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E44BC2" w:rsidRDefault="00BF1180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E44BC2" w:rsidRDefault="00BF1180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180" w:rsidRPr="00E44BC2" w:rsidTr="00D45406">
        <w:trPr>
          <w:trHeight w:val="642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742A9" w:rsidRPr="00E44BC2" w:rsidRDefault="00BF1180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:rsidR="00BF1180" w:rsidRPr="00E44BC2" w:rsidRDefault="00BF1180" w:rsidP="00D4540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05EF" w:rsidRPr="00C76224" w:rsidRDefault="00B005EF" w:rsidP="002E6E18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B005EF" w:rsidRPr="00C76224" w:rsidSect="00C4526E">
      <w:headerReference w:type="default" r:id="rId12"/>
      <w:footerReference w:type="even" r:id="rId13"/>
      <w:footerReference w:type="default" r:id="rId14"/>
      <w:pgSz w:w="11906" w:h="16838" w:code="9"/>
      <w:pgMar w:top="1792" w:right="1021" w:bottom="289" w:left="1134" w:header="539" w:footer="57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B75" w:rsidRDefault="008B2B75">
      <w:r>
        <w:separator/>
      </w:r>
    </w:p>
  </w:endnote>
  <w:endnote w:type="continuationSeparator" w:id="0">
    <w:p w:rsidR="008B2B75" w:rsidRDefault="008B2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775" w:rsidRDefault="008E7BB9" w:rsidP="00E64C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6177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1775" w:rsidRDefault="00961775" w:rsidP="00961775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54" w:rsidRDefault="00C97F95" w:rsidP="00961775">
    <w:pPr>
      <w:pStyle w:val="Zpat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69.75pt;height:50.25pt">
          <v:imagedata r:id="rId1" o:title=""/>
        </v:shape>
      </w:pict>
    </w:r>
  </w:p>
  <w:p w:rsidR="00957340" w:rsidRPr="000763C4" w:rsidRDefault="008E7BB9" w:rsidP="000763C4">
    <w:pPr>
      <w:pStyle w:val="Zpat"/>
      <w:ind w:right="360"/>
      <w:jc w:val="right"/>
      <w:rPr>
        <w:sz w:val="20"/>
        <w:szCs w:val="20"/>
      </w:rPr>
    </w:pPr>
    <w:r>
      <w:rPr>
        <w:rStyle w:val="slostrnky"/>
        <w:sz w:val="20"/>
        <w:szCs w:val="20"/>
      </w:rPr>
      <w:fldChar w:fldCharType="begin"/>
    </w:r>
    <w:r w:rsidR="00957340">
      <w:rPr>
        <w:rStyle w:val="slostrnky"/>
        <w:sz w:val="20"/>
        <w:szCs w:val="20"/>
      </w:rPr>
      <w:instrText xml:space="preserve"> PAGE  \* ArabicDash </w:instrText>
    </w:r>
    <w:r>
      <w:rPr>
        <w:rStyle w:val="slostrnky"/>
        <w:sz w:val="20"/>
        <w:szCs w:val="20"/>
      </w:rPr>
      <w:fldChar w:fldCharType="separate"/>
    </w:r>
    <w:r w:rsidR="00C97F95">
      <w:rPr>
        <w:rStyle w:val="slostrnky"/>
        <w:noProof/>
        <w:sz w:val="20"/>
        <w:szCs w:val="20"/>
      </w:rPr>
      <w:t>- 4 -</w:t>
    </w:r>
    <w:r>
      <w:rPr>
        <w:rStyle w:val="slostrnky"/>
        <w:sz w:val="20"/>
        <w:szCs w:val="20"/>
      </w:rPr>
      <w:fldChar w:fldCharType="end"/>
    </w:r>
    <w:proofErr w:type="gramStart"/>
    <w:r w:rsidR="00957340">
      <w:rPr>
        <w:rStyle w:val="slostrnky"/>
        <w:sz w:val="20"/>
        <w:szCs w:val="20"/>
      </w:rPr>
      <w:t xml:space="preserve"> (celkem</w:t>
    </w:r>
    <w:proofErr w:type="gramEnd"/>
    <w:r w:rsidR="00450902">
      <w:rPr>
        <w:rStyle w:val="slostrnky"/>
        <w:sz w:val="20"/>
        <w:szCs w:val="20"/>
      </w:rPr>
      <w:t xml:space="preserve"> </w:t>
    </w:r>
    <w:r w:rsidR="00AE1098">
      <w:rPr>
        <w:rStyle w:val="slostrnky"/>
        <w:sz w:val="20"/>
        <w:szCs w:val="20"/>
      </w:rPr>
      <w:t>4</w:t>
    </w:r>
    <w:r w:rsidR="00957340">
      <w:rPr>
        <w:rStyle w:val="slostrnky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B75" w:rsidRDefault="008B2B75">
      <w:r>
        <w:separator/>
      </w:r>
    </w:p>
  </w:footnote>
  <w:footnote w:type="continuationSeparator" w:id="0">
    <w:p w:rsidR="008B2B75" w:rsidRDefault="008B2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340" w:rsidRDefault="00957340" w:rsidP="00957340">
    <w:pPr>
      <w:spacing w:line="280" w:lineRule="atLeast"/>
      <w:ind w:left="7788"/>
    </w:pPr>
    <w:r>
      <w:tab/>
    </w:r>
    <w:r w:rsidRPr="00BE2709">
      <w:rPr>
        <w:b/>
      </w:rPr>
      <w:t>Příloha č</w:t>
    </w:r>
    <w:r>
      <w:rPr>
        <w:b/>
      </w:rPr>
      <w:t>. 1</w:t>
    </w:r>
  </w:p>
  <w:p w:rsidR="00957340" w:rsidRPr="009F2DB4" w:rsidRDefault="008E7BB9" w:rsidP="00957340">
    <w:pPr>
      <w:pStyle w:val="Zhlav"/>
      <w:tabs>
        <w:tab w:val="clear" w:pos="4536"/>
        <w:tab w:val="center" w:pos="4320"/>
      </w:tabs>
      <w:jc w:val="center"/>
      <w:rPr>
        <w:rFonts w:ascii="Arial" w:hAnsi="Arial"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56pt;height:69pt">
          <v:imagedata r:id="rId1" o:title=""/>
        </v:shape>
      </w:pict>
    </w:r>
  </w:p>
  <w:p w:rsidR="000D61A6" w:rsidRPr="00957340" w:rsidRDefault="000D61A6" w:rsidP="0095734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E6B66"/>
    <w:multiLevelType w:val="hybridMultilevel"/>
    <w:tmpl w:val="0144E2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A455A9"/>
    <w:multiLevelType w:val="multilevel"/>
    <w:tmpl w:val="F0DCD2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3">
    <w:nsid w:val="3C7A4B4B"/>
    <w:multiLevelType w:val="multilevel"/>
    <w:tmpl w:val="7CB843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5DD7008"/>
    <w:multiLevelType w:val="multilevel"/>
    <w:tmpl w:val="40AEA1D0"/>
    <w:lvl w:ilvl="0">
      <w:start w:val="1"/>
      <w:numFmt w:val="decimal"/>
      <w:lvlText w:val="%1.1."/>
      <w:lvlJc w:val="left"/>
      <w:pPr>
        <w:ind w:left="476" w:hanging="476"/>
      </w:pPr>
      <w:rPr>
        <w:rFonts w:hint="default"/>
      </w:rPr>
    </w:lvl>
    <w:lvl w:ilvl="1">
      <w:start w:val="1"/>
      <w:numFmt w:val="decimal"/>
      <w:lvlText w:val="%1.2."/>
      <w:lvlJc w:val="left"/>
      <w:pPr>
        <w:ind w:left="43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3" w:hanging="1440"/>
      </w:pPr>
      <w:rPr>
        <w:rFonts w:hint="default"/>
      </w:rPr>
    </w:lvl>
  </w:abstractNum>
  <w:abstractNum w:abstractNumId="5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88D0603"/>
    <w:multiLevelType w:val="multilevel"/>
    <w:tmpl w:val="8E4A446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043"/>
    <w:rsid w:val="00003F6A"/>
    <w:rsid w:val="000327E9"/>
    <w:rsid w:val="00046DD6"/>
    <w:rsid w:val="00055883"/>
    <w:rsid w:val="00062A8F"/>
    <w:rsid w:val="00070374"/>
    <w:rsid w:val="00075202"/>
    <w:rsid w:val="000763C4"/>
    <w:rsid w:val="0009541A"/>
    <w:rsid w:val="000D08CC"/>
    <w:rsid w:val="000D61A6"/>
    <w:rsid w:val="00111432"/>
    <w:rsid w:val="0012417C"/>
    <w:rsid w:val="00136428"/>
    <w:rsid w:val="00152B89"/>
    <w:rsid w:val="00160327"/>
    <w:rsid w:val="00162CE7"/>
    <w:rsid w:val="00166C7A"/>
    <w:rsid w:val="00182BF4"/>
    <w:rsid w:val="0018723C"/>
    <w:rsid w:val="001B2043"/>
    <w:rsid w:val="001B20FC"/>
    <w:rsid w:val="001D11B2"/>
    <w:rsid w:val="001E2CA3"/>
    <w:rsid w:val="001E5BC5"/>
    <w:rsid w:val="001E6E18"/>
    <w:rsid w:val="0022099C"/>
    <w:rsid w:val="00246541"/>
    <w:rsid w:val="00254846"/>
    <w:rsid w:val="00280DBB"/>
    <w:rsid w:val="002A2119"/>
    <w:rsid w:val="002A2778"/>
    <w:rsid w:val="002A3D54"/>
    <w:rsid w:val="002A7436"/>
    <w:rsid w:val="002B25DD"/>
    <w:rsid w:val="002B411A"/>
    <w:rsid w:val="002B5AB1"/>
    <w:rsid w:val="002E6E18"/>
    <w:rsid w:val="002F03F5"/>
    <w:rsid w:val="002F2FFD"/>
    <w:rsid w:val="00301B39"/>
    <w:rsid w:val="00302587"/>
    <w:rsid w:val="00305362"/>
    <w:rsid w:val="00306F0C"/>
    <w:rsid w:val="00321492"/>
    <w:rsid w:val="0033046F"/>
    <w:rsid w:val="00345315"/>
    <w:rsid w:val="00364C6E"/>
    <w:rsid w:val="003727E5"/>
    <w:rsid w:val="003742A9"/>
    <w:rsid w:val="00385D93"/>
    <w:rsid w:val="003A19CB"/>
    <w:rsid w:val="003A5CB7"/>
    <w:rsid w:val="003A6732"/>
    <w:rsid w:val="003B446F"/>
    <w:rsid w:val="003B5C4B"/>
    <w:rsid w:val="003D1F2D"/>
    <w:rsid w:val="003F1908"/>
    <w:rsid w:val="003F241A"/>
    <w:rsid w:val="003F6F86"/>
    <w:rsid w:val="00412709"/>
    <w:rsid w:val="00424AB8"/>
    <w:rsid w:val="00450902"/>
    <w:rsid w:val="004559AD"/>
    <w:rsid w:val="0045751C"/>
    <w:rsid w:val="00457583"/>
    <w:rsid w:val="004625A2"/>
    <w:rsid w:val="0046336E"/>
    <w:rsid w:val="00474E4F"/>
    <w:rsid w:val="004A2228"/>
    <w:rsid w:val="004A578F"/>
    <w:rsid w:val="004A6DEB"/>
    <w:rsid w:val="004B5534"/>
    <w:rsid w:val="00506E59"/>
    <w:rsid w:val="00512A1C"/>
    <w:rsid w:val="00524511"/>
    <w:rsid w:val="005749EA"/>
    <w:rsid w:val="00574E2C"/>
    <w:rsid w:val="00575C2E"/>
    <w:rsid w:val="005C5704"/>
    <w:rsid w:val="005E0A14"/>
    <w:rsid w:val="005E368F"/>
    <w:rsid w:val="005F6A72"/>
    <w:rsid w:val="00607315"/>
    <w:rsid w:val="00624EB0"/>
    <w:rsid w:val="00656063"/>
    <w:rsid w:val="006633B4"/>
    <w:rsid w:val="0067185E"/>
    <w:rsid w:val="006943C7"/>
    <w:rsid w:val="00697284"/>
    <w:rsid w:val="006A41FE"/>
    <w:rsid w:val="006A427C"/>
    <w:rsid w:val="006A5C59"/>
    <w:rsid w:val="006B12D7"/>
    <w:rsid w:val="006B4298"/>
    <w:rsid w:val="006C63DD"/>
    <w:rsid w:val="006D2023"/>
    <w:rsid w:val="006D70D4"/>
    <w:rsid w:val="006F5617"/>
    <w:rsid w:val="006F5B0C"/>
    <w:rsid w:val="00706FA1"/>
    <w:rsid w:val="00712F40"/>
    <w:rsid w:val="007406B3"/>
    <w:rsid w:val="00740BD1"/>
    <w:rsid w:val="007572F3"/>
    <w:rsid w:val="007747B6"/>
    <w:rsid w:val="00775FE8"/>
    <w:rsid w:val="00784D36"/>
    <w:rsid w:val="0078684A"/>
    <w:rsid w:val="00796EDA"/>
    <w:rsid w:val="007C61AC"/>
    <w:rsid w:val="007D65CE"/>
    <w:rsid w:val="007E1ADC"/>
    <w:rsid w:val="007E486B"/>
    <w:rsid w:val="007F0D94"/>
    <w:rsid w:val="007F1A2D"/>
    <w:rsid w:val="008047E9"/>
    <w:rsid w:val="00810D71"/>
    <w:rsid w:val="00826C61"/>
    <w:rsid w:val="00832335"/>
    <w:rsid w:val="0084657F"/>
    <w:rsid w:val="00860817"/>
    <w:rsid w:val="0087158F"/>
    <w:rsid w:val="00872A80"/>
    <w:rsid w:val="008B2B75"/>
    <w:rsid w:val="008D2645"/>
    <w:rsid w:val="008D5E88"/>
    <w:rsid w:val="008E7BB9"/>
    <w:rsid w:val="008F2254"/>
    <w:rsid w:val="008F41B3"/>
    <w:rsid w:val="008F78C0"/>
    <w:rsid w:val="00903648"/>
    <w:rsid w:val="009379EE"/>
    <w:rsid w:val="00945914"/>
    <w:rsid w:val="00956585"/>
    <w:rsid w:val="00957340"/>
    <w:rsid w:val="00961775"/>
    <w:rsid w:val="0096239A"/>
    <w:rsid w:val="00964C13"/>
    <w:rsid w:val="00974831"/>
    <w:rsid w:val="009754F2"/>
    <w:rsid w:val="00976BA2"/>
    <w:rsid w:val="00985392"/>
    <w:rsid w:val="009961AA"/>
    <w:rsid w:val="009A0DF9"/>
    <w:rsid w:val="009B2BBD"/>
    <w:rsid w:val="009C7547"/>
    <w:rsid w:val="009D08E7"/>
    <w:rsid w:val="009E56C9"/>
    <w:rsid w:val="00A03BDF"/>
    <w:rsid w:val="00A03DE6"/>
    <w:rsid w:val="00A04E4A"/>
    <w:rsid w:val="00A30699"/>
    <w:rsid w:val="00A30FCC"/>
    <w:rsid w:val="00A33CF1"/>
    <w:rsid w:val="00A46E40"/>
    <w:rsid w:val="00A51FBC"/>
    <w:rsid w:val="00A528B1"/>
    <w:rsid w:val="00A57676"/>
    <w:rsid w:val="00A6155F"/>
    <w:rsid w:val="00A61EAB"/>
    <w:rsid w:val="00A6447A"/>
    <w:rsid w:val="00A722BA"/>
    <w:rsid w:val="00A72BAE"/>
    <w:rsid w:val="00AB28C4"/>
    <w:rsid w:val="00AC54BC"/>
    <w:rsid w:val="00AE1098"/>
    <w:rsid w:val="00AE11AB"/>
    <w:rsid w:val="00AE1CA4"/>
    <w:rsid w:val="00B005EF"/>
    <w:rsid w:val="00B20CBD"/>
    <w:rsid w:val="00B27673"/>
    <w:rsid w:val="00B43B3B"/>
    <w:rsid w:val="00B52AAA"/>
    <w:rsid w:val="00B66EE5"/>
    <w:rsid w:val="00B674D2"/>
    <w:rsid w:val="00B7024A"/>
    <w:rsid w:val="00B84E6C"/>
    <w:rsid w:val="00B876B1"/>
    <w:rsid w:val="00BA7F62"/>
    <w:rsid w:val="00BB5452"/>
    <w:rsid w:val="00BC57B2"/>
    <w:rsid w:val="00BD0385"/>
    <w:rsid w:val="00BD5828"/>
    <w:rsid w:val="00BE230B"/>
    <w:rsid w:val="00BF1180"/>
    <w:rsid w:val="00C00991"/>
    <w:rsid w:val="00C2152F"/>
    <w:rsid w:val="00C4526E"/>
    <w:rsid w:val="00C622DD"/>
    <w:rsid w:val="00C76224"/>
    <w:rsid w:val="00C8511D"/>
    <w:rsid w:val="00C908F4"/>
    <w:rsid w:val="00C92484"/>
    <w:rsid w:val="00C9610D"/>
    <w:rsid w:val="00C97F95"/>
    <w:rsid w:val="00CA37E3"/>
    <w:rsid w:val="00CB2149"/>
    <w:rsid w:val="00CC2AA6"/>
    <w:rsid w:val="00CD686A"/>
    <w:rsid w:val="00CE39C9"/>
    <w:rsid w:val="00D15803"/>
    <w:rsid w:val="00D214A9"/>
    <w:rsid w:val="00D27B5A"/>
    <w:rsid w:val="00D45406"/>
    <w:rsid w:val="00D56025"/>
    <w:rsid w:val="00D65C5C"/>
    <w:rsid w:val="00D672D7"/>
    <w:rsid w:val="00D75506"/>
    <w:rsid w:val="00D75E89"/>
    <w:rsid w:val="00D77C69"/>
    <w:rsid w:val="00D96235"/>
    <w:rsid w:val="00DB5ECF"/>
    <w:rsid w:val="00DC5321"/>
    <w:rsid w:val="00DD0F4C"/>
    <w:rsid w:val="00DD1325"/>
    <w:rsid w:val="00DF6882"/>
    <w:rsid w:val="00DF7295"/>
    <w:rsid w:val="00E11E2C"/>
    <w:rsid w:val="00E22B57"/>
    <w:rsid w:val="00E24691"/>
    <w:rsid w:val="00E24BF4"/>
    <w:rsid w:val="00E44BC2"/>
    <w:rsid w:val="00E468F3"/>
    <w:rsid w:val="00E475DC"/>
    <w:rsid w:val="00E64CCA"/>
    <w:rsid w:val="00E71ED2"/>
    <w:rsid w:val="00E80866"/>
    <w:rsid w:val="00E94D5E"/>
    <w:rsid w:val="00EA3A3D"/>
    <w:rsid w:val="00EF1265"/>
    <w:rsid w:val="00EF629D"/>
    <w:rsid w:val="00F12701"/>
    <w:rsid w:val="00F167C7"/>
    <w:rsid w:val="00F217F9"/>
    <w:rsid w:val="00F35782"/>
    <w:rsid w:val="00F4283B"/>
    <w:rsid w:val="00F44D7B"/>
    <w:rsid w:val="00F46CA0"/>
    <w:rsid w:val="00F514E5"/>
    <w:rsid w:val="00F67A93"/>
    <w:rsid w:val="00F74020"/>
    <w:rsid w:val="00F97E44"/>
    <w:rsid w:val="00FA4585"/>
    <w:rsid w:val="00FA5C1B"/>
    <w:rsid w:val="00FC3963"/>
    <w:rsid w:val="00FC7875"/>
    <w:rsid w:val="00FD25B9"/>
    <w:rsid w:val="00FD5ED9"/>
    <w:rsid w:val="00FE0BB5"/>
    <w:rsid w:val="00FE15A5"/>
    <w:rsid w:val="00FE36BB"/>
    <w:rsid w:val="00FE39D9"/>
    <w:rsid w:val="00FE655C"/>
    <w:rsid w:val="00FE6D3E"/>
    <w:rsid w:val="00FE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64C6E"/>
    <w:rPr>
      <w:sz w:val="24"/>
      <w:szCs w:val="24"/>
    </w:rPr>
  </w:style>
  <w:style w:type="paragraph" w:styleId="Nadpis1">
    <w:name w:val="heading 1"/>
    <w:basedOn w:val="Normln"/>
    <w:next w:val="Normln"/>
    <w:qFormat/>
    <w:rsid w:val="00364C6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364C6E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364C6E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link w:val="ZhlavChar"/>
    <w:rsid w:val="00364C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64C6E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64C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61775"/>
  </w:style>
  <w:style w:type="paragraph" w:styleId="Textbubliny">
    <w:name w:val="Balloon Text"/>
    <w:basedOn w:val="Normln"/>
    <w:semiHidden/>
    <w:rsid w:val="003742A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E94D5E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957340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450902"/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50902"/>
    <w:rPr>
      <w:sz w:val="24"/>
    </w:rPr>
  </w:style>
  <w:style w:type="character" w:customStyle="1" w:styleId="label">
    <w:name w:val="label"/>
    <w:basedOn w:val="Standardnpsmoodstavce"/>
    <w:rsid w:val="004509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omas.holas@mze.c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vlasta.laiskova@mz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U_Cesky_Krumlov@mze.cz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</Template>
  <TotalTime>1</TotalTime>
  <Pages>4</Pages>
  <Words>646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BIG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Sklenářová</dc:creator>
  <cp:lastModifiedBy>Vlasta</cp:lastModifiedBy>
  <cp:revision>2</cp:revision>
  <cp:lastPrinted>2012-10-22T11:00:00Z</cp:lastPrinted>
  <dcterms:created xsi:type="dcterms:W3CDTF">2012-12-27T11:38:00Z</dcterms:created>
  <dcterms:modified xsi:type="dcterms:W3CDTF">2012-12-27T11:38:00Z</dcterms:modified>
</cp:coreProperties>
</file>