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45B" w:rsidRDefault="00FB245B" w:rsidP="00FB245B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1726"/>
        <w:tblW w:w="9540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0"/>
        <w:gridCol w:w="1620"/>
        <w:gridCol w:w="2808"/>
        <w:gridCol w:w="360"/>
        <w:gridCol w:w="4392"/>
      </w:tblGrid>
      <w:tr w:rsidR="000F40A5" w:rsidRPr="0070427D" w:rsidTr="000F40A5">
        <w:trPr>
          <w:cantSplit/>
        </w:trPr>
        <w:tc>
          <w:tcPr>
            <w:tcW w:w="360" w:type="dxa"/>
            <w:vMerge w:val="restart"/>
          </w:tcPr>
          <w:p w:rsidR="000F40A5" w:rsidRPr="0070427D" w:rsidRDefault="000F40A5" w:rsidP="000F40A5">
            <w:pPr>
              <w:spacing w:line="3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>
                  <wp:extent cx="142875" cy="1000125"/>
                  <wp:effectExtent l="19050" t="0" r="9525" b="0"/>
                  <wp:docPr id="8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</w:tcPr>
          <w:p w:rsidR="000F40A5" w:rsidRPr="0070427D" w:rsidRDefault="000F40A5" w:rsidP="000F40A5">
            <w:pPr>
              <w:spacing w:line="320" w:lineRule="atLeast"/>
              <w:rPr>
                <w:rFonts w:ascii="Arial" w:hAnsi="Arial" w:cs="Arial"/>
                <w:b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>Zadavatel:</w:t>
            </w:r>
          </w:p>
        </w:tc>
        <w:tc>
          <w:tcPr>
            <w:tcW w:w="2808" w:type="dxa"/>
          </w:tcPr>
          <w:p w:rsidR="000F40A5" w:rsidRPr="00CA5472" w:rsidRDefault="000F40A5" w:rsidP="000F40A5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CA5472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  <w:p w:rsidR="000F40A5" w:rsidRPr="00CC71C6" w:rsidRDefault="000F40A5" w:rsidP="000F40A5">
            <w:pPr>
              <w:spacing w:line="320" w:lineRule="atLeast"/>
              <w:rPr>
                <w:rFonts w:ascii="Arial" w:hAnsi="Arial" w:cs="Arial"/>
              </w:rPr>
            </w:pPr>
            <w:r w:rsidRPr="00CA5472">
              <w:rPr>
                <w:rFonts w:ascii="Arial" w:hAnsi="Arial" w:cs="Arial"/>
                <w:sz w:val="20"/>
                <w:szCs w:val="20"/>
              </w:rPr>
              <w:t xml:space="preserve">Pozemkový úřad Ústí nad Orlicí </w:t>
            </w:r>
          </w:p>
        </w:tc>
        <w:tc>
          <w:tcPr>
            <w:tcW w:w="360" w:type="dxa"/>
            <w:vMerge w:val="restart"/>
          </w:tcPr>
          <w:p w:rsidR="000F40A5" w:rsidRPr="0070427D" w:rsidRDefault="000F40A5" w:rsidP="000F40A5">
            <w:pPr>
              <w:spacing w:line="30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>
                  <wp:extent cx="133350" cy="981075"/>
                  <wp:effectExtent l="19050" t="0" r="0" b="0"/>
                  <wp:docPr id="9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</w:tcPr>
          <w:p w:rsidR="000F40A5" w:rsidRDefault="000F40A5" w:rsidP="000F40A5">
            <w:pPr>
              <w:spacing w:line="320" w:lineRule="atLeast"/>
              <w:rPr>
                <w:rFonts w:ascii="Arial" w:hAnsi="Arial" w:cs="Arial"/>
                <w:b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 xml:space="preserve">Název veřejné zakázky: </w:t>
            </w:r>
          </w:p>
          <w:p w:rsidR="000F40A5" w:rsidRPr="00316658" w:rsidRDefault="000F40A5" w:rsidP="000F40A5">
            <w:pPr>
              <w:spacing w:line="320" w:lineRule="atLeast"/>
              <w:rPr>
                <w:rFonts w:ascii="Arial" w:hAnsi="Arial" w:cs="Arial"/>
                <w:b/>
              </w:rPr>
            </w:pPr>
            <w:r w:rsidRPr="00316658">
              <w:rPr>
                <w:rFonts w:ascii="Arial" w:hAnsi="Arial" w:cs="Arial"/>
                <w:b/>
              </w:rPr>
              <w:t>KPÚ</w:t>
            </w:r>
            <w:r>
              <w:rPr>
                <w:rFonts w:ascii="Arial" w:hAnsi="Arial" w:cs="Arial"/>
                <w:b/>
              </w:rPr>
              <w:t xml:space="preserve"> v </w:t>
            </w:r>
            <w:proofErr w:type="gramStart"/>
            <w:r>
              <w:rPr>
                <w:rFonts w:ascii="Arial" w:hAnsi="Arial" w:cs="Arial"/>
                <w:b/>
              </w:rPr>
              <w:t>k.</w:t>
            </w:r>
            <w:proofErr w:type="spellStart"/>
            <w:r>
              <w:rPr>
                <w:rFonts w:ascii="Arial" w:hAnsi="Arial" w:cs="Arial"/>
                <w:b/>
              </w:rPr>
              <w:t>ú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  <w:proofErr w:type="gramEnd"/>
            <w:r>
              <w:rPr>
                <w:rFonts w:ascii="Arial" w:hAnsi="Arial" w:cs="Arial"/>
                <w:b/>
              </w:rPr>
              <w:t xml:space="preserve"> </w:t>
            </w:r>
            <w:r w:rsidRPr="00316658">
              <w:rPr>
                <w:rFonts w:ascii="Arial" w:hAnsi="Arial" w:cs="Arial"/>
                <w:b/>
              </w:rPr>
              <w:t xml:space="preserve">Dolní </w:t>
            </w:r>
            <w:r>
              <w:rPr>
                <w:rFonts w:ascii="Arial" w:hAnsi="Arial" w:cs="Arial"/>
                <w:b/>
              </w:rPr>
              <w:t xml:space="preserve">a Horní </w:t>
            </w:r>
            <w:proofErr w:type="spellStart"/>
            <w:r w:rsidRPr="00316658">
              <w:rPr>
                <w:rFonts w:ascii="Arial" w:hAnsi="Arial" w:cs="Arial"/>
                <w:b/>
              </w:rPr>
              <w:t>Čermná</w:t>
            </w:r>
            <w:proofErr w:type="spellEnd"/>
          </w:p>
          <w:p w:rsidR="000F40A5" w:rsidRPr="0070427D" w:rsidRDefault="000F40A5" w:rsidP="000F40A5">
            <w:pPr>
              <w:spacing w:line="32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F40A5" w:rsidRPr="0070427D" w:rsidTr="000F40A5">
        <w:trPr>
          <w:cantSplit/>
        </w:trPr>
        <w:tc>
          <w:tcPr>
            <w:tcW w:w="360" w:type="dxa"/>
            <w:vMerge/>
            <w:vAlign w:val="center"/>
          </w:tcPr>
          <w:p w:rsidR="000F40A5" w:rsidRPr="0070427D" w:rsidRDefault="000F40A5" w:rsidP="000F40A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0F40A5" w:rsidRPr="0070427D" w:rsidRDefault="000F40A5" w:rsidP="000F40A5">
            <w:pPr>
              <w:spacing w:line="320" w:lineRule="atLeast"/>
              <w:rPr>
                <w:rFonts w:ascii="Arial" w:hAnsi="Arial" w:cs="Arial"/>
                <w:b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>Sídlem:</w:t>
            </w:r>
          </w:p>
        </w:tc>
        <w:tc>
          <w:tcPr>
            <w:tcW w:w="2808" w:type="dxa"/>
          </w:tcPr>
          <w:p w:rsidR="000F40A5" w:rsidRPr="00CA5472" w:rsidRDefault="000F40A5" w:rsidP="000F40A5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A5472">
              <w:rPr>
                <w:rFonts w:ascii="Arial" w:hAnsi="Arial" w:cs="Arial"/>
                <w:sz w:val="20"/>
                <w:szCs w:val="20"/>
              </w:rPr>
              <w:t>Tvardkova</w:t>
            </w:r>
            <w:proofErr w:type="spellEnd"/>
            <w:r w:rsidRPr="00CA5472">
              <w:rPr>
                <w:rFonts w:ascii="Arial" w:hAnsi="Arial" w:cs="Arial"/>
                <w:sz w:val="20"/>
                <w:szCs w:val="20"/>
              </w:rPr>
              <w:t xml:space="preserve"> 1191</w:t>
            </w:r>
          </w:p>
          <w:p w:rsidR="000F40A5" w:rsidRPr="00CC71C6" w:rsidRDefault="000F40A5" w:rsidP="000F40A5">
            <w:pPr>
              <w:spacing w:line="320" w:lineRule="atLeast"/>
              <w:rPr>
                <w:rFonts w:ascii="Arial" w:hAnsi="Arial" w:cs="Arial"/>
              </w:rPr>
            </w:pPr>
            <w:r w:rsidRPr="00CA5472">
              <w:rPr>
                <w:rFonts w:ascii="Arial" w:hAnsi="Arial" w:cs="Arial"/>
                <w:sz w:val="20"/>
                <w:szCs w:val="20"/>
              </w:rPr>
              <w:t xml:space="preserve">562 01 Ústí nad Orlicí </w:t>
            </w:r>
          </w:p>
        </w:tc>
        <w:tc>
          <w:tcPr>
            <w:tcW w:w="360" w:type="dxa"/>
            <w:vMerge/>
            <w:vAlign w:val="center"/>
          </w:tcPr>
          <w:p w:rsidR="000F40A5" w:rsidRPr="0070427D" w:rsidRDefault="000F40A5" w:rsidP="000F40A5">
            <w:pPr>
              <w:rPr>
                <w:rFonts w:ascii="Arial" w:hAnsi="Arial" w:cs="Arial"/>
                <w:b/>
              </w:rPr>
            </w:pPr>
          </w:p>
        </w:tc>
        <w:tc>
          <w:tcPr>
            <w:tcW w:w="4392" w:type="dxa"/>
          </w:tcPr>
          <w:p w:rsidR="000F40A5" w:rsidRPr="0070427D" w:rsidRDefault="000F40A5" w:rsidP="000F40A5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Spisová zn.</w:t>
            </w:r>
            <w:r w:rsidRPr="0070427D">
              <w:rPr>
                <w:rFonts w:ascii="Arial" w:hAnsi="Arial" w:cs="Arial"/>
                <w:b/>
                <w:sz w:val="22"/>
                <w:szCs w:val="22"/>
              </w:rPr>
              <w:t xml:space="preserve"> VZ: </w:t>
            </w:r>
            <w:r>
              <w:t>2VZ53102/2012-130752</w:t>
            </w:r>
          </w:p>
        </w:tc>
      </w:tr>
      <w:tr w:rsidR="000F40A5" w:rsidRPr="0070427D" w:rsidTr="000F40A5">
        <w:trPr>
          <w:cantSplit/>
        </w:trPr>
        <w:tc>
          <w:tcPr>
            <w:tcW w:w="360" w:type="dxa"/>
            <w:vMerge/>
            <w:vAlign w:val="center"/>
          </w:tcPr>
          <w:p w:rsidR="000F40A5" w:rsidRPr="0070427D" w:rsidRDefault="000F40A5" w:rsidP="000F40A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0F40A5" w:rsidRPr="0070427D" w:rsidRDefault="000F40A5" w:rsidP="000F40A5">
            <w:pPr>
              <w:spacing w:line="320" w:lineRule="atLeast"/>
              <w:rPr>
                <w:rFonts w:ascii="Arial" w:hAnsi="Arial" w:cs="Arial"/>
                <w:b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>Zastoupený:</w:t>
            </w:r>
          </w:p>
        </w:tc>
        <w:tc>
          <w:tcPr>
            <w:tcW w:w="2808" w:type="dxa"/>
          </w:tcPr>
          <w:p w:rsidR="000F40A5" w:rsidRPr="00CA5472" w:rsidRDefault="000F40A5" w:rsidP="000F40A5">
            <w:pPr>
              <w:spacing w:line="32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A5472">
              <w:rPr>
                <w:rFonts w:ascii="Arial" w:hAnsi="Arial" w:cs="Arial"/>
                <w:bCs/>
                <w:sz w:val="20"/>
                <w:szCs w:val="20"/>
              </w:rPr>
              <w:t>Ing. Hanou Jeníčkovou</w:t>
            </w:r>
          </w:p>
          <w:p w:rsidR="000F40A5" w:rsidRPr="00CC71C6" w:rsidRDefault="000F40A5" w:rsidP="000F40A5">
            <w:pPr>
              <w:spacing w:line="320" w:lineRule="atLeast"/>
              <w:rPr>
                <w:rFonts w:ascii="Arial" w:hAnsi="Arial" w:cs="Arial"/>
              </w:rPr>
            </w:pPr>
            <w:r w:rsidRPr="00CA5472">
              <w:rPr>
                <w:rFonts w:ascii="Arial" w:hAnsi="Arial" w:cs="Arial"/>
                <w:bCs/>
                <w:sz w:val="20"/>
                <w:szCs w:val="20"/>
              </w:rPr>
              <w:t>ředitelkou pozemkového úřadu</w:t>
            </w:r>
          </w:p>
        </w:tc>
        <w:tc>
          <w:tcPr>
            <w:tcW w:w="360" w:type="dxa"/>
            <w:vMerge/>
            <w:vAlign w:val="center"/>
          </w:tcPr>
          <w:p w:rsidR="000F40A5" w:rsidRPr="0070427D" w:rsidRDefault="000F40A5" w:rsidP="000F40A5">
            <w:pPr>
              <w:rPr>
                <w:rFonts w:ascii="Arial" w:hAnsi="Arial" w:cs="Arial"/>
                <w:b/>
              </w:rPr>
            </w:pPr>
          </w:p>
        </w:tc>
        <w:tc>
          <w:tcPr>
            <w:tcW w:w="4392" w:type="dxa"/>
          </w:tcPr>
          <w:p w:rsidR="000F40A5" w:rsidRPr="0070427D" w:rsidRDefault="000F40A5" w:rsidP="000F40A5">
            <w:pPr>
              <w:spacing w:line="320" w:lineRule="atLeast"/>
              <w:rPr>
                <w:rFonts w:ascii="Arial" w:hAnsi="Arial" w:cs="Arial"/>
                <w:b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 xml:space="preserve">Druh zadávacího řízení: </w:t>
            </w:r>
          </w:p>
          <w:p w:rsidR="000F40A5" w:rsidRPr="0070427D" w:rsidRDefault="000F40A5" w:rsidP="000F40A5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otevřené řízení</w:t>
            </w:r>
          </w:p>
        </w:tc>
      </w:tr>
      <w:tr w:rsidR="000F40A5" w:rsidRPr="0070427D" w:rsidTr="000F40A5">
        <w:trPr>
          <w:cantSplit/>
        </w:trPr>
        <w:tc>
          <w:tcPr>
            <w:tcW w:w="360" w:type="dxa"/>
            <w:vMerge/>
            <w:vAlign w:val="center"/>
          </w:tcPr>
          <w:p w:rsidR="000F40A5" w:rsidRPr="0070427D" w:rsidRDefault="000F40A5" w:rsidP="000F40A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0F40A5" w:rsidRPr="0070427D" w:rsidRDefault="000F40A5" w:rsidP="000F40A5">
            <w:pPr>
              <w:spacing w:line="320" w:lineRule="atLeast"/>
              <w:rPr>
                <w:rFonts w:ascii="Arial" w:hAnsi="Arial" w:cs="Arial"/>
                <w:b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>IČ:</w:t>
            </w:r>
          </w:p>
        </w:tc>
        <w:tc>
          <w:tcPr>
            <w:tcW w:w="2808" w:type="dxa"/>
          </w:tcPr>
          <w:p w:rsidR="000F40A5" w:rsidRPr="00CC71C6" w:rsidRDefault="000F40A5" w:rsidP="000F40A5">
            <w:pPr>
              <w:spacing w:line="320" w:lineRule="atLeast"/>
              <w:rPr>
                <w:rFonts w:ascii="Arial" w:hAnsi="Arial" w:cs="Arial"/>
              </w:rPr>
            </w:pPr>
            <w:r w:rsidRPr="00CA5472"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360" w:type="dxa"/>
            <w:vMerge/>
            <w:vAlign w:val="center"/>
          </w:tcPr>
          <w:p w:rsidR="000F40A5" w:rsidRPr="0070427D" w:rsidRDefault="000F40A5" w:rsidP="000F40A5">
            <w:pPr>
              <w:rPr>
                <w:rFonts w:ascii="Arial" w:hAnsi="Arial" w:cs="Arial"/>
                <w:b/>
              </w:rPr>
            </w:pPr>
          </w:p>
        </w:tc>
        <w:tc>
          <w:tcPr>
            <w:tcW w:w="4392" w:type="dxa"/>
            <w:vMerge w:val="restart"/>
          </w:tcPr>
          <w:p w:rsidR="000F40A5" w:rsidRPr="0070427D" w:rsidRDefault="000F40A5" w:rsidP="000F40A5">
            <w:pPr>
              <w:spacing w:line="280" w:lineRule="atLeast"/>
              <w:jc w:val="both"/>
              <w:rPr>
                <w:rFonts w:ascii="Arial" w:hAnsi="Arial" w:cs="Arial"/>
              </w:rPr>
            </w:pPr>
            <w:r w:rsidRPr="0070427D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Pr="0070427D">
              <w:rPr>
                <w:rFonts w:ascii="Arial" w:hAnsi="Arial" w:cs="Arial"/>
                <w:sz w:val="20"/>
                <w:szCs w:val="20"/>
              </w:rPr>
              <w:t xml:space="preserve">zákona č.137/2006 Sb. o veřejných zakázkách, ve znění pozdějších předpisů </w:t>
            </w:r>
            <w:r w:rsidRPr="0070427D">
              <w:rPr>
                <w:rFonts w:ascii="Arial" w:hAnsi="Arial" w:cs="Arial"/>
                <w:b/>
                <w:sz w:val="20"/>
                <w:szCs w:val="20"/>
              </w:rPr>
              <w:t>(dále jen „zákon“)</w:t>
            </w:r>
            <w:r w:rsidRPr="0070427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F40A5" w:rsidRPr="0070427D" w:rsidTr="000F40A5">
        <w:trPr>
          <w:cantSplit/>
          <w:trHeight w:val="365"/>
        </w:trPr>
        <w:tc>
          <w:tcPr>
            <w:tcW w:w="360" w:type="dxa"/>
            <w:vMerge/>
            <w:vAlign w:val="center"/>
          </w:tcPr>
          <w:p w:rsidR="000F40A5" w:rsidRPr="0070427D" w:rsidRDefault="000F40A5" w:rsidP="000F40A5">
            <w:pPr>
              <w:rPr>
                <w:rFonts w:ascii="Arial" w:hAnsi="Arial" w:cs="Arial"/>
              </w:rPr>
            </w:pPr>
          </w:p>
        </w:tc>
        <w:tc>
          <w:tcPr>
            <w:tcW w:w="4428" w:type="dxa"/>
            <w:gridSpan w:val="2"/>
          </w:tcPr>
          <w:p w:rsidR="000F40A5" w:rsidRPr="0070427D" w:rsidRDefault="000F40A5" w:rsidP="000F40A5">
            <w:pPr>
              <w:spacing w:line="32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0" w:type="dxa"/>
            <w:vMerge/>
            <w:vAlign w:val="center"/>
          </w:tcPr>
          <w:p w:rsidR="000F40A5" w:rsidRPr="0070427D" w:rsidRDefault="000F40A5" w:rsidP="000F40A5">
            <w:pPr>
              <w:rPr>
                <w:rFonts w:ascii="Arial" w:hAnsi="Arial" w:cs="Arial"/>
                <w:b/>
              </w:rPr>
            </w:pPr>
          </w:p>
        </w:tc>
        <w:tc>
          <w:tcPr>
            <w:tcW w:w="4392" w:type="dxa"/>
            <w:vMerge/>
            <w:vAlign w:val="center"/>
          </w:tcPr>
          <w:p w:rsidR="000F40A5" w:rsidRPr="0070427D" w:rsidRDefault="000F40A5" w:rsidP="000F40A5">
            <w:pPr>
              <w:rPr>
                <w:rFonts w:ascii="Arial" w:hAnsi="Arial" w:cs="Arial"/>
              </w:rPr>
            </w:pPr>
          </w:p>
        </w:tc>
      </w:tr>
    </w:tbl>
    <w:p w:rsidR="00FB245B" w:rsidRDefault="00FB245B" w:rsidP="00FB245B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567"/>
        <w:tblOverlap w:val="never"/>
        <w:tblW w:w="907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01"/>
        <w:gridCol w:w="7371"/>
      </w:tblGrid>
      <w:tr w:rsidR="000F40A5" w:rsidRPr="0000654F" w:rsidTr="00C021BB">
        <w:tc>
          <w:tcPr>
            <w:tcW w:w="1701" w:type="dxa"/>
            <w:vMerge w:val="restart"/>
          </w:tcPr>
          <w:p w:rsidR="000F40A5" w:rsidRPr="0000654F" w:rsidRDefault="000F40A5" w:rsidP="000F40A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685800" cy="523875"/>
                  <wp:effectExtent l="0" t="0" r="0" b="9525"/>
                  <wp:docPr id="1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0F40A5" w:rsidRPr="0000654F" w:rsidRDefault="000F40A5" w:rsidP="00D22FF4">
            <w:pPr>
              <w:spacing w:line="276" w:lineRule="auto"/>
              <w:rPr>
                <w:rFonts w:ascii="Arial" w:hAnsi="Arial" w:cs="Arial"/>
                <w:b/>
              </w:rPr>
            </w:pPr>
            <w:r w:rsidRPr="0000654F">
              <w:rPr>
                <w:rFonts w:ascii="Arial" w:hAnsi="Arial" w:cs="Arial"/>
                <w:b/>
              </w:rPr>
              <w:t xml:space="preserve">Čestné prohlášení </w:t>
            </w:r>
          </w:p>
        </w:tc>
      </w:tr>
      <w:tr w:rsidR="000F40A5" w:rsidRPr="0000654F" w:rsidTr="00C021BB">
        <w:trPr>
          <w:trHeight w:val="521"/>
        </w:trPr>
        <w:tc>
          <w:tcPr>
            <w:tcW w:w="1701" w:type="dxa"/>
            <w:vMerge/>
          </w:tcPr>
          <w:p w:rsidR="000F40A5" w:rsidRPr="0000654F" w:rsidRDefault="000F40A5" w:rsidP="000F40A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</w:tcPr>
          <w:p w:rsidR="000F40A5" w:rsidRDefault="000F40A5" w:rsidP="000F40A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654F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 smyslu</w:t>
            </w:r>
            <w:r w:rsidRPr="000065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2FF4">
              <w:rPr>
                <w:rFonts w:ascii="Arial" w:hAnsi="Arial" w:cs="Arial"/>
                <w:sz w:val="20"/>
                <w:szCs w:val="20"/>
              </w:rPr>
              <w:t>požadavku zadávací dokumentace</w:t>
            </w:r>
          </w:p>
          <w:p w:rsidR="000F40A5" w:rsidRPr="0000654F" w:rsidRDefault="000F40A5" w:rsidP="00C021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40A5" w:rsidRDefault="000F40A5" w:rsidP="00FB245B">
      <w:pPr>
        <w:spacing w:line="276" w:lineRule="auto"/>
        <w:rPr>
          <w:rFonts w:ascii="Arial" w:hAnsi="Arial" w:cs="Arial"/>
          <w:sz w:val="20"/>
          <w:szCs w:val="20"/>
        </w:rPr>
      </w:pPr>
    </w:p>
    <w:p w:rsidR="000F40A5" w:rsidRDefault="000F40A5" w:rsidP="00FB245B">
      <w:pPr>
        <w:spacing w:line="276" w:lineRule="auto"/>
        <w:rPr>
          <w:rFonts w:ascii="Arial" w:hAnsi="Arial" w:cs="Arial"/>
          <w:sz w:val="20"/>
          <w:szCs w:val="20"/>
        </w:rPr>
      </w:pPr>
    </w:p>
    <w:p w:rsidR="000F40A5" w:rsidRDefault="000F40A5" w:rsidP="000F40A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F40A5" w:rsidRDefault="000F40A5" w:rsidP="000F40A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F40A5" w:rsidRDefault="000F40A5" w:rsidP="000F40A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310D3">
        <w:rPr>
          <w:rFonts w:ascii="Arial" w:hAnsi="Arial" w:cs="Arial"/>
          <w:sz w:val="20"/>
          <w:szCs w:val="20"/>
        </w:rPr>
        <w:t>Já, níže podepsaný statutární orgán „člen statutárního orgánu“ dodavatele</w:t>
      </w:r>
    </w:p>
    <w:p w:rsidR="000F40A5" w:rsidRPr="00427D91" w:rsidRDefault="000F40A5" w:rsidP="000F40A5">
      <w:pPr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427D91">
        <w:rPr>
          <w:rFonts w:ascii="Arial" w:hAnsi="Arial" w:cs="Arial"/>
          <w:sz w:val="20"/>
          <w:szCs w:val="20"/>
        </w:rPr>
        <w:t>u právnických osob obchodní firma/název, sídlo, právní forma,IČ;……………………………………………………………………………………………………………………………………………………………………………………………………………………………………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40A5" w:rsidRPr="00427D91" w:rsidRDefault="000F40A5" w:rsidP="000F40A5">
      <w:pPr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427D91">
        <w:rPr>
          <w:rFonts w:ascii="Arial" w:hAnsi="Arial" w:cs="Arial"/>
          <w:sz w:val="20"/>
          <w:szCs w:val="20"/>
        </w:rPr>
        <w:t xml:space="preserve"> u fyzických osob obchodní firma nebo jméno a příjmení, místo podnikání/místo trvalého pobytu, IČ/DIČ bylo-li přiděleno,………………………………………………………………………………………………………….………………………………………………………………………………………………………………………</w:t>
      </w:r>
    </w:p>
    <w:p w:rsidR="00FB245B" w:rsidRDefault="00FB245B" w:rsidP="00FB245B">
      <w:pPr>
        <w:tabs>
          <w:tab w:val="left" w:pos="360"/>
        </w:tabs>
        <w:spacing w:line="280" w:lineRule="atLeast"/>
        <w:rPr>
          <w:rFonts w:ascii="Arial" w:hAnsi="Arial" w:cs="Arial"/>
          <w:b/>
          <w:i/>
          <w:sz w:val="20"/>
          <w:szCs w:val="20"/>
        </w:rPr>
      </w:pPr>
    </w:p>
    <w:p w:rsidR="00C021BB" w:rsidRPr="000F40A5" w:rsidRDefault="00C021BB" w:rsidP="00FB245B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</w:t>
      </w:r>
      <w:r w:rsidR="00257F6B" w:rsidRPr="000F40A5">
        <w:rPr>
          <w:rFonts w:ascii="Arial" w:hAnsi="Arial" w:cs="Arial"/>
          <w:sz w:val="20"/>
          <w:szCs w:val="20"/>
        </w:rPr>
        <w:t xml:space="preserve">estně prohlašuji, že </w:t>
      </w:r>
      <w:r w:rsidR="00D22FF4">
        <w:rPr>
          <w:rFonts w:ascii="Arial" w:hAnsi="Arial" w:cs="Arial"/>
          <w:sz w:val="20"/>
          <w:szCs w:val="20"/>
        </w:rPr>
        <w:t>všechny údaje v nabídce jsou pravdivé a že nabídka obsahuje celkem ........</w:t>
      </w:r>
      <w:r w:rsidR="00D22FF4" w:rsidRPr="00D22FF4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22FF4" w:rsidRPr="00D22FF4">
        <w:rPr>
          <w:rFonts w:ascii="Arial" w:hAnsi="Arial" w:cs="Arial"/>
          <w:sz w:val="20"/>
          <w:szCs w:val="20"/>
        </w:rPr>
        <w:t>listů</w:t>
      </w:r>
      <w:proofErr w:type="gramEnd"/>
      <w:r w:rsidR="00D22FF4">
        <w:rPr>
          <w:rFonts w:ascii="Arial" w:hAnsi="Arial" w:cs="Arial"/>
          <w:sz w:val="20"/>
          <w:szCs w:val="20"/>
        </w:rPr>
        <w:t>.</w:t>
      </w:r>
    </w:p>
    <w:p w:rsidR="00FB245B" w:rsidRDefault="00FB245B" w:rsidP="00FB245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B245B" w:rsidRDefault="00FB245B" w:rsidP="00FB24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0F40A5" w:rsidRDefault="000F40A5" w:rsidP="00FB245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B245B" w:rsidRDefault="00FB245B" w:rsidP="00FB245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F40A5" w:rsidRPr="000F40A5" w:rsidRDefault="000F40A5" w:rsidP="000F40A5">
      <w:pPr>
        <w:spacing w:line="276" w:lineRule="auto"/>
        <w:rPr>
          <w:rFonts w:ascii="Arial" w:hAnsi="Arial" w:cs="Arial"/>
          <w:sz w:val="20"/>
          <w:szCs w:val="20"/>
        </w:rPr>
      </w:pPr>
      <w:proofErr w:type="gramStart"/>
      <w:r w:rsidRPr="000F40A5">
        <w:rPr>
          <w:rFonts w:ascii="Arial" w:hAnsi="Arial" w:cs="Arial"/>
          <w:sz w:val="20"/>
          <w:szCs w:val="20"/>
        </w:rPr>
        <w:t>V ............................................ dne</w:t>
      </w:r>
      <w:proofErr w:type="gramEnd"/>
      <w:r w:rsidRPr="000F40A5">
        <w:rPr>
          <w:rFonts w:ascii="Arial" w:hAnsi="Arial" w:cs="Arial"/>
          <w:sz w:val="20"/>
          <w:szCs w:val="20"/>
        </w:rPr>
        <w:t xml:space="preserve"> ..................................</w:t>
      </w:r>
    </w:p>
    <w:p w:rsidR="000F40A5" w:rsidRPr="000F40A5" w:rsidRDefault="000F40A5" w:rsidP="000F40A5">
      <w:pPr>
        <w:spacing w:line="276" w:lineRule="auto"/>
        <w:rPr>
          <w:rFonts w:ascii="Arial" w:hAnsi="Arial" w:cs="Arial"/>
          <w:sz w:val="20"/>
          <w:szCs w:val="20"/>
        </w:rPr>
      </w:pPr>
    </w:p>
    <w:p w:rsidR="000F40A5" w:rsidRPr="000F40A5" w:rsidRDefault="000F40A5" w:rsidP="000F40A5">
      <w:pPr>
        <w:spacing w:line="276" w:lineRule="auto"/>
        <w:rPr>
          <w:rFonts w:ascii="Arial" w:hAnsi="Arial" w:cs="Arial"/>
          <w:sz w:val="20"/>
          <w:szCs w:val="20"/>
        </w:rPr>
      </w:pPr>
    </w:p>
    <w:p w:rsidR="000F40A5" w:rsidRPr="000F40A5" w:rsidRDefault="000F40A5" w:rsidP="000F40A5">
      <w:pPr>
        <w:spacing w:line="276" w:lineRule="auto"/>
        <w:rPr>
          <w:rFonts w:ascii="Arial" w:hAnsi="Arial" w:cs="Arial"/>
          <w:sz w:val="20"/>
          <w:szCs w:val="20"/>
        </w:rPr>
      </w:pPr>
    </w:p>
    <w:p w:rsidR="000F40A5" w:rsidRPr="000F40A5" w:rsidRDefault="000F40A5" w:rsidP="000F40A5">
      <w:pPr>
        <w:spacing w:line="276" w:lineRule="auto"/>
        <w:rPr>
          <w:rFonts w:ascii="Arial" w:hAnsi="Arial" w:cs="Arial"/>
          <w:sz w:val="20"/>
          <w:szCs w:val="20"/>
        </w:rPr>
      </w:pPr>
    </w:p>
    <w:p w:rsidR="000F40A5" w:rsidRPr="000F40A5" w:rsidRDefault="000F40A5" w:rsidP="000F40A5">
      <w:pPr>
        <w:spacing w:line="276" w:lineRule="auto"/>
        <w:rPr>
          <w:rFonts w:ascii="Arial" w:hAnsi="Arial" w:cs="Arial"/>
          <w:sz w:val="20"/>
          <w:szCs w:val="20"/>
        </w:rPr>
      </w:pPr>
    </w:p>
    <w:p w:rsidR="000F40A5" w:rsidRPr="000F40A5" w:rsidRDefault="000F40A5" w:rsidP="000F40A5">
      <w:pPr>
        <w:spacing w:line="276" w:lineRule="auto"/>
        <w:rPr>
          <w:rFonts w:ascii="Arial" w:hAnsi="Arial" w:cs="Arial"/>
          <w:sz w:val="20"/>
          <w:szCs w:val="20"/>
        </w:rPr>
      </w:pPr>
      <w:r w:rsidRPr="000F40A5">
        <w:rPr>
          <w:rFonts w:ascii="Arial" w:hAnsi="Arial" w:cs="Arial"/>
          <w:sz w:val="20"/>
          <w:szCs w:val="20"/>
        </w:rPr>
        <w:t>Vlastnoruční podpis:……………………………………</w:t>
      </w:r>
    </w:p>
    <w:p w:rsidR="00D85502" w:rsidRDefault="000F40A5" w:rsidP="000F40A5">
      <w:pPr>
        <w:spacing w:line="276" w:lineRule="auto"/>
      </w:pPr>
      <w:r w:rsidRPr="000F40A5">
        <w:rPr>
          <w:rFonts w:ascii="Arial" w:hAnsi="Arial" w:cs="Arial"/>
          <w:sz w:val="20"/>
          <w:szCs w:val="20"/>
        </w:rPr>
        <w:t>Titul, jméno, příjmení, funkce oprávněné osoby za uchazeče jednat</w:t>
      </w:r>
    </w:p>
    <w:sectPr w:rsidR="00D85502" w:rsidSect="009949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083" w:rsidRDefault="00430083" w:rsidP="00FB245B">
      <w:r>
        <w:separator/>
      </w:r>
    </w:p>
  </w:endnote>
  <w:endnote w:type="continuationSeparator" w:id="0">
    <w:p w:rsidR="00430083" w:rsidRDefault="00430083" w:rsidP="00FB24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083" w:rsidRDefault="00430083" w:rsidP="00FB245B">
      <w:r>
        <w:separator/>
      </w:r>
    </w:p>
  </w:footnote>
  <w:footnote w:type="continuationSeparator" w:id="0">
    <w:p w:rsidR="00430083" w:rsidRDefault="00430083" w:rsidP="00FB24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832F0"/>
    <w:multiLevelType w:val="hybridMultilevel"/>
    <w:tmpl w:val="A96C39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245B"/>
    <w:rsid w:val="00031018"/>
    <w:rsid w:val="000F40A5"/>
    <w:rsid w:val="00257F6B"/>
    <w:rsid w:val="00430083"/>
    <w:rsid w:val="00645A6A"/>
    <w:rsid w:val="0067060D"/>
    <w:rsid w:val="006A36AA"/>
    <w:rsid w:val="007D1A62"/>
    <w:rsid w:val="00994970"/>
    <w:rsid w:val="00996D89"/>
    <w:rsid w:val="00A10137"/>
    <w:rsid w:val="00B941E0"/>
    <w:rsid w:val="00C021BB"/>
    <w:rsid w:val="00C43E4E"/>
    <w:rsid w:val="00D22FF4"/>
    <w:rsid w:val="00D85502"/>
    <w:rsid w:val="00FB2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2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FB245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FB245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FB245B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40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40A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2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FB245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FB245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FB245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A9FDE-559F-4C06-8DA0-C032EAFAD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10001498</cp:lastModifiedBy>
  <cp:revision>3</cp:revision>
  <dcterms:created xsi:type="dcterms:W3CDTF">2012-11-28T13:12:00Z</dcterms:created>
  <dcterms:modified xsi:type="dcterms:W3CDTF">2012-11-28T13:14:00Z</dcterms:modified>
</cp:coreProperties>
</file>