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BE3" w:rsidRDefault="00E44AC9">
      <w:pPr>
        <w:pStyle w:val="Nadpisy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margin">
                  <wp:posOffset>-1905</wp:posOffset>
                </wp:positionH>
                <wp:positionV relativeFrom="page">
                  <wp:posOffset>368300</wp:posOffset>
                </wp:positionV>
                <wp:extent cx="6123305" cy="2378710"/>
                <wp:effectExtent l="0" t="0" r="29845" b="2159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3305" cy="2378710"/>
                          <a:chOff x="1457" y="561"/>
                          <a:chExt cx="9361" cy="3504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58" y="1708"/>
                            <a:ext cx="9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7" y="561"/>
                            <a:ext cx="1576" cy="10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484" y="2041"/>
                            <a:ext cx="4340" cy="19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6931" w:rsidRDefault="00416931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</w:pPr>
                              <w:r>
                                <w:t>TELEFON</w:t>
                              </w:r>
                              <w:r>
                                <w:tab/>
                                <w:t xml:space="preserve">495 088 111  </w:t>
                              </w:r>
                            </w:p>
                            <w:p w:rsidR="00416931" w:rsidRDefault="00416931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</w:pPr>
                              <w:r>
                                <w:t>E-MAIL</w:t>
                              </w:r>
                              <w:r>
                                <w:tab/>
                                <w:t>labe@pla.cz</w:t>
                              </w:r>
                            </w:p>
                            <w:p w:rsidR="00416931" w:rsidRDefault="00416931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</w:pPr>
                              <w:r>
                                <w:t>IČ</w:t>
                              </w:r>
                              <w:r w:rsidR="00E44AC9">
                                <w:t>O</w:t>
                              </w:r>
                              <w:r>
                                <w:tab/>
                                <w:t>70890005</w:t>
                              </w:r>
                            </w:p>
                            <w:p w:rsidR="00416931" w:rsidRDefault="00416931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</w:pPr>
                              <w:r>
                                <w:t>DIČ</w:t>
                              </w:r>
                              <w:r>
                                <w:tab/>
                                <w:t>CZ70890005</w:t>
                              </w:r>
                            </w:p>
                            <w:p w:rsidR="00E44AC9" w:rsidRDefault="00E44AC9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</w:pPr>
                              <w:r>
                                <w:t>IDDS</w:t>
                              </w:r>
                              <w:r>
                                <w:tab/>
                                <w:t>dbyt8g2</w:t>
                              </w:r>
                            </w:p>
                            <w:p w:rsidR="00416931" w:rsidRDefault="00416931">
                              <w:pPr>
                                <w:pStyle w:val="Identifikace"/>
                                <w:tabs>
                                  <w:tab w:val="left" w:pos="1418"/>
                                </w:tabs>
                                <w:ind w:left="1418" w:hanging="1418"/>
                              </w:pPr>
                              <w:r>
                                <w:t>Obchodní rejstřík</w:t>
                              </w:r>
                              <w:r>
                                <w:tab/>
                              </w:r>
                              <w:r w:rsidR="00245344">
                                <w:t>vedený u KS v Hradci Králové,</w:t>
                              </w:r>
                              <w:r>
                                <w:br/>
                              </w:r>
                              <w:r w:rsidR="00245344">
                                <w:t>oddíl A, vložka 9473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992" y="1877"/>
                            <a:ext cx="4816" cy="21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B23" w:rsidRPr="00110B23" w:rsidRDefault="00315A33" w:rsidP="00110B23">
                              <w:pPr>
                                <w:pStyle w:val="Adresa"/>
                                <w:rPr>
                                  <w:sz w:val="24"/>
                                </w:rPr>
                              </w:pPr>
                              <w:r w:rsidRPr="00315A33">
                                <w:rPr>
                                  <w:sz w:val="24"/>
                                </w:rPr>
                                <w:t>M</w:t>
                              </w:r>
                              <w:r w:rsidR="00110B23" w:rsidRPr="00110B23">
                                <w:rPr>
                                  <w:sz w:val="24"/>
                                </w:rPr>
                                <w:t>inisterstvo obrany</w:t>
                              </w:r>
                              <w:r w:rsidR="00110B23">
                                <w:rPr>
                                  <w:sz w:val="24"/>
                                </w:rPr>
                                <w:t xml:space="preserve"> ČR</w:t>
                              </w:r>
                              <w:r w:rsidR="00110B23" w:rsidRPr="00110B23">
                                <w:rPr>
                                  <w:sz w:val="24"/>
                                </w:rPr>
                                <w:t>,</w:t>
                              </w:r>
                            </w:p>
                            <w:p w:rsidR="00110B23" w:rsidRPr="00110B23" w:rsidRDefault="00110B23" w:rsidP="00110B23">
                              <w:pPr>
                                <w:pStyle w:val="Adresa"/>
                                <w:rPr>
                                  <w:sz w:val="24"/>
                                </w:rPr>
                              </w:pPr>
                              <w:r w:rsidRPr="00110B23">
                                <w:rPr>
                                  <w:sz w:val="24"/>
                                </w:rPr>
                                <w:t>Oddělení ochrany územních zájmů Pardubice, Pracoviště Pardubice</w:t>
                              </w:r>
                            </w:p>
                            <w:p w:rsidR="00F35610" w:rsidRDefault="00110B23" w:rsidP="00110B23">
                              <w:pPr>
                                <w:pStyle w:val="Adresa"/>
                                <w:rPr>
                                  <w:sz w:val="24"/>
                                </w:rPr>
                              </w:pPr>
                              <w:r w:rsidRPr="00110B23">
                                <w:rPr>
                                  <w:sz w:val="24"/>
                                </w:rPr>
                                <w:t>Teplého 1899, Pardubice, PSČ 530 02</w:t>
                              </w:r>
                            </w:p>
                            <w:p w:rsidR="00110B23" w:rsidRPr="000B0810" w:rsidRDefault="00110B23" w:rsidP="00110B23">
                              <w:pPr>
                                <w:pStyle w:val="Adresa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IDDS: </w:t>
                              </w:r>
                              <w:proofErr w:type="spellStart"/>
                              <w:r w:rsidR="00A628C9" w:rsidRPr="00A628C9">
                                <w:rPr>
                                  <w:sz w:val="24"/>
                                </w:rPr>
                                <w:t>hjyaavk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241" y="747"/>
                            <a:ext cx="7420" cy="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6931" w:rsidRPr="0006760C" w:rsidRDefault="00416931">
                              <w:pPr>
                                <w:pStyle w:val="Nzevfirmy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06760C">
                                <w:rPr>
                                  <w:sz w:val="40"/>
                                  <w:szCs w:val="40"/>
                                </w:rPr>
                                <w:t>Povodí Labe, státní podnik</w:t>
                              </w:r>
                            </w:p>
                            <w:p w:rsidR="00416931" w:rsidRPr="00E44AC9" w:rsidRDefault="00416931">
                              <w:pPr>
                                <w:pStyle w:val="Nzevfirmy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44AC9">
                                <w:rPr>
                                  <w:sz w:val="24"/>
                                  <w:szCs w:val="24"/>
                                </w:rPr>
                                <w:t>Víta Nejedlého 951</w:t>
                              </w:r>
                              <w:r w:rsidR="00E44AC9" w:rsidRPr="00E44AC9">
                                <w:rPr>
                                  <w:sz w:val="24"/>
                                  <w:szCs w:val="24"/>
                                </w:rPr>
                                <w:t>/8</w:t>
                              </w:r>
                              <w:r w:rsidRPr="00E44AC9">
                                <w:rPr>
                                  <w:sz w:val="24"/>
                                  <w:szCs w:val="24"/>
                                </w:rPr>
                                <w:t>,</w:t>
                              </w:r>
                              <w:r w:rsidR="00E44AC9" w:rsidRPr="00E44AC9">
                                <w:rPr>
                                  <w:sz w:val="24"/>
                                  <w:szCs w:val="24"/>
                                </w:rPr>
                                <w:t xml:space="preserve"> Slezské Předměstí, </w:t>
                              </w:r>
                              <w:r w:rsidRPr="00E44AC9">
                                <w:rPr>
                                  <w:sz w:val="24"/>
                                  <w:szCs w:val="24"/>
                                </w:rPr>
                                <w:t>500 03 Hradec Králové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.15pt;margin-top:29pt;width:482.15pt;height:187.3pt;z-index:251658240;mso-position-horizontal-relative:margin;mso-position-vertical-relative:page" coordorigin="1457,561" coordsize="9361,35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" o:allowincell="f">
                <v:line id="Line 8" o:spid="_x0000_s1027" style="position:absolute;visibility:visible;mso-wrap-style:square" from="1458,1708" to="10818,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1457;top:561;width:1576;height:1096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p+LrDAAAA2gAAAA8AAABkcnMvZG93bnJldi54bWxEj0FrwkAUhO8F/8PyBG91o9DQRtdgC4WK&#10;INQKXh/ZZxKSfZvurib6691CweMwM98wy3wwrbiQ87VlBbNpAoK4sLrmUsHh5/P5FYQPyBpby6Tg&#10;Sh7y1ehpiZm2PX/TZR9KESHsM1RQhdBlUvqiIoN+ajvi6J2sMxiidKXUDvsIN62cJ0kqDdYcFyrs&#10;6KOiotmfjQJyvd+e39NNk853u+tx+3t76VCpyXhYL0AEGsIj/N/+0gre4O9KvAFyd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Cn4us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9" type="#_x0000_t202" style="position:absolute;left:1484;top:2041;width:4340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lc8QA&#10;AADbAAAADwAAAGRycy9kb3ducmV2LnhtbESPQWvCQBCF7wX/wzKCF9FNCzUaXUUKRaWnWr0P2TEJ&#10;ZmdDdtXor+8cBG8zvDfvfbNYda5WV2pD5dnA+zgBRZx7W3Fh4PD3PZqCChHZYu2ZDNwpwGrZe1tg&#10;Zv2Nf+m6j4WSEA4ZGihjbDKtQ16SwzD2DbFoJ986jLK2hbYt3iTc1fojSSbaYcXSUGJDXyXl5/3F&#10;GRjWm932M0/tcfj48ZfjJN3NdGrMoN+t56AidfFlfl5vreALvfwiA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ZJXPEAAAA2wAAAA8AAAAAAAAAAAAAAAAAmAIAAGRycy9k&#10;b3ducmV2LnhtbFBLBQYAAAAABAAEAPUAAACJAwAAAAA=&#10;" stroked="f" strokeweight="0">
                  <v:textbox inset="0">
                    <w:txbxContent>
                      <w:p w:rsidR="00416931" w:rsidRDefault="00416931">
                        <w:pPr>
                          <w:pStyle w:val="Identifikace"/>
                          <w:tabs>
                            <w:tab w:val="left" w:pos="1418"/>
                          </w:tabs>
                        </w:pPr>
                        <w:r>
                          <w:t>TELEFON</w:t>
                        </w:r>
                        <w:r>
                          <w:tab/>
                          <w:t xml:space="preserve">495 088 111  </w:t>
                        </w:r>
                      </w:p>
                      <w:p w:rsidR="00416931" w:rsidRDefault="00416931">
                        <w:pPr>
                          <w:pStyle w:val="Identifikace"/>
                          <w:tabs>
                            <w:tab w:val="left" w:pos="1418"/>
                          </w:tabs>
                        </w:pPr>
                        <w:r>
                          <w:t>E-MAIL</w:t>
                        </w:r>
                        <w:r>
                          <w:tab/>
                          <w:t>labe@pla.cz</w:t>
                        </w:r>
                      </w:p>
                      <w:p w:rsidR="00416931" w:rsidRDefault="00416931">
                        <w:pPr>
                          <w:pStyle w:val="Identifikace"/>
                          <w:tabs>
                            <w:tab w:val="left" w:pos="1418"/>
                          </w:tabs>
                        </w:pPr>
                        <w:r>
                          <w:t>IČ</w:t>
                        </w:r>
                        <w:r w:rsidR="00E44AC9">
                          <w:t>O</w:t>
                        </w:r>
                        <w:r>
                          <w:tab/>
                          <w:t>70890005</w:t>
                        </w:r>
                      </w:p>
                      <w:p w:rsidR="00416931" w:rsidRDefault="00416931">
                        <w:pPr>
                          <w:pStyle w:val="Identifikace"/>
                          <w:tabs>
                            <w:tab w:val="left" w:pos="1418"/>
                          </w:tabs>
                        </w:pPr>
                        <w:r>
                          <w:t>DIČ</w:t>
                        </w:r>
                        <w:r>
                          <w:tab/>
                          <w:t>CZ70890005</w:t>
                        </w:r>
                      </w:p>
                      <w:p w:rsidR="00E44AC9" w:rsidRDefault="00E44AC9">
                        <w:pPr>
                          <w:pStyle w:val="Identifikace"/>
                          <w:tabs>
                            <w:tab w:val="left" w:pos="1418"/>
                          </w:tabs>
                        </w:pPr>
                        <w:r>
                          <w:t>IDDS</w:t>
                        </w:r>
                        <w:r>
                          <w:tab/>
                          <w:t>dbyt8g2</w:t>
                        </w:r>
                      </w:p>
                      <w:p w:rsidR="00416931" w:rsidRDefault="00416931">
                        <w:pPr>
                          <w:pStyle w:val="Identifikace"/>
                          <w:tabs>
                            <w:tab w:val="left" w:pos="1418"/>
                          </w:tabs>
                          <w:ind w:left="1418" w:hanging="1418"/>
                        </w:pPr>
                        <w:r>
                          <w:t>Obchodní rejstřík</w:t>
                        </w:r>
                        <w:r>
                          <w:tab/>
                        </w:r>
                        <w:r w:rsidR="00245344">
                          <w:t>vedený u KS v Hradci Králové,</w:t>
                        </w:r>
                        <w:r>
                          <w:br/>
                        </w:r>
                        <w:r w:rsidR="00245344">
                          <w:t>oddíl A, vložka 9473</w:t>
                        </w:r>
                      </w:p>
                    </w:txbxContent>
                  </v:textbox>
                </v:shape>
                <v:shape id="Text Box 11" o:spid="_x0000_s1030" type="#_x0000_t202" style="position:absolute;left:5992;top:1877;width:4816;height:2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OdsMA&#10;AADbAAAADwAAAGRycy9kb3ducmV2LnhtbERPS2vCQBC+C/0PyxS86UalpaSuEgRBD1Z8UHocsmMS&#10;k50Nu6vG/vquUPA2H99zpvPONOJKzleWFYyGCQji3OqKCwXHw3LwAcIHZI2NZVJwJw/z2Utviqm2&#10;N97RdR8KEUPYp6igDKFNpfR5SQb90LbEkTtZZzBE6AqpHd5iuGnkOEnepcGKY0OJLS1Kyuv9xSio&#10;d8uf3+zNVafN9vz1Pc7q9eR8VKr/2mWfIAJ14Sn+d690nD+Cxy/x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mOdsMAAADbAAAADwAAAAAAAAAAAAAAAACYAgAAZHJzL2Rv&#10;d25yZXYueG1sUEsFBgAAAAAEAAQA9QAAAIgDAAAAAA==&#10;" filled="f" fillcolor="black" strokecolor="#333" strokeweight=".5pt">
                  <v:textbox>
                    <w:txbxContent>
                      <w:p w:rsidR="00110B23" w:rsidRPr="00110B23" w:rsidRDefault="00315A33" w:rsidP="00110B23">
                        <w:pPr>
                          <w:pStyle w:val="Adresa"/>
                          <w:rPr>
                            <w:sz w:val="24"/>
                          </w:rPr>
                        </w:pPr>
                        <w:r w:rsidRPr="00315A33">
                          <w:rPr>
                            <w:sz w:val="24"/>
                          </w:rPr>
                          <w:t>M</w:t>
                        </w:r>
                        <w:r w:rsidR="00110B23" w:rsidRPr="00110B23">
                          <w:rPr>
                            <w:sz w:val="24"/>
                          </w:rPr>
                          <w:t>inisterstvo obrany</w:t>
                        </w:r>
                        <w:r w:rsidR="00110B23">
                          <w:rPr>
                            <w:sz w:val="24"/>
                          </w:rPr>
                          <w:t xml:space="preserve"> ČR</w:t>
                        </w:r>
                        <w:r w:rsidR="00110B23" w:rsidRPr="00110B23">
                          <w:rPr>
                            <w:sz w:val="24"/>
                          </w:rPr>
                          <w:t>,</w:t>
                        </w:r>
                      </w:p>
                      <w:p w:rsidR="00110B23" w:rsidRPr="00110B23" w:rsidRDefault="00110B23" w:rsidP="00110B23">
                        <w:pPr>
                          <w:pStyle w:val="Adresa"/>
                          <w:rPr>
                            <w:sz w:val="24"/>
                          </w:rPr>
                        </w:pPr>
                        <w:r w:rsidRPr="00110B23">
                          <w:rPr>
                            <w:sz w:val="24"/>
                          </w:rPr>
                          <w:t>Oddělení ochrany územních zájmů Pardubice, Pracoviště Pardubice</w:t>
                        </w:r>
                      </w:p>
                      <w:p w:rsidR="00F35610" w:rsidRDefault="00110B23" w:rsidP="00110B23">
                        <w:pPr>
                          <w:pStyle w:val="Adresa"/>
                          <w:rPr>
                            <w:sz w:val="24"/>
                          </w:rPr>
                        </w:pPr>
                        <w:r w:rsidRPr="00110B23">
                          <w:rPr>
                            <w:sz w:val="24"/>
                          </w:rPr>
                          <w:t>Teplého 1899, Pardubice, PSČ 530 02</w:t>
                        </w:r>
                      </w:p>
                      <w:p w:rsidR="00110B23" w:rsidRPr="000B0810" w:rsidRDefault="00110B23" w:rsidP="00110B23">
                        <w:pPr>
                          <w:pStyle w:val="Adresa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IDDS: </w:t>
                        </w:r>
                        <w:proofErr w:type="spellStart"/>
                        <w:r w:rsidR="00A628C9" w:rsidRPr="00A628C9">
                          <w:rPr>
                            <w:sz w:val="24"/>
                          </w:rPr>
                          <w:t>hjyaavk</w:t>
                        </w:r>
                        <w:proofErr w:type="spellEnd"/>
                      </w:p>
                    </w:txbxContent>
                  </v:textbox>
                </v:shape>
                <v:shape id="Text Box 12" o:spid="_x0000_s1031" type="#_x0000_t202" style="position:absolute;left:3241;top:747;width:7420;height:8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416931" w:rsidRPr="0006760C" w:rsidRDefault="00416931">
                        <w:pPr>
                          <w:pStyle w:val="Nzevfirmy"/>
                          <w:rPr>
                            <w:sz w:val="40"/>
                            <w:szCs w:val="40"/>
                          </w:rPr>
                        </w:pPr>
                        <w:r w:rsidRPr="0006760C">
                          <w:rPr>
                            <w:sz w:val="40"/>
                            <w:szCs w:val="40"/>
                          </w:rPr>
                          <w:t>Povodí Labe, státní podnik</w:t>
                        </w:r>
                      </w:p>
                      <w:p w:rsidR="00416931" w:rsidRPr="00E44AC9" w:rsidRDefault="00416931">
                        <w:pPr>
                          <w:pStyle w:val="Nzevfirmy"/>
                          <w:rPr>
                            <w:sz w:val="24"/>
                            <w:szCs w:val="24"/>
                          </w:rPr>
                        </w:pPr>
                        <w:r w:rsidRPr="00E44AC9">
                          <w:rPr>
                            <w:sz w:val="24"/>
                            <w:szCs w:val="24"/>
                          </w:rPr>
                          <w:t>Víta Nejedlého 951</w:t>
                        </w:r>
                        <w:r w:rsidR="00E44AC9" w:rsidRPr="00E44AC9">
                          <w:rPr>
                            <w:sz w:val="24"/>
                            <w:szCs w:val="24"/>
                          </w:rPr>
                          <w:t>/8</w:t>
                        </w:r>
                        <w:r w:rsidRPr="00E44AC9">
                          <w:rPr>
                            <w:sz w:val="24"/>
                            <w:szCs w:val="24"/>
                          </w:rPr>
                          <w:t>,</w:t>
                        </w:r>
                        <w:r w:rsidR="00E44AC9" w:rsidRPr="00E44AC9">
                          <w:rPr>
                            <w:sz w:val="24"/>
                            <w:szCs w:val="24"/>
                          </w:rPr>
                          <w:t xml:space="preserve"> Slezské Předměstí, </w:t>
                        </w:r>
                        <w:r w:rsidRPr="00E44AC9">
                          <w:rPr>
                            <w:sz w:val="24"/>
                            <w:szCs w:val="24"/>
                          </w:rPr>
                          <w:t>500 03 Hradec Králové</w:t>
                        </w:r>
                      </w:p>
                    </w:txbxContent>
                  </v:textbox>
                </v:shape>
                <w10:wrap type="topAndBottom" anchorx="margin" anchory="page"/>
                <w10:anchorlock/>
              </v:group>
            </w:pict>
          </mc:Fallback>
        </mc:AlternateContent>
      </w:r>
      <w:r w:rsidR="00341BE3">
        <w:t xml:space="preserve">VÁŠ DOPIS </w:t>
      </w:r>
      <w:proofErr w:type="gramStart"/>
      <w:r w:rsidR="00341BE3">
        <w:t>Č.J.</w:t>
      </w:r>
      <w:proofErr w:type="gramEnd"/>
      <w:r w:rsidR="00341BE3">
        <w:t xml:space="preserve"> / ZE DNE</w:t>
      </w:r>
      <w:r w:rsidR="00341BE3">
        <w:tab/>
        <w:t>ČÍSLO JEDNACÍ</w:t>
      </w:r>
      <w:r w:rsidR="00341BE3">
        <w:tab/>
        <w:t>VYŘIZUJE/LINKA</w:t>
      </w:r>
      <w:r w:rsidR="00341BE3">
        <w:tab/>
        <w:t>HRADEC KRÁLOVÉ</w:t>
      </w:r>
    </w:p>
    <w:p w:rsidR="00341BE3" w:rsidRDefault="007F01E6">
      <w:pPr>
        <w:pStyle w:val="Nadpisydata"/>
        <w:rPr>
          <w:noProof/>
        </w:rPr>
      </w:pPr>
      <w:r>
        <w:t>--</w:t>
      </w:r>
      <w:r>
        <w:tab/>
      </w:r>
      <w:r w:rsidR="00341BE3">
        <w:tab/>
      </w:r>
      <w:proofErr w:type="spellStart"/>
      <w:r w:rsidRPr="007F01E6">
        <w:t>PLa</w:t>
      </w:r>
      <w:proofErr w:type="spellEnd"/>
      <w:r w:rsidRPr="007F01E6">
        <w:t>/2020/057761</w:t>
      </w:r>
      <w:r w:rsidR="00341BE3">
        <w:tab/>
      </w:r>
      <w:r w:rsidR="009A7A43" w:rsidRPr="009A7A43">
        <w:t>Ing. Petr Kunc</w:t>
      </w:r>
      <w:r w:rsidR="00F851B3">
        <w:rPr>
          <w:noProof/>
        </w:rPr>
        <w:tab/>
      </w:r>
      <w:r>
        <w:rPr>
          <w:noProof/>
        </w:rPr>
        <w:t>21</w:t>
      </w:r>
      <w:r w:rsidR="00131A3E" w:rsidRPr="00131A3E">
        <w:rPr>
          <w:noProof/>
        </w:rPr>
        <w:t>.</w:t>
      </w:r>
      <w:r>
        <w:rPr>
          <w:noProof/>
        </w:rPr>
        <w:t>12</w:t>
      </w:r>
      <w:r w:rsidR="00131A3E" w:rsidRPr="00131A3E">
        <w:rPr>
          <w:noProof/>
        </w:rPr>
        <w:t>.20</w:t>
      </w:r>
      <w:r w:rsidR="00355926">
        <w:rPr>
          <w:noProof/>
        </w:rPr>
        <w:t>20</w:t>
      </w:r>
    </w:p>
    <w:p w:rsidR="009A7A43" w:rsidRDefault="009A7A43" w:rsidP="009A7A43">
      <w:pPr>
        <w:pStyle w:val="Nadpisydata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495 088 789</w:t>
      </w:r>
    </w:p>
    <w:p w:rsidR="009A7A43" w:rsidRDefault="009A7A43" w:rsidP="009A7A43">
      <w:pPr>
        <w:pStyle w:val="Nadpisydata"/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kuncp@pla.cz</w:t>
      </w:r>
    </w:p>
    <w:p w:rsidR="009A7A43" w:rsidRPr="009A7A43" w:rsidRDefault="009A7A43" w:rsidP="007F01E6">
      <w:pPr>
        <w:pStyle w:val="Vc"/>
      </w:pPr>
      <w:r w:rsidRPr="009A7A43">
        <w:br/>
        <w:t xml:space="preserve">Název akce: </w:t>
      </w:r>
      <w:r>
        <w:tab/>
      </w:r>
      <w:r>
        <w:tab/>
      </w:r>
      <w:r w:rsidR="007F01E6">
        <w:t>Černilovský potok, Černilov, rekonstrukce opevnění koryta,</w:t>
      </w:r>
      <w:r w:rsidR="007F01E6">
        <w:t xml:space="preserve"> </w:t>
      </w:r>
      <w:proofErr w:type="gramStart"/>
      <w:r w:rsidR="007F01E6">
        <w:t>ř.km</w:t>
      </w:r>
      <w:proofErr w:type="gramEnd"/>
      <w:r w:rsidR="007F01E6">
        <w:t xml:space="preserve"> 6,05-8,90</w:t>
      </w:r>
    </w:p>
    <w:p w:rsidR="00341BE3" w:rsidRPr="003E2A13" w:rsidRDefault="00416931" w:rsidP="007F01E6">
      <w:pPr>
        <w:pStyle w:val="Vc"/>
        <w:rPr>
          <w:b/>
        </w:rPr>
      </w:pPr>
      <w:r w:rsidRPr="003E2A13">
        <w:rPr>
          <w:b/>
        </w:rPr>
        <w:t>Věc</w:t>
      </w:r>
      <w:r w:rsidR="009A7A43" w:rsidRPr="003E2A13">
        <w:rPr>
          <w:b/>
        </w:rPr>
        <w:t xml:space="preserve">: </w:t>
      </w:r>
      <w:r w:rsidR="00B95141" w:rsidRPr="003E2A13">
        <w:rPr>
          <w:b/>
        </w:rPr>
        <w:t xml:space="preserve">Žádost o </w:t>
      </w:r>
      <w:r w:rsidR="007F01E6">
        <w:rPr>
          <w:b/>
        </w:rPr>
        <w:t>stanovisko</w:t>
      </w:r>
      <w:bookmarkStart w:id="0" w:name="_GoBack"/>
      <w:bookmarkEnd w:id="0"/>
      <w:r w:rsidR="003E2A13">
        <w:rPr>
          <w:b/>
        </w:rPr>
        <w:t xml:space="preserve"> k akci</w:t>
      </w:r>
      <w:r w:rsidR="00F35610" w:rsidRPr="003E2A13">
        <w:rPr>
          <w:b/>
        </w:rPr>
        <w:t xml:space="preserve"> </w:t>
      </w:r>
      <w:r w:rsidR="00101E1F" w:rsidRPr="003E2A13">
        <w:rPr>
          <w:b/>
        </w:rPr>
        <w:t>„</w:t>
      </w:r>
      <w:r w:rsidR="007F01E6" w:rsidRPr="007F01E6">
        <w:rPr>
          <w:b/>
        </w:rPr>
        <w:t xml:space="preserve">Černilovský potok, Černilov, rekonstrukce opevnění koryta, </w:t>
      </w:r>
      <w:proofErr w:type="gramStart"/>
      <w:r w:rsidR="007F01E6" w:rsidRPr="007F01E6">
        <w:rPr>
          <w:b/>
        </w:rPr>
        <w:t>ř.km</w:t>
      </w:r>
      <w:proofErr w:type="gramEnd"/>
      <w:r w:rsidR="007F01E6" w:rsidRPr="007F01E6">
        <w:rPr>
          <w:b/>
        </w:rPr>
        <w:t xml:space="preserve"> 6,05-8,90</w:t>
      </w:r>
      <w:r w:rsidR="00101E1F" w:rsidRPr="003E2A13">
        <w:rPr>
          <w:b/>
        </w:rPr>
        <w:t>“</w:t>
      </w:r>
    </w:p>
    <w:p w:rsidR="007F01E6" w:rsidRDefault="007F01E6" w:rsidP="003E2A13">
      <w:pPr>
        <w:pStyle w:val="Textdopisu"/>
      </w:pPr>
      <w:r>
        <w:t>Dobrý den,</w:t>
      </w:r>
    </w:p>
    <w:p w:rsidR="00116644" w:rsidRDefault="007F01E6" w:rsidP="003E2A13">
      <w:pPr>
        <w:pStyle w:val="Textdopisu"/>
      </w:pPr>
      <w:r>
        <w:t>žádáme Vás, jakožto dotčený orgán a správce technické infrastruktury, o</w:t>
      </w:r>
      <w:r w:rsidR="003E2A13">
        <w:t xml:space="preserve"> vydání </w:t>
      </w:r>
      <w:r>
        <w:t xml:space="preserve">stanoviska ke společnému územnímu a </w:t>
      </w:r>
      <w:r w:rsidR="003E2A13">
        <w:t>stavebnímu řízení</w:t>
      </w:r>
      <w:r>
        <w:t xml:space="preserve"> pro výše uvedenou akci</w:t>
      </w:r>
      <w:r w:rsidR="003E2A13">
        <w:t>.</w:t>
      </w:r>
    </w:p>
    <w:p w:rsidR="007F01E6" w:rsidRDefault="007F01E6" w:rsidP="003E2A13">
      <w:pPr>
        <w:pStyle w:val="Textdopisu"/>
      </w:pPr>
      <w:r>
        <w:t>Projektová dokumentace – DSJ, přiložena v příloze.</w:t>
      </w:r>
    </w:p>
    <w:p w:rsidR="007F01E6" w:rsidRDefault="007F01E6" w:rsidP="003E2A13">
      <w:pPr>
        <w:pStyle w:val="Textdopisu"/>
      </w:pPr>
    </w:p>
    <w:p w:rsidR="007F01E6" w:rsidRDefault="007F01E6" w:rsidP="003E2A13">
      <w:pPr>
        <w:pStyle w:val="Textdopisu"/>
      </w:pPr>
      <w:r>
        <w:t>Děkuji za vyřízení, s pozdravem</w:t>
      </w:r>
    </w:p>
    <w:p w:rsidR="00B95141" w:rsidRDefault="00B95141" w:rsidP="00B95141">
      <w:pPr>
        <w:pStyle w:val="Textdopisu"/>
      </w:pPr>
    </w:p>
    <w:p w:rsidR="003E2A13" w:rsidRDefault="003E2A13" w:rsidP="00B95141">
      <w:pPr>
        <w:pStyle w:val="Textdopisu"/>
      </w:pPr>
    </w:p>
    <w:p w:rsidR="00B95141" w:rsidRDefault="00B95141" w:rsidP="00B95141">
      <w:pPr>
        <w:pStyle w:val="Textdopisu"/>
      </w:pPr>
    </w:p>
    <w:p w:rsidR="00870480" w:rsidRDefault="00870480" w:rsidP="00B95141">
      <w:pPr>
        <w:pStyle w:val="Textdopisu"/>
      </w:pPr>
    </w:p>
    <w:p w:rsidR="00355926" w:rsidRDefault="00355926" w:rsidP="00355926">
      <w:pPr>
        <w:pStyle w:val="Podpis"/>
      </w:pPr>
      <w:r>
        <w:t>Ing. Petr Kočí</w:t>
      </w:r>
    </w:p>
    <w:p w:rsidR="00355926" w:rsidRDefault="00355926" w:rsidP="00355926">
      <w:pPr>
        <w:pStyle w:val="Podpis"/>
      </w:pPr>
      <w:r>
        <w:t xml:space="preserve">vedoucí odboru </w:t>
      </w:r>
    </w:p>
    <w:p w:rsidR="00355926" w:rsidRDefault="00355926" w:rsidP="00355926">
      <w:pPr>
        <w:pStyle w:val="Podpis"/>
        <w:tabs>
          <w:tab w:val="clear" w:pos="7088"/>
        </w:tabs>
      </w:pPr>
      <w:r>
        <w:t>inženýrských činností</w:t>
      </w:r>
    </w:p>
    <w:p w:rsidR="00B95141" w:rsidRDefault="00B95141" w:rsidP="00870480">
      <w:pPr>
        <w:pStyle w:val="Textdopisu"/>
        <w:spacing w:before="0"/>
      </w:pPr>
    </w:p>
    <w:p w:rsidR="00341BE3" w:rsidRDefault="00341BE3" w:rsidP="00101E1F">
      <w:pPr>
        <w:pStyle w:val="Podpis"/>
        <w:tabs>
          <w:tab w:val="clear" w:pos="7088"/>
        </w:tabs>
      </w:pPr>
    </w:p>
    <w:p w:rsidR="00F35610" w:rsidRDefault="00F35610" w:rsidP="00101E1F">
      <w:pPr>
        <w:pStyle w:val="Podpis"/>
        <w:tabs>
          <w:tab w:val="clear" w:pos="7088"/>
        </w:tabs>
      </w:pPr>
    </w:p>
    <w:p w:rsidR="00341BE3" w:rsidRDefault="009A7A43" w:rsidP="00B95141">
      <w:pPr>
        <w:pStyle w:val="Ploha"/>
        <w:spacing w:before="360"/>
        <w:outlineLvl w:val="0"/>
        <w:rPr>
          <w:noProof w:val="0"/>
        </w:rPr>
      </w:pPr>
      <w:r>
        <w:rPr>
          <w:noProof w:val="0"/>
        </w:rPr>
        <w:t>Přílohy</w:t>
      </w:r>
    </w:p>
    <w:p w:rsidR="007F01E6" w:rsidRDefault="007F01E6" w:rsidP="009A7A43">
      <w:pPr>
        <w:pStyle w:val="Textdopisu"/>
      </w:pPr>
      <w:r w:rsidRPr="007F01E6">
        <w:t>A. Průvodní zpráva</w:t>
      </w:r>
    </w:p>
    <w:p w:rsidR="003E2A13" w:rsidRDefault="003E2A13" w:rsidP="009A7A43">
      <w:pPr>
        <w:pStyle w:val="Textdopisu"/>
      </w:pPr>
      <w:r>
        <w:t xml:space="preserve">B. Souhrnná </w:t>
      </w:r>
      <w:r w:rsidRPr="003E2A13">
        <w:t>technická zpráva</w:t>
      </w:r>
    </w:p>
    <w:p w:rsidR="000270D6" w:rsidRDefault="007F01E6" w:rsidP="009A7A43">
      <w:pPr>
        <w:pStyle w:val="Textdopisu"/>
      </w:pPr>
      <w:proofErr w:type="gramStart"/>
      <w:r w:rsidRPr="007F01E6">
        <w:t>C.2 Přehledná</w:t>
      </w:r>
      <w:proofErr w:type="gramEnd"/>
      <w:r w:rsidRPr="007F01E6">
        <w:t xml:space="preserve"> situace</w:t>
      </w:r>
    </w:p>
    <w:p w:rsidR="00BD795F" w:rsidRDefault="007F01E6" w:rsidP="009A7A43">
      <w:pPr>
        <w:pStyle w:val="Textdopisu"/>
      </w:pPr>
      <w:proofErr w:type="gramStart"/>
      <w:r w:rsidRPr="007F01E6">
        <w:t>C.3.1</w:t>
      </w:r>
      <w:proofErr w:type="gramEnd"/>
      <w:r w:rsidRPr="007F01E6">
        <w:t xml:space="preserve"> Koordinační situace, část 1 (SO 01-04 </w:t>
      </w:r>
      <w:proofErr w:type="spellStart"/>
      <w:r w:rsidRPr="007F01E6">
        <w:t>řkm</w:t>
      </w:r>
      <w:proofErr w:type="spellEnd"/>
      <w:r w:rsidRPr="007F01E6">
        <w:t xml:space="preserve"> 6,050-7,722)</w:t>
      </w:r>
    </w:p>
    <w:p w:rsidR="007F01E6" w:rsidRDefault="007F01E6" w:rsidP="009A7A43">
      <w:pPr>
        <w:pStyle w:val="Textdopisu"/>
      </w:pPr>
      <w:proofErr w:type="gramStart"/>
      <w:r w:rsidRPr="007F01E6">
        <w:t>C.3.2</w:t>
      </w:r>
      <w:proofErr w:type="gramEnd"/>
      <w:r w:rsidRPr="007F01E6">
        <w:t xml:space="preserve"> Koordinační situace, část 2 (SO 05-09 </w:t>
      </w:r>
      <w:proofErr w:type="spellStart"/>
      <w:r w:rsidRPr="007F01E6">
        <w:t>řkm</w:t>
      </w:r>
      <w:proofErr w:type="spellEnd"/>
      <w:r w:rsidRPr="007F01E6">
        <w:t xml:space="preserve"> 7,722-8,931)</w:t>
      </w:r>
    </w:p>
    <w:p w:rsidR="000270D6" w:rsidRDefault="000270D6" w:rsidP="009A7A43">
      <w:pPr>
        <w:pStyle w:val="Textdopisu"/>
      </w:pPr>
    </w:p>
    <w:p w:rsidR="000270D6" w:rsidRDefault="000270D6" w:rsidP="009A7A43">
      <w:pPr>
        <w:pStyle w:val="Textdopisu"/>
      </w:pPr>
    </w:p>
    <w:p w:rsidR="000270D6" w:rsidRPr="009A7A43" w:rsidRDefault="007F01E6" w:rsidP="007F01E6">
      <w:pPr>
        <w:pStyle w:val="Textdopisu"/>
      </w:pPr>
      <w:r>
        <w:rPr>
          <w:rFonts w:ascii="Code39 Notext High Density" w:hAnsi="Code39 Notext High Density" w:cs="Arial"/>
          <w:color w:val="000000"/>
          <w:shd w:val="clear" w:color="auto" w:fill="FFFFFF"/>
        </w:rPr>
        <w:t>PL0160639</w:t>
      </w:r>
      <w:r>
        <w:rPr>
          <w:rFonts w:cs="Arial"/>
          <w:color w:val="000000"/>
        </w:rPr>
        <w:br/>
      </w:r>
      <w:proofErr w:type="spellStart"/>
      <w:r>
        <w:rPr>
          <w:color w:val="000000"/>
          <w:sz w:val="15"/>
          <w:szCs w:val="15"/>
        </w:rPr>
        <w:t>PL0160639</w:t>
      </w:r>
      <w:proofErr w:type="spellEnd"/>
    </w:p>
    <w:sectPr w:rsidR="000270D6" w:rsidRPr="009A7A43" w:rsidSect="00D44DC4">
      <w:footerReference w:type="default" r:id="rId9"/>
      <w:pgSz w:w="11907" w:h="16840" w:code="9"/>
      <w:pgMar w:top="709" w:right="1134" w:bottom="1134" w:left="1418" w:header="708" w:footer="59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231" w:rsidRDefault="003D0231">
      <w:r>
        <w:separator/>
      </w:r>
    </w:p>
  </w:endnote>
  <w:endnote w:type="continuationSeparator" w:id="0">
    <w:p w:rsidR="003D0231" w:rsidRDefault="003D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de39 Notext High Density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93D" w:rsidRDefault="00E44AC9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1" layoutInCell="0" allowOverlap="1">
              <wp:simplePos x="0" y="0"/>
              <wp:positionH relativeFrom="margin">
                <wp:posOffset>-540385</wp:posOffset>
              </wp:positionH>
              <wp:positionV relativeFrom="page">
                <wp:posOffset>3564255</wp:posOffset>
              </wp:positionV>
              <wp:extent cx="6842125" cy="3600450"/>
              <wp:effectExtent l="0" t="0" r="0" b="0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2125" cy="3600450"/>
                        <a:chOff x="567" y="5613"/>
                        <a:chExt cx="10775" cy="5670"/>
                      </a:xfrm>
                    </wpg:grpSpPr>
                    <wps:wsp>
                      <wps:cNvPr id="2" name="Line 9"/>
                      <wps:cNvCnPr>
                        <a:cxnSpLocks noChangeShapeType="1"/>
                      </wps:cNvCnPr>
                      <wps:spPr bwMode="auto">
                        <a:xfrm>
                          <a:off x="567" y="5613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10"/>
                      <wps:cNvCnPr>
                        <a:cxnSpLocks noChangeShapeType="1"/>
                      </wps:cNvCnPr>
                      <wps:spPr bwMode="auto">
                        <a:xfrm>
                          <a:off x="567" y="11283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1"/>
                      <wps:cNvCnPr>
                        <a:cxnSpLocks noChangeShapeType="1"/>
                      </wps:cNvCnPr>
                      <wps:spPr bwMode="auto">
                        <a:xfrm>
                          <a:off x="11198" y="5613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2"/>
                      <wps:cNvCnPr>
                        <a:cxnSpLocks noChangeShapeType="1"/>
                      </wps:cNvCnPr>
                      <wps:spPr bwMode="auto">
                        <a:xfrm>
                          <a:off x="11198" y="11283"/>
                          <a:ext cx="14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1821FE" id="Group 8" o:spid="_x0000_s1026" style="position:absolute;margin-left:-42.55pt;margin-top:280.65pt;width:538.75pt;height:283.5pt;z-index:251657728;mso-position-horizontal-relative:margin;mso-position-vertical-relative:page" coordorigin="567,5613" coordsize="10775,5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" o:allowincell="f">
              <v:line id="Line 9" o:spid="_x0000_s1027" style="position:absolute;visibility:visible;mso-wrap-style:square" from="567,5613" to="711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<v:line id="Line 10" o:spid="_x0000_s1028" style="position:absolute;visibility:visible;mso-wrap-style:square" from="567,11283" to="711,11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<v:line id="Line 11" o:spid="_x0000_s1029" style="position:absolute;visibility:visible;mso-wrap-style:square" from="11198,5613" to="11342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v:line id="Line 12" o:spid="_x0000_s1030" style="position:absolute;visibility:visible;mso-wrap-style:square" from="11198,11283" to="11342,11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w10:wrap anchorx="margin"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231" w:rsidRDefault="003D0231">
      <w:r>
        <w:separator/>
      </w:r>
    </w:p>
  </w:footnote>
  <w:footnote w:type="continuationSeparator" w:id="0">
    <w:p w:rsidR="003D0231" w:rsidRDefault="003D0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BE7C8D"/>
    <w:multiLevelType w:val="hybridMultilevel"/>
    <w:tmpl w:val="E8F0E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A43"/>
    <w:rsid w:val="00000225"/>
    <w:rsid w:val="00011516"/>
    <w:rsid w:val="000224B4"/>
    <w:rsid w:val="000230F6"/>
    <w:rsid w:val="000270D6"/>
    <w:rsid w:val="00035F4D"/>
    <w:rsid w:val="0004767F"/>
    <w:rsid w:val="0006760C"/>
    <w:rsid w:val="00080FF8"/>
    <w:rsid w:val="000B0810"/>
    <w:rsid w:val="000C382D"/>
    <w:rsid w:val="000F57BC"/>
    <w:rsid w:val="00101E1F"/>
    <w:rsid w:val="00110B23"/>
    <w:rsid w:val="00116644"/>
    <w:rsid w:val="00131A3E"/>
    <w:rsid w:val="00163697"/>
    <w:rsid w:val="00163AC4"/>
    <w:rsid w:val="00175C9F"/>
    <w:rsid w:val="00194172"/>
    <w:rsid w:val="001A5853"/>
    <w:rsid w:val="001A7897"/>
    <w:rsid w:val="00210768"/>
    <w:rsid w:val="002227E8"/>
    <w:rsid w:val="0023565F"/>
    <w:rsid w:val="00244519"/>
    <w:rsid w:val="00245344"/>
    <w:rsid w:val="00256B14"/>
    <w:rsid w:val="00284D78"/>
    <w:rsid w:val="002A2086"/>
    <w:rsid w:val="00303CD2"/>
    <w:rsid w:val="00315A33"/>
    <w:rsid w:val="00341BE3"/>
    <w:rsid w:val="003457E7"/>
    <w:rsid w:val="00350F0F"/>
    <w:rsid w:val="00353951"/>
    <w:rsid w:val="00355926"/>
    <w:rsid w:val="00361B4F"/>
    <w:rsid w:val="003D0231"/>
    <w:rsid w:val="003E2A13"/>
    <w:rsid w:val="003E715D"/>
    <w:rsid w:val="00416931"/>
    <w:rsid w:val="00452695"/>
    <w:rsid w:val="00462890"/>
    <w:rsid w:val="0048416E"/>
    <w:rsid w:val="00497418"/>
    <w:rsid w:val="004A6A0A"/>
    <w:rsid w:val="00533BBA"/>
    <w:rsid w:val="00550E46"/>
    <w:rsid w:val="0057154C"/>
    <w:rsid w:val="005C1591"/>
    <w:rsid w:val="005E2A1A"/>
    <w:rsid w:val="005F6029"/>
    <w:rsid w:val="006050C5"/>
    <w:rsid w:val="00621B46"/>
    <w:rsid w:val="006A03FB"/>
    <w:rsid w:val="006A6863"/>
    <w:rsid w:val="006E6302"/>
    <w:rsid w:val="006F21A6"/>
    <w:rsid w:val="0071590A"/>
    <w:rsid w:val="007224B7"/>
    <w:rsid w:val="007412DB"/>
    <w:rsid w:val="00755292"/>
    <w:rsid w:val="007659FA"/>
    <w:rsid w:val="007745CE"/>
    <w:rsid w:val="007A5253"/>
    <w:rsid w:val="007B25A7"/>
    <w:rsid w:val="007C372F"/>
    <w:rsid w:val="007F01E6"/>
    <w:rsid w:val="00802504"/>
    <w:rsid w:val="00830078"/>
    <w:rsid w:val="00834249"/>
    <w:rsid w:val="008504B8"/>
    <w:rsid w:val="0085693D"/>
    <w:rsid w:val="00870480"/>
    <w:rsid w:val="00870E66"/>
    <w:rsid w:val="00887D0E"/>
    <w:rsid w:val="00891DC1"/>
    <w:rsid w:val="008925FD"/>
    <w:rsid w:val="008E6802"/>
    <w:rsid w:val="0091224A"/>
    <w:rsid w:val="00922F95"/>
    <w:rsid w:val="009521F0"/>
    <w:rsid w:val="009663FF"/>
    <w:rsid w:val="00983C28"/>
    <w:rsid w:val="009923BC"/>
    <w:rsid w:val="00992EDC"/>
    <w:rsid w:val="00993C79"/>
    <w:rsid w:val="00995419"/>
    <w:rsid w:val="00997360"/>
    <w:rsid w:val="009A7A43"/>
    <w:rsid w:val="009B232B"/>
    <w:rsid w:val="009B4EAD"/>
    <w:rsid w:val="009B50F4"/>
    <w:rsid w:val="009D0487"/>
    <w:rsid w:val="009E6C44"/>
    <w:rsid w:val="00A030B8"/>
    <w:rsid w:val="00A628C9"/>
    <w:rsid w:val="00A937F9"/>
    <w:rsid w:val="00AA6944"/>
    <w:rsid w:val="00AB53DA"/>
    <w:rsid w:val="00AC7357"/>
    <w:rsid w:val="00AD0D1C"/>
    <w:rsid w:val="00B229AF"/>
    <w:rsid w:val="00B47266"/>
    <w:rsid w:val="00B81E32"/>
    <w:rsid w:val="00B95141"/>
    <w:rsid w:val="00B95556"/>
    <w:rsid w:val="00BD7244"/>
    <w:rsid w:val="00BD7494"/>
    <w:rsid w:val="00BD795F"/>
    <w:rsid w:val="00BF311B"/>
    <w:rsid w:val="00C0102D"/>
    <w:rsid w:val="00C2149E"/>
    <w:rsid w:val="00C2292E"/>
    <w:rsid w:val="00C56566"/>
    <w:rsid w:val="00C847FC"/>
    <w:rsid w:val="00C96032"/>
    <w:rsid w:val="00C966B1"/>
    <w:rsid w:val="00CA503B"/>
    <w:rsid w:val="00CB1897"/>
    <w:rsid w:val="00CE29B2"/>
    <w:rsid w:val="00D14B47"/>
    <w:rsid w:val="00D2145F"/>
    <w:rsid w:val="00D220C0"/>
    <w:rsid w:val="00D23CED"/>
    <w:rsid w:val="00D44DC4"/>
    <w:rsid w:val="00D76B63"/>
    <w:rsid w:val="00D85F38"/>
    <w:rsid w:val="00DB73A1"/>
    <w:rsid w:val="00DE0CD1"/>
    <w:rsid w:val="00DE60B2"/>
    <w:rsid w:val="00E070E9"/>
    <w:rsid w:val="00E2183D"/>
    <w:rsid w:val="00E33A65"/>
    <w:rsid w:val="00E44AC9"/>
    <w:rsid w:val="00E46ECA"/>
    <w:rsid w:val="00E5521A"/>
    <w:rsid w:val="00E654DA"/>
    <w:rsid w:val="00EA6DEC"/>
    <w:rsid w:val="00ED613D"/>
    <w:rsid w:val="00EF5E70"/>
    <w:rsid w:val="00EF6611"/>
    <w:rsid w:val="00F00EB1"/>
    <w:rsid w:val="00F04212"/>
    <w:rsid w:val="00F065DF"/>
    <w:rsid w:val="00F35610"/>
    <w:rsid w:val="00F43227"/>
    <w:rsid w:val="00F518F1"/>
    <w:rsid w:val="00F51DAF"/>
    <w:rsid w:val="00F6721B"/>
    <w:rsid w:val="00F8061B"/>
    <w:rsid w:val="00F80BB5"/>
    <w:rsid w:val="00F851B3"/>
    <w:rsid w:val="00FB164B"/>
    <w:rsid w:val="00FC29AB"/>
    <w:rsid w:val="00FD45C7"/>
    <w:rsid w:val="00F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80E08DB3-D3E3-4B11-B7CF-49A92FEB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i/>
      <w:sz w:val="24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i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dentifikace">
    <w:name w:val="Identifikace"/>
    <w:basedOn w:val="Normln"/>
    <w:pPr>
      <w:widowControl w:val="0"/>
    </w:pPr>
    <w:rPr>
      <w:snapToGrid w:val="0"/>
      <w:sz w:val="16"/>
    </w:rPr>
  </w:style>
  <w:style w:type="paragraph" w:customStyle="1" w:styleId="Adresa">
    <w:name w:val="Adresa"/>
    <w:basedOn w:val="Nadpis2"/>
    <w:autoRedefine/>
    <w:rsid w:val="00B229AF"/>
    <w:pPr>
      <w:spacing w:before="80" w:after="0"/>
      <w:ind w:left="284"/>
    </w:pPr>
    <w:rPr>
      <w:b w:val="0"/>
      <w:i w:val="0"/>
      <w:sz w:val="22"/>
    </w:rPr>
  </w:style>
  <w:style w:type="paragraph" w:customStyle="1" w:styleId="Nzevfirmy">
    <w:name w:val="Název firmy"/>
    <w:basedOn w:val="Nadpis6"/>
    <w:pPr>
      <w:keepNext/>
      <w:widowControl w:val="0"/>
      <w:tabs>
        <w:tab w:val="left" w:pos="2552"/>
      </w:tabs>
      <w:spacing w:before="0" w:after="0"/>
    </w:pPr>
    <w:rPr>
      <w:b/>
      <w:i w:val="0"/>
      <w:snapToGrid w:val="0"/>
      <w:sz w:val="34"/>
    </w:rPr>
  </w:style>
  <w:style w:type="paragraph" w:customStyle="1" w:styleId="Vc">
    <w:name w:val="Věc"/>
    <w:basedOn w:val="Normln"/>
    <w:autoRedefine/>
    <w:rsid w:val="00116644"/>
    <w:pPr>
      <w:spacing w:before="360"/>
      <w:outlineLvl w:val="0"/>
    </w:pPr>
  </w:style>
  <w:style w:type="paragraph" w:customStyle="1" w:styleId="Nadpisy">
    <w:name w:val="Nadpisy"/>
    <w:basedOn w:val="Normln"/>
    <w:pPr>
      <w:tabs>
        <w:tab w:val="center" w:pos="993"/>
        <w:tab w:val="center" w:pos="3686"/>
        <w:tab w:val="center" w:pos="6096"/>
        <w:tab w:val="center" w:pos="8364"/>
      </w:tabs>
      <w:spacing w:before="480"/>
    </w:pPr>
    <w:rPr>
      <w:sz w:val="16"/>
    </w:rPr>
  </w:style>
  <w:style w:type="paragraph" w:styleId="Osloven">
    <w:name w:val="Salutation"/>
    <w:basedOn w:val="Normln"/>
    <w:next w:val="Normln"/>
    <w:pPr>
      <w:spacing w:before="480" w:after="360"/>
    </w:pPr>
  </w:style>
  <w:style w:type="paragraph" w:customStyle="1" w:styleId="Textdopisu">
    <w:name w:val="Text dopisu"/>
    <w:basedOn w:val="Zkladntextodsazen"/>
    <w:pPr>
      <w:spacing w:before="120" w:after="0"/>
      <w:ind w:left="0"/>
      <w:jc w:val="both"/>
    </w:pPr>
  </w:style>
  <w:style w:type="paragraph" w:styleId="Podpis">
    <w:name w:val="Signature"/>
    <w:basedOn w:val="Normln"/>
    <w:link w:val="PodpisChar"/>
    <w:rsid w:val="00755292"/>
    <w:pPr>
      <w:keepNext/>
      <w:keepLines/>
      <w:tabs>
        <w:tab w:val="center" w:pos="7088"/>
      </w:tabs>
    </w:pPr>
  </w:style>
  <w:style w:type="paragraph" w:customStyle="1" w:styleId="Ploha">
    <w:name w:val="Příloha"/>
    <w:next w:val="Textdopisu"/>
    <w:pPr>
      <w:spacing w:before="720"/>
    </w:pPr>
    <w:rPr>
      <w:rFonts w:ascii="Arial" w:hAnsi="Arial"/>
      <w:noProof/>
      <w:u w:val="single"/>
    </w:rPr>
  </w:style>
  <w:style w:type="paragraph" w:customStyle="1" w:styleId="Navdom">
    <w:name w:val="Na vědomí"/>
    <w:next w:val="Textdopisu"/>
    <w:pPr>
      <w:spacing w:before="240"/>
    </w:pPr>
    <w:rPr>
      <w:rFonts w:ascii="Arial" w:hAnsi="Arial"/>
      <w:b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ydata">
    <w:name w:val="Nadpisy data"/>
    <w:basedOn w:val="Nadpisy"/>
    <w:pPr>
      <w:spacing w:before="0"/>
    </w:pPr>
    <w:rPr>
      <w:sz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CE29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CE29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Rozloendokumentu">
    <w:name w:val="Document Map"/>
    <w:basedOn w:val="Normln"/>
    <w:semiHidden/>
    <w:rsid w:val="00416931"/>
    <w:pPr>
      <w:shd w:val="clear" w:color="auto" w:fill="000080"/>
    </w:pPr>
    <w:rPr>
      <w:rFonts w:ascii="Tahoma" w:hAnsi="Tahoma" w:cs="Tahoma"/>
    </w:rPr>
  </w:style>
  <w:style w:type="paragraph" w:customStyle="1" w:styleId="Export0">
    <w:name w:val="Export 0"/>
    <w:basedOn w:val="Normln"/>
    <w:rsid w:val="009B50F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snapToGrid w:val="0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60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60C"/>
    <w:rPr>
      <w:rFonts w:ascii="Segoe UI" w:hAnsi="Segoe UI" w:cs="Segoe UI"/>
      <w:sz w:val="18"/>
      <w:szCs w:val="18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9663FF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9663FF"/>
    <w:rPr>
      <w:rFonts w:ascii="Arial" w:hAnsi="Arial" w:cs="Arial"/>
      <w:vanish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A6DEC"/>
    <w:rPr>
      <w:color w:val="0563C1" w:themeColor="hyperlink"/>
      <w:u w:val="single"/>
    </w:rPr>
  </w:style>
  <w:style w:type="character" w:customStyle="1" w:styleId="PodpisChar">
    <w:name w:val="Podpis Char"/>
    <w:basedOn w:val="Standardnpsmoodstavce"/>
    <w:link w:val="Podpis"/>
    <w:rsid w:val="0035592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89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9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1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4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1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2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1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1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7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0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7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0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4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3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1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4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9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0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1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4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7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7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2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8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9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7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4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59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30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65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5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ata\Sablony+VzorySmluv\Reditelstvi\Dopis%20RSP%202018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RSP 2018.dotx</Template>
  <TotalTime>81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Č</vt:lpstr>
    </vt:vector>
  </TitlesOfParts>
  <Company>Povodí Labe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Č</dc:title>
  <dc:subject/>
  <dc:creator>Ing. Petr Kunc</dc:creator>
  <cp:keywords/>
  <cp:lastModifiedBy>Ing. Petr Kunc</cp:lastModifiedBy>
  <cp:revision>8</cp:revision>
  <cp:lastPrinted>2020-12-21T10:14:00Z</cp:lastPrinted>
  <dcterms:created xsi:type="dcterms:W3CDTF">2018-08-29T11:06:00Z</dcterms:created>
  <dcterms:modified xsi:type="dcterms:W3CDTF">2020-12-21T10:19:00Z</dcterms:modified>
</cp:coreProperties>
</file>