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06EE2994" w:rsidR="00E82A38" w:rsidRPr="003D08CB" w:rsidRDefault="00891B20" w:rsidP="003D08CB">
      <w:pPr>
        <w:pStyle w:val="Nzevdokumentu"/>
      </w:pPr>
      <w:r w:rsidRPr="009B1838">
        <w:t>PŘÍLOHA K.</w:t>
      </w:r>
      <w:r w:rsidR="00801152">
        <w:t>2</w:t>
      </w:r>
    </w:p>
    <w:p w14:paraId="145B505F" w14:textId="58D25797" w:rsidR="008D48D2" w:rsidRPr="00FA4711" w:rsidRDefault="00801152" w:rsidP="00FA4711">
      <w:pPr>
        <w:pStyle w:val="Podnzev"/>
      </w:pPr>
      <w:r>
        <w:t>VALORIZACE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16DE7903" w14:textId="097468B5" w:rsidR="00C0135D" w:rsidRPr="00D92DBC" w:rsidRDefault="00544F97" w:rsidP="00C0135D">
      <w:pPr>
        <w:pStyle w:val="Text"/>
        <w:rPr>
          <w:b/>
          <w:bCs/>
        </w:rPr>
      </w:pPr>
      <w:r w:rsidRPr="00077137">
        <w:rPr>
          <w:b/>
          <w:bCs/>
        </w:rPr>
        <w:t xml:space="preserve">verze </w:t>
      </w:r>
      <w:bookmarkStart w:id="6" w:name="_Ref166190286"/>
      <w:r w:rsidR="0018794B" w:rsidRPr="00077137">
        <w:rPr>
          <w:b/>
          <w:bCs/>
        </w:rPr>
        <w:t>25071</w:t>
      </w:r>
      <w:r w:rsidR="00530D01" w:rsidRPr="00077137">
        <w:rPr>
          <w:b/>
          <w:bCs/>
        </w:rPr>
        <w:t>6</w:t>
      </w:r>
    </w:p>
    <w:p w14:paraId="3B5DDAE3" w14:textId="77777777" w:rsidR="00C0135D" w:rsidRDefault="00C0135D" w:rsidP="00FE6AF9">
      <w:pPr>
        <w:rPr>
          <w:highlight w:val="yellow"/>
        </w:rPr>
      </w:pPr>
      <w:r>
        <w:rPr>
          <w:highlight w:val="yellow"/>
        </w:rPr>
        <w:br w:type="page"/>
      </w:r>
    </w:p>
    <w:p w14:paraId="10E16CDD" w14:textId="5B0C3843" w:rsidR="00C0135D" w:rsidRDefault="007C65DA" w:rsidP="00C0135D">
      <w:pPr>
        <w:pStyle w:val="l"/>
      </w:pPr>
      <w:bookmarkStart w:id="7" w:name="_Ref203054268"/>
      <w:r>
        <w:lastRenderedPageBreak/>
        <w:t>Ú</w:t>
      </w:r>
      <w:r w:rsidR="00D92DBC">
        <w:t>prav</w:t>
      </w:r>
      <w:r w:rsidR="00877E3C">
        <w:t>y cen</w:t>
      </w:r>
      <w:bookmarkEnd w:id="7"/>
    </w:p>
    <w:p w14:paraId="021C978E" w14:textId="66900927" w:rsidR="00D92DBC" w:rsidRPr="00C65EF2" w:rsidRDefault="007C65DA" w:rsidP="00D92DBC">
      <w:pPr>
        <w:pStyle w:val="Pododst"/>
      </w:pPr>
      <w:r>
        <w:t xml:space="preserve">Strany musí </w:t>
      </w:r>
      <w:r w:rsidR="00FC1C8C">
        <w:t xml:space="preserve">vždy do 31. 1. kalendářního roku </w:t>
      </w:r>
      <w:r w:rsidR="00847DEC">
        <w:t>(s výjimkou kalendářního roku</w:t>
      </w:r>
      <w:r w:rsidR="00847DEC" w:rsidRPr="00C65EF2">
        <w:t>, ve</w:t>
      </w:r>
      <w:r w:rsidR="00847DEC">
        <w:t> </w:t>
      </w:r>
      <w:r w:rsidR="00847DEC" w:rsidRPr="00C65EF2">
        <w:t>kterém byla podána Nabídka</w:t>
      </w:r>
      <w:r w:rsidR="00847DEC">
        <w:t>,</w:t>
      </w:r>
      <w:r w:rsidR="00847DEC" w:rsidRPr="00C65EF2">
        <w:t xml:space="preserve"> </w:t>
      </w:r>
      <w:r w:rsidR="00847DEC">
        <w:t xml:space="preserve">a </w:t>
      </w:r>
      <w:r w:rsidR="00847DEC" w:rsidRPr="00C65EF2">
        <w:t>bezprostředně následující</w:t>
      </w:r>
      <w:r w:rsidR="00847DEC">
        <w:t>ho</w:t>
      </w:r>
      <w:r w:rsidR="00847DEC" w:rsidRPr="00C65EF2">
        <w:t xml:space="preserve"> kalendářní</w:t>
      </w:r>
      <w:r w:rsidR="00847DEC">
        <w:t>ho</w:t>
      </w:r>
      <w:r w:rsidR="00847DEC" w:rsidRPr="00C65EF2">
        <w:t xml:space="preserve"> </w:t>
      </w:r>
      <w:r w:rsidR="00847DEC">
        <w:t xml:space="preserve">roku) </w:t>
      </w:r>
      <w:r w:rsidR="00FC1C8C">
        <w:t xml:space="preserve">uzavřít dodatek ke Smlouvě, kterým se </w:t>
      </w:r>
      <w:r w:rsidR="00B70298">
        <w:t xml:space="preserve">s účinností </w:t>
      </w:r>
      <w:r w:rsidR="00C46197">
        <w:t xml:space="preserve">od 1. 1. </w:t>
      </w:r>
      <w:r w:rsidR="00B70298">
        <w:t xml:space="preserve">takového kalendářního roku </w:t>
      </w:r>
      <w:r w:rsidR="00FC1C8C">
        <w:t>provede</w:t>
      </w:r>
      <w:r w:rsidR="00D92DBC" w:rsidRPr="00C65EF2">
        <w:t xml:space="preserve"> </w:t>
      </w:r>
      <w:r w:rsidR="004270A1" w:rsidRPr="00C65EF2">
        <w:t>úprav</w:t>
      </w:r>
      <w:r w:rsidR="00FC1C8C">
        <w:t>a</w:t>
      </w:r>
      <w:r w:rsidR="00DF1A15">
        <w:t xml:space="preserve"> částek</w:t>
      </w:r>
      <w:r w:rsidR="00D92DBC" w:rsidRPr="00C65EF2">
        <w:t>:</w:t>
      </w:r>
    </w:p>
    <w:p w14:paraId="1DEEDF81" w14:textId="5BCB0017" w:rsidR="00D92DBC" w:rsidRPr="00C65EF2" w:rsidRDefault="003F2F57" w:rsidP="00D92DBC">
      <w:pPr>
        <w:pStyle w:val="Psm"/>
      </w:pPr>
      <w:bookmarkStart w:id="8" w:name="_Ref203054262"/>
      <w:r w:rsidRPr="00C65EF2">
        <w:t>položkových cen obsažených v</w:t>
      </w:r>
      <w:r w:rsidR="00D92DBC" w:rsidRPr="00C65EF2">
        <w:t xml:space="preserve"> Nabídkové cen</w:t>
      </w:r>
      <w:r w:rsidRPr="00C65EF2">
        <w:t>ě</w:t>
      </w:r>
      <w:r w:rsidR="008B2151" w:rsidRPr="00C65EF2">
        <w:rPr>
          <w:rStyle w:val="FootnoteReference"/>
        </w:rPr>
        <w:footnoteReference w:id="2"/>
      </w:r>
      <w:r w:rsidR="008B2151" w:rsidRPr="00C65EF2">
        <w:t xml:space="preserve">, </w:t>
      </w:r>
      <w:r w:rsidR="00D92DBC" w:rsidRPr="00C65EF2">
        <w:t xml:space="preserve">případně již </w:t>
      </w:r>
      <w:r w:rsidR="00FC1C8C">
        <w:t>upravených</w:t>
      </w:r>
      <w:r w:rsidR="00D92DBC" w:rsidRPr="00C65EF2">
        <w:t xml:space="preserve"> v souladu s</w:t>
      </w:r>
      <w:r w:rsidR="00FD2D56" w:rsidRPr="00C65EF2">
        <w:t> touto přílohou</w:t>
      </w:r>
      <w:r w:rsidR="00D92DBC" w:rsidRPr="00C65EF2">
        <w:t>;</w:t>
      </w:r>
      <w:bookmarkEnd w:id="8"/>
    </w:p>
    <w:p w14:paraId="0D6FD7CF" w14:textId="7A0B3EBE" w:rsidR="00BA548F" w:rsidRPr="00C65EF2" w:rsidRDefault="00BA548F" w:rsidP="00BA548F">
      <w:pPr>
        <w:pStyle w:val="Psm"/>
      </w:pPr>
      <w:bookmarkStart w:id="9" w:name="_Ref203054264"/>
      <w:r w:rsidRPr="00C65EF2">
        <w:t>částí Ceny služeb nebo Ceny projektu</w:t>
      </w:r>
      <w:r w:rsidR="009D2299">
        <w:t xml:space="preserve"> podle</w:t>
      </w:r>
      <w:r w:rsidR="009D2299" w:rsidRPr="00C65EF2">
        <w:t xml:space="preserve"> Zadání, </w:t>
      </w:r>
      <w:r w:rsidR="009D2299">
        <w:t>ve kterém</w:t>
      </w:r>
      <w:r w:rsidR="009D2299" w:rsidRPr="00C65EF2">
        <w:t xml:space="preserve"> je valorizace povolena</w:t>
      </w:r>
      <w:r>
        <w:t>, které zatím nebyly ani nemohly být vykázány,</w:t>
      </w:r>
      <w:r w:rsidRPr="00C65EF2">
        <w:t xml:space="preserve"> případně již navýšených v souladu s touto přílohou; to</w:t>
      </w:r>
      <w:r>
        <w:t> </w:t>
      </w:r>
      <w:r w:rsidRPr="00C65EF2">
        <w:t xml:space="preserve">neplatí v kalendářních letech, ve kterých je valorizace v Zadání </w:t>
      </w:r>
      <w:r w:rsidR="00140FFF">
        <w:t xml:space="preserve">případně </w:t>
      </w:r>
      <w:r w:rsidRPr="00C65EF2">
        <w:t>vyloučena</w:t>
      </w:r>
      <w:bookmarkEnd w:id="9"/>
      <w:r>
        <w:t>;</w:t>
      </w:r>
    </w:p>
    <w:p w14:paraId="06C6431F" w14:textId="4F949107" w:rsidR="000364A1" w:rsidRPr="00A04008" w:rsidRDefault="000364A1" w:rsidP="00D92DBC">
      <w:pPr>
        <w:pStyle w:val="Psm"/>
      </w:pPr>
      <w:bookmarkStart w:id="10" w:name="_Ref203565837"/>
      <w:r w:rsidRPr="00A04008">
        <w:t xml:space="preserve">položkových cen nebo jejich částí </w:t>
      </w:r>
      <w:r w:rsidR="00F659B2" w:rsidRPr="00A04008">
        <w:t>zahrnutých do Smlouvy prostřednictvím Variace, případně již navýšených v souladu s touto přílohou; to neplatí v kalendářním roce, ve kterém byla oceněna taková Variace ani v bezprostředně následujícím kalendářním roc</w:t>
      </w:r>
      <w:r w:rsidR="007255A6" w:rsidRPr="00A04008">
        <w:t xml:space="preserve">e, pokud </w:t>
      </w:r>
      <w:r w:rsidR="00F87894">
        <w:t xml:space="preserve">Objednatel v pokynu Variace </w:t>
      </w:r>
      <w:r w:rsidR="00E75FB9">
        <w:t xml:space="preserve">s ohledem na způsob jejího ocenění </w:t>
      </w:r>
      <w:r w:rsidR="00F87894">
        <w:t>nestanoví jinak</w:t>
      </w:r>
      <w:r w:rsidR="00BA548F">
        <w:t>.</w:t>
      </w:r>
      <w:bookmarkEnd w:id="10"/>
    </w:p>
    <w:p w14:paraId="0E0080E7" w14:textId="7EF2BA9A" w:rsidR="00FD5AF3" w:rsidRDefault="00FD5AF3" w:rsidP="00FE1D3C">
      <w:pPr>
        <w:pStyle w:val="Pododst"/>
      </w:pPr>
      <w:r>
        <w:t xml:space="preserve">Součástí takového dodatku musí být tabulka </w:t>
      </w:r>
      <w:r w:rsidR="00216A61">
        <w:t>s přehledným znázornění</w:t>
      </w:r>
      <w:r w:rsidR="00EC41D5">
        <w:t xml:space="preserve">m úpravy každé částky včetně </w:t>
      </w:r>
      <w:r w:rsidR="00E75FB9">
        <w:t xml:space="preserve">její </w:t>
      </w:r>
      <w:r w:rsidR="00EC41D5">
        <w:t>hodnoty před úpravou a po úpravě.</w:t>
      </w:r>
    </w:p>
    <w:p w14:paraId="144C00D3" w14:textId="564B78D9" w:rsidR="00FE1D3C" w:rsidRPr="00C65EF2" w:rsidRDefault="007E41CE" w:rsidP="00FE1D3C">
      <w:pPr>
        <w:pStyle w:val="Pododst"/>
      </w:pPr>
      <w:r w:rsidRPr="00C65EF2">
        <w:t>Žádná úprava se nepoužije na části Ceny služeb nebo Ceny projektu</w:t>
      </w:r>
      <w:r w:rsidR="001B56A4">
        <w:t xml:space="preserve">, které </w:t>
      </w:r>
      <w:r w:rsidR="00956887">
        <w:t>již byly nebo</w:t>
      </w:r>
      <w:r w:rsidR="00E75FB9">
        <w:t> </w:t>
      </w:r>
      <w:r w:rsidR="00956887">
        <w:t>mohly být vykázány.</w:t>
      </w:r>
    </w:p>
    <w:p w14:paraId="17D2644E" w14:textId="5DB10012" w:rsidR="00565F03" w:rsidRPr="00E95902" w:rsidRDefault="0012136C" w:rsidP="00565F03">
      <w:pPr>
        <w:pStyle w:val="Pododst"/>
      </w:pPr>
      <w:r w:rsidRPr="00E95902">
        <w:t>Strany nesmí u</w:t>
      </w:r>
      <w:r w:rsidR="00506EA0" w:rsidRPr="00E95902">
        <w:t xml:space="preserve">zavření takového dodatku zbytečně </w:t>
      </w:r>
      <w:r w:rsidR="004C4B00" w:rsidRPr="00E95902">
        <w:t>zpožďovat</w:t>
      </w:r>
      <w:r w:rsidR="00DE76C2" w:rsidRPr="00E95902">
        <w:t>.</w:t>
      </w:r>
    </w:p>
    <w:p w14:paraId="4D5D4894" w14:textId="2E513E8F" w:rsidR="00C673C1" w:rsidRDefault="00C673C1" w:rsidP="00C673C1">
      <w:pPr>
        <w:pStyle w:val="l"/>
      </w:pPr>
      <w:r>
        <w:t>vzorec</w:t>
      </w:r>
      <w:r w:rsidR="00E84F7F">
        <w:t xml:space="preserve"> pro úpravu</w:t>
      </w:r>
    </w:p>
    <w:p w14:paraId="5545DBE8" w14:textId="63864577" w:rsidR="00D92DBC" w:rsidRPr="009F0E07" w:rsidRDefault="00E95902" w:rsidP="00C65EF2">
      <w:pPr>
        <w:pStyle w:val="Pododst"/>
        <w:rPr>
          <w:highlight w:val="yellow"/>
        </w:rPr>
      </w:pPr>
      <w:r>
        <w:t>Každá ú</w:t>
      </w:r>
      <w:r w:rsidR="00F07AA8">
        <w:t>prava</w:t>
      </w:r>
      <w:r w:rsidR="00D92DBC">
        <w:t xml:space="preserve"> </w:t>
      </w:r>
      <w:r w:rsidR="00D71A5C">
        <w:t xml:space="preserve">musí být provedena </w:t>
      </w:r>
      <w:r w:rsidR="00135BFA">
        <w:t>p</w:t>
      </w:r>
      <w:r w:rsidR="00D92DBC">
        <w:t>odle následujícího vzorce: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454"/>
        <w:gridCol w:w="283"/>
        <w:gridCol w:w="439"/>
      </w:tblGrid>
      <w:tr w:rsidR="00A51706" w:rsidRPr="00BD524B" w14:paraId="17365CA5" w14:textId="77777777" w:rsidTr="00BA7F49">
        <w:trPr>
          <w:trHeight w:val="253"/>
          <w:jc w:val="center"/>
        </w:trPr>
        <w:tc>
          <w:tcPr>
            <w:tcW w:w="283" w:type="dxa"/>
            <w:vMerge w:val="restart"/>
            <w:vAlign w:val="center"/>
          </w:tcPr>
          <w:p w14:paraId="74123E80" w14:textId="51D1FFB0" w:rsidR="00A51706" w:rsidRPr="009612FE" w:rsidRDefault="00A51706" w:rsidP="00A51706">
            <w:pPr>
              <w:pStyle w:val="Tab"/>
              <w:jc w:val="center"/>
              <w:rPr>
                <w:b/>
                <w:bCs/>
              </w:rPr>
            </w:pPr>
            <w:r w:rsidRPr="009612FE">
              <w:rPr>
                <w:b/>
                <w:bCs/>
              </w:rPr>
              <w:t>C</w:t>
            </w:r>
            <w:r w:rsidRPr="009612FE">
              <w:rPr>
                <w:b/>
                <w:bCs/>
                <w:vertAlign w:val="subscript"/>
              </w:rPr>
              <w:t>r</w:t>
            </w:r>
          </w:p>
        </w:tc>
        <w:tc>
          <w:tcPr>
            <w:tcW w:w="283" w:type="dxa"/>
            <w:vMerge w:val="restart"/>
            <w:vAlign w:val="center"/>
          </w:tcPr>
          <w:p w14:paraId="7AF4B1ED" w14:textId="77777777" w:rsidR="00A51706" w:rsidRPr="00724D16" w:rsidRDefault="00A51706" w:rsidP="00A51706">
            <w:pPr>
              <w:pStyle w:val="Tab"/>
              <w:jc w:val="center"/>
            </w:pPr>
            <w:r w:rsidRPr="00724D16">
              <w:t>=</w:t>
            </w:r>
          </w:p>
        </w:tc>
        <w:tc>
          <w:tcPr>
            <w:tcW w:w="283" w:type="dxa"/>
            <w:vMerge w:val="restart"/>
            <w:vAlign w:val="center"/>
          </w:tcPr>
          <w:p w14:paraId="185AD400" w14:textId="68AFC598" w:rsidR="00A51706" w:rsidRPr="00724D16" w:rsidRDefault="00A51706" w:rsidP="00A51706">
            <w:pPr>
              <w:pStyle w:val="Ta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283" w:type="dxa"/>
            <w:vMerge w:val="restart"/>
            <w:vAlign w:val="center"/>
          </w:tcPr>
          <w:p w14:paraId="6F83C410" w14:textId="10075778" w:rsidR="00A51706" w:rsidRPr="00724D16" w:rsidRDefault="00A51706" w:rsidP="00A51706">
            <w:pPr>
              <w:pStyle w:val="Tab"/>
              <w:jc w:val="center"/>
            </w:pPr>
            <w:r>
              <w:t>×</w:t>
            </w:r>
          </w:p>
        </w:tc>
        <w:tc>
          <w:tcPr>
            <w:tcW w:w="454" w:type="dxa"/>
            <w:vMerge w:val="restart"/>
            <w:vAlign w:val="center"/>
          </w:tcPr>
          <w:p w14:paraId="7C095912" w14:textId="3A33BB17" w:rsidR="00A51706" w:rsidRPr="009612FE" w:rsidRDefault="00A51706" w:rsidP="00A51706">
            <w:pPr>
              <w:pStyle w:val="Tab"/>
              <w:jc w:val="center"/>
              <w:rPr>
                <w:b/>
                <w:bCs/>
                <w:vertAlign w:val="subscript"/>
              </w:rPr>
            </w:pPr>
            <w:r w:rsidRPr="009612FE">
              <w:rPr>
                <w:b/>
                <w:bCs/>
              </w:rPr>
              <w:t>P</w:t>
            </w:r>
            <w:r w:rsidRPr="009612FE">
              <w:rPr>
                <w:b/>
                <w:bCs/>
                <w:vertAlign w:val="subscript"/>
              </w:rPr>
              <w:t>r - 1</w:t>
            </w:r>
          </w:p>
        </w:tc>
        <w:tc>
          <w:tcPr>
            <w:tcW w:w="283" w:type="dxa"/>
            <w:vMerge w:val="restart"/>
            <w:vAlign w:val="center"/>
          </w:tcPr>
          <w:p w14:paraId="1C80A4B5" w14:textId="6087384F" w:rsidR="00A51706" w:rsidRPr="00724D16" w:rsidRDefault="00A51706" w:rsidP="00A51706">
            <w:pPr>
              <w:pStyle w:val="Tab"/>
              <w:jc w:val="center"/>
            </w:pPr>
            <w:r>
              <w:t>×</w:t>
            </w:r>
          </w:p>
        </w:tc>
        <w:tc>
          <w:tcPr>
            <w:tcW w:w="439" w:type="dxa"/>
            <w:vMerge w:val="restart"/>
            <w:vAlign w:val="center"/>
          </w:tcPr>
          <w:p w14:paraId="0E3B624A" w14:textId="0CD1BAE1" w:rsidR="00A51706" w:rsidRPr="00BD524B" w:rsidRDefault="00A51706" w:rsidP="00A51706">
            <w:pPr>
              <w:pStyle w:val="Tab"/>
              <w:jc w:val="center"/>
              <w:rPr>
                <w:b/>
                <w:bCs/>
              </w:rPr>
            </w:pPr>
            <w:r w:rsidRPr="00BD524B">
              <w:rPr>
                <w:b/>
                <w:bCs/>
              </w:rPr>
              <w:t>0,01</w:t>
            </w:r>
          </w:p>
        </w:tc>
      </w:tr>
      <w:tr w:rsidR="00A51706" w:rsidRPr="00724D16" w14:paraId="07481A23" w14:textId="77777777" w:rsidTr="00BA7F49">
        <w:trPr>
          <w:trHeight w:val="253"/>
          <w:jc w:val="center"/>
        </w:trPr>
        <w:tc>
          <w:tcPr>
            <w:tcW w:w="283" w:type="dxa"/>
            <w:vMerge/>
            <w:vAlign w:val="center"/>
          </w:tcPr>
          <w:p w14:paraId="1B8CDC6B" w14:textId="77777777" w:rsidR="00A51706" w:rsidRPr="00724D16" w:rsidRDefault="00A51706" w:rsidP="00A51706">
            <w:pPr>
              <w:pStyle w:val="Tab"/>
              <w:jc w:val="center"/>
            </w:pPr>
          </w:p>
        </w:tc>
        <w:tc>
          <w:tcPr>
            <w:tcW w:w="283" w:type="dxa"/>
            <w:vMerge/>
            <w:vAlign w:val="center"/>
          </w:tcPr>
          <w:p w14:paraId="05F0AA60" w14:textId="77777777" w:rsidR="00A51706" w:rsidRPr="00724D16" w:rsidRDefault="00A51706" w:rsidP="00A51706">
            <w:pPr>
              <w:pStyle w:val="Tab"/>
              <w:jc w:val="center"/>
            </w:pPr>
          </w:p>
        </w:tc>
        <w:tc>
          <w:tcPr>
            <w:tcW w:w="283" w:type="dxa"/>
            <w:vMerge/>
            <w:vAlign w:val="center"/>
          </w:tcPr>
          <w:p w14:paraId="7CC4CC82" w14:textId="77777777" w:rsidR="00A51706" w:rsidRPr="00724D16" w:rsidRDefault="00A51706" w:rsidP="00A51706">
            <w:pPr>
              <w:pStyle w:val="Tab"/>
              <w:jc w:val="center"/>
            </w:pPr>
          </w:p>
        </w:tc>
        <w:tc>
          <w:tcPr>
            <w:tcW w:w="283" w:type="dxa"/>
            <w:vMerge/>
            <w:vAlign w:val="center"/>
          </w:tcPr>
          <w:p w14:paraId="24E69ACD" w14:textId="77777777" w:rsidR="00A51706" w:rsidRPr="00724D16" w:rsidRDefault="00A51706" w:rsidP="00A51706">
            <w:pPr>
              <w:pStyle w:val="Tab"/>
              <w:jc w:val="center"/>
            </w:pPr>
          </w:p>
        </w:tc>
        <w:tc>
          <w:tcPr>
            <w:tcW w:w="454" w:type="dxa"/>
            <w:vMerge/>
            <w:vAlign w:val="center"/>
          </w:tcPr>
          <w:p w14:paraId="26890D1C" w14:textId="77777777" w:rsidR="00A51706" w:rsidRPr="00724D16" w:rsidRDefault="00A51706" w:rsidP="00A51706">
            <w:pPr>
              <w:pStyle w:val="Tab"/>
              <w:jc w:val="center"/>
            </w:pPr>
          </w:p>
        </w:tc>
        <w:tc>
          <w:tcPr>
            <w:tcW w:w="283" w:type="dxa"/>
            <w:vMerge/>
            <w:vAlign w:val="center"/>
          </w:tcPr>
          <w:p w14:paraId="59095A8F" w14:textId="77777777" w:rsidR="00A51706" w:rsidRPr="00724D16" w:rsidRDefault="00A51706" w:rsidP="00A51706">
            <w:pPr>
              <w:pStyle w:val="Tab"/>
              <w:jc w:val="center"/>
            </w:pPr>
          </w:p>
        </w:tc>
        <w:tc>
          <w:tcPr>
            <w:tcW w:w="439" w:type="dxa"/>
            <w:vMerge/>
            <w:vAlign w:val="center"/>
          </w:tcPr>
          <w:p w14:paraId="56E416B6" w14:textId="77777777" w:rsidR="00A51706" w:rsidRPr="00724D16" w:rsidRDefault="00A51706" w:rsidP="00A51706">
            <w:pPr>
              <w:pStyle w:val="Tab"/>
              <w:jc w:val="center"/>
            </w:pPr>
          </w:p>
        </w:tc>
      </w:tr>
    </w:tbl>
    <w:p w14:paraId="741F7845" w14:textId="77777777" w:rsidR="00D92DBC" w:rsidRPr="00F32BAC" w:rsidRDefault="00D92DBC" w:rsidP="00C673C1">
      <w:pPr>
        <w:pStyle w:val="Tab"/>
        <w:rPr>
          <w:highlight w:val="yellow"/>
        </w:rPr>
      </w:pPr>
    </w:p>
    <w:p w14:paraId="7655DACF" w14:textId="77777777" w:rsidR="00D92DBC" w:rsidRPr="00724D16" w:rsidRDefault="00D92DBC" w:rsidP="00D92DBC">
      <w:pPr>
        <w:pStyle w:val="Pododst"/>
      </w:pPr>
      <w:r w:rsidRPr="00724D16">
        <w:t>Kde:</w:t>
      </w:r>
    </w:p>
    <w:p w14:paraId="56B83F31" w14:textId="1A75944F" w:rsidR="00D92DBC" w:rsidRPr="00724D16" w:rsidRDefault="00D92DBC" w:rsidP="00322A3C">
      <w:pPr>
        <w:pStyle w:val="Psm"/>
      </w:pPr>
      <w:r w:rsidRPr="00724D16">
        <w:t>„</w:t>
      </w:r>
      <w:r w:rsidR="00C53C58">
        <w:rPr>
          <w:b/>
          <w:bCs/>
        </w:rPr>
        <w:t>C</w:t>
      </w:r>
      <w:r w:rsidR="00C53C58">
        <w:rPr>
          <w:vertAlign w:val="subscript"/>
        </w:rPr>
        <w:t>r</w:t>
      </w:r>
      <w:r w:rsidRPr="00724D16">
        <w:t xml:space="preserve">“ je </w:t>
      </w:r>
      <w:r w:rsidR="00322A3C">
        <w:t xml:space="preserve">částka podle </w:t>
      </w:r>
      <w:r w:rsidR="00C53C58">
        <w:t>čl</w:t>
      </w:r>
      <w:r w:rsidR="00B229A9">
        <w:t>.</w:t>
      </w:r>
      <w:r w:rsidR="00C53C58">
        <w:t xml:space="preserve"> </w:t>
      </w:r>
      <w:r w:rsidR="00C53C58">
        <w:fldChar w:fldCharType="begin"/>
      </w:r>
      <w:r w:rsidR="00C53C58">
        <w:instrText xml:space="preserve"> REF _Ref203054268 \n \h </w:instrText>
      </w:r>
      <w:r w:rsidR="00C53C58">
        <w:fldChar w:fldCharType="separate"/>
      </w:r>
      <w:r w:rsidR="008F7D17">
        <w:t>1</w:t>
      </w:r>
      <w:r w:rsidR="00C53C58">
        <w:fldChar w:fldCharType="end"/>
      </w:r>
      <w:r w:rsidR="00C53C58">
        <w:t xml:space="preserve"> [</w:t>
      </w:r>
      <w:r w:rsidR="00C53C58">
        <w:fldChar w:fldCharType="begin"/>
      </w:r>
      <w:r w:rsidR="00C53C58">
        <w:instrText xml:space="preserve"> REF _Ref203054268 \h </w:instrText>
      </w:r>
      <w:r w:rsidR="00C53C58">
        <w:fldChar w:fldCharType="separate"/>
      </w:r>
      <w:r w:rsidR="008F7D17">
        <w:t>Úpravy cen</w:t>
      </w:r>
      <w:r w:rsidR="00C53C58">
        <w:fldChar w:fldCharType="end"/>
      </w:r>
      <w:r w:rsidR="00C53C58">
        <w:t>] písm.</w:t>
      </w:r>
      <w:r w:rsidR="00322A3C">
        <w:t xml:space="preserve"> </w:t>
      </w:r>
      <w:r w:rsidR="00C53C58">
        <w:fldChar w:fldCharType="begin"/>
      </w:r>
      <w:r w:rsidR="00C53C58">
        <w:instrText xml:space="preserve"> REF _Ref203054262 \n \h </w:instrText>
      </w:r>
      <w:r w:rsidR="00C53C58">
        <w:fldChar w:fldCharType="separate"/>
      </w:r>
      <w:r w:rsidR="008F7D17">
        <w:t>(a)</w:t>
      </w:r>
      <w:r w:rsidR="00C53C58">
        <w:fldChar w:fldCharType="end"/>
      </w:r>
      <w:r w:rsidR="00877E3C">
        <w:t xml:space="preserve">, </w:t>
      </w:r>
      <w:r w:rsidR="00C53C58">
        <w:fldChar w:fldCharType="begin"/>
      </w:r>
      <w:r w:rsidR="00C53C58">
        <w:instrText xml:space="preserve"> REF _Ref203054264 \n \h </w:instrText>
      </w:r>
      <w:r w:rsidR="00C53C58">
        <w:fldChar w:fldCharType="separate"/>
      </w:r>
      <w:r w:rsidR="008F7D17">
        <w:t>(b)</w:t>
      </w:r>
      <w:r w:rsidR="00C53C58">
        <w:fldChar w:fldCharType="end"/>
      </w:r>
      <w:r w:rsidR="00BD524B">
        <w:t xml:space="preserve"> </w:t>
      </w:r>
      <w:r w:rsidR="00877E3C">
        <w:t xml:space="preserve">nebo </w:t>
      </w:r>
      <w:r w:rsidR="00877E3C">
        <w:fldChar w:fldCharType="begin"/>
      </w:r>
      <w:r w:rsidR="00877E3C">
        <w:instrText xml:space="preserve"> REF _Ref203565837 \n \h </w:instrText>
      </w:r>
      <w:r w:rsidR="00877E3C">
        <w:fldChar w:fldCharType="separate"/>
      </w:r>
      <w:r w:rsidR="008F7D17">
        <w:t>(c)</w:t>
      </w:r>
      <w:r w:rsidR="00877E3C">
        <w:fldChar w:fldCharType="end"/>
      </w:r>
      <w:r w:rsidR="00877E3C">
        <w:t xml:space="preserve"> </w:t>
      </w:r>
      <w:r w:rsidR="00BD524B">
        <w:t>po úpravě zaokrouhlená na celé číslo</w:t>
      </w:r>
      <w:r w:rsidRPr="00724D16">
        <w:t xml:space="preserve">; </w:t>
      </w:r>
    </w:p>
    <w:p w14:paraId="755D2EB6" w14:textId="29011F70" w:rsidR="00D92DBC" w:rsidRPr="00724D16" w:rsidRDefault="00D92DBC" w:rsidP="00D92DBC">
      <w:pPr>
        <w:pStyle w:val="Psm"/>
      </w:pPr>
      <w:r w:rsidRPr="00724D16">
        <w:t>„</w:t>
      </w:r>
      <w:r w:rsidR="00C53C58">
        <w:rPr>
          <w:b/>
          <w:bCs/>
        </w:rPr>
        <w:t>C</w:t>
      </w:r>
      <w:r w:rsidRPr="00724D16">
        <w:t xml:space="preserve">“ je </w:t>
      </w:r>
      <w:r w:rsidR="00C53C58">
        <w:t>částka podle čl</w:t>
      </w:r>
      <w:r w:rsidR="008F7D17">
        <w:t>.</w:t>
      </w:r>
      <w:r w:rsidR="00C53C58">
        <w:t xml:space="preserve"> </w:t>
      </w:r>
      <w:r w:rsidR="00C53C58">
        <w:fldChar w:fldCharType="begin"/>
      </w:r>
      <w:r w:rsidR="00C53C58">
        <w:instrText xml:space="preserve"> REF _Ref203054268 \n \h </w:instrText>
      </w:r>
      <w:r w:rsidR="00C53C58">
        <w:fldChar w:fldCharType="separate"/>
      </w:r>
      <w:r w:rsidR="008F7D17">
        <w:t>1</w:t>
      </w:r>
      <w:r w:rsidR="00C53C58">
        <w:fldChar w:fldCharType="end"/>
      </w:r>
      <w:r w:rsidR="00C53C58">
        <w:t xml:space="preserve"> [</w:t>
      </w:r>
      <w:r w:rsidR="00C53C58">
        <w:fldChar w:fldCharType="begin"/>
      </w:r>
      <w:r w:rsidR="00C53C58">
        <w:instrText xml:space="preserve"> REF _Ref203054268 \h </w:instrText>
      </w:r>
      <w:r w:rsidR="00C53C58">
        <w:fldChar w:fldCharType="separate"/>
      </w:r>
      <w:r w:rsidR="008F7D17">
        <w:t>Úpravy cen</w:t>
      </w:r>
      <w:r w:rsidR="00C53C58">
        <w:fldChar w:fldCharType="end"/>
      </w:r>
      <w:r w:rsidR="00C53C58">
        <w:t xml:space="preserve">] písm. </w:t>
      </w:r>
      <w:r w:rsidR="00C53C58">
        <w:fldChar w:fldCharType="begin"/>
      </w:r>
      <w:r w:rsidR="00C53C58">
        <w:instrText xml:space="preserve"> REF _Ref203054262 \n \h </w:instrText>
      </w:r>
      <w:r w:rsidR="00C53C58">
        <w:fldChar w:fldCharType="separate"/>
      </w:r>
      <w:r w:rsidR="008F7D17">
        <w:t>(a)</w:t>
      </w:r>
      <w:r w:rsidR="00C53C58">
        <w:fldChar w:fldCharType="end"/>
      </w:r>
      <w:r w:rsidR="00877E3C">
        <w:t>,</w:t>
      </w:r>
      <w:r w:rsidR="00C53C58">
        <w:t xml:space="preserve"> </w:t>
      </w:r>
      <w:r w:rsidR="00C53C58">
        <w:fldChar w:fldCharType="begin"/>
      </w:r>
      <w:r w:rsidR="00C53C58">
        <w:instrText xml:space="preserve"> REF _Ref203054264 \n \h </w:instrText>
      </w:r>
      <w:r w:rsidR="00C53C58">
        <w:fldChar w:fldCharType="separate"/>
      </w:r>
      <w:r w:rsidR="008F7D17">
        <w:t>(b)</w:t>
      </w:r>
      <w:r w:rsidR="00C53C58">
        <w:fldChar w:fldCharType="end"/>
      </w:r>
      <w:r w:rsidR="00C53C58">
        <w:t xml:space="preserve"> </w:t>
      </w:r>
      <w:r w:rsidR="00877E3C">
        <w:t xml:space="preserve">nebo </w:t>
      </w:r>
      <w:r w:rsidR="00877E3C">
        <w:fldChar w:fldCharType="begin"/>
      </w:r>
      <w:r w:rsidR="00877E3C">
        <w:instrText xml:space="preserve"> REF _Ref203565837 \n \h </w:instrText>
      </w:r>
      <w:r w:rsidR="00877E3C">
        <w:fldChar w:fldCharType="separate"/>
      </w:r>
      <w:r w:rsidR="008F7D17">
        <w:t>(c)</w:t>
      </w:r>
      <w:r w:rsidR="00877E3C">
        <w:fldChar w:fldCharType="end"/>
      </w:r>
      <w:r w:rsidR="00877E3C">
        <w:t xml:space="preserve"> </w:t>
      </w:r>
      <w:r w:rsidR="00C53C58">
        <w:t>před úpravou</w:t>
      </w:r>
      <w:r w:rsidRPr="00724D16">
        <w:t xml:space="preserve">; </w:t>
      </w:r>
    </w:p>
    <w:p w14:paraId="0F8E8E32" w14:textId="01EC9C48" w:rsidR="00DC2648" w:rsidRDefault="00C53C58" w:rsidP="00C65EF2">
      <w:pPr>
        <w:pStyle w:val="Psm"/>
      </w:pPr>
      <w:r w:rsidRPr="00724D16">
        <w:t>„</w:t>
      </w:r>
      <w:r w:rsidRPr="002B2D78">
        <w:rPr>
          <w:b/>
          <w:bCs/>
        </w:rPr>
        <w:t>P</w:t>
      </w:r>
      <w:r w:rsidRPr="002B2D78">
        <w:rPr>
          <w:vertAlign w:val="subscript"/>
        </w:rPr>
        <w:t>r - 1</w:t>
      </w:r>
      <w:r w:rsidRPr="00724D16">
        <w:t xml:space="preserve">“ je </w:t>
      </w:r>
      <w:r>
        <w:t>h</w:t>
      </w:r>
      <w:r w:rsidR="00EA2C04">
        <w:t xml:space="preserve">odnota zveřejněná Českým statistickým úřadem </w:t>
      </w:r>
      <w:r w:rsidR="008C3EE7">
        <w:t>v</w:t>
      </w:r>
      <w:r w:rsidR="00DC2648">
        <w:t xml:space="preserve"> </w:t>
      </w:r>
      <w:r w:rsidR="00D83F66" w:rsidRPr="002B2D78">
        <w:rPr>
          <w:b/>
          <w:bCs/>
          <w:i/>
          <w:iCs/>
        </w:rPr>
        <w:t>Indexy cen průmyslových výrobců</w:t>
      </w:r>
      <w:r w:rsidRPr="002B2D78">
        <w:rPr>
          <w:b/>
          <w:bCs/>
          <w:i/>
          <w:iCs/>
        </w:rPr>
        <w:t xml:space="preserve"> </w:t>
      </w:r>
      <w:r w:rsidR="00886158" w:rsidRPr="002B2D78">
        <w:rPr>
          <w:b/>
          <w:bCs/>
          <w:i/>
          <w:iCs/>
        </w:rPr>
        <w:t>–</w:t>
      </w:r>
      <w:r w:rsidRPr="002B2D78">
        <w:rPr>
          <w:b/>
          <w:bCs/>
          <w:i/>
          <w:iCs/>
        </w:rPr>
        <w:t xml:space="preserve"> </w:t>
      </w:r>
      <w:r w:rsidR="00886158" w:rsidRPr="002B2D78">
        <w:rPr>
          <w:b/>
          <w:bCs/>
          <w:i/>
          <w:iCs/>
        </w:rPr>
        <w:t>prosinec</w:t>
      </w:r>
      <w:r w:rsidRPr="002B2D78">
        <w:rPr>
          <w:b/>
          <w:bCs/>
          <w:i/>
          <w:iCs/>
        </w:rPr>
        <w:t xml:space="preserve"> [r - 1]</w:t>
      </w:r>
      <w:r w:rsidR="00DC2648">
        <w:t xml:space="preserve"> </w:t>
      </w:r>
      <w:r w:rsidR="00EA2C04" w:rsidRPr="00EA2C04">
        <w:t>→</w:t>
      </w:r>
      <w:r w:rsidR="00DC2648">
        <w:t xml:space="preserve"> </w:t>
      </w:r>
      <w:r w:rsidR="00E646CF" w:rsidRPr="002B2D78">
        <w:rPr>
          <w:b/>
          <w:bCs/>
          <w:i/>
          <w:iCs/>
        </w:rPr>
        <w:t>Indexy cen průmyslových výrobců podle sekce, oddílu a skupiny CZ CPA</w:t>
      </w:r>
      <w:r w:rsidR="00EA2C04">
        <w:t xml:space="preserve"> </w:t>
      </w:r>
      <w:r w:rsidR="00EA2C04" w:rsidRPr="00EA2C04">
        <w:t>→</w:t>
      </w:r>
      <w:r w:rsidR="00EA2C04">
        <w:t xml:space="preserve"> </w:t>
      </w:r>
      <w:r w:rsidR="00DD154D" w:rsidRPr="002B2D78">
        <w:rPr>
          <w:b/>
          <w:bCs/>
          <w:i/>
          <w:iCs/>
        </w:rPr>
        <w:t>Tab. 6 P</w:t>
      </w:r>
      <w:r w:rsidR="00DC2648" w:rsidRPr="002B2D78">
        <w:rPr>
          <w:b/>
          <w:bCs/>
          <w:i/>
          <w:iCs/>
        </w:rPr>
        <w:t>ředchozí období = 100, stejné období předchozího roku = 100</w:t>
      </w:r>
      <w:r w:rsidR="00DD154D">
        <w:t xml:space="preserve"> </w:t>
      </w:r>
      <w:r w:rsidR="00DD154D" w:rsidRPr="00EA2C04">
        <w:t>→</w:t>
      </w:r>
      <w:r w:rsidR="00DD154D">
        <w:t xml:space="preserve"> </w:t>
      </w:r>
      <w:r w:rsidR="000C4AEF">
        <w:t xml:space="preserve">sloupec </w:t>
      </w:r>
      <w:r w:rsidR="002B2D78" w:rsidRPr="002B2D78">
        <w:rPr>
          <w:b/>
          <w:bCs/>
          <w:i/>
          <w:iCs/>
        </w:rPr>
        <w:t>P</w:t>
      </w:r>
      <w:r w:rsidR="0093639E" w:rsidRPr="002B2D78">
        <w:rPr>
          <w:b/>
          <w:bCs/>
          <w:i/>
          <w:iCs/>
        </w:rPr>
        <w:t>růměr od počátku roku</w:t>
      </w:r>
      <w:r w:rsidR="002B2D78" w:rsidRPr="002B2D78">
        <w:rPr>
          <w:vertAlign w:val="superscript"/>
        </w:rPr>
        <w:footnoteReference w:id="3"/>
      </w:r>
      <w:r w:rsidR="007C3BAB" w:rsidRPr="007C3BAB">
        <w:t xml:space="preserve">, </w:t>
      </w:r>
      <w:r w:rsidR="007C3BAB" w:rsidRPr="002B2D78">
        <w:t xml:space="preserve">řádek </w:t>
      </w:r>
      <w:r w:rsidR="007C3BAB" w:rsidRPr="002B2D78">
        <w:rPr>
          <w:b/>
          <w:bCs/>
          <w:i/>
          <w:iCs/>
        </w:rPr>
        <w:t>33 Opravy, údržba a instalace strojů a zařízení</w:t>
      </w:r>
      <w:r w:rsidR="007C3BAB">
        <w:t>;</w:t>
      </w:r>
    </w:p>
    <w:p w14:paraId="7BD20682" w14:textId="0A9CD7B0" w:rsidR="009612FE" w:rsidRPr="0093155D" w:rsidRDefault="009612FE" w:rsidP="00C53C58">
      <w:pPr>
        <w:pStyle w:val="Psm"/>
      </w:pPr>
      <w:r w:rsidRPr="0093155D">
        <w:lastRenderedPageBreak/>
        <w:t>„</w:t>
      </w:r>
      <w:r w:rsidRPr="0093155D">
        <w:rPr>
          <w:b/>
          <w:bCs/>
        </w:rPr>
        <w:t>r</w:t>
      </w:r>
      <w:r w:rsidRPr="0093155D">
        <w:t xml:space="preserve">“ je kalendářní rok, ve kterém </w:t>
      </w:r>
      <w:r w:rsidR="00F30D3A" w:rsidRPr="0093155D">
        <w:t xml:space="preserve">je úprava </w:t>
      </w:r>
      <w:r w:rsidR="00E95902">
        <w:t>provedena</w:t>
      </w:r>
      <w:r w:rsidR="0093155D" w:rsidRPr="0093155D">
        <w:t>.</w:t>
      </w:r>
    </w:p>
    <w:p w14:paraId="7CC414AD" w14:textId="19EA8284" w:rsidR="00D92DBC" w:rsidRDefault="00D92DBC" w:rsidP="00C65EF2">
      <w:pPr>
        <w:pStyle w:val="Pododst"/>
      </w:pPr>
      <w:r w:rsidRPr="00724D16">
        <w:t xml:space="preserve">Pokud bylo vydávání </w:t>
      </w:r>
      <w:r w:rsidR="009612FE">
        <w:t xml:space="preserve">stanoveného </w:t>
      </w:r>
      <w:r w:rsidRPr="00724D16">
        <w:t>index</w:t>
      </w:r>
      <w:r w:rsidR="00606723">
        <w:t>u</w:t>
      </w:r>
      <w:r w:rsidRPr="00724D16">
        <w:t xml:space="preserve"> ukončeno, musí být použit index, kter</w:t>
      </w:r>
      <w:r w:rsidR="00606723">
        <w:t>ý</w:t>
      </w:r>
      <w:r w:rsidRPr="00724D16">
        <w:t xml:space="preserve"> je</w:t>
      </w:r>
      <w:r w:rsidR="00606723">
        <w:t>j</w:t>
      </w:r>
      <w:r w:rsidRPr="00724D16">
        <w:t xml:space="preserve"> podle informací poskytnutých jejich vydavatelem nahradil.</w:t>
      </w:r>
      <w:r w:rsidR="00606723">
        <w:t xml:space="preserve"> </w:t>
      </w:r>
      <w:r w:rsidRPr="0077485A">
        <w:t>Dokud není index k</w:t>
      </w:r>
      <w:r w:rsidR="009612FE">
        <w:t> </w:t>
      </w:r>
      <w:r w:rsidRPr="0077485A">
        <w:t xml:space="preserve">dispozici, </w:t>
      </w:r>
      <w:r>
        <w:t xml:space="preserve">nelze </w:t>
      </w:r>
      <w:r w:rsidR="002A3907">
        <w:t>úpravu provést</w:t>
      </w:r>
      <w:r w:rsidR="00606723">
        <w:t>.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D92DBC" w:rsidSect="00EC41D5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B5DE6" w14:textId="77777777" w:rsidR="008F286F" w:rsidRDefault="008F286F">
      <w:r>
        <w:separator/>
      </w:r>
    </w:p>
    <w:p w14:paraId="63CE1659" w14:textId="77777777" w:rsidR="008F286F" w:rsidRDefault="008F286F"/>
    <w:p w14:paraId="743C2D58" w14:textId="77777777" w:rsidR="008F286F" w:rsidRDefault="008F286F"/>
    <w:p w14:paraId="43A48114" w14:textId="77777777" w:rsidR="008F286F" w:rsidRDefault="008F286F"/>
  </w:endnote>
  <w:endnote w:type="continuationSeparator" w:id="0">
    <w:p w14:paraId="196BF01A" w14:textId="77777777" w:rsidR="008F286F" w:rsidRDefault="008F286F">
      <w:r>
        <w:continuationSeparator/>
      </w:r>
    </w:p>
    <w:p w14:paraId="5CE6DD73" w14:textId="77777777" w:rsidR="008F286F" w:rsidRDefault="008F286F"/>
    <w:p w14:paraId="1FCA73F9" w14:textId="77777777" w:rsidR="008F286F" w:rsidRDefault="008F286F"/>
    <w:p w14:paraId="34CFE037" w14:textId="77777777" w:rsidR="008F286F" w:rsidRDefault="008F286F"/>
  </w:endnote>
  <w:endnote w:type="continuationNotice" w:id="1">
    <w:p w14:paraId="1F3BCE7A" w14:textId="77777777" w:rsidR="008F286F" w:rsidRDefault="008F286F"/>
    <w:p w14:paraId="546CE3DA" w14:textId="77777777" w:rsidR="008F286F" w:rsidRDefault="008F286F"/>
    <w:p w14:paraId="706E119C" w14:textId="77777777" w:rsidR="008F286F" w:rsidRDefault="008F28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7DE49BAA" w:rsidR="003D08CB" w:rsidRPr="00FD5C34" w:rsidRDefault="00FD5C34" w:rsidP="00FD5C34">
            <w:pPr>
              <w:pStyle w:val="Footer"/>
            </w:pPr>
            <w:r w:rsidRPr="009B1838">
              <w:t>S</w:t>
            </w:r>
            <w:r w:rsidR="00357D8E">
              <w:t>ervisní s</w:t>
            </w:r>
            <w:r w:rsidRPr="009B1838">
              <w:t>mlouva</w:t>
            </w:r>
            <w:r w:rsidR="0056661E" w:rsidRPr="009B1838">
              <w:t xml:space="preserve"> | Příloha K.</w:t>
            </w:r>
            <w:r w:rsidR="005A717A">
              <w:t>2</w:t>
            </w:r>
            <w:r w:rsidR="0056661E" w:rsidRPr="009B1838">
              <w:t xml:space="preserve"> | </w:t>
            </w:r>
            <w:r w:rsidR="005A717A">
              <w:t>Valorizace</w:t>
            </w:r>
            <w:r w:rsidR="00B83F96" w:rsidRPr="009B1838">
              <w:tab/>
            </w:r>
            <w:r w:rsidR="00B83F96" w:rsidRPr="009B1838">
              <w:fldChar w:fldCharType="begin"/>
            </w:r>
            <w:r w:rsidR="00B83F96" w:rsidRPr="009B1838">
              <w:instrText>PAGE</w:instrText>
            </w:r>
            <w:r w:rsidR="00B83F96" w:rsidRPr="009B1838">
              <w:fldChar w:fldCharType="separate"/>
            </w:r>
            <w:r w:rsidR="00B83F96" w:rsidRPr="009B1838">
              <w:t>9</w:t>
            </w:r>
            <w:r w:rsidR="00B83F96" w:rsidRPr="009B1838">
              <w:fldChar w:fldCharType="end"/>
            </w:r>
            <w:r w:rsidR="00B83F96" w:rsidRPr="009B1838">
              <w:t xml:space="preserve"> | </w:t>
            </w:r>
            <w:r w:rsidR="00B83F96" w:rsidRPr="009B1838">
              <w:fldChar w:fldCharType="begin"/>
            </w:r>
            <w:r w:rsidR="00B83F96" w:rsidRPr="009B1838">
              <w:instrText>SECTIONPAGES</w:instrText>
            </w:r>
            <w:r w:rsidR="00B83F96" w:rsidRPr="009B1838">
              <w:fldChar w:fldCharType="separate"/>
            </w:r>
            <w:r w:rsidR="00077137">
              <w:rPr>
                <w:noProof/>
              </w:rPr>
              <w:t>3</w:t>
            </w:r>
            <w:r w:rsidR="00B83F96" w:rsidRPr="009B1838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10115926" w:rsidR="00FD5C34" w:rsidRPr="00FD5C34" w:rsidRDefault="00357D8E" w:rsidP="00FD5C34">
            <w:pPr>
              <w:pStyle w:val="Footer"/>
            </w:pPr>
            <w:r>
              <w:t>Servisní smlouva</w:t>
            </w:r>
            <w:r w:rsidR="00891B20" w:rsidRPr="009B1838">
              <w:t xml:space="preserve"> | Příloha K.</w:t>
            </w:r>
            <w:r w:rsidR="00113277">
              <w:t>2</w:t>
            </w:r>
            <w:r w:rsidR="00891B20" w:rsidRPr="009B1838">
              <w:t xml:space="preserve"> | </w:t>
            </w:r>
            <w:r w:rsidR="00113277">
              <w:t>Valorizace</w:t>
            </w:r>
            <w:r w:rsidR="00FD5C34" w:rsidRPr="009B1838">
              <w:tab/>
            </w:r>
            <w:r w:rsidR="00FD5C34" w:rsidRPr="009B1838">
              <w:fldChar w:fldCharType="begin"/>
            </w:r>
            <w:r w:rsidR="00FD5C34" w:rsidRPr="009B1838">
              <w:instrText>PAGE</w:instrText>
            </w:r>
            <w:r w:rsidR="00FD5C34" w:rsidRPr="009B1838">
              <w:fldChar w:fldCharType="separate"/>
            </w:r>
            <w:r w:rsidR="00FD5C34" w:rsidRPr="009B1838">
              <w:t>5</w:t>
            </w:r>
            <w:r w:rsidR="00FD5C34" w:rsidRPr="009B1838">
              <w:fldChar w:fldCharType="end"/>
            </w:r>
            <w:r w:rsidR="00FD5C34" w:rsidRPr="009B1838">
              <w:t xml:space="preserve"> | </w:t>
            </w:r>
            <w:r w:rsidR="00FD5C34" w:rsidRPr="009B1838">
              <w:fldChar w:fldCharType="begin"/>
            </w:r>
            <w:r w:rsidR="00FD5C34" w:rsidRPr="009B1838">
              <w:instrText>SECTIONPAGES</w:instrText>
            </w:r>
            <w:r w:rsidR="00FD5C34" w:rsidRPr="009B1838">
              <w:fldChar w:fldCharType="separate"/>
            </w:r>
            <w:r w:rsidR="00077137">
              <w:rPr>
                <w:noProof/>
              </w:rPr>
              <w:t>3</w:t>
            </w:r>
            <w:r w:rsidR="00FD5C34" w:rsidRPr="009B183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6F926" w14:textId="77777777" w:rsidR="008F286F" w:rsidRDefault="008F286F">
      <w:r>
        <w:separator/>
      </w:r>
    </w:p>
  </w:footnote>
  <w:footnote w:type="continuationSeparator" w:id="0">
    <w:p w14:paraId="00A9D733" w14:textId="77777777" w:rsidR="008F286F" w:rsidRDefault="008F286F">
      <w:r>
        <w:continuationSeparator/>
      </w:r>
    </w:p>
    <w:p w14:paraId="0EB17A46" w14:textId="77777777" w:rsidR="008F286F" w:rsidRDefault="008F286F"/>
    <w:p w14:paraId="49AC927E" w14:textId="77777777" w:rsidR="008F286F" w:rsidRDefault="008F286F"/>
    <w:p w14:paraId="7C7CC08D" w14:textId="77777777" w:rsidR="008F286F" w:rsidRDefault="008F286F"/>
  </w:footnote>
  <w:footnote w:type="continuationNotice" w:id="1">
    <w:p w14:paraId="1F414297" w14:textId="77777777" w:rsidR="008F286F" w:rsidRDefault="008F286F"/>
    <w:p w14:paraId="25A46509" w14:textId="77777777" w:rsidR="008F286F" w:rsidRDefault="008F286F"/>
    <w:p w14:paraId="2EC4DD5E" w14:textId="77777777" w:rsidR="008F286F" w:rsidRDefault="008F286F"/>
    <w:p w14:paraId="516D237B" w14:textId="77777777" w:rsidR="008F286F" w:rsidRDefault="008F286F"/>
  </w:footnote>
  <w:footnote w:id="2">
    <w:p w14:paraId="6D8E4528" w14:textId="53D10B25" w:rsidR="008B2151" w:rsidRDefault="008B2151" w:rsidP="00000BA4">
      <w:pPr>
        <w:pStyle w:val="FootnoteText"/>
      </w:pPr>
      <w:r>
        <w:rPr>
          <w:rStyle w:val="FootnoteReference"/>
        </w:rPr>
        <w:footnoteRef/>
      </w:r>
      <w:r>
        <w:tab/>
        <w:t xml:space="preserve">Položkovou cenou </w:t>
      </w:r>
      <w:r w:rsidR="00874291">
        <w:t>se rozumí</w:t>
      </w:r>
      <w:r>
        <w:t xml:space="preserve"> každá částka obsažená v Nabídce </w:t>
      </w:r>
      <w:r w:rsidR="0014088E">
        <w:t xml:space="preserve">(dopisu nabídky) ve </w:t>
      </w:r>
      <w:r w:rsidR="00000BA4">
        <w:t>sloupci „</w:t>
      </w:r>
      <w:r w:rsidR="00000BA4" w:rsidRPr="00224272">
        <w:rPr>
          <w:i/>
          <w:iCs/>
        </w:rPr>
        <w:t>výše ceny za jednotku</w:t>
      </w:r>
      <w:r w:rsidR="00000BA4">
        <w:t>“.</w:t>
      </w:r>
    </w:p>
  </w:footnote>
  <w:footnote w:id="3">
    <w:p w14:paraId="3F621396" w14:textId="7BF4D386" w:rsidR="002B2D78" w:rsidRPr="00592DB7" w:rsidRDefault="002B2D78" w:rsidP="00592DB7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ab/>
      </w:r>
      <w:r w:rsidRPr="00FB1488">
        <w:t>Např. při výpočtu v roce 202</w:t>
      </w:r>
      <w:r>
        <w:t>5</w:t>
      </w:r>
      <w:r w:rsidRPr="00FB1488">
        <w:t xml:space="preserve"> by se jednalo o hodnotu uvedenou v buňce </w:t>
      </w:r>
      <w:r w:rsidR="007C3BAB">
        <w:t>L110</w:t>
      </w:r>
      <w:r>
        <w:t xml:space="preserve"> (</w:t>
      </w:r>
      <w:r w:rsidRPr="003570B5">
        <w:rPr>
          <w:i/>
          <w:iCs/>
        </w:rPr>
        <w:t>10</w:t>
      </w:r>
      <w:r w:rsidR="007C3BAB">
        <w:rPr>
          <w:i/>
          <w:iCs/>
        </w:rPr>
        <w:t>5</w:t>
      </w:r>
      <w:r w:rsidRPr="003570B5">
        <w:rPr>
          <w:i/>
          <w:iCs/>
        </w:rPr>
        <w:t>,</w:t>
      </w:r>
      <w:r w:rsidR="007C3BAB">
        <w:rPr>
          <w:i/>
          <w:iCs/>
        </w:rPr>
        <w:t>0</w:t>
      </w:r>
      <w:r>
        <w:t>)</w:t>
      </w:r>
      <w:r w:rsidRPr="00FB1488">
        <w:t xml:space="preserve"> v tabulce dostupné na</w:t>
      </w:r>
      <w:r>
        <w:t>:</w:t>
      </w:r>
      <w:r w:rsidR="00592DB7">
        <w:t xml:space="preserve"> </w:t>
      </w:r>
      <w:hyperlink r:id="rId1" w:history="1">
        <w:r w:rsidR="00592DB7" w:rsidRPr="0033783A">
          <w:rPr>
            <w:rStyle w:val="Hyperlink"/>
            <w:sz w:val="16"/>
            <w:szCs w:val="16"/>
          </w:rPr>
          <w:t>https://csu.gov.cz/docs/107508/aae113b8-7efc-12ab-9746-dc0e902164d5/011044241206.xlsx?version=1.0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875217910" name="Picture 875217910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AB3"/>
    <w:rsid w:val="00000BA4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46D"/>
    <w:rsid w:val="00002795"/>
    <w:rsid w:val="000029E2"/>
    <w:rsid w:val="00002B6D"/>
    <w:rsid w:val="00002C0F"/>
    <w:rsid w:val="00003340"/>
    <w:rsid w:val="0000352F"/>
    <w:rsid w:val="000037AD"/>
    <w:rsid w:val="00003861"/>
    <w:rsid w:val="00003BF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776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C69"/>
    <w:rsid w:val="00017E22"/>
    <w:rsid w:val="00017F9D"/>
    <w:rsid w:val="00017FEB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A7E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4A1"/>
    <w:rsid w:val="000368B0"/>
    <w:rsid w:val="00036972"/>
    <w:rsid w:val="00036E7E"/>
    <w:rsid w:val="00036E8A"/>
    <w:rsid w:val="00036E95"/>
    <w:rsid w:val="00036EA4"/>
    <w:rsid w:val="00036FEE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47F"/>
    <w:rsid w:val="0004271B"/>
    <w:rsid w:val="00042B4F"/>
    <w:rsid w:val="00043470"/>
    <w:rsid w:val="0004352A"/>
    <w:rsid w:val="00043F22"/>
    <w:rsid w:val="000441DE"/>
    <w:rsid w:val="000448B2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8E5"/>
    <w:rsid w:val="00050E6C"/>
    <w:rsid w:val="000510C8"/>
    <w:rsid w:val="000511A6"/>
    <w:rsid w:val="00051A3B"/>
    <w:rsid w:val="00051F8A"/>
    <w:rsid w:val="00052108"/>
    <w:rsid w:val="00052221"/>
    <w:rsid w:val="00052BCE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D1D"/>
    <w:rsid w:val="00066E14"/>
    <w:rsid w:val="00066E23"/>
    <w:rsid w:val="0006735A"/>
    <w:rsid w:val="00067639"/>
    <w:rsid w:val="00067927"/>
    <w:rsid w:val="00067B6A"/>
    <w:rsid w:val="00067BD2"/>
    <w:rsid w:val="00067FEB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4F3"/>
    <w:rsid w:val="00072568"/>
    <w:rsid w:val="000726AD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4DE5"/>
    <w:rsid w:val="0007502E"/>
    <w:rsid w:val="000750FC"/>
    <w:rsid w:val="0007559D"/>
    <w:rsid w:val="00075F9C"/>
    <w:rsid w:val="00076267"/>
    <w:rsid w:val="0007672D"/>
    <w:rsid w:val="000769B1"/>
    <w:rsid w:val="00077137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74A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1D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50D7"/>
    <w:rsid w:val="0009518E"/>
    <w:rsid w:val="00095284"/>
    <w:rsid w:val="0009550A"/>
    <w:rsid w:val="00095697"/>
    <w:rsid w:val="00095748"/>
    <w:rsid w:val="00095989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711"/>
    <w:rsid w:val="000A1A03"/>
    <w:rsid w:val="000A1BBF"/>
    <w:rsid w:val="000A22FD"/>
    <w:rsid w:val="000A26D2"/>
    <w:rsid w:val="000A2A1D"/>
    <w:rsid w:val="000A2B74"/>
    <w:rsid w:val="000A2BD0"/>
    <w:rsid w:val="000A2E9C"/>
    <w:rsid w:val="000A30A2"/>
    <w:rsid w:val="000A38DE"/>
    <w:rsid w:val="000A3A17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31C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31A"/>
    <w:rsid w:val="000B4449"/>
    <w:rsid w:val="000B448E"/>
    <w:rsid w:val="000B44A1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AEF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D9F"/>
    <w:rsid w:val="000D23B3"/>
    <w:rsid w:val="000D27A8"/>
    <w:rsid w:val="000D2830"/>
    <w:rsid w:val="000D292D"/>
    <w:rsid w:val="000D2FC8"/>
    <w:rsid w:val="000D317B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30B"/>
    <w:rsid w:val="000D5725"/>
    <w:rsid w:val="000D5737"/>
    <w:rsid w:val="000D5CF1"/>
    <w:rsid w:val="000D5E6F"/>
    <w:rsid w:val="000D63CE"/>
    <w:rsid w:val="000D6493"/>
    <w:rsid w:val="000D66F5"/>
    <w:rsid w:val="000D6AD7"/>
    <w:rsid w:val="000D6E83"/>
    <w:rsid w:val="000D70D6"/>
    <w:rsid w:val="000D7118"/>
    <w:rsid w:val="000D77C4"/>
    <w:rsid w:val="000D7826"/>
    <w:rsid w:val="000D78F9"/>
    <w:rsid w:val="000D79C8"/>
    <w:rsid w:val="000D7AA6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7D1"/>
    <w:rsid w:val="000E19A2"/>
    <w:rsid w:val="000E1A9B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5C9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D16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277"/>
    <w:rsid w:val="00113428"/>
    <w:rsid w:val="001136B4"/>
    <w:rsid w:val="00113B04"/>
    <w:rsid w:val="00113FE7"/>
    <w:rsid w:val="0011411B"/>
    <w:rsid w:val="00114263"/>
    <w:rsid w:val="0011448F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36C"/>
    <w:rsid w:val="00121754"/>
    <w:rsid w:val="0012182A"/>
    <w:rsid w:val="00121C6E"/>
    <w:rsid w:val="00121CFE"/>
    <w:rsid w:val="00122252"/>
    <w:rsid w:val="00122998"/>
    <w:rsid w:val="00122EDE"/>
    <w:rsid w:val="00122F37"/>
    <w:rsid w:val="0012302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4B73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BFA"/>
    <w:rsid w:val="00135DAA"/>
    <w:rsid w:val="00135E57"/>
    <w:rsid w:val="00136018"/>
    <w:rsid w:val="001360E1"/>
    <w:rsid w:val="00136665"/>
    <w:rsid w:val="00136958"/>
    <w:rsid w:val="00136A66"/>
    <w:rsid w:val="00136C71"/>
    <w:rsid w:val="00136FEA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88E"/>
    <w:rsid w:val="00140D16"/>
    <w:rsid w:val="00140F10"/>
    <w:rsid w:val="00140FFF"/>
    <w:rsid w:val="001410DF"/>
    <w:rsid w:val="00141308"/>
    <w:rsid w:val="00141584"/>
    <w:rsid w:val="00141875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597"/>
    <w:rsid w:val="00147772"/>
    <w:rsid w:val="001478B0"/>
    <w:rsid w:val="001479AF"/>
    <w:rsid w:val="00147C69"/>
    <w:rsid w:val="00147DF3"/>
    <w:rsid w:val="00147EC7"/>
    <w:rsid w:val="00150148"/>
    <w:rsid w:val="00150483"/>
    <w:rsid w:val="0015095F"/>
    <w:rsid w:val="00150D2A"/>
    <w:rsid w:val="00150D33"/>
    <w:rsid w:val="00150E5A"/>
    <w:rsid w:val="0015106B"/>
    <w:rsid w:val="00151912"/>
    <w:rsid w:val="001523A9"/>
    <w:rsid w:val="00152500"/>
    <w:rsid w:val="00152607"/>
    <w:rsid w:val="001529FC"/>
    <w:rsid w:val="00152CDF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0ED5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347"/>
    <w:rsid w:val="00163405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6A1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24F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2F4E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265"/>
    <w:rsid w:val="00186471"/>
    <w:rsid w:val="00186C74"/>
    <w:rsid w:val="00186E0A"/>
    <w:rsid w:val="001870E7"/>
    <w:rsid w:val="00187289"/>
    <w:rsid w:val="001872A4"/>
    <w:rsid w:val="001872EC"/>
    <w:rsid w:val="001874F1"/>
    <w:rsid w:val="0018794B"/>
    <w:rsid w:val="00187B6B"/>
    <w:rsid w:val="00187C55"/>
    <w:rsid w:val="0019011D"/>
    <w:rsid w:val="0019077F"/>
    <w:rsid w:val="00190BA5"/>
    <w:rsid w:val="00190F0F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3834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882"/>
    <w:rsid w:val="001A0AC4"/>
    <w:rsid w:val="001A0B2A"/>
    <w:rsid w:val="001A0D41"/>
    <w:rsid w:val="001A0E9E"/>
    <w:rsid w:val="001A1089"/>
    <w:rsid w:val="001A117E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CC5"/>
    <w:rsid w:val="001B4D8C"/>
    <w:rsid w:val="001B4E56"/>
    <w:rsid w:val="001B51BF"/>
    <w:rsid w:val="001B56A4"/>
    <w:rsid w:val="001B58FB"/>
    <w:rsid w:val="001B594A"/>
    <w:rsid w:val="001B5B4D"/>
    <w:rsid w:val="001B5D79"/>
    <w:rsid w:val="001B5FFF"/>
    <w:rsid w:val="001B614F"/>
    <w:rsid w:val="001B61FA"/>
    <w:rsid w:val="001B620E"/>
    <w:rsid w:val="001B6265"/>
    <w:rsid w:val="001B6442"/>
    <w:rsid w:val="001B6678"/>
    <w:rsid w:val="001B6688"/>
    <w:rsid w:val="001B6C53"/>
    <w:rsid w:val="001B7043"/>
    <w:rsid w:val="001B7271"/>
    <w:rsid w:val="001B7A01"/>
    <w:rsid w:val="001C01AC"/>
    <w:rsid w:val="001C036E"/>
    <w:rsid w:val="001C133D"/>
    <w:rsid w:val="001C1584"/>
    <w:rsid w:val="001C1B4A"/>
    <w:rsid w:val="001C1B76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472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C7905"/>
    <w:rsid w:val="001D0005"/>
    <w:rsid w:val="001D0018"/>
    <w:rsid w:val="001D046D"/>
    <w:rsid w:val="001D04DB"/>
    <w:rsid w:val="001D08D0"/>
    <w:rsid w:val="001D0A3D"/>
    <w:rsid w:val="001D0A7A"/>
    <w:rsid w:val="001D0ACC"/>
    <w:rsid w:val="001D0B65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4"/>
    <w:rsid w:val="001D56BF"/>
    <w:rsid w:val="001D6490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1FB3"/>
    <w:rsid w:val="001E25FC"/>
    <w:rsid w:val="001E2683"/>
    <w:rsid w:val="001E2EB0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088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6F93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268"/>
    <w:rsid w:val="00203634"/>
    <w:rsid w:val="002039EF"/>
    <w:rsid w:val="00203DD1"/>
    <w:rsid w:val="00204040"/>
    <w:rsid w:val="00204080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351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A61"/>
    <w:rsid w:val="00216D49"/>
    <w:rsid w:val="00216EA5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3E6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8A1"/>
    <w:rsid w:val="00223B22"/>
    <w:rsid w:val="00223EEB"/>
    <w:rsid w:val="00223FC3"/>
    <w:rsid w:val="00224272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27FB2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6DDB"/>
    <w:rsid w:val="00237137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8D4"/>
    <w:rsid w:val="00241A59"/>
    <w:rsid w:val="00241B65"/>
    <w:rsid w:val="00241CC9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A12"/>
    <w:rsid w:val="00251C0C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02C"/>
    <w:rsid w:val="002554EB"/>
    <w:rsid w:val="002554F9"/>
    <w:rsid w:val="00255809"/>
    <w:rsid w:val="00255A1C"/>
    <w:rsid w:val="00255C06"/>
    <w:rsid w:val="002568D1"/>
    <w:rsid w:val="00256A78"/>
    <w:rsid w:val="002571F2"/>
    <w:rsid w:val="002577C1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3099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480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108B"/>
    <w:rsid w:val="002711C5"/>
    <w:rsid w:val="002713B8"/>
    <w:rsid w:val="0027163D"/>
    <w:rsid w:val="00271A42"/>
    <w:rsid w:val="00272241"/>
    <w:rsid w:val="00272461"/>
    <w:rsid w:val="002725E3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59B"/>
    <w:rsid w:val="002776E3"/>
    <w:rsid w:val="00277F51"/>
    <w:rsid w:val="00277F66"/>
    <w:rsid w:val="002801A5"/>
    <w:rsid w:val="00280C7E"/>
    <w:rsid w:val="00280D41"/>
    <w:rsid w:val="00280E8C"/>
    <w:rsid w:val="00281506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B55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ABC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907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CD8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2D78"/>
    <w:rsid w:val="002B309C"/>
    <w:rsid w:val="002B33F0"/>
    <w:rsid w:val="002B42B6"/>
    <w:rsid w:val="002B4713"/>
    <w:rsid w:val="002B4784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382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17F"/>
    <w:rsid w:val="002C73A2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48F"/>
    <w:rsid w:val="002D2619"/>
    <w:rsid w:val="002D2CD6"/>
    <w:rsid w:val="002D3284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1D81"/>
    <w:rsid w:val="002E28D8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4E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A03"/>
    <w:rsid w:val="002F4B04"/>
    <w:rsid w:val="002F4B59"/>
    <w:rsid w:val="002F530F"/>
    <w:rsid w:val="002F5785"/>
    <w:rsid w:val="002F5F5C"/>
    <w:rsid w:val="002F60B2"/>
    <w:rsid w:val="002F6258"/>
    <w:rsid w:val="002F6288"/>
    <w:rsid w:val="002F6885"/>
    <w:rsid w:val="002F6B53"/>
    <w:rsid w:val="002F6C3C"/>
    <w:rsid w:val="002F6C6B"/>
    <w:rsid w:val="002F6E75"/>
    <w:rsid w:val="002F6EEC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569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1A"/>
    <w:rsid w:val="0031689A"/>
    <w:rsid w:val="00316AEF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064"/>
    <w:rsid w:val="0032136E"/>
    <w:rsid w:val="0032136F"/>
    <w:rsid w:val="003215A1"/>
    <w:rsid w:val="00321625"/>
    <w:rsid w:val="00321976"/>
    <w:rsid w:val="00321C4D"/>
    <w:rsid w:val="00321C77"/>
    <w:rsid w:val="003220B9"/>
    <w:rsid w:val="0032225E"/>
    <w:rsid w:val="003225CF"/>
    <w:rsid w:val="003228BD"/>
    <w:rsid w:val="00322907"/>
    <w:rsid w:val="00322A3C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47A2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D8E"/>
    <w:rsid w:val="00357E92"/>
    <w:rsid w:val="00357EFB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378"/>
    <w:rsid w:val="003703F3"/>
    <w:rsid w:val="00370725"/>
    <w:rsid w:val="00370911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1EEE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5D4"/>
    <w:rsid w:val="00376F6A"/>
    <w:rsid w:val="003770DD"/>
    <w:rsid w:val="003773C1"/>
    <w:rsid w:val="003773D6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1D48"/>
    <w:rsid w:val="00382529"/>
    <w:rsid w:val="00382645"/>
    <w:rsid w:val="00382662"/>
    <w:rsid w:val="00382789"/>
    <w:rsid w:val="00382A59"/>
    <w:rsid w:val="00382C77"/>
    <w:rsid w:val="00382D5E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04"/>
    <w:rsid w:val="00390F2B"/>
    <w:rsid w:val="003914B2"/>
    <w:rsid w:val="0039183A"/>
    <w:rsid w:val="00391919"/>
    <w:rsid w:val="00391BC5"/>
    <w:rsid w:val="00392016"/>
    <w:rsid w:val="00392068"/>
    <w:rsid w:val="003924AE"/>
    <w:rsid w:val="00392A5D"/>
    <w:rsid w:val="00392C4B"/>
    <w:rsid w:val="003932B6"/>
    <w:rsid w:val="00393420"/>
    <w:rsid w:val="003940AD"/>
    <w:rsid w:val="0039421E"/>
    <w:rsid w:val="003945EC"/>
    <w:rsid w:val="00394836"/>
    <w:rsid w:val="003949A0"/>
    <w:rsid w:val="003958EE"/>
    <w:rsid w:val="00395FB4"/>
    <w:rsid w:val="003960A5"/>
    <w:rsid w:val="00396648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BC7"/>
    <w:rsid w:val="003A5FA8"/>
    <w:rsid w:val="003A6903"/>
    <w:rsid w:val="003A6F45"/>
    <w:rsid w:val="003A7022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2113"/>
    <w:rsid w:val="003B25CA"/>
    <w:rsid w:val="003B2639"/>
    <w:rsid w:val="003B29C0"/>
    <w:rsid w:val="003B3122"/>
    <w:rsid w:val="003B35B9"/>
    <w:rsid w:val="003B374D"/>
    <w:rsid w:val="003B39A8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8D"/>
    <w:rsid w:val="003B58FA"/>
    <w:rsid w:val="003B5C5D"/>
    <w:rsid w:val="003B5CC3"/>
    <w:rsid w:val="003B5FDC"/>
    <w:rsid w:val="003B69C2"/>
    <w:rsid w:val="003B6B93"/>
    <w:rsid w:val="003B7250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607"/>
    <w:rsid w:val="003E78B3"/>
    <w:rsid w:val="003E79B0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1F3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57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C3A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96D"/>
    <w:rsid w:val="00411AC3"/>
    <w:rsid w:val="00411BF1"/>
    <w:rsid w:val="00411EBF"/>
    <w:rsid w:val="00411EDF"/>
    <w:rsid w:val="004123BE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77"/>
    <w:rsid w:val="004205D0"/>
    <w:rsid w:val="00420A05"/>
    <w:rsid w:val="00420A31"/>
    <w:rsid w:val="00420A55"/>
    <w:rsid w:val="00420E43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4D"/>
    <w:rsid w:val="00424958"/>
    <w:rsid w:val="00424A26"/>
    <w:rsid w:val="00424A6B"/>
    <w:rsid w:val="00424D0B"/>
    <w:rsid w:val="00424EBF"/>
    <w:rsid w:val="004251CA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0A1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0F4B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4C7B"/>
    <w:rsid w:val="00445136"/>
    <w:rsid w:val="00445513"/>
    <w:rsid w:val="0044561B"/>
    <w:rsid w:val="004456BE"/>
    <w:rsid w:val="004458DA"/>
    <w:rsid w:val="00445EB8"/>
    <w:rsid w:val="0044626D"/>
    <w:rsid w:val="004463F6"/>
    <w:rsid w:val="00446531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2E"/>
    <w:rsid w:val="004571D4"/>
    <w:rsid w:val="00457710"/>
    <w:rsid w:val="004578C7"/>
    <w:rsid w:val="00460557"/>
    <w:rsid w:val="00460719"/>
    <w:rsid w:val="00460A32"/>
    <w:rsid w:val="00460AA4"/>
    <w:rsid w:val="00460C76"/>
    <w:rsid w:val="004611F9"/>
    <w:rsid w:val="00461696"/>
    <w:rsid w:val="00461B54"/>
    <w:rsid w:val="00461B68"/>
    <w:rsid w:val="00461F11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982"/>
    <w:rsid w:val="00466B81"/>
    <w:rsid w:val="00466CAC"/>
    <w:rsid w:val="00466DB5"/>
    <w:rsid w:val="00466E1A"/>
    <w:rsid w:val="0046701B"/>
    <w:rsid w:val="00467F0C"/>
    <w:rsid w:val="0047000E"/>
    <w:rsid w:val="0047001D"/>
    <w:rsid w:val="00470171"/>
    <w:rsid w:val="004705FB"/>
    <w:rsid w:val="00470B98"/>
    <w:rsid w:val="00470BEA"/>
    <w:rsid w:val="004712F7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A09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408B"/>
    <w:rsid w:val="00484093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5AC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EAE"/>
    <w:rsid w:val="0049200C"/>
    <w:rsid w:val="00492043"/>
    <w:rsid w:val="0049225B"/>
    <w:rsid w:val="004925D9"/>
    <w:rsid w:val="00492643"/>
    <w:rsid w:val="00492809"/>
    <w:rsid w:val="00492A6B"/>
    <w:rsid w:val="00492FEC"/>
    <w:rsid w:val="004930CF"/>
    <w:rsid w:val="00493101"/>
    <w:rsid w:val="004935FD"/>
    <w:rsid w:val="004937C6"/>
    <w:rsid w:val="00493829"/>
    <w:rsid w:val="00493914"/>
    <w:rsid w:val="00494C96"/>
    <w:rsid w:val="0049544A"/>
    <w:rsid w:val="004959C5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EEB"/>
    <w:rsid w:val="00496F0C"/>
    <w:rsid w:val="00497226"/>
    <w:rsid w:val="004972D5"/>
    <w:rsid w:val="0049758B"/>
    <w:rsid w:val="004976CA"/>
    <w:rsid w:val="00497858"/>
    <w:rsid w:val="004978D3"/>
    <w:rsid w:val="004978FD"/>
    <w:rsid w:val="00497E46"/>
    <w:rsid w:val="004A0135"/>
    <w:rsid w:val="004A034F"/>
    <w:rsid w:val="004A0551"/>
    <w:rsid w:val="004A0563"/>
    <w:rsid w:val="004A05B5"/>
    <w:rsid w:val="004A0929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4D3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998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9B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47"/>
    <w:rsid w:val="004C2D9F"/>
    <w:rsid w:val="004C3350"/>
    <w:rsid w:val="004C36F5"/>
    <w:rsid w:val="004C3B86"/>
    <w:rsid w:val="004C40D3"/>
    <w:rsid w:val="004C412D"/>
    <w:rsid w:val="004C46D7"/>
    <w:rsid w:val="004C4B00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6EA7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1D1C"/>
    <w:rsid w:val="004D1D62"/>
    <w:rsid w:val="004D24A6"/>
    <w:rsid w:val="004D276C"/>
    <w:rsid w:val="004D286A"/>
    <w:rsid w:val="004D2CA1"/>
    <w:rsid w:val="004D2CD3"/>
    <w:rsid w:val="004D2E5A"/>
    <w:rsid w:val="004D3168"/>
    <w:rsid w:val="004D3361"/>
    <w:rsid w:val="004D3487"/>
    <w:rsid w:val="004D349B"/>
    <w:rsid w:val="004D35C1"/>
    <w:rsid w:val="004D37AA"/>
    <w:rsid w:val="004D3821"/>
    <w:rsid w:val="004D3DA8"/>
    <w:rsid w:val="004D41FC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4F1"/>
    <w:rsid w:val="004E3651"/>
    <w:rsid w:val="004E389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DA2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D"/>
    <w:rsid w:val="004F5C26"/>
    <w:rsid w:val="004F632A"/>
    <w:rsid w:val="004F6DC0"/>
    <w:rsid w:val="004F71F0"/>
    <w:rsid w:val="004F746B"/>
    <w:rsid w:val="004F7E43"/>
    <w:rsid w:val="004F7F03"/>
    <w:rsid w:val="00500780"/>
    <w:rsid w:val="00500906"/>
    <w:rsid w:val="00500C62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8AD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A0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1DEF"/>
    <w:rsid w:val="00512342"/>
    <w:rsid w:val="005128F5"/>
    <w:rsid w:val="00512B33"/>
    <w:rsid w:val="00512E03"/>
    <w:rsid w:val="00512ED2"/>
    <w:rsid w:val="005131D9"/>
    <w:rsid w:val="005133B7"/>
    <w:rsid w:val="005133BD"/>
    <w:rsid w:val="0051387A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C6B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0D0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2D5"/>
    <w:rsid w:val="00537A3E"/>
    <w:rsid w:val="00537FB9"/>
    <w:rsid w:val="005406B8"/>
    <w:rsid w:val="005406F5"/>
    <w:rsid w:val="005407B6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B99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8B"/>
    <w:rsid w:val="005514E6"/>
    <w:rsid w:val="005516D7"/>
    <w:rsid w:val="00551A00"/>
    <w:rsid w:val="00551A76"/>
    <w:rsid w:val="00552229"/>
    <w:rsid w:val="00552558"/>
    <w:rsid w:val="005525E1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74B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5D6"/>
    <w:rsid w:val="0056575A"/>
    <w:rsid w:val="00565A85"/>
    <w:rsid w:val="00565EAB"/>
    <w:rsid w:val="00565F03"/>
    <w:rsid w:val="0056661E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DF9"/>
    <w:rsid w:val="00574E92"/>
    <w:rsid w:val="005756CB"/>
    <w:rsid w:val="0057577C"/>
    <w:rsid w:val="00575C7B"/>
    <w:rsid w:val="00575C9D"/>
    <w:rsid w:val="00575D37"/>
    <w:rsid w:val="0057640D"/>
    <w:rsid w:val="005764C1"/>
    <w:rsid w:val="005764D5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DA8"/>
    <w:rsid w:val="00590EF6"/>
    <w:rsid w:val="00591163"/>
    <w:rsid w:val="005915B2"/>
    <w:rsid w:val="0059193C"/>
    <w:rsid w:val="00591C2F"/>
    <w:rsid w:val="00591D68"/>
    <w:rsid w:val="00591DB7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2DB7"/>
    <w:rsid w:val="005931A4"/>
    <w:rsid w:val="00593298"/>
    <w:rsid w:val="005932C6"/>
    <w:rsid w:val="00593407"/>
    <w:rsid w:val="00593786"/>
    <w:rsid w:val="00593A67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788"/>
    <w:rsid w:val="00595C82"/>
    <w:rsid w:val="00595CA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A05C1"/>
    <w:rsid w:val="005A0674"/>
    <w:rsid w:val="005A0B80"/>
    <w:rsid w:val="005A0D1E"/>
    <w:rsid w:val="005A0D58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3"/>
    <w:rsid w:val="005A6AA4"/>
    <w:rsid w:val="005A6FC3"/>
    <w:rsid w:val="005A703D"/>
    <w:rsid w:val="005A717A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106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4FCE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185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D1A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962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17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CF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6E5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2F53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B7A"/>
    <w:rsid w:val="005F2BCA"/>
    <w:rsid w:val="005F3018"/>
    <w:rsid w:val="005F30BE"/>
    <w:rsid w:val="005F31C8"/>
    <w:rsid w:val="005F322B"/>
    <w:rsid w:val="005F342A"/>
    <w:rsid w:val="005F3690"/>
    <w:rsid w:val="005F37E3"/>
    <w:rsid w:val="005F3823"/>
    <w:rsid w:val="005F3957"/>
    <w:rsid w:val="005F39E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6FA9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179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23"/>
    <w:rsid w:val="006067FA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306"/>
    <w:rsid w:val="00611C1C"/>
    <w:rsid w:val="00611DD5"/>
    <w:rsid w:val="006121D8"/>
    <w:rsid w:val="006125D2"/>
    <w:rsid w:val="006125D5"/>
    <w:rsid w:val="0061284B"/>
    <w:rsid w:val="006128DD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4943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8F1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1FB4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522"/>
    <w:rsid w:val="0062553C"/>
    <w:rsid w:val="006256BF"/>
    <w:rsid w:val="0062591A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B3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DE2"/>
    <w:rsid w:val="00647DF5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13B3"/>
    <w:rsid w:val="0066148A"/>
    <w:rsid w:val="006615D0"/>
    <w:rsid w:val="0066184F"/>
    <w:rsid w:val="006618E1"/>
    <w:rsid w:val="00661AFA"/>
    <w:rsid w:val="00661BDC"/>
    <w:rsid w:val="00661CBC"/>
    <w:rsid w:val="00661E23"/>
    <w:rsid w:val="00661FDF"/>
    <w:rsid w:val="00662214"/>
    <w:rsid w:val="00662628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702B1"/>
    <w:rsid w:val="00670341"/>
    <w:rsid w:val="006703ED"/>
    <w:rsid w:val="00670F95"/>
    <w:rsid w:val="006710D6"/>
    <w:rsid w:val="0067127F"/>
    <w:rsid w:val="00671669"/>
    <w:rsid w:val="00671C82"/>
    <w:rsid w:val="0067229F"/>
    <w:rsid w:val="006725AE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62A"/>
    <w:rsid w:val="00682709"/>
    <w:rsid w:val="0068273B"/>
    <w:rsid w:val="00682858"/>
    <w:rsid w:val="006829CC"/>
    <w:rsid w:val="00682A03"/>
    <w:rsid w:val="00682D6F"/>
    <w:rsid w:val="006831EA"/>
    <w:rsid w:val="006836B7"/>
    <w:rsid w:val="00683925"/>
    <w:rsid w:val="00684051"/>
    <w:rsid w:val="006845A9"/>
    <w:rsid w:val="006847EE"/>
    <w:rsid w:val="00684E11"/>
    <w:rsid w:val="00684F67"/>
    <w:rsid w:val="00686044"/>
    <w:rsid w:val="0068654C"/>
    <w:rsid w:val="0068685F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4E6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2A6"/>
    <w:rsid w:val="006973FE"/>
    <w:rsid w:val="006976AA"/>
    <w:rsid w:val="00697920"/>
    <w:rsid w:val="006A0085"/>
    <w:rsid w:val="006A0325"/>
    <w:rsid w:val="006A0350"/>
    <w:rsid w:val="006A0393"/>
    <w:rsid w:val="006A0F77"/>
    <w:rsid w:val="006A1067"/>
    <w:rsid w:val="006A169A"/>
    <w:rsid w:val="006A1768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829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47D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B81"/>
    <w:rsid w:val="006C4C75"/>
    <w:rsid w:val="006C4CFB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16"/>
    <w:rsid w:val="006D0692"/>
    <w:rsid w:val="006D0E64"/>
    <w:rsid w:val="006D117A"/>
    <w:rsid w:val="006D11D7"/>
    <w:rsid w:val="006D15C7"/>
    <w:rsid w:val="006D1B26"/>
    <w:rsid w:val="006D2367"/>
    <w:rsid w:val="006D236C"/>
    <w:rsid w:val="006D2721"/>
    <w:rsid w:val="006D2A50"/>
    <w:rsid w:val="006D3063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7E4"/>
    <w:rsid w:val="006E18A4"/>
    <w:rsid w:val="006E199E"/>
    <w:rsid w:val="006E1A12"/>
    <w:rsid w:val="006E1AA3"/>
    <w:rsid w:val="006E1D5F"/>
    <w:rsid w:val="006E1DDF"/>
    <w:rsid w:val="006E1E27"/>
    <w:rsid w:val="006E2121"/>
    <w:rsid w:val="006E2619"/>
    <w:rsid w:val="006E2B80"/>
    <w:rsid w:val="006E35F6"/>
    <w:rsid w:val="006E3875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C7B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ABD"/>
    <w:rsid w:val="00700B2F"/>
    <w:rsid w:val="00700C02"/>
    <w:rsid w:val="00700D5A"/>
    <w:rsid w:val="00700E64"/>
    <w:rsid w:val="00700F5A"/>
    <w:rsid w:val="0070126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09B"/>
    <w:rsid w:val="0070414D"/>
    <w:rsid w:val="00704246"/>
    <w:rsid w:val="007042CB"/>
    <w:rsid w:val="00704398"/>
    <w:rsid w:val="00704B26"/>
    <w:rsid w:val="00704C5D"/>
    <w:rsid w:val="00704CB9"/>
    <w:rsid w:val="0070502A"/>
    <w:rsid w:val="0070509C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1E9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B1D"/>
    <w:rsid w:val="00723CDC"/>
    <w:rsid w:val="0072409D"/>
    <w:rsid w:val="00724D39"/>
    <w:rsid w:val="00724EDA"/>
    <w:rsid w:val="0072500D"/>
    <w:rsid w:val="007252C9"/>
    <w:rsid w:val="007254D6"/>
    <w:rsid w:val="007255A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CF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1BF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B8B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AED"/>
    <w:rsid w:val="00752B0E"/>
    <w:rsid w:val="00752BAB"/>
    <w:rsid w:val="00752E42"/>
    <w:rsid w:val="00753253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86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DB5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50AA"/>
    <w:rsid w:val="007754F9"/>
    <w:rsid w:val="00775958"/>
    <w:rsid w:val="007759BF"/>
    <w:rsid w:val="00775D6B"/>
    <w:rsid w:val="00775D9D"/>
    <w:rsid w:val="00775E51"/>
    <w:rsid w:val="00775ED4"/>
    <w:rsid w:val="00775EEC"/>
    <w:rsid w:val="00775F8E"/>
    <w:rsid w:val="007762DB"/>
    <w:rsid w:val="0077633F"/>
    <w:rsid w:val="00776C2B"/>
    <w:rsid w:val="00776DD3"/>
    <w:rsid w:val="007771BA"/>
    <w:rsid w:val="007771E1"/>
    <w:rsid w:val="0077720C"/>
    <w:rsid w:val="00777281"/>
    <w:rsid w:val="007774C9"/>
    <w:rsid w:val="00777A65"/>
    <w:rsid w:val="00777D55"/>
    <w:rsid w:val="007802A4"/>
    <w:rsid w:val="007808A5"/>
    <w:rsid w:val="00780C3F"/>
    <w:rsid w:val="00780CE1"/>
    <w:rsid w:val="00780DB2"/>
    <w:rsid w:val="00780F7E"/>
    <w:rsid w:val="00781205"/>
    <w:rsid w:val="0078123D"/>
    <w:rsid w:val="00781296"/>
    <w:rsid w:val="00781398"/>
    <w:rsid w:val="007813BC"/>
    <w:rsid w:val="00782064"/>
    <w:rsid w:val="0078246D"/>
    <w:rsid w:val="007825A0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3C4"/>
    <w:rsid w:val="007864FF"/>
    <w:rsid w:val="0078652B"/>
    <w:rsid w:val="00786DDA"/>
    <w:rsid w:val="007873D4"/>
    <w:rsid w:val="007875BE"/>
    <w:rsid w:val="00787879"/>
    <w:rsid w:val="00787E71"/>
    <w:rsid w:val="0079035A"/>
    <w:rsid w:val="00790E6B"/>
    <w:rsid w:val="0079115E"/>
    <w:rsid w:val="0079183F"/>
    <w:rsid w:val="00791D9C"/>
    <w:rsid w:val="0079242F"/>
    <w:rsid w:val="00792843"/>
    <w:rsid w:val="00792C55"/>
    <w:rsid w:val="00792F76"/>
    <w:rsid w:val="00792F86"/>
    <w:rsid w:val="007930CE"/>
    <w:rsid w:val="00793630"/>
    <w:rsid w:val="007940BE"/>
    <w:rsid w:val="00794662"/>
    <w:rsid w:val="00794B2D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8EB"/>
    <w:rsid w:val="007A28F1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BA"/>
    <w:rsid w:val="007A68F0"/>
    <w:rsid w:val="007A716D"/>
    <w:rsid w:val="007A71E1"/>
    <w:rsid w:val="007A727C"/>
    <w:rsid w:val="007A77D7"/>
    <w:rsid w:val="007A7946"/>
    <w:rsid w:val="007A7B27"/>
    <w:rsid w:val="007B020D"/>
    <w:rsid w:val="007B04E4"/>
    <w:rsid w:val="007B09A6"/>
    <w:rsid w:val="007B0A01"/>
    <w:rsid w:val="007B1390"/>
    <w:rsid w:val="007B19A6"/>
    <w:rsid w:val="007B19D5"/>
    <w:rsid w:val="007B1BE9"/>
    <w:rsid w:val="007B1C43"/>
    <w:rsid w:val="007B20B8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BAB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5DA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D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1CE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18"/>
    <w:rsid w:val="008000BE"/>
    <w:rsid w:val="0080059A"/>
    <w:rsid w:val="00800698"/>
    <w:rsid w:val="00800EA5"/>
    <w:rsid w:val="00800EB6"/>
    <w:rsid w:val="00801152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ECB"/>
    <w:rsid w:val="00802FE1"/>
    <w:rsid w:val="00803082"/>
    <w:rsid w:val="008037CA"/>
    <w:rsid w:val="008037D3"/>
    <w:rsid w:val="008041B4"/>
    <w:rsid w:val="008042CA"/>
    <w:rsid w:val="00804771"/>
    <w:rsid w:val="008048A0"/>
    <w:rsid w:val="00804D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AA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4D5E"/>
    <w:rsid w:val="00815180"/>
    <w:rsid w:val="0081528C"/>
    <w:rsid w:val="00815496"/>
    <w:rsid w:val="008155A8"/>
    <w:rsid w:val="0081573B"/>
    <w:rsid w:val="0081611F"/>
    <w:rsid w:val="008165D5"/>
    <w:rsid w:val="008169C1"/>
    <w:rsid w:val="00816D4E"/>
    <w:rsid w:val="0081700A"/>
    <w:rsid w:val="008171CC"/>
    <w:rsid w:val="008174BB"/>
    <w:rsid w:val="0081788A"/>
    <w:rsid w:val="00817BB8"/>
    <w:rsid w:val="00817D2C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BDD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A2B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AAE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0F"/>
    <w:rsid w:val="00841A3D"/>
    <w:rsid w:val="00841A95"/>
    <w:rsid w:val="00841FCA"/>
    <w:rsid w:val="0084276E"/>
    <w:rsid w:val="00842861"/>
    <w:rsid w:val="00842A08"/>
    <w:rsid w:val="00842A4F"/>
    <w:rsid w:val="00842C64"/>
    <w:rsid w:val="00842CF3"/>
    <w:rsid w:val="00842D70"/>
    <w:rsid w:val="00842F17"/>
    <w:rsid w:val="0084314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335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DEC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3184"/>
    <w:rsid w:val="008532C4"/>
    <w:rsid w:val="0085390D"/>
    <w:rsid w:val="008539B6"/>
    <w:rsid w:val="008539CF"/>
    <w:rsid w:val="00853BB7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EE5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9D1"/>
    <w:rsid w:val="00860DC9"/>
    <w:rsid w:val="008611A0"/>
    <w:rsid w:val="00861E69"/>
    <w:rsid w:val="00861E7B"/>
    <w:rsid w:val="00861FC8"/>
    <w:rsid w:val="0086234C"/>
    <w:rsid w:val="008624E0"/>
    <w:rsid w:val="008628C4"/>
    <w:rsid w:val="008629DC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667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291"/>
    <w:rsid w:val="00874480"/>
    <w:rsid w:val="0087467F"/>
    <w:rsid w:val="008747BE"/>
    <w:rsid w:val="008748E0"/>
    <w:rsid w:val="00874AFF"/>
    <w:rsid w:val="00874C34"/>
    <w:rsid w:val="0087502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77E3C"/>
    <w:rsid w:val="00880294"/>
    <w:rsid w:val="008802E4"/>
    <w:rsid w:val="008803CB"/>
    <w:rsid w:val="008809DD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064"/>
    <w:rsid w:val="00885439"/>
    <w:rsid w:val="0088552A"/>
    <w:rsid w:val="00885662"/>
    <w:rsid w:val="00885921"/>
    <w:rsid w:val="00885FBE"/>
    <w:rsid w:val="00886158"/>
    <w:rsid w:val="008861C0"/>
    <w:rsid w:val="008861D8"/>
    <w:rsid w:val="00886211"/>
    <w:rsid w:val="0088627F"/>
    <w:rsid w:val="00886576"/>
    <w:rsid w:val="008866EA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9BD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486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3E5"/>
    <w:rsid w:val="008A755D"/>
    <w:rsid w:val="008A75D7"/>
    <w:rsid w:val="008A77E4"/>
    <w:rsid w:val="008A78CA"/>
    <w:rsid w:val="008A7963"/>
    <w:rsid w:val="008A7AED"/>
    <w:rsid w:val="008A7D40"/>
    <w:rsid w:val="008A7DC5"/>
    <w:rsid w:val="008A7EE5"/>
    <w:rsid w:val="008A7F1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9E3"/>
    <w:rsid w:val="008B1EEC"/>
    <w:rsid w:val="008B1FF0"/>
    <w:rsid w:val="008B2131"/>
    <w:rsid w:val="008B2151"/>
    <w:rsid w:val="008B246F"/>
    <w:rsid w:val="008B2534"/>
    <w:rsid w:val="008B25D0"/>
    <w:rsid w:val="008B2E27"/>
    <w:rsid w:val="008B300E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CCA"/>
    <w:rsid w:val="008C2974"/>
    <w:rsid w:val="008C2B93"/>
    <w:rsid w:val="008C3093"/>
    <w:rsid w:val="008C324E"/>
    <w:rsid w:val="008C3727"/>
    <w:rsid w:val="008C3A1D"/>
    <w:rsid w:val="008C3EE7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617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3B69"/>
    <w:rsid w:val="008E40C9"/>
    <w:rsid w:val="008E43DD"/>
    <w:rsid w:val="008E44CF"/>
    <w:rsid w:val="008E44EF"/>
    <w:rsid w:val="008E485D"/>
    <w:rsid w:val="008E5517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630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816"/>
    <w:rsid w:val="008F19E4"/>
    <w:rsid w:val="008F241C"/>
    <w:rsid w:val="008F2533"/>
    <w:rsid w:val="008F2830"/>
    <w:rsid w:val="008F286F"/>
    <w:rsid w:val="008F2AAE"/>
    <w:rsid w:val="008F2EB6"/>
    <w:rsid w:val="008F35BB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11"/>
    <w:rsid w:val="008F5E50"/>
    <w:rsid w:val="008F617F"/>
    <w:rsid w:val="008F64BF"/>
    <w:rsid w:val="008F65FF"/>
    <w:rsid w:val="008F6B77"/>
    <w:rsid w:val="008F6E1E"/>
    <w:rsid w:val="008F7531"/>
    <w:rsid w:val="008F7A5C"/>
    <w:rsid w:val="008F7D17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0CD"/>
    <w:rsid w:val="009061FA"/>
    <w:rsid w:val="00906534"/>
    <w:rsid w:val="0090680D"/>
    <w:rsid w:val="00906BE1"/>
    <w:rsid w:val="009070B5"/>
    <w:rsid w:val="009079E2"/>
    <w:rsid w:val="00907C30"/>
    <w:rsid w:val="00907E97"/>
    <w:rsid w:val="009101B0"/>
    <w:rsid w:val="009103A5"/>
    <w:rsid w:val="00910681"/>
    <w:rsid w:val="009107A5"/>
    <w:rsid w:val="00910E52"/>
    <w:rsid w:val="00911BA0"/>
    <w:rsid w:val="00911C13"/>
    <w:rsid w:val="00911EE3"/>
    <w:rsid w:val="00911FB2"/>
    <w:rsid w:val="009120FF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55D"/>
    <w:rsid w:val="0093198C"/>
    <w:rsid w:val="00931C5E"/>
    <w:rsid w:val="00931EF9"/>
    <w:rsid w:val="00932150"/>
    <w:rsid w:val="0093224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39E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BF4"/>
    <w:rsid w:val="00943D4F"/>
    <w:rsid w:val="0094405D"/>
    <w:rsid w:val="0094484A"/>
    <w:rsid w:val="009449E3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A3"/>
    <w:rsid w:val="0095489E"/>
    <w:rsid w:val="00954C2B"/>
    <w:rsid w:val="00954D7E"/>
    <w:rsid w:val="00955139"/>
    <w:rsid w:val="0095537B"/>
    <w:rsid w:val="00955398"/>
    <w:rsid w:val="00955513"/>
    <w:rsid w:val="0095556B"/>
    <w:rsid w:val="00955BF8"/>
    <w:rsid w:val="00955CAE"/>
    <w:rsid w:val="00955F7E"/>
    <w:rsid w:val="00956239"/>
    <w:rsid w:val="0095671C"/>
    <w:rsid w:val="00956887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2FE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B80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1EF"/>
    <w:rsid w:val="009673D0"/>
    <w:rsid w:val="009675E7"/>
    <w:rsid w:val="00967A58"/>
    <w:rsid w:val="00967B26"/>
    <w:rsid w:val="00967BD5"/>
    <w:rsid w:val="00967E3B"/>
    <w:rsid w:val="00970BB2"/>
    <w:rsid w:val="00970E37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35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AAA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2B9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85A"/>
    <w:rsid w:val="009A597A"/>
    <w:rsid w:val="009A5ACA"/>
    <w:rsid w:val="009A5D2E"/>
    <w:rsid w:val="009A5FE2"/>
    <w:rsid w:val="009A66F4"/>
    <w:rsid w:val="009A671E"/>
    <w:rsid w:val="009A672D"/>
    <w:rsid w:val="009A6960"/>
    <w:rsid w:val="009A6D37"/>
    <w:rsid w:val="009A711D"/>
    <w:rsid w:val="009A7275"/>
    <w:rsid w:val="009A7686"/>
    <w:rsid w:val="009A770D"/>
    <w:rsid w:val="009A785C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BD"/>
    <w:rsid w:val="009B11E2"/>
    <w:rsid w:val="009B16A1"/>
    <w:rsid w:val="009B1838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25B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76D"/>
    <w:rsid w:val="009C5B65"/>
    <w:rsid w:val="009C5D60"/>
    <w:rsid w:val="009C6103"/>
    <w:rsid w:val="009C67BC"/>
    <w:rsid w:val="009C6E57"/>
    <w:rsid w:val="009C6ECB"/>
    <w:rsid w:val="009C7437"/>
    <w:rsid w:val="009C765A"/>
    <w:rsid w:val="009C7756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29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08C"/>
    <w:rsid w:val="009E453E"/>
    <w:rsid w:val="009E4831"/>
    <w:rsid w:val="009E4977"/>
    <w:rsid w:val="009E4B3C"/>
    <w:rsid w:val="009E4B88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6BC"/>
    <w:rsid w:val="009F0BB7"/>
    <w:rsid w:val="009F0E07"/>
    <w:rsid w:val="009F1676"/>
    <w:rsid w:val="009F187C"/>
    <w:rsid w:val="009F1D17"/>
    <w:rsid w:val="009F26D5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6D4"/>
    <w:rsid w:val="00A038A8"/>
    <w:rsid w:val="00A03D95"/>
    <w:rsid w:val="00A04008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B56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B27"/>
    <w:rsid w:val="00A14BA5"/>
    <w:rsid w:val="00A14F91"/>
    <w:rsid w:val="00A15036"/>
    <w:rsid w:val="00A153CE"/>
    <w:rsid w:val="00A15887"/>
    <w:rsid w:val="00A1590D"/>
    <w:rsid w:val="00A15928"/>
    <w:rsid w:val="00A1599D"/>
    <w:rsid w:val="00A15FF7"/>
    <w:rsid w:val="00A16431"/>
    <w:rsid w:val="00A1648B"/>
    <w:rsid w:val="00A164BA"/>
    <w:rsid w:val="00A16506"/>
    <w:rsid w:val="00A16C98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4F2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4E7"/>
    <w:rsid w:val="00A34573"/>
    <w:rsid w:val="00A345DA"/>
    <w:rsid w:val="00A345FA"/>
    <w:rsid w:val="00A347CC"/>
    <w:rsid w:val="00A3494E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086"/>
    <w:rsid w:val="00A4014F"/>
    <w:rsid w:val="00A40683"/>
    <w:rsid w:val="00A4068D"/>
    <w:rsid w:val="00A4078D"/>
    <w:rsid w:val="00A4086B"/>
    <w:rsid w:val="00A409CA"/>
    <w:rsid w:val="00A40B76"/>
    <w:rsid w:val="00A40EAF"/>
    <w:rsid w:val="00A4172E"/>
    <w:rsid w:val="00A4177C"/>
    <w:rsid w:val="00A41C24"/>
    <w:rsid w:val="00A41E9D"/>
    <w:rsid w:val="00A42376"/>
    <w:rsid w:val="00A42971"/>
    <w:rsid w:val="00A42AAE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BF5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706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220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691"/>
    <w:rsid w:val="00A74711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16C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6E0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98F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8AD"/>
    <w:rsid w:val="00AB7A16"/>
    <w:rsid w:val="00AB7CBD"/>
    <w:rsid w:val="00AB7D4F"/>
    <w:rsid w:val="00AB7FDB"/>
    <w:rsid w:val="00AC0002"/>
    <w:rsid w:val="00AC0120"/>
    <w:rsid w:val="00AC0920"/>
    <w:rsid w:val="00AC0A99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2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6F3C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B64"/>
    <w:rsid w:val="00AD2D06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3FEC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0CEB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4CA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69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15C4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A0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D1C"/>
    <w:rsid w:val="00B17E04"/>
    <w:rsid w:val="00B17EB5"/>
    <w:rsid w:val="00B17EEB"/>
    <w:rsid w:val="00B17FCC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9A9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D5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69B"/>
    <w:rsid w:val="00B35A11"/>
    <w:rsid w:val="00B35F2A"/>
    <w:rsid w:val="00B35F53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76A"/>
    <w:rsid w:val="00B37DB2"/>
    <w:rsid w:val="00B37F86"/>
    <w:rsid w:val="00B4028D"/>
    <w:rsid w:val="00B4068D"/>
    <w:rsid w:val="00B407FD"/>
    <w:rsid w:val="00B40A49"/>
    <w:rsid w:val="00B40F58"/>
    <w:rsid w:val="00B40FAE"/>
    <w:rsid w:val="00B413B7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5C94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95"/>
    <w:rsid w:val="00B56DC6"/>
    <w:rsid w:val="00B5761B"/>
    <w:rsid w:val="00B577E2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A29"/>
    <w:rsid w:val="00B65A8A"/>
    <w:rsid w:val="00B65E37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77E"/>
    <w:rsid w:val="00B678C0"/>
    <w:rsid w:val="00B67B2D"/>
    <w:rsid w:val="00B7021E"/>
    <w:rsid w:val="00B70298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440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03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12A"/>
    <w:rsid w:val="00B83280"/>
    <w:rsid w:val="00B83344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634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C7A"/>
    <w:rsid w:val="00B92E92"/>
    <w:rsid w:val="00B9368B"/>
    <w:rsid w:val="00B93717"/>
    <w:rsid w:val="00B93C69"/>
    <w:rsid w:val="00B9421C"/>
    <w:rsid w:val="00B94713"/>
    <w:rsid w:val="00B94C64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093D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9E8"/>
    <w:rsid w:val="00BA4A66"/>
    <w:rsid w:val="00BA4A97"/>
    <w:rsid w:val="00BA51B5"/>
    <w:rsid w:val="00BA531C"/>
    <w:rsid w:val="00BA53A5"/>
    <w:rsid w:val="00BA542D"/>
    <w:rsid w:val="00BA548F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A7F49"/>
    <w:rsid w:val="00BB063A"/>
    <w:rsid w:val="00BB0860"/>
    <w:rsid w:val="00BB100C"/>
    <w:rsid w:val="00BB1089"/>
    <w:rsid w:val="00BB13EF"/>
    <w:rsid w:val="00BB147E"/>
    <w:rsid w:val="00BB1575"/>
    <w:rsid w:val="00BB168B"/>
    <w:rsid w:val="00BB1780"/>
    <w:rsid w:val="00BB192D"/>
    <w:rsid w:val="00BB1BE5"/>
    <w:rsid w:val="00BB1D5A"/>
    <w:rsid w:val="00BB1EC9"/>
    <w:rsid w:val="00BB20AC"/>
    <w:rsid w:val="00BB227C"/>
    <w:rsid w:val="00BB22C8"/>
    <w:rsid w:val="00BB24C8"/>
    <w:rsid w:val="00BB2B49"/>
    <w:rsid w:val="00BB2D06"/>
    <w:rsid w:val="00BB322A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CD6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947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24B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567"/>
    <w:rsid w:val="00BE695F"/>
    <w:rsid w:val="00BE6BB8"/>
    <w:rsid w:val="00BE6F47"/>
    <w:rsid w:val="00BE7133"/>
    <w:rsid w:val="00BE7738"/>
    <w:rsid w:val="00BE786C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9A4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3C1"/>
    <w:rsid w:val="00BF454A"/>
    <w:rsid w:val="00BF4FC2"/>
    <w:rsid w:val="00BF53E6"/>
    <w:rsid w:val="00BF550A"/>
    <w:rsid w:val="00BF5ECD"/>
    <w:rsid w:val="00BF5FE2"/>
    <w:rsid w:val="00BF6009"/>
    <w:rsid w:val="00BF6128"/>
    <w:rsid w:val="00BF6286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46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83B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8C3"/>
    <w:rsid w:val="00C44A1F"/>
    <w:rsid w:val="00C44F6D"/>
    <w:rsid w:val="00C45228"/>
    <w:rsid w:val="00C453DD"/>
    <w:rsid w:val="00C4542C"/>
    <w:rsid w:val="00C456FC"/>
    <w:rsid w:val="00C45996"/>
    <w:rsid w:val="00C45DFD"/>
    <w:rsid w:val="00C46129"/>
    <w:rsid w:val="00C46197"/>
    <w:rsid w:val="00C46473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854"/>
    <w:rsid w:val="00C47A33"/>
    <w:rsid w:val="00C47C8C"/>
    <w:rsid w:val="00C47E16"/>
    <w:rsid w:val="00C505C6"/>
    <w:rsid w:val="00C50610"/>
    <w:rsid w:val="00C508F0"/>
    <w:rsid w:val="00C508F6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C58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331"/>
    <w:rsid w:val="00C563BA"/>
    <w:rsid w:val="00C57849"/>
    <w:rsid w:val="00C57992"/>
    <w:rsid w:val="00C57C0A"/>
    <w:rsid w:val="00C57C24"/>
    <w:rsid w:val="00C57EC2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5E8F"/>
    <w:rsid w:val="00C65EF2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1"/>
    <w:rsid w:val="00C673C2"/>
    <w:rsid w:val="00C67685"/>
    <w:rsid w:val="00C67730"/>
    <w:rsid w:val="00C679E2"/>
    <w:rsid w:val="00C67FFA"/>
    <w:rsid w:val="00C70659"/>
    <w:rsid w:val="00C706D3"/>
    <w:rsid w:val="00C70765"/>
    <w:rsid w:val="00C709D6"/>
    <w:rsid w:val="00C70D2E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8"/>
    <w:rsid w:val="00C7426C"/>
    <w:rsid w:val="00C74510"/>
    <w:rsid w:val="00C745F9"/>
    <w:rsid w:val="00C746FB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D2B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DA9"/>
    <w:rsid w:val="00C84DEA"/>
    <w:rsid w:val="00C84E0F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CD7"/>
    <w:rsid w:val="00C86F0A"/>
    <w:rsid w:val="00C870CE"/>
    <w:rsid w:val="00C872B4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5CDC"/>
    <w:rsid w:val="00C970D4"/>
    <w:rsid w:val="00C971D4"/>
    <w:rsid w:val="00C97291"/>
    <w:rsid w:val="00C977C3"/>
    <w:rsid w:val="00C9788A"/>
    <w:rsid w:val="00C97D4E"/>
    <w:rsid w:val="00CA06B9"/>
    <w:rsid w:val="00CA0B94"/>
    <w:rsid w:val="00CA0BB4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7A4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8B2"/>
    <w:rsid w:val="00CA7D72"/>
    <w:rsid w:val="00CA7E43"/>
    <w:rsid w:val="00CB04C1"/>
    <w:rsid w:val="00CB0BD6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4EFD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71A"/>
    <w:rsid w:val="00CB787D"/>
    <w:rsid w:val="00CB7C21"/>
    <w:rsid w:val="00CB7D92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6E0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5E6E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BA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2AE"/>
    <w:rsid w:val="00CD35AB"/>
    <w:rsid w:val="00CD3C10"/>
    <w:rsid w:val="00CD3C5C"/>
    <w:rsid w:val="00CD3D28"/>
    <w:rsid w:val="00CD3F1B"/>
    <w:rsid w:val="00CD4356"/>
    <w:rsid w:val="00CD4388"/>
    <w:rsid w:val="00CD4596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490"/>
    <w:rsid w:val="00CD66D2"/>
    <w:rsid w:val="00CD6995"/>
    <w:rsid w:val="00CD6D09"/>
    <w:rsid w:val="00CD7399"/>
    <w:rsid w:val="00CD73B5"/>
    <w:rsid w:val="00CD754B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4B0F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D23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23F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56F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5A0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69C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092E"/>
    <w:rsid w:val="00D115FA"/>
    <w:rsid w:val="00D11B4A"/>
    <w:rsid w:val="00D11E51"/>
    <w:rsid w:val="00D11F11"/>
    <w:rsid w:val="00D1206C"/>
    <w:rsid w:val="00D12270"/>
    <w:rsid w:val="00D12284"/>
    <w:rsid w:val="00D127D4"/>
    <w:rsid w:val="00D12DB8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144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A4C"/>
    <w:rsid w:val="00D44A81"/>
    <w:rsid w:val="00D44E11"/>
    <w:rsid w:val="00D4504F"/>
    <w:rsid w:val="00D45261"/>
    <w:rsid w:val="00D45C23"/>
    <w:rsid w:val="00D46B03"/>
    <w:rsid w:val="00D46E42"/>
    <w:rsid w:val="00D473A2"/>
    <w:rsid w:val="00D4774B"/>
    <w:rsid w:val="00D47B5D"/>
    <w:rsid w:val="00D47E6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EAD"/>
    <w:rsid w:val="00D5229B"/>
    <w:rsid w:val="00D5232E"/>
    <w:rsid w:val="00D52420"/>
    <w:rsid w:val="00D52761"/>
    <w:rsid w:val="00D52B60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72E1"/>
    <w:rsid w:val="00D67432"/>
    <w:rsid w:val="00D6743A"/>
    <w:rsid w:val="00D674BB"/>
    <w:rsid w:val="00D67608"/>
    <w:rsid w:val="00D677F0"/>
    <w:rsid w:val="00D679F0"/>
    <w:rsid w:val="00D67E77"/>
    <w:rsid w:val="00D703E8"/>
    <w:rsid w:val="00D70BB4"/>
    <w:rsid w:val="00D70E0B"/>
    <w:rsid w:val="00D71062"/>
    <w:rsid w:val="00D71220"/>
    <w:rsid w:val="00D712C4"/>
    <w:rsid w:val="00D7139B"/>
    <w:rsid w:val="00D71471"/>
    <w:rsid w:val="00D714B5"/>
    <w:rsid w:val="00D71A5C"/>
    <w:rsid w:val="00D71CC0"/>
    <w:rsid w:val="00D71FC8"/>
    <w:rsid w:val="00D725AA"/>
    <w:rsid w:val="00D72876"/>
    <w:rsid w:val="00D72973"/>
    <w:rsid w:val="00D7299C"/>
    <w:rsid w:val="00D72C87"/>
    <w:rsid w:val="00D72E15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3F66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2DBC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FD"/>
    <w:rsid w:val="00DA000A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8D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70D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AE2"/>
    <w:rsid w:val="00DB4BD8"/>
    <w:rsid w:val="00DB4BF8"/>
    <w:rsid w:val="00DB4D1B"/>
    <w:rsid w:val="00DB54E6"/>
    <w:rsid w:val="00DB58A1"/>
    <w:rsid w:val="00DB58A8"/>
    <w:rsid w:val="00DB5C8A"/>
    <w:rsid w:val="00DB5EAA"/>
    <w:rsid w:val="00DB6042"/>
    <w:rsid w:val="00DB60D5"/>
    <w:rsid w:val="00DB60D8"/>
    <w:rsid w:val="00DB6386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648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CAB"/>
    <w:rsid w:val="00DC5D77"/>
    <w:rsid w:val="00DC5EB2"/>
    <w:rsid w:val="00DC6158"/>
    <w:rsid w:val="00DC6225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AB2"/>
    <w:rsid w:val="00DC7EE4"/>
    <w:rsid w:val="00DD034E"/>
    <w:rsid w:val="00DD044B"/>
    <w:rsid w:val="00DD045A"/>
    <w:rsid w:val="00DD04AB"/>
    <w:rsid w:val="00DD0565"/>
    <w:rsid w:val="00DD057D"/>
    <w:rsid w:val="00DD093C"/>
    <w:rsid w:val="00DD0B15"/>
    <w:rsid w:val="00DD154D"/>
    <w:rsid w:val="00DD1927"/>
    <w:rsid w:val="00DD1AD3"/>
    <w:rsid w:val="00DD1E35"/>
    <w:rsid w:val="00DD1E5A"/>
    <w:rsid w:val="00DD1F6F"/>
    <w:rsid w:val="00DD219E"/>
    <w:rsid w:val="00DD232B"/>
    <w:rsid w:val="00DD24AA"/>
    <w:rsid w:val="00DD2C4B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2F80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BE9"/>
    <w:rsid w:val="00DE5F00"/>
    <w:rsid w:val="00DE5FFB"/>
    <w:rsid w:val="00DE6341"/>
    <w:rsid w:val="00DE635E"/>
    <w:rsid w:val="00DE653C"/>
    <w:rsid w:val="00DE65D5"/>
    <w:rsid w:val="00DE669E"/>
    <w:rsid w:val="00DE6D2A"/>
    <w:rsid w:val="00DE71F1"/>
    <w:rsid w:val="00DE7231"/>
    <w:rsid w:val="00DE7568"/>
    <w:rsid w:val="00DE76C2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A15"/>
    <w:rsid w:val="00DF1A48"/>
    <w:rsid w:val="00DF1B6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63A"/>
    <w:rsid w:val="00E00ABF"/>
    <w:rsid w:val="00E00C44"/>
    <w:rsid w:val="00E012BF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6CEA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364"/>
    <w:rsid w:val="00E14550"/>
    <w:rsid w:val="00E149D3"/>
    <w:rsid w:val="00E14A64"/>
    <w:rsid w:val="00E14B0F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182"/>
    <w:rsid w:val="00E2222B"/>
    <w:rsid w:val="00E222D1"/>
    <w:rsid w:val="00E22319"/>
    <w:rsid w:val="00E2287D"/>
    <w:rsid w:val="00E22AA2"/>
    <w:rsid w:val="00E22BE7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9E5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5FA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3"/>
    <w:rsid w:val="00E513B5"/>
    <w:rsid w:val="00E513F9"/>
    <w:rsid w:val="00E515B4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1FB3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46CF"/>
    <w:rsid w:val="00E65603"/>
    <w:rsid w:val="00E6585E"/>
    <w:rsid w:val="00E659FD"/>
    <w:rsid w:val="00E66097"/>
    <w:rsid w:val="00E6617A"/>
    <w:rsid w:val="00E66580"/>
    <w:rsid w:val="00E66BFB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AF"/>
    <w:rsid w:val="00E7263E"/>
    <w:rsid w:val="00E728E3"/>
    <w:rsid w:val="00E728F8"/>
    <w:rsid w:val="00E7295F"/>
    <w:rsid w:val="00E72B9C"/>
    <w:rsid w:val="00E72BBB"/>
    <w:rsid w:val="00E730E0"/>
    <w:rsid w:val="00E7314F"/>
    <w:rsid w:val="00E7343D"/>
    <w:rsid w:val="00E73510"/>
    <w:rsid w:val="00E73E8A"/>
    <w:rsid w:val="00E73FD0"/>
    <w:rsid w:val="00E74058"/>
    <w:rsid w:val="00E74423"/>
    <w:rsid w:val="00E748CF"/>
    <w:rsid w:val="00E74922"/>
    <w:rsid w:val="00E75EC6"/>
    <w:rsid w:val="00E75FB9"/>
    <w:rsid w:val="00E76113"/>
    <w:rsid w:val="00E7621C"/>
    <w:rsid w:val="00E7637C"/>
    <w:rsid w:val="00E76600"/>
    <w:rsid w:val="00E76A59"/>
    <w:rsid w:val="00E7726E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4F7F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5E8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4CB9"/>
    <w:rsid w:val="00E9534B"/>
    <w:rsid w:val="00E9550A"/>
    <w:rsid w:val="00E95531"/>
    <w:rsid w:val="00E95902"/>
    <w:rsid w:val="00E95B60"/>
    <w:rsid w:val="00E95DBE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BC5"/>
    <w:rsid w:val="00E97E5A"/>
    <w:rsid w:val="00E97E9C"/>
    <w:rsid w:val="00E97FBC"/>
    <w:rsid w:val="00EA0592"/>
    <w:rsid w:val="00EA0B03"/>
    <w:rsid w:val="00EA0CF3"/>
    <w:rsid w:val="00EA0D34"/>
    <w:rsid w:val="00EA1093"/>
    <w:rsid w:val="00EA1192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C04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4B1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ECF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CAD"/>
    <w:rsid w:val="00EB1D60"/>
    <w:rsid w:val="00EB1E1C"/>
    <w:rsid w:val="00EB243F"/>
    <w:rsid w:val="00EB254E"/>
    <w:rsid w:val="00EB363D"/>
    <w:rsid w:val="00EB3C82"/>
    <w:rsid w:val="00EB3EF9"/>
    <w:rsid w:val="00EB3F4F"/>
    <w:rsid w:val="00EB4585"/>
    <w:rsid w:val="00EB471F"/>
    <w:rsid w:val="00EB4DA2"/>
    <w:rsid w:val="00EB4F4A"/>
    <w:rsid w:val="00EB5336"/>
    <w:rsid w:val="00EB5801"/>
    <w:rsid w:val="00EB5E82"/>
    <w:rsid w:val="00EB6065"/>
    <w:rsid w:val="00EB6176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2AED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1D5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0D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47C7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D7A"/>
    <w:rsid w:val="00ED7DA0"/>
    <w:rsid w:val="00ED7DA4"/>
    <w:rsid w:val="00EE0059"/>
    <w:rsid w:val="00EE00F8"/>
    <w:rsid w:val="00EE0507"/>
    <w:rsid w:val="00EE055D"/>
    <w:rsid w:val="00EE098C"/>
    <w:rsid w:val="00EE09DB"/>
    <w:rsid w:val="00EE0B21"/>
    <w:rsid w:val="00EE0B8F"/>
    <w:rsid w:val="00EE0C27"/>
    <w:rsid w:val="00EE138B"/>
    <w:rsid w:val="00EE1567"/>
    <w:rsid w:val="00EE18FD"/>
    <w:rsid w:val="00EE19F5"/>
    <w:rsid w:val="00EE1FD3"/>
    <w:rsid w:val="00EE1FEA"/>
    <w:rsid w:val="00EE213A"/>
    <w:rsid w:val="00EE218C"/>
    <w:rsid w:val="00EE2253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6E31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536"/>
    <w:rsid w:val="00F00647"/>
    <w:rsid w:val="00F00872"/>
    <w:rsid w:val="00F00C76"/>
    <w:rsid w:val="00F00D47"/>
    <w:rsid w:val="00F011E0"/>
    <w:rsid w:val="00F012FB"/>
    <w:rsid w:val="00F01926"/>
    <w:rsid w:val="00F01966"/>
    <w:rsid w:val="00F01A8E"/>
    <w:rsid w:val="00F01B2B"/>
    <w:rsid w:val="00F0220C"/>
    <w:rsid w:val="00F0227C"/>
    <w:rsid w:val="00F023DE"/>
    <w:rsid w:val="00F023EB"/>
    <w:rsid w:val="00F02B5D"/>
    <w:rsid w:val="00F02BE6"/>
    <w:rsid w:val="00F033DA"/>
    <w:rsid w:val="00F035E2"/>
    <w:rsid w:val="00F0360F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AA8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04A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131"/>
    <w:rsid w:val="00F301F4"/>
    <w:rsid w:val="00F30436"/>
    <w:rsid w:val="00F305D5"/>
    <w:rsid w:val="00F3074C"/>
    <w:rsid w:val="00F30A2B"/>
    <w:rsid w:val="00F30C87"/>
    <w:rsid w:val="00F30D3A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C89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11B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0CF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39F"/>
    <w:rsid w:val="00F57728"/>
    <w:rsid w:val="00F578A5"/>
    <w:rsid w:val="00F57BF9"/>
    <w:rsid w:val="00F57E63"/>
    <w:rsid w:val="00F60226"/>
    <w:rsid w:val="00F60E0F"/>
    <w:rsid w:val="00F61075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F52"/>
    <w:rsid w:val="00F6460C"/>
    <w:rsid w:val="00F64842"/>
    <w:rsid w:val="00F64D82"/>
    <w:rsid w:val="00F64F35"/>
    <w:rsid w:val="00F6513A"/>
    <w:rsid w:val="00F65197"/>
    <w:rsid w:val="00F6521F"/>
    <w:rsid w:val="00F656D2"/>
    <w:rsid w:val="00F657A0"/>
    <w:rsid w:val="00F659B2"/>
    <w:rsid w:val="00F65B44"/>
    <w:rsid w:val="00F6609B"/>
    <w:rsid w:val="00F66260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4FE"/>
    <w:rsid w:val="00F72753"/>
    <w:rsid w:val="00F728B1"/>
    <w:rsid w:val="00F72AC2"/>
    <w:rsid w:val="00F72AE1"/>
    <w:rsid w:val="00F73212"/>
    <w:rsid w:val="00F7334D"/>
    <w:rsid w:val="00F7374F"/>
    <w:rsid w:val="00F73797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C64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1E7"/>
    <w:rsid w:val="00F845CA"/>
    <w:rsid w:val="00F84636"/>
    <w:rsid w:val="00F84672"/>
    <w:rsid w:val="00F8491E"/>
    <w:rsid w:val="00F84995"/>
    <w:rsid w:val="00F850F6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894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C77"/>
    <w:rsid w:val="00F92E64"/>
    <w:rsid w:val="00F93AFE"/>
    <w:rsid w:val="00F93CA3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10"/>
    <w:rsid w:val="00FB52DF"/>
    <w:rsid w:val="00FB531D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7DC"/>
    <w:rsid w:val="00FC1819"/>
    <w:rsid w:val="00FC18F6"/>
    <w:rsid w:val="00FC1C8C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48CB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36E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D56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2B0"/>
    <w:rsid w:val="00FD54DB"/>
    <w:rsid w:val="00FD57E4"/>
    <w:rsid w:val="00FD584E"/>
    <w:rsid w:val="00FD5A56"/>
    <w:rsid w:val="00FD5AF3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3C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7183B4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13D050A1-B24E-4C76-BAE4-56956341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AF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E646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7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7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5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5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B2D78"/>
    <w:pPr>
      <w:spacing w:before="120" w:line="240" w:lineRule="auto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2D78"/>
    <w:rPr>
      <w:rFonts w:ascii="Arial" w:hAnsi="Arial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646C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592D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su.gov.cz/docs/107508/aae113b8-7efc-12ab-9746-dc0e902164d5/011044241206.xlsx?version=1.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E7CAC861DA464CBC78F5FB8F157389" ma:contentTypeVersion="12" ma:contentTypeDescription="Vytvoří nový dokument" ma:contentTypeScope="" ma:versionID="657d10d7efbfc9834e74b33f8349384b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82acbfdeaef0f7c8e3d5294ca501d924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7FB5CC-6988-472F-A7CE-B3477DC5923A}"/>
</file>

<file path=customXml/itemProps3.xml><?xml version="1.0" encoding="utf-8"?>
<ds:datastoreItem xmlns:ds="http://schemas.openxmlformats.org/officeDocument/2006/customXml" ds:itemID="{6D60F826-5933-4539-84BD-6D60258BC7A7}">
  <ds:schemaRefs>
    <ds:schemaRef ds:uri="http://purl.org/dc/dcmitype/"/>
    <ds:schemaRef ds:uri="http://schemas.openxmlformats.org/package/2006/metadata/core-properties"/>
    <ds:schemaRef ds:uri="9d961acd-51c1-4f6f-8b66-29952201c444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2661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2" baseType="lpstr">
      <vt:lpstr/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2496</CharactersWithSpaces>
  <SharedDoc>false</SharedDoc>
  <HLinks>
    <vt:vector size="6" baseType="variant">
      <vt:variant>
        <vt:i4>1769553</vt:i4>
      </vt:variant>
      <vt:variant>
        <vt:i4>0</vt:i4>
      </vt:variant>
      <vt:variant>
        <vt:i4>0</vt:i4>
      </vt:variant>
      <vt:variant>
        <vt:i4>5</vt:i4>
      </vt:variant>
      <vt:variant>
        <vt:lpwstr>https://csu.gov.cz/docs/107508/aae113b8-7efc-12ab-9746-dc0e902164d5/011044241206.xlsx?version=1.0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553</cp:revision>
  <cp:lastPrinted>2021-06-09T00:15:00Z</cp:lastPrinted>
  <dcterms:created xsi:type="dcterms:W3CDTF">2023-12-15T06:03:00Z</dcterms:created>
  <dcterms:modified xsi:type="dcterms:W3CDTF">2025-08-13T12:44:00Z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</Properties>
</file>