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39830E3F" w:rsidR="00E82A38" w:rsidRPr="003D08CB" w:rsidRDefault="00891B20" w:rsidP="003D08CB">
      <w:pPr>
        <w:pStyle w:val="Nzevdokumentu"/>
      </w:pPr>
      <w:r>
        <w:t xml:space="preserve">PŘÍLOHA </w:t>
      </w:r>
      <w:r w:rsidR="009F77D6">
        <w:t>P</w:t>
      </w:r>
      <w:r>
        <w:t>.</w:t>
      </w:r>
      <w:r w:rsidR="00CB0BF7">
        <w:t>0</w:t>
      </w:r>
    </w:p>
    <w:p w14:paraId="145B505F" w14:textId="3BD14203" w:rsidR="008D48D2" w:rsidRPr="00FA4711" w:rsidRDefault="00CB0BF7" w:rsidP="00FA4711">
      <w:pPr>
        <w:pStyle w:val="Podnzev"/>
      </w:pPr>
      <w:r>
        <w:t xml:space="preserve">ZADÁNÍ </w:t>
      </w:r>
      <w:r w:rsidR="006B2209">
        <w:t>p</w:t>
      </w:r>
      <w:r w:rsidR="00D24D31">
        <w:t>rojekt</w:t>
      </w:r>
      <w:r w:rsidR="006B2209">
        <w:t>u</w:t>
      </w:r>
      <w:r w:rsidR="00803592">
        <w:t xml:space="preserve"> (</w:t>
      </w:r>
      <w:r w:rsidR="004F7769">
        <w:t xml:space="preserve">OBECNÝ </w:t>
      </w:r>
      <w:r w:rsidR="00D24D31">
        <w:t>VZOR</w:t>
      </w:r>
      <w:r w:rsidR="00803592">
        <w:t>)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42806632" w:rsidR="00C0135D" w:rsidRPr="00EA0702" w:rsidRDefault="00544F97" w:rsidP="00C0135D">
      <w:pPr>
        <w:pStyle w:val="Text"/>
        <w:rPr>
          <w:b/>
          <w:bCs/>
        </w:rPr>
      </w:pPr>
      <w:r w:rsidRPr="00EA0702">
        <w:rPr>
          <w:b/>
          <w:bCs/>
        </w:rPr>
        <w:t xml:space="preserve">verze </w:t>
      </w:r>
      <w:bookmarkStart w:id="6" w:name="_Ref166190286"/>
      <w:r w:rsidR="00456F0B">
        <w:rPr>
          <w:b/>
          <w:bCs/>
        </w:rPr>
        <w:t>250716</w:t>
      </w:r>
    </w:p>
    <w:p w14:paraId="13E42392" w14:textId="77777777" w:rsidR="003D1B63" w:rsidRPr="003D1B63" w:rsidRDefault="003D1B63" w:rsidP="00C0135D">
      <w:pPr>
        <w:pStyle w:val="Text"/>
        <w:rPr>
          <w:highlight w:val="yellow"/>
        </w:rPr>
      </w:pPr>
    </w:p>
    <w:p w14:paraId="208D77DB" w14:textId="27497D3B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Příloha </w:t>
      </w:r>
      <w:r w:rsidR="006B2209">
        <w:rPr>
          <w:i/>
          <w:iCs/>
        </w:rPr>
        <w:t>P</w:t>
      </w:r>
      <w:r w:rsidRPr="003D1B63">
        <w:rPr>
          <w:i/>
          <w:iCs/>
        </w:rPr>
        <w:t xml:space="preserve">.0 obsahuje vzor pro zpracování Zadání pro </w:t>
      </w:r>
      <w:r w:rsidR="00042344">
        <w:rPr>
          <w:b/>
          <w:bCs/>
          <w:i/>
          <w:iCs/>
        </w:rPr>
        <w:t>Projekty</w:t>
      </w:r>
      <w:r w:rsidRPr="003D1B63">
        <w:rPr>
          <w:i/>
          <w:iCs/>
        </w:rPr>
        <w:t xml:space="preserve"> podle Smlouvy. </w:t>
      </w:r>
    </w:p>
    <w:p w14:paraId="6E3BE220" w14:textId="77777777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Vzor Zadání není závazný; má Stranám pouze usnadnit jednání o požadavcích na Služby tak, aby mohly být zachovány vazby jednotlivých ujednání na ostatní části Smlouvy. </w:t>
      </w:r>
    </w:p>
    <w:p w14:paraId="5C54833D" w14:textId="0A5ED01A" w:rsidR="003D1B63" w:rsidRPr="003D1B63" w:rsidRDefault="003D1B63" w:rsidP="003D1B63">
      <w:pPr>
        <w:pStyle w:val="Text"/>
        <w:rPr>
          <w:i/>
          <w:iCs/>
          <w:highlight w:val="yellow"/>
        </w:rPr>
      </w:pPr>
      <w:r w:rsidRPr="003D1B63">
        <w:rPr>
          <w:i/>
          <w:iCs/>
        </w:rPr>
        <w:t>Předpokládá se, že Strany tento vzor upraví podle potřeb konkrétních Služeb, pro které Zadání připravují.</w:t>
      </w:r>
    </w:p>
    <w:p w14:paraId="3B5DDAE3" w14:textId="01567133" w:rsidR="00C0135D" w:rsidRPr="00D35853" w:rsidRDefault="00C0135D" w:rsidP="00D35853">
      <w:pPr>
        <w:pStyle w:val="Text"/>
      </w:pPr>
      <w:r>
        <w:rPr>
          <w:highlight w:val="yellow"/>
        </w:rPr>
        <w:br w:type="page"/>
      </w:r>
    </w:p>
    <w:p w14:paraId="10F5301F" w14:textId="7EBC3E5B" w:rsidR="00DE0A28" w:rsidRDefault="00DE0A28" w:rsidP="00DE0A28">
      <w:pPr>
        <w:pStyle w:val="Nzevdokumentu"/>
      </w:pPr>
      <w:r>
        <w:lastRenderedPageBreak/>
        <w:t>zadání projektu</w:t>
      </w:r>
    </w:p>
    <w:p w14:paraId="375F6CC5" w14:textId="77777777" w:rsidR="00482D79" w:rsidRDefault="00482D79" w:rsidP="00482D79">
      <w:pPr>
        <w:pStyle w:val="Podnzev"/>
      </w:pPr>
    </w:p>
    <w:p w14:paraId="10E16CDD" w14:textId="21107F6D" w:rsidR="00C0135D" w:rsidRPr="00C0135D" w:rsidRDefault="00D76D32" w:rsidP="00C0135D">
      <w:pPr>
        <w:pStyle w:val="l"/>
      </w:pPr>
      <w:r>
        <w:t xml:space="preserve">Specifikace </w:t>
      </w:r>
      <w:r w:rsidR="0092590D">
        <w:t>projektu</w:t>
      </w:r>
    </w:p>
    <w:p w14:paraId="331A2570" w14:textId="7355986B" w:rsidR="00C0135D" w:rsidRDefault="009F77D6" w:rsidP="00C0135D">
      <w:pPr>
        <w:pStyle w:val="Odst"/>
      </w:pPr>
      <w:r>
        <w:t xml:space="preserve">Základní </w:t>
      </w:r>
      <w:r w:rsidR="00D76D32">
        <w:t>údaje</w:t>
      </w:r>
      <w:r>
        <w:t xml:space="preserve"> zadání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69"/>
      </w:tblGrid>
      <w:tr w:rsidR="00F45C97" w:rsidRPr="001B0F97" w14:paraId="7DD42157" w14:textId="77777777" w:rsidTr="00F3443D">
        <w:tc>
          <w:tcPr>
            <w:tcW w:w="2835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14:paraId="50B05709" w14:textId="496B89BA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VD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1807C9C4" w14:textId="2073D473" w:rsidR="00F45C97" w:rsidRPr="001B0F97" w:rsidRDefault="00F45C97" w:rsidP="00F45C97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53B2EC0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E100F33" w14:textId="1328859E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Den </w:t>
            </w:r>
            <w:r w:rsidR="00811689">
              <w:rPr>
                <w:b/>
                <w:bCs/>
              </w:rPr>
              <w:t>vlož</w:t>
            </w:r>
            <w:r w:rsidR="007F1687">
              <w:rPr>
                <w:b/>
                <w:bCs/>
              </w:rPr>
              <w:t>e</w:t>
            </w:r>
            <w:r w:rsidR="00811689">
              <w:rPr>
                <w:b/>
                <w:bCs/>
              </w:rPr>
              <w:t>ní</w:t>
            </w:r>
            <w:r w:rsidRPr="001B0F97">
              <w:rPr>
                <w:b/>
                <w:bCs/>
              </w:rPr>
              <w:t xml:space="preserve"> Zadání</w:t>
            </w:r>
            <w:r w:rsidR="00811689">
              <w:rPr>
                <w:b/>
                <w:bCs/>
              </w:rPr>
              <w:t xml:space="preserve"> do Smlouvy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23F676" w14:textId="16A9F3A1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2A3F26" w:rsidRPr="001B0F97" w14:paraId="1A8A6497" w14:textId="77777777" w:rsidTr="007E1015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711FC80B" w14:textId="2B6AD8B0" w:rsidR="002A3F26" w:rsidRPr="002A3F26" w:rsidRDefault="002A3F26" w:rsidP="002A3F26">
            <w:pPr>
              <w:pStyle w:val="Tab"/>
              <w:rPr>
                <w:b/>
                <w:bCs/>
              </w:rPr>
            </w:pPr>
            <w:r w:rsidRPr="002A3F26">
              <w:rPr>
                <w:b/>
                <w:bCs/>
              </w:rPr>
              <w:t>Čerpání Maximálního rozsahu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6B4A401C" w14:textId="3D07B0A7" w:rsidR="002A3F26" w:rsidRPr="002A3F26" w:rsidRDefault="002A3F26" w:rsidP="002A3F26">
            <w:pPr>
              <w:pStyle w:val="Tab"/>
              <w:rPr>
                <w:highlight w:val="lightGray"/>
              </w:rPr>
            </w:pPr>
            <w:r w:rsidRPr="002A3F26">
              <w:rPr>
                <w:highlight w:val="lightGray"/>
              </w:rPr>
              <w:t>[doplňte]</w:t>
            </w:r>
          </w:p>
        </w:tc>
      </w:tr>
      <w:tr w:rsidR="00F45C97" w:rsidRPr="001B0F97" w14:paraId="20993AFA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01B84F6D" w14:textId="32B875FF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Cena </w:t>
            </w:r>
            <w:r w:rsidR="002A3F26">
              <w:rPr>
                <w:b/>
                <w:bCs/>
              </w:rPr>
              <w:t>projektu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10F435A4" w14:textId="704963F2" w:rsidR="00F45C97" w:rsidRDefault="00F45C97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  <w:p w14:paraId="16CBB987" w14:textId="03BA995E" w:rsidR="00F45C97" w:rsidRPr="001B0F97" w:rsidRDefault="00F45C97" w:rsidP="00F45C97">
            <w:pPr>
              <w:pStyle w:val="Tab"/>
            </w:pPr>
            <w:r>
              <w:rPr>
                <w:highlight w:val="lightGray"/>
              </w:rPr>
              <w:t xml:space="preserve">Cena služeb je stanovena </w:t>
            </w:r>
            <w:r w:rsidRPr="00834A20">
              <w:rPr>
                <w:highlight w:val="lightGray"/>
              </w:rPr>
              <w:t>podle Nabídky</w:t>
            </w:r>
          </w:p>
        </w:tc>
      </w:tr>
      <w:tr w:rsidR="00F45C97" w:rsidRPr="001B0F97" w14:paraId="06BDBCDC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4F05207" w14:textId="264418C3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Způsob určení Ceny </w:t>
            </w:r>
            <w:r w:rsidR="002A3F26">
              <w:rPr>
                <w:b/>
                <w:bCs/>
              </w:rPr>
              <w:t>projektu</w:t>
            </w:r>
            <w:r w:rsidRPr="001B0F97">
              <w:rPr>
                <w:b/>
                <w:bCs/>
              </w:rPr>
              <w:t xml:space="preserve"> a platby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62879721" w14:textId="289A54E3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5C97395A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802FEAB" w14:textId="1707E0ED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Valorizace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65F0A92E" w14:textId="43B7429C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574862">
              <w:rPr>
                <w:highlight w:val="lightGray"/>
              </w:rPr>
              <w:t>[doplňte ano/ne]</w:t>
            </w:r>
          </w:p>
        </w:tc>
      </w:tr>
      <w:tr w:rsidR="00F45C97" w:rsidRPr="001B0F97" w14:paraId="449A668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9683E2D" w14:textId="244CA104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 xml:space="preserve">Datum zahájení 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0F261FB0" w14:textId="688332B6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0DD76A80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C24451E" w14:textId="2AC9E3C8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Doba pro dokončení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267C6911" w14:textId="0C3D5A5E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680D920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31C0892" w14:textId="6C19BE32" w:rsidR="00C34F6F" w:rsidRPr="001B0F97" w:rsidRDefault="00C34F6F" w:rsidP="00C34F6F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Požadavky na harmonogram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55819A69" w14:textId="437E4F52" w:rsidR="00C34F6F" w:rsidRPr="00834A20" w:rsidRDefault="00C34F6F" w:rsidP="00C34F6F">
            <w:pPr>
              <w:pStyle w:val="Tab"/>
              <w:rPr>
                <w:highlight w:val="lightGray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04904BE4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EE8B9D9" w14:textId="7679B761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Požadavky na akceptační test a akceptační kritéria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512E9ED6" w14:textId="28C0915B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C351B3">
              <w:rPr>
                <w:highlight w:val="lightGray"/>
              </w:rPr>
              <w:t>[doplňte]</w:t>
            </w:r>
          </w:p>
        </w:tc>
      </w:tr>
      <w:tr w:rsidR="00C34F6F" w:rsidRPr="001B0F97" w14:paraId="528D5883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03C6DB7" w14:textId="19057E64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Odstranění vad z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Potvrzení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převzetí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6949E2C4" w14:textId="7E95154A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2BC40F4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6B3D0952" w14:textId="5AE23334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Zádržné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1F9B8182" w14:textId="385EB1CB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75C2D7B5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613EDFB0" w14:textId="32D32A4F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Záruční doba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44185D5F" w14:textId="23D7809B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59D4240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C1FF0D3" w14:textId="6A0AD90F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Výpověď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606690F6" w14:textId="1D6D7534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33C8F25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  <w:vAlign w:val="center"/>
          </w:tcPr>
          <w:p w14:paraId="682E8AA6" w14:textId="36083E3F" w:rsidR="00C34F6F" w:rsidRPr="001B0F97" w:rsidRDefault="00C34F6F" w:rsidP="00C34F6F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Registr smluv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5C89F6AB" w14:textId="7F1A6FC0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1B0F97">
              <w:t xml:space="preserve">Zadání řady </w:t>
            </w:r>
            <w:r w:rsidR="00A33B6F">
              <w:t>P</w:t>
            </w:r>
            <w:r w:rsidRPr="001B0F97">
              <w:t xml:space="preserve"> </w:t>
            </w:r>
            <w:r w:rsidRPr="001B0F97">
              <w:rPr>
                <w:b/>
                <w:bCs/>
              </w:rPr>
              <w:t>podléhají</w:t>
            </w:r>
            <w:r w:rsidRPr="001B0F97">
              <w:t xml:space="preserve"> uveřejnění v registru smluv.</w:t>
            </w:r>
          </w:p>
        </w:tc>
      </w:tr>
    </w:tbl>
    <w:p w14:paraId="1B67A921" w14:textId="71895147" w:rsidR="00954040" w:rsidRDefault="00954040" w:rsidP="00F45C97">
      <w:pPr>
        <w:pStyle w:val="Odst"/>
      </w:pPr>
      <w:r>
        <w:t>Konvence dokumentu</w:t>
      </w:r>
    </w:p>
    <w:p w14:paraId="13168F95" w14:textId="77777777" w:rsidR="000528C5" w:rsidRPr="000528C5" w:rsidRDefault="000528C5" w:rsidP="000528C5">
      <w:pPr>
        <w:pStyle w:val="Pododst"/>
      </w:pPr>
      <w:r w:rsidRPr="000528C5">
        <w:rPr>
          <w:highlight w:val="lightGray"/>
        </w:rPr>
        <w:t>Jednotlivé požadavky na Projekt jsou (pokud je to možné) uvedené v přítomném čase a oznamovacím způsobem - tak aby bylo možné každý požadavek vyhodnotit jako splněný či nesplněný jednoduchou odpovědí ano / ne podle jeho aktuálního reálného stavu.</w:t>
      </w:r>
    </w:p>
    <w:p w14:paraId="74CB3B0D" w14:textId="305080BD" w:rsidR="00D76D32" w:rsidRDefault="00F45C97" w:rsidP="00F45C97">
      <w:pPr>
        <w:pStyle w:val="Odst"/>
      </w:pPr>
      <w:r>
        <w:lastRenderedPageBreak/>
        <w:t>Základní popis a záměr</w:t>
      </w:r>
    </w:p>
    <w:p w14:paraId="4DD270E8" w14:textId="656AACCE" w:rsidR="00392FDE" w:rsidRPr="00392FDE" w:rsidRDefault="00392FDE" w:rsidP="00392FDE">
      <w:pPr>
        <w:pStyle w:val="Pododst"/>
      </w:pPr>
      <w:r w:rsidRPr="00392FDE">
        <w:rPr>
          <w:highlight w:val="lightGray"/>
        </w:rPr>
        <w:t>[Relevantní obecné informace k</w:t>
      </w:r>
      <w:r w:rsidR="006059D7">
        <w:rPr>
          <w:highlight w:val="lightGray"/>
        </w:rPr>
        <w:t> Projektu</w:t>
      </w:r>
      <w:r w:rsidRPr="00392FDE">
        <w:rPr>
          <w:highlight w:val="lightGray"/>
        </w:rPr>
        <w:t>, záměr a cíle Objednatele.]</w:t>
      </w:r>
    </w:p>
    <w:p w14:paraId="2E2C4A98" w14:textId="25E3BF9C" w:rsidR="00F45C97" w:rsidRDefault="00392FDE" w:rsidP="00F45C97">
      <w:pPr>
        <w:pStyle w:val="Odst"/>
      </w:pPr>
      <w:r>
        <w:t>Předmět</w:t>
      </w:r>
    </w:p>
    <w:p w14:paraId="0A925A50" w14:textId="117D900E" w:rsidR="007A2625" w:rsidRPr="001409E1" w:rsidRDefault="007A2625" w:rsidP="007A2625">
      <w:pPr>
        <w:pStyle w:val="Pododst"/>
      </w:pPr>
      <w:r w:rsidRPr="001409E1">
        <w:t>Dodavatel musí splnit následující požadavky Objednatele</w:t>
      </w:r>
      <w:r w:rsidR="006059D7" w:rsidRPr="001409E1">
        <w:t>:</w:t>
      </w:r>
    </w:p>
    <w:p w14:paraId="7C698F52" w14:textId="77777777" w:rsidR="006059D7" w:rsidRDefault="006059D7" w:rsidP="006059D7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78AC3F89" w14:textId="77777777" w:rsidR="006059D7" w:rsidRDefault="006059D7" w:rsidP="006059D7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79F2500A" w14:textId="5A77DAA7" w:rsidR="007A2625" w:rsidRDefault="007A2625" w:rsidP="007A2625">
      <w:pPr>
        <w:pStyle w:val="Odst"/>
      </w:pPr>
      <w:r w:rsidRPr="00591E0E">
        <w:t>Milníky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685"/>
        <w:gridCol w:w="1984"/>
        <w:gridCol w:w="1984"/>
      </w:tblGrid>
      <w:tr w:rsidR="00803592" w:rsidRPr="001B0F97" w14:paraId="3C7D02CC" w14:textId="2083A854" w:rsidTr="00F3443D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5BF0904" w14:textId="202CF913" w:rsidR="00803592" w:rsidRPr="001B0F97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3685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CC99599" w14:textId="43F1734A" w:rsidR="00803592" w:rsidRPr="00591E0E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popis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0AC7D5A" w14:textId="6EA10448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Dílčí výstup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5DD6612" w14:textId="449CDFAB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lhůta</w:t>
            </w:r>
          </w:p>
        </w:tc>
      </w:tr>
      <w:tr w:rsidR="00803592" w:rsidRPr="001B0F97" w14:paraId="44246D15" w14:textId="7BD1FBA4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22E11B63" w14:textId="4EE40749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1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30E45F2F" w14:textId="77777777" w:rsidR="00803592" w:rsidRPr="001B0F97" w:rsidRDefault="00803592" w:rsidP="00803592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6390BD4B" w14:textId="28081EDF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  <w:vAlign w:val="center"/>
          </w:tcPr>
          <w:p w14:paraId="41AFBBBD" w14:textId="26B3C937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803592" w:rsidRPr="001B0F97" w14:paraId="13765733" w14:textId="11E14057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479A4C2" w14:textId="3684DAAF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2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1D81B12A" w14:textId="345B07CC" w:rsidR="00803592" w:rsidRPr="001B0F97" w:rsidRDefault="00803592" w:rsidP="00803592">
            <w:pPr>
              <w:pStyle w:val="Tab"/>
              <w:tabs>
                <w:tab w:val="left" w:pos="1257"/>
              </w:tabs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6E601BE1" w14:textId="5A9524DB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096E0780" w14:textId="5A3B0CC9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2F333CF6" w14:textId="3B3611F5" w:rsidR="00591E0E" w:rsidRDefault="00803592" w:rsidP="007A2625">
      <w:pPr>
        <w:pStyle w:val="Odst"/>
      </w:pPr>
      <w:r>
        <w:t>Místo plnění (staveniště)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5527"/>
      </w:tblGrid>
      <w:tr w:rsidR="000B5A52" w:rsidRPr="001B0F97" w14:paraId="208016CA" w14:textId="77777777" w:rsidTr="00F3443D">
        <w:tc>
          <w:tcPr>
            <w:tcW w:w="2977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2870C1F" w14:textId="2AAA677E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Místo plnění (Staveniště)</w:t>
            </w:r>
          </w:p>
        </w:tc>
        <w:tc>
          <w:tcPr>
            <w:tcW w:w="5527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41E8F15B" w14:textId="77777777" w:rsidR="000B5A52" w:rsidRPr="001B0F97" w:rsidRDefault="000B5A52" w:rsidP="00DE20AD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0B5A52" w:rsidRPr="001B0F97" w14:paraId="2841000B" w14:textId="77777777" w:rsidTr="00F3443D">
        <w:tc>
          <w:tcPr>
            <w:tcW w:w="2977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6CF6F7FB" w14:textId="62F0B824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Právo přístupu Dodavatele</w:t>
            </w:r>
          </w:p>
        </w:tc>
        <w:tc>
          <w:tcPr>
            <w:tcW w:w="552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9445A7" w14:textId="77777777" w:rsidR="000B5A52" w:rsidRPr="001B0F97" w:rsidRDefault="000B5A52" w:rsidP="00DE20AD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505F298B" w14:textId="45490F10" w:rsidR="00F3443D" w:rsidRDefault="00F3443D" w:rsidP="00F3443D">
      <w:pPr>
        <w:pStyle w:val="Odst"/>
      </w:pPr>
      <w:r>
        <w:t>Dokumentace dodavatele</w:t>
      </w:r>
    </w:p>
    <w:p w14:paraId="6CAB140C" w14:textId="02BA3761" w:rsidR="00F3443D" w:rsidRDefault="00F3443D" w:rsidP="00F3443D">
      <w:pPr>
        <w:pStyle w:val="Pododst"/>
        <w:keepNext/>
      </w:pPr>
      <w:r>
        <w:t>Dodavatel musí vypracovat následující dokumentaci:</w:t>
      </w:r>
    </w:p>
    <w:p w14:paraId="3C6ADC15" w14:textId="7872275E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4C6850D" w14:textId="421B3B9D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1AC619B1" w14:textId="1F63AF77" w:rsidR="00F3443D" w:rsidRDefault="00F3443D" w:rsidP="00F3443D">
      <w:pPr>
        <w:pStyle w:val="l"/>
      </w:pPr>
      <w:r>
        <w:t>Výstup</w:t>
      </w:r>
    </w:p>
    <w:p w14:paraId="1FBB5194" w14:textId="6312C800" w:rsidR="00F3443D" w:rsidRDefault="00F3443D" w:rsidP="00F3443D">
      <w:pPr>
        <w:pStyle w:val="Odst"/>
      </w:pPr>
      <w:r>
        <w:t>Výstup služeb</w:t>
      </w:r>
    </w:p>
    <w:p w14:paraId="1A15D620" w14:textId="78660F78" w:rsidR="00F3443D" w:rsidRDefault="00F3443D" w:rsidP="00F3443D">
      <w:pPr>
        <w:pStyle w:val="Pododst"/>
      </w:pPr>
      <w:r>
        <w:t>Výstupem (konečným výsledkem činnosti Dodavatele) je:</w:t>
      </w:r>
    </w:p>
    <w:p w14:paraId="38850251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1B6AA4D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5B245066" w14:textId="1975D40B" w:rsidR="00F3443D" w:rsidRDefault="00F3443D" w:rsidP="00F3443D">
      <w:pPr>
        <w:pStyle w:val="l"/>
      </w:pPr>
      <w:r>
        <w:t>Důvěrné informace</w:t>
      </w:r>
    </w:p>
    <w:p w14:paraId="75C3DD53" w14:textId="6C8F5620" w:rsidR="00F3443D" w:rsidRDefault="00F3443D" w:rsidP="00F3443D">
      <w:pPr>
        <w:pStyle w:val="Odst"/>
      </w:pPr>
      <w:r>
        <w:t>Informace považované objednatelem za důvěrné</w:t>
      </w:r>
    </w:p>
    <w:p w14:paraId="2A0AE83B" w14:textId="64EBFEEB" w:rsidR="000B5A52" w:rsidRDefault="00F3443D" w:rsidP="009B20A6">
      <w:pPr>
        <w:pStyle w:val="Pododst"/>
      </w:pPr>
      <w:r w:rsidRPr="00F3443D">
        <w:rPr>
          <w:highlight w:val="lightGray"/>
        </w:rPr>
        <w:t>[doplňte, pokud je relevantní]</w:t>
      </w:r>
    </w:p>
    <w:p w14:paraId="426E6238" w14:textId="5F2A7621" w:rsidR="00F3443D" w:rsidRDefault="00F3443D" w:rsidP="00F3443D">
      <w:pPr>
        <w:pStyle w:val="Odst"/>
      </w:pPr>
      <w:r>
        <w:t>NDA</w:t>
      </w:r>
    </w:p>
    <w:p w14:paraId="3017A999" w14:textId="77777777" w:rsidR="00D52D0A" w:rsidRPr="00D52D0A" w:rsidRDefault="00D52D0A" w:rsidP="00D52D0A">
      <w:pPr>
        <w:pStyle w:val="Pododst"/>
        <w:rPr>
          <w:highlight w:val="lightGray"/>
        </w:rPr>
      </w:pPr>
      <w:r w:rsidRPr="00D52D0A">
        <w:rPr>
          <w:highlight w:val="lightGray"/>
        </w:rPr>
        <w:t>Objednatel podmiňuje poskytnutí Podkladové dokumentace nebo její části uzavřením NDA ve znění, které je přílohou Zadání.</w:t>
      </w:r>
    </w:p>
    <w:p w14:paraId="0E6FA4D8" w14:textId="74A98F83" w:rsidR="00D52D0A" w:rsidRDefault="00D52D0A" w:rsidP="00D52D0A">
      <w:pPr>
        <w:pStyle w:val="l"/>
      </w:pPr>
      <w:r>
        <w:t>Přílohy</w:t>
      </w:r>
    </w:p>
    <w:p w14:paraId="2A3038D9" w14:textId="5269B3F2" w:rsidR="00D52D0A" w:rsidRDefault="00D52D0A" w:rsidP="00D52D0A">
      <w:pPr>
        <w:pStyle w:val="Odst"/>
      </w:pPr>
      <w:r>
        <w:t>Seznam příloh zadání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7653"/>
      </w:tblGrid>
      <w:tr w:rsidR="00C10749" w:rsidRPr="001B0F97" w14:paraId="5BAAB71E" w14:textId="77777777" w:rsidTr="00ED3CCF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6D7BCAC" w14:textId="77777777" w:rsidR="00C10749" w:rsidRPr="001B0F97" w:rsidRDefault="00C10749" w:rsidP="00DE0A28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7653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2E99C1C0" w14:textId="401D9CCE" w:rsidR="00C10749" w:rsidRDefault="00C10749" w:rsidP="00DE0A28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název</w:t>
            </w:r>
          </w:p>
        </w:tc>
      </w:tr>
      <w:tr w:rsidR="00C10749" w:rsidRPr="001B0F97" w14:paraId="7D645CA0" w14:textId="77777777" w:rsidTr="00B340F7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3F3FE7F8" w14:textId="319EF626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01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4B1B9D0A" w14:textId="1A599ACD" w:rsidR="00C10749" w:rsidRPr="001A490C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Podkladová dokumentace</w:t>
            </w:r>
          </w:p>
        </w:tc>
      </w:tr>
      <w:tr w:rsidR="00C10749" w:rsidRPr="001B0F97" w14:paraId="43B19852" w14:textId="77777777" w:rsidTr="00C10749">
        <w:trPr>
          <w:trHeight w:val="180"/>
        </w:trPr>
        <w:tc>
          <w:tcPr>
            <w:tcW w:w="850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0E4257B8" w14:textId="67B739B2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02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4185C3B4" w14:textId="7A9464D7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NDA</w:t>
            </w:r>
          </w:p>
        </w:tc>
      </w:tr>
      <w:tr w:rsidR="00C10749" w:rsidRPr="001B0F97" w14:paraId="15B418DC" w14:textId="77777777" w:rsidTr="00C10749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515D1AA6" w14:textId="342D7CD0" w:rsidR="00C10749" w:rsidRPr="00C10749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03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7BD42C4A" w14:textId="43A8FCF6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[doplňte]</w:t>
            </w:r>
          </w:p>
        </w:tc>
      </w:tr>
    </w:tbl>
    <w:p w14:paraId="52FCE8C5" w14:textId="77777777" w:rsidR="00C10749" w:rsidRDefault="00C10749" w:rsidP="00132045">
      <w:pPr>
        <w:pStyle w:val="Tab"/>
      </w:pPr>
    </w:p>
    <w:p w14:paraId="459F9047" w14:textId="77777777" w:rsidR="00F004BA" w:rsidRDefault="00F004BA" w:rsidP="00132045">
      <w:pPr>
        <w:pStyle w:val="Tab"/>
      </w:pPr>
    </w:p>
    <w:p w14:paraId="52F4A9F1" w14:textId="77777777" w:rsidR="00F004BA" w:rsidRDefault="00F004BA" w:rsidP="00132045">
      <w:pPr>
        <w:pStyle w:val="Tab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</w:tblGrid>
      <w:tr w:rsidR="00132045" w:rsidRPr="00D56140" w14:paraId="228705A4" w14:textId="77777777" w:rsidTr="00F004BA">
        <w:trPr>
          <w:trHeight w:val="20"/>
        </w:trPr>
        <w:tc>
          <w:tcPr>
            <w:tcW w:w="4535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FC42331" w14:textId="77777777" w:rsidR="00132045" w:rsidRPr="00D56140" w:rsidRDefault="00132045" w:rsidP="00DE20AD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Zástupce Objednatele</w:t>
            </w:r>
            <w:r w:rsidRPr="00D56140">
              <w:rPr>
                <w:b/>
                <w:bCs/>
              </w:rPr>
              <w:t>:</w:t>
            </w:r>
          </w:p>
        </w:tc>
      </w:tr>
      <w:tr w:rsidR="00132045" w:rsidRPr="00A06B3E" w14:paraId="55A7C868" w14:textId="77777777" w:rsidTr="00F004BA">
        <w:trPr>
          <w:trHeight w:val="170"/>
        </w:trPr>
        <w:tc>
          <w:tcPr>
            <w:tcW w:w="4535" w:type="dxa"/>
            <w:tcBorders>
              <w:top w:val="nil"/>
            </w:tcBorders>
            <w:tcMar>
              <w:right w:w="113" w:type="dxa"/>
            </w:tcMar>
          </w:tcPr>
          <w:p w14:paraId="30A5F90E" w14:textId="77777777" w:rsidR="00132045" w:rsidRPr="00A06B3E" w:rsidRDefault="00132045" w:rsidP="00DE20AD">
            <w:pPr>
              <w:pStyle w:val="Tab"/>
              <w:keepNext/>
            </w:pPr>
          </w:p>
          <w:p w14:paraId="566401D9" w14:textId="77777777" w:rsidR="00132045" w:rsidRPr="00A06B3E" w:rsidRDefault="00132045" w:rsidP="00DE20AD">
            <w:pPr>
              <w:pStyle w:val="Tab"/>
              <w:keepNext/>
            </w:pPr>
          </w:p>
        </w:tc>
      </w:tr>
      <w:tr w:rsidR="00132045" w:rsidRPr="00A06B3E" w14:paraId="082B3456" w14:textId="77777777" w:rsidTr="00DE20AD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0C0312C" w14:textId="77777777" w:rsidR="00132045" w:rsidRPr="00A06B3E" w:rsidRDefault="00132045" w:rsidP="00DE20AD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132045" w:rsidRPr="004773F5" w14:paraId="5D15BED9" w14:textId="77777777" w:rsidTr="00DE20AD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C83886D" w14:textId="77777777" w:rsidR="00132045" w:rsidRPr="004773F5" w:rsidRDefault="00132045" w:rsidP="00DE20AD">
            <w:pPr>
              <w:pStyle w:val="Tab"/>
              <w:keepNext/>
              <w:rPr>
                <w:b/>
                <w:bCs/>
              </w:rPr>
            </w:pPr>
            <w:r w:rsidRPr="004773F5">
              <w:rPr>
                <w:b/>
                <w:bCs/>
              </w:rPr>
              <w:t>Povodí Vltavy, státní podnik</w:t>
            </w:r>
          </w:p>
        </w:tc>
      </w:tr>
    </w:tbl>
    <w:p w14:paraId="5D22694C" w14:textId="77777777" w:rsidR="00132045" w:rsidRPr="00D52D0A" w:rsidRDefault="00132045" w:rsidP="00F004BA">
      <w:pPr>
        <w:pStyle w:val="Tab"/>
      </w:pPr>
    </w:p>
    <w:sectPr w:rsidR="00132045" w:rsidRPr="00D52D0A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E92DD" w14:textId="77777777" w:rsidR="00B95150" w:rsidRDefault="00B95150">
      <w:r>
        <w:separator/>
      </w:r>
    </w:p>
    <w:p w14:paraId="4954FE4D" w14:textId="77777777" w:rsidR="00B95150" w:rsidRDefault="00B95150"/>
    <w:p w14:paraId="5CACBDE4" w14:textId="77777777" w:rsidR="00B95150" w:rsidRDefault="00B95150"/>
    <w:p w14:paraId="69FDBF93" w14:textId="77777777" w:rsidR="00B95150" w:rsidRDefault="00B95150"/>
  </w:endnote>
  <w:endnote w:type="continuationSeparator" w:id="0">
    <w:p w14:paraId="348B0301" w14:textId="77777777" w:rsidR="00B95150" w:rsidRDefault="00B95150">
      <w:r>
        <w:continuationSeparator/>
      </w:r>
    </w:p>
    <w:p w14:paraId="53FF1866" w14:textId="77777777" w:rsidR="00B95150" w:rsidRDefault="00B95150"/>
    <w:p w14:paraId="7C57F57D" w14:textId="77777777" w:rsidR="00B95150" w:rsidRDefault="00B95150"/>
    <w:p w14:paraId="5571C6F4" w14:textId="77777777" w:rsidR="00B95150" w:rsidRDefault="00B95150"/>
  </w:endnote>
  <w:endnote w:type="continuationNotice" w:id="1">
    <w:p w14:paraId="207C81EE" w14:textId="77777777" w:rsidR="00B95150" w:rsidRDefault="00B95150"/>
    <w:p w14:paraId="6391388A" w14:textId="77777777" w:rsidR="00B95150" w:rsidRDefault="00B95150"/>
    <w:p w14:paraId="5532DEFF" w14:textId="77777777" w:rsidR="00B95150" w:rsidRDefault="00B95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6310AD1A" w:rsidR="003D08CB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03592" w:rsidRPr="00803592">
              <w:t xml:space="preserve"> | </w:t>
            </w:r>
            <w:r w:rsidR="00580D30">
              <w:t>Zadání projektu</w:t>
            </w:r>
            <w:r w:rsidR="00B83F96" w:rsidRPr="00FD5C34">
              <w:tab/>
            </w:r>
            <w:r w:rsidR="00B83F96" w:rsidRPr="00FD5C34">
              <w:fldChar w:fldCharType="begin"/>
            </w:r>
            <w:r w:rsidR="00B83F96" w:rsidRPr="00FD5C34">
              <w:instrText>PAGE</w:instrText>
            </w:r>
            <w:r w:rsidR="00B83F96" w:rsidRPr="00FD5C34">
              <w:fldChar w:fldCharType="separate"/>
            </w:r>
            <w:r w:rsidR="00B83F96" w:rsidRPr="00FD5C34">
              <w:t>9</w:t>
            </w:r>
            <w:r w:rsidR="00B83F96" w:rsidRPr="00FD5C34">
              <w:fldChar w:fldCharType="end"/>
            </w:r>
            <w:r w:rsidR="00B83F96" w:rsidRPr="00FD5C34">
              <w:t xml:space="preserve"> | </w:t>
            </w:r>
            <w:r w:rsidR="00B83F96" w:rsidRPr="00FD5C34">
              <w:fldChar w:fldCharType="begin"/>
            </w:r>
            <w:r w:rsidR="00B83F96" w:rsidRPr="00FD5C34">
              <w:instrText>SECTIONPAGES</w:instrText>
            </w:r>
            <w:r w:rsidR="00B83F96" w:rsidRPr="00FD5C34">
              <w:fldChar w:fldCharType="separate"/>
            </w:r>
            <w:r w:rsidR="00456F0B">
              <w:rPr>
                <w:noProof/>
              </w:rPr>
              <w:t>4</w:t>
            </w:r>
            <w:r w:rsidR="00B83F96" w:rsidRPr="00FD5C34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253B4A95" w:rsidR="00FD5C34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91B20">
              <w:t xml:space="preserve"> | Příloha </w:t>
            </w:r>
            <w:r w:rsidR="003D1B63">
              <w:t>S.0</w:t>
            </w:r>
            <w:r w:rsidR="00891B20">
              <w:t xml:space="preserve"> | </w:t>
            </w:r>
            <w:r w:rsidR="00803592">
              <w:t>Z</w:t>
            </w:r>
            <w:r w:rsidR="003D1B63">
              <w:t xml:space="preserve">adání </w:t>
            </w:r>
            <w:r w:rsidR="00580D30">
              <w:t>p</w:t>
            </w:r>
            <w:r w:rsidR="00D24D31">
              <w:t>rojekt</w:t>
            </w:r>
            <w:r w:rsidR="00580D30">
              <w:t>u</w:t>
            </w:r>
            <w:r w:rsidR="00803592">
              <w:t xml:space="preserve"> (</w:t>
            </w:r>
            <w:r w:rsidR="00580D30">
              <w:t>obecný vzor</w:t>
            </w:r>
            <w:r w:rsidR="00803592">
              <w:t>)</w:t>
            </w:r>
            <w:r w:rsidRPr="00FD5C34">
              <w:tab/>
            </w:r>
            <w:r w:rsidRPr="00FD5C34">
              <w:fldChar w:fldCharType="begin"/>
            </w:r>
            <w:r w:rsidRPr="00FD5C34">
              <w:instrText>PAGE</w:instrText>
            </w:r>
            <w:r w:rsidRPr="00FD5C34">
              <w:fldChar w:fldCharType="separate"/>
            </w:r>
            <w:r w:rsidRPr="00FD5C34">
              <w:t>5</w:t>
            </w:r>
            <w:r w:rsidRPr="00FD5C34">
              <w:fldChar w:fldCharType="end"/>
            </w:r>
            <w:r w:rsidRPr="00FD5C34">
              <w:t xml:space="preserve"> | </w:t>
            </w:r>
            <w:r w:rsidRPr="00FD5C34">
              <w:fldChar w:fldCharType="begin"/>
            </w:r>
            <w:r w:rsidRPr="00FD5C34">
              <w:instrText>SECTIONPAGES</w:instrText>
            </w:r>
            <w:r w:rsidRPr="00FD5C34">
              <w:fldChar w:fldCharType="separate"/>
            </w:r>
            <w:r w:rsidR="00456F0B">
              <w:rPr>
                <w:noProof/>
              </w:rPr>
              <w:t>4</w:t>
            </w:r>
            <w:r w:rsidRPr="00FD5C3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905D0" w14:textId="77777777" w:rsidR="00B95150" w:rsidRDefault="00B95150">
      <w:r>
        <w:separator/>
      </w:r>
    </w:p>
    <w:p w14:paraId="6080CD7C" w14:textId="77777777" w:rsidR="00B95150" w:rsidRDefault="00B95150"/>
    <w:p w14:paraId="4857EE7B" w14:textId="77777777" w:rsidR="00B95150" w:rsidRDefault="00B95150"/>
    <w:p w14:paraId="7064B5C1" w14:textId="77777777" w:rsidR="00B95150" w:rsidRDefault="00B95150"/>
  </w:footnote>
  <w:footnote w:type="continuationSeparator" w:id="0">
    <w:p w14:paraId="5362ACF4" w14:textId="77777777" w:rsidR="00B95150" w:rsidRDefault="00B95150">
      <w:r>
        <w:continuationSeparator/>
      </w:r>
    </w:p>
    <w:p w14:paraId="0B91DC5E" w14:textId="77777777" w:rsidR="00B95150" w:rsidRDefault="00B95150"/>
    <w:p w14:paraId="75BFBFD0" w14:textId="77777777" w:rsidR="00B95150" w:rsidRDefault="00B95150"/>
    <w:p w14:paraId="582E7B35" w14:textId="77777777" w:rsidR="00B95150" w:rsidRDefault="00B95150"/>
  </w:footnote>
  <w:footnote w:type="continuationNotice" w:id="1">
    <w:p w14:paraId="5C41230B" w14:textId="77777777" w:rsidR="00B95150" w:rsidRDefault="00B95150"/>
    <w:p w14:paraId="49EA344A" w14:textId="77777777" w:rsidR="00B95150" w:rsidRDefault="00B95150"/>
    <w:p w14:paraId="38E4C5D0" w14:textId="77777777" w:rsidR="00B95150" w:rsidRDefault="00B95150"/>
    <w:p w14:paraId="3B85889E" w14:textId="77777777" w:rsidR="00B95150" w:rsidRDefault="00B951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795"/>
    <w:rsid w:val="000029E2"/>
    <w:rsid w:val="00002B6D"/>
    <w:rsid w:val="00002C0F"/>
    <w:rsid w:val="00003340"/>
    <w:rsid w:val="0000352F"/>
    <w:rsid w:val="000037AD"/>
    <w:rsid w:val="0000386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344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E6C"/>
    <w:rsid w:val="000510C8"/>
    <w:rsid w:val="000511A6"/>
    <w:rsid w:val="00051A3B"/>
    <w:rsid w:val="00051F8A"/>
    <w:rsid w:val="00052108"/>
    <w:rsid w:val="00052221"/>
    <w:rsid w:val="000528C5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E14"/>
    <w:rsid w:val="00066E23"/>
    <w:rsid w:val="0006735A"/>
    <w:rsid w:val="00067639"/>
    <w:rsid w:val="00067927"/>
    <w:rsid w:val="00067B6A"/>
    <w:rsid w:val="00067BD2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568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A03"/>
    <w:rsid w:val="000A1BBF"/>
    <w:rsid w:val="000A22FD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3D8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A52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D9F"/>
    <w:rsid w:val="000D23B3"/>
    <w:rsid w:val="000D27A8"/>
    <w:rsid w:val="000D2830"/>
    <w:rsid w:val="000D292D"/>
    <w:rsid w:val="000D2FC8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725"/>
    <w:rsid w:val="000D5737"/>
    <w:rsid w:val="000D5CF1"/>
    <w:rsid w:val="000D5E6F"/>
    <w:rsid w:val="000D63CE"/>
    <w:rsid w:val="000D6493"/>
    <w:rsid w:val="000D66F5"/>
    <w:rsid w:val="000D6E83"/>
    <w:rsid w:val="000D70D6"/>
    <w:rsid w:val="000D7100"/>
    <w:rsid w:val="000D7118"/>
    <w:rsid w:val="000D77C4"/>
    <w:rsid w:val="000D78F9"/>
    <w:rsid w:val="000D79C8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E1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5FB9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B04"/>
    <w:rsid w:val="00113FE7"/>
    <w:rsid w:val="0011411B"/>
    <w:rsid w:val="00114263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EDE"/>
    <w:rsid w:val="00122F3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45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9E1"/>
    <w:rsid w:val="00140D16"/>
    <w:rsid w:val="00140F10"/>
    <w:rsid w:val="001410DF"/>
    <w:rsid w:val="00141308"/>
    <w:rsid w:val="00141584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772"/>
    <w:rsid w:val="001478B0"/>
    <w:rsid w:val="001479AF"/>
    <w:rsid w:val="00147C69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A30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471"/>
    <w:rsid w:val="00186C74"/>
    <w:rsid w:val="00186E0A"/>
    <w:rsid w:val="001870E7"/>
    <w:rsid w:val="00187289"/>
    <w:rsid w:val="001872A4"/>
    <w:rsid w:val="001872EC"/>
    <w:rsid w:val="001874F1"/>
    <w:rsid w:val="00187B6B"/>
    <w:rsid w:val="00187C55"/>
    <w:rsid w:val="0019011D"/>
    <w:rsid w:val="0019053D"/>
    <w:rsid w:val="0019077F"/>
    <w:rsid w:val="00190BA5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D41"/>
    <w:rsid w:val="001A0E9E"/>
    <w:rsid w:val="001A10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0F97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65"/>
    <w:rsid w:val="001B6442"/>
    <w:rsid w:val="001B6678"/>
    <w:rsid w:val="001B6688"/>
    <w:rsid w:val="001B6C53"/>
    <w:rsid w:val="001B7043"/>
    <w:rsid w:val="001B7271"/>
    <w:rsid w:val="001B7A01"/>
    <w:rsid w:val="001C01AC"/>
    <w:rsid w:val="001C036E"/>
    <w:rsid w:val="001C133D"/>
    <w:rsid w:val="001C1584"/>
    <w:rsid w:val="001C1B4A"/>
    <w:rsid w:val="001C1B76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F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4EB"/>
    <w:rsid w:val="002554F9"/>
    <w:rsid w:val="00255809"/>
    <w:rsid w:val="00255A1C"/>
    <w:rsid w:val="00255C06"/>
    <w:rsid w:val="002568D1"/>
    <w:rsid w:val="00256A78"/>
    <w:rsid w:val="002571F2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3F26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713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1B4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B04"/>
    <w:rsid w:val="002F4B59"/>
    <w:rsid w:val="002F530F"/>
    <w:rsid w:val="002F5F5C"/>
    <w:rsid w:val="002F60B2"/>
    <w:rsid w:val="002F6258"/>
    <w:rsid w:val="002F6288"/>
    <w:rsid w:val="002F67E7"/>
    <w:rsid w:val="002F6885"/>
    <w:rsid w:val="002F6B53"/>
    <w:rsid w:val="002F6C3C"/>
    <w:rsid w:val="002F6C6B"/>
    <w:rsid w:val="002F6E75"/>
    <w:rsid w:val="002F6EEC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A7A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36E"/>
    <w:rsid w:val="0032136F"/>
    <w:rsid w:val="003215A1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844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378"/>
    <w:rsid w:val="003703F3"/>
    <w:rsid w:val="00370725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2529"/>
    <w:rsid w:val="00382645"/>
    <w:rsid w:val="00382662"/>
    <w:rsid w:val="00382789"/>
    <w:rsid w:val="00382A59"/>
    <w:rsid w:val="00382C77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2B"/>
    <w:rsid w:val="003914B2"/>
    <w:rsid w:val="0039183A"/>
    <w:rsid w:val="00391919"/>
    <w:rsid w:val="00392016"/>
    <w:rsid w:val="00392068"/>
    <w:rsid w:val="003924AE"/>
    <w:rsid w:val="00392A5D"/>
    <w:rsid w:val="00392C4B"/>
    <w:rsid w:val="00392FDE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FA"/>
    <w:rsid w:val="003B5C5D"/>
    <w:rsid w:val="003B5CC3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63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8B3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AC3"/>
    <w:rsid w:val="00411BF1"/>
    <w:rsid w:val="00411EBF"/>
    <w:rsid w:val="00411EDF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D0"/>
    <w:rsid w:val="00420A05"/>
    <w:rsid w:val="00420A31"/>
    <w:rsid w:val="00420A55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58"/>
    <w:rsid w:val="00424A26"/>
    <w:rsid w:val="00424A6B"/>
    <w:rsid w:val="00424D0B"/>
    <w:rsid w:val="00424EBF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18A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5136"/>
    <w:rsid w:val="00445513"/>
    <w:rsid w:val="0044561B"/>
    <w:rsid w:val="004456BE"/>
    <w:rsid w:val="004458DA"/>
    <w:rsid w:val="0044626D"/>
    <w:rsid w:val="004463F6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0B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B81"/>
    <w:rsid w:val="00466CAC"/>
    <w:rsid w:val="00466DB5"/>
    <w:rsid w:val="00466E1A"/>
    <w:rsid w:val="0046701B"/>
    <w:rsid w:val="0047001D"/>
    <w:rsid w:val="00470171"/>
    <w:rsid w:val="004705FB"/>
    <w:rsid w:val="00470B98"/>
    <w:rsid w:val="00470BEA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A8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D79"/>
    <w:rsid w:val="00482EBA"/>
    <w:rsid w:val="00483265"/>
    <w:rsid w:val="00483744"/>
    <w:rsid w:val="00483A81"/>
    <w:rsid w:val="00483C96"/>
    <w:rsid w:val="0048408B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5B7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C96"/>
    <w:rsid w:val="0049544A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F0C"/>
    <w:rsid w:val="00497226"/>
    <w:rsid w:val="004972D5"/>
    <w:rsid w:val="0049758B"/>
    <w:rsid w:val="004976CA"/>
    <w:rsid w:val="004978D3"/>
    <w:rsid w:val="004978FD"/>
    <w:rsid w:val="004A0135"/>
    <w:rsid w:val="004A034F"/>
    <w:rsid w:val="004A0551"/>
    <w:rsid w:val="004A0563"/>
    <w:rsid w:val="004A05B5"/>
    <w:rsid w:val="004A0929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552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D53"/>
    <w:rsid w:val="004D2E5A"/>
    <w:rsid w:val="004D3168"/>
    <w:rsid w:val="004D3361"/>
    <w:rsid w:val="004D3487"/>
    <w:rsid w:val="004D349B"/>
    <w:rsid w:val="004D35C1"/>
    <w:rsid w:val="004D37AA"/>
    <w:rsid w:val="004D3821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C26"/>
    <w:rsid w:val="004F632A"/>
    <w:rsid w:val="004F6DC0"/>
    <w:rsid w:val="004F71F0"/>
    <w:rsid w:val="004F746B"/>
    <w:rsid w:val="004F7769"/>
    <w:rsid w:val="004F7E43"/>
    <w:rsid w:val="004F7F03"/>
    <w:rsid w:val="00500780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2342"/>
    <w:rsid w:val="005128F5"/>
    <w:rsid w:val="00512B33"/>
    <w:rsid w:val="00512ED2"/>
    <w:rsid w:val="005131D9"/>
    <w:rsid w:val="005133B7"/>
    <w:rsid w:val="005133BD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A3E"/>
    <w:rsid w:val="00537FB9"/>
    <w:rsid w:val="005406B8"/>
    <w:rsid w:val="005406F5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17C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C1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0D30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E0E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B80"/>
    <w:rsid w:val="005A0D1E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D21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B3"/>
    <w:rsid w:val="005F2BCA"/>
    <w:rsid w:val="005F30BE"/>
    <w:rsid w:val="005F31C8"/>
    <w:rsid w:val="005F342A"/>
    <w:rsid w:val="005F3690"/>
    <w:rsid w:val="005F37E3"/>
    <w:rsid w:val="005F395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59D7"/>
    <w:rsid w:val="00606103"/>
    <w:rsid w:val="00606105"/>
    <w:rsid w:val="00606629"/>
    <w:rsid w:val="006066D2"/>
    <w:rsid w:val="0060670B"/>
    <w:rsid w:val="006067FA"/>
    <w:rsid w:val="00606A3B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C1C"/>
    <w:rsid w:val="00611DD5"/>
    <w:rsid w:val="006121D8"/>
    <w:rsid w:val="006125D2"/>
    <w:rsid w:val="006125D5"/>
    <w:rsid w:val="0061284B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1E89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0F49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4FA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C82"/>
    <w:rsid w:val="0067229F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248"/>
    <w:rsid w:val="0068262A"/>
    <w:rsid w:val="00682709"/>
    <w:rsid w:val="0068273B"/>
    <w:rsid w:val="00682858"/>
    <w:rsid w:val="006829CC"/>
    <w:rsid w:val="00682A03"/>
    <w:rsid w:val="00682D6F"/>
    <w:rsid w:val="006831EA"/>
    <w:rsid w:val="006836B7"/>
    <w:rsid w:val="00683925"/>
    <w:rsid w:val="00684051"/>
    <w:rsid w:val="006845A9"/>
    <w:rsid w:val="006847EE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3FE"/>
    <w:rsid w:val="006976AA"/>
    <w:rsid w:val="00697920"/>
    <w:rsid w:val="006A0085"/>
    <w:rsid w:val="006A0325"/>
    <w:rsid w:val="006A0350"/>
    <w:rsid w:val="006A0393"/>
    <w:rsid w:val="006A1067"/>
    <w:rsid w:val="006A169A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209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92"/>
    <w:rsid w:val="006D0E64"/>
    <w:rsid w:val="006D117A"/>
    <w:rsid w:val="006D11D7"/>
    <w:rsid w:val="006D15C7"/>
    <w:rsid w:val="006D1B26"/>
    <w:rsid w:val="006D2367"/>
    <w:rsid w:val="006D236C"/>
    <w:rsid w:val="006D261E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B54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8A4"/>
    <w:rsid w:val="006E199E"/>
    <w:rsid w:val="006E1A12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B2F"/>
    <w:rsid w:val="00700C02"/>
    <w:rsid w:val="00700D5A"/>
    <w:rsid w:val="00700E64"/>
    <w:rsid w:val="00700F5A"/>
    <w:rsid w:val="0070126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09C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21D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0A34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7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17DF"/>
    <w:rsid w:val="00782064"/>
    <w:rsid w:val="0078246D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4FF"/>
    <w:rsid w:val="0078652B"/>
    <w:rsid w:val="00786DDA"/>
    <w:rsid w:val="007873D4"/>
    <w:rsid w:val="007875BE"/>
    <w:rsid w:val="00787E71"/>
    <w:rsid w:val="0079035A"/>
    <w:rsid w:val="00790E6B"/>
    <w:rsid w:val="0079115E"/>
    <w:rsid w:val="0079183F"/>
    <w:rsid w:val="00791D9C"/>
    <w:rsid w:val="0079242F"/>
    <w:rsid w:val="00792843"/>
    <w:rsid w:val="00792C55"/>
    <w:rsid w:val="00792F76"/>
    <w:rsid w:val="00793630"/>
    <w:rsid w:val="007940BE"/>
    <w:rsid w:val="00794662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625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BA"/>
    <w:rsid w:val="007A68F0"/>
    <w:rsid w:val="007A716D"/>
    <w:rsid w:val="007A71E1"/>
    <w:rsid w:val="007A727C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31"/>
    <w:rsid w:val="007D31D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687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FE1"/>
    <w:rsid w:val="00803082"/>
    <w:rsid w:val="00803592"/>
    <w:rsid w:val="008037CA"/>
    <w:rsid w:val="008037D3"/>
    <w:rsid w:val="008041B4"/>
    <w:rsid w:val="008042CA"/>
    <w:rsid w:val="00804771"/>
    <w:rsid w:val="008048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689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BB8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3D"/>
    <w:rsid w:val="00841A95"/>
    <w:rsid w:val="00841FCA"/>
    <w:rsid w:val="0084276E"/>
    <w:rsid w:val="00842861"/>
    <w:rsid w:val="00842A08"/>
    <w:rsid w:val="00842A4F"/>
    <w:rsid w:val="00842C64"/>
    <w:rsid w:val="00842D70"/>
    <w:rsid w:val="00842F1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7BE"/>
    <w:rsid w:val="008748E0"/>
    <w:rsid w:val="00874AFF"/>
    <w:rsid w:val="00874C3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55D"/>
    <w:rsid w:val="008A75D7"/>
    <w:rsid w:val="008A77E4"/>
    <w:rsid w:val="008A78CA"/>
    <w:rsid w:val="008A7963"/>
    <w:rsid w:val="008A7AED"/>
    <w:rsid w:val="008A7D40"/>
    <w:rsid w:val="008A7EE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8CB"/>
    <w:rsid w:val="008B19E3"/>
    <w:rsid w:val="008B1EEC"/>
    <w:rsid w:val="008B1FF0"/>
    <w:rsid w:val="008B2131"/>
    <w:rsid w:val="008B246F"/>
    <w:rsid w:val="008B2534"/>
    <w:rsid w:val="008B25D0"/>
    <w:rsid w:val="008B2E27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98B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1FA"/>
    <w:rsid w:val="00906534"/>
    <w:rsid w:val="0090680D"/>
    <w:rsid w:val="00906BE1"/>
    <w:rsid w:val="009070B5"/>
    <w:rsid w:val="009079E2"/>
    <w:rsid w:val="00907C30"/>
    <w:rsid w:val="009101B0"/>
    <w:rsid w:val="009103A5"/>
    <w:rsid w:val="009107A5"/>
    <w:rsid w:val="00910E52"/>
    <w:rsid w:val="00911BA0"/>
    <w:rsid w:val="00911C13"/>
    <w:rsid w:val="00911EE3"/>
    <w:rsid w:val="00911FB2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0D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EF9"/>
    <w:rsid w:val="00932150"/>
    <w:rsid w:val="0093224F"/>
    <w:rsid w:val="0093225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40"/>
    <w:rsid w:val="009540A3"/>
    <w:rsid w:val="0095489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20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3D0"/>
    <w:rsid w:val="009675E7"/>
    <w:rsid w:val="00967A58"/>
    <w:rsid w:val="00967B26"/>
    <w:rsid w:val="00967BD5"/>
    <w:rsid w:val="00967E3B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56B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E2"/>
    <w:rsid w:val="009B16A1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B65"/>
    <w:rsid w:val="009C5D60"/>
    <w:rsid w:val="009C6103"/>
    <w:rsid w:val="009C67BC"/>
    <w:rsid w:val="009C6E57"/>
    <w:rsid w:val="009C6ECB"/>
    <w:rsid w:val="009C7437"/>
    <w:rsid w:val="009C765A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53E"/>
    <w:rsid w:val="009E4831"/>
    <w:rsid w:val="009E4977"/>
    <w:rsid w:val="009E4B3C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BB7"/>
    <w:rsid w:val="009F1676"/>
    <w:rsid w:val="009F187C"/>
    <w:rsid w:val="009F1D17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7D6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CDA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645"/>
    <w:rsid w:val="00A14B27"/>
    <w:rsid w:val="00A14BA5"/>
    <w:rsid w:val="00A14F91"/>
    <w:rsid w:val="00A15036"/>
    <w:rsid w:val="00A153CE"/>
    <w:rsid w:val="00A1590D"/>
    <w:rsid w:val="00A15928"/>
    <w:rsid w:val="00A1599D"/>
    <w:rsid w:val="00A15FF7"/>
    <w:rsid w:val="00A16431"/>
    <w:rsid w:val="00A1648B"/>
    <w:rsid w:val="00A164BA"/>
    <w:rsid w:val="00A16506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6F"/>
    <w:rsid w:val="00A33BD6"/>
    <w:rsid w:val="00A344E7"/>
    <w:rsid w:val="00A34573"/>
    <w:rsid w:val="00A345DA"/>
    <w:rsid w:val="00A345FA"/>
    <w:rsid w:val="00A347CC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7C"/>
    <w:rsid w:val="00A41C24"/>
    <w:rsid w:val="00A41E9D"/>
    <w:rsid w:val="00A42376"/>
    <w:rsid w:val="00A42971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AF7"/>
    <w:rsid w:val="00AD2B64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E04"/>
    <w:rsid w:val="00B17EB5"/>
    <w:rsid w:val="00B17EEB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DB2"/>
    <w:rsid w:val="00B37F86"/>
    <w:rsid w:val="00B4028D"/>
    <w:rsid w:val="00B4068D"/>
    <w:rsid w:val="00B407FD"/>
    <w:rsid w:val="00B40A49"/>
    <w:rsid w:val="00B40F58"/>
    <w:rsid w:val="00B40FAE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79"/>
    <w:rsid w:val="00B56C95"/>
    <w:rsid w:val="00B56DC6"/>
    <w:rsid w:val="00B5761B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5150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C9"/>
    <w:rsid w:val="00BB20AC"/>
    <w:rsid w:val="00BB22C8"/>
    <w:rsid w:val="00BB24C8"/>
    <w:rsid w:val="00BB2B49"/>
    <w:rsid w:val="00BB2D06"/>
    <w:rsid w:val="00BB322A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54A"/>
    <w:rsid w:val="00BF4FC2"/>
    <w:rsid w:val="00BF53E6"/>
    <w:rsid w:val="00BF550A"/>
    <w:rsid w:val="00BF5FE2"/>
    <w:rsid w:val="00BF6009"/>
    <w:rsid w:val="00BF6128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749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7A5"/>
    <w:rsid w:val="00C33CC2"/>
    <w:rsid w:val="00C34591"/>
    <w:rsid w:val="00C347C0"/>
    <w:rsid w:val="00C34E04"/>
    <w:rsid w:val="00C34F42"/>
    <w:rsid w:val="00C34F6F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F6D"/>
    <w:rsid w:val="00C45228"/>
    <w:rsid w:val="00C4542C"/>
    <w:rsid w:val="00C454CB"/>
    <w:rsid w:val="00C456FC"/>
    <w:rsid w:val="00C45996"/>
    <w:rsid w:val="00C45DFD"/>
    <w:rsid w:val="00C46129"/>
    <w:rsid w:val="00C46473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A33"/>
    <w:rsid w:val="00C47C8C"/>
    <w:rsid w:val="00C47E16"/>
    <w:rsid w:val="00C505C6"/>
    <w:rsid w:val="00C50610"/>
    <w:rsid w:val="00C508F0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7849"/>
    <w:rsid w:val="00C57992"/>
    <w:rsid w:val="00C57C0A"/>
    <w:rsid w:val="00C57C24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2"/>
    <w:rsid w:val="00C675A6"/>
    <w:rsid w:val="00C67685"/>
    <w:rsid w:val="00C67730"/>
    <w:rsid w:val="00C679E2"/>
    <w:rsid w:val="00C67FFA"/>
    <w:rsid w:val="00C70659"/>
    <w:rsid w:val="00C706D3"/>
    <w:rsid w:val="00C709D6"/>
    <w:rsid w:val="00C70D2E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F0A"/>
    <w:rsid w:val="00C870CE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D72"/>
    <w:rsid w:val="00CA7E43"/>
    <w:rsid w:val="00CB04C1"/>
    <w:rsid w:val="00CB0BD6"/>
    <w:rsid w:val="00CB0BF7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87D"/>
    <w:rsid w:val="00CB7C21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5AB"/>
    <w:rsid w:val="00CD3C10"/>
    <w:rsid w:val="00CD3C5C"/>
    <w:rsid w:val="00CD3D28"/>
    <w:rsid w:val="00CD3F1B"/>
    <w:rsid w:val="00CD4356"/>
    <w:rsid w:val="00CD4388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26D"/>
    <w:rsid w:val="00CD6490"/>
    <w:rsid w:val="00CD66D2"/>
    <w:rsid w:val="00CD6995"/>
    <w:rsid w:val="00CD6D09"/>
    <w:rsid w:val="00CD7399"/>
    <w:rsid w:val="00CD73B5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15FA"/>
    <w:rsid w:val="00D11B4A"/>
    <w:rsid w:val="00D11F11"/>
    <w:rsid w:val="00D1206C"/>
    <w:rsid w:val="00D12270"/>
    <w:rsid w:val="00D12284"/>
    <w:rsid w:val="00D127D4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D31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53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504F"/>
    <w:rsid w:val="00D4526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420"/>
    <w:rsid w:val="00D52761"/>
    <w:rsid w:val="00D52D0A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62F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6C7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1E9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D32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AE5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0AE"/>
    <w:rsid w:val="00DB4BD8"/>
    <w:rsid w:val="00DB4BF8"/>
    <w:rsid w:val="00DB4D1B"/>
    <w:rsid w:val="00DB54E6"/>
    <w:rsid w:val="00DB58A1"/>
    <w:rsid w:val="00DB5C8A"/>
    <w:rsid w:val="00DB5EAA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28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8B2"/>
    <w:rsid w:val="00E06A1C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5"/>
    <w:rsid w:val="00E513F9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5603"/>
    <w:rsid w:val="00E6585E"/>
    <w:rsid w:val="00E659FD"/>
    <w:rsid w:val="00E66097"/>
    <w:rsid w:val="00E6617A"/>
    <w:rsid w:val="00E66580"/>
    <w:rsid w:val="00E66BFB"/>
    <w:rsid w:val="00E66FE9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8E3"/>
    <w:rsid w:val="00E728F8"/>
    <w:rsid w:val="00E7295F"/>
    <w:rsid w:val="00E72A82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E5A"/>
    <w:rsid w:val="00E97E9C"/>
    <w:rsid w:val="00E97FBC"/>
    <w:rsid w:val="00EA0592"/>
    <w:rsid w:val="00EA0702"/>
    <w:rsid w:val="00EA0B03"/>
    <w:rsid w:val="00EA0CF3"/>
    <w:rsid w:val="00EA0D34"/>
    <w:rsid w:val="00EA1093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4D0"/>
    <w:rsid w:val="00EE055D"/>
    <w:rsid w:val="00EE098C"/>
    <w:rsid w:val="00EE09DB"/>
    <w:rsid w:val="00EE0B21"/>
    <w:rsid w:val="00EE0B8F"/>
    <w:rsid w:val="00EE0C27"/>
    <w:rsid w:val="00EE138B"/>
    <w:rsid w:val="00EE18FD"/>
    <w:rsid w:val="00EE19F5"/>
    <w:rsid w:val="00EE1FD3"/>
    <w:rsid w:val="00EE1FEA"/>
    <w:rsid w:val="00EE213A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4BA"/>
    <w:rsid w:val="00F00536"/>
    <w:rsid w:val="00F00647"/>
    <w:rsid w:val="00F00872"/>
    <w:rsid w:val="00F00C76"/>
    <w:rsid w:val="00F00D47"/>
    <w:rsid w:val="00F011E0"/>
    <w:rsid w:val="00F012FB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3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5C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728"/>
    <w:rsid w:val="00F578A5"/>
    <w:rsid w:val="00F57BF9"/>
    <w:rsid w:val="00F57E63"/>
    <w:rsid w:val="00F60226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B44"/>
    <w:rsid w:val="00F6609B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753"/>
    <w:rsid w:val="00F728B1"/>
    <w:rsid w:val="00F72AC2"/>
    <w:rsid w:val="00F72AE1"/>
    <w:rsid w:val="00F73212"/>
    <w:rsid w:val="00F7334D"/>
    <w:rsid w:val="00F7374F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94F"/>
    <w:rsid w:val="00F92C77"/>
    <w:rsid w:val="00F92E64"/>
    <w:rsid w:val="00F93AFE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CD400D92-B762-4C40-BFC8-BC962C47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74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5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6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qFormat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0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0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E0B8F"/>
    <w:pPr>
      <w:spacing w:before="120" w:line="240" w:lineRule="auto"/>
      <w:ind w:left="709" w:hanging="709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73F5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E7CAC861DA464CBC78F5FB8F157389" ma:contentTypeVersion="12" ma:contentTypeDescription="Vytvoří nový dokument" ma:contentTypeScope="" ma:versionID="657d10d7efbfc9834e74b33f8349384b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82acbfdeaef0f7c8e3d5294ca501d924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9d961acd-51c1-4f6f-8b66-29952201c444"/>
  </ds:schemaRefs>
</ds:datastoreItem>
</file>

<file path=customXml/itemProps2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70F9A2-B016-4BA0-9392-EF00DB4121EC}"/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1010</TotalTime>
  <Pages>4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197</cp:revision>
  <cp:lastPrinted>2021-06-07T03:15:00Z</cp:lastPrinted>
  <dcterms:created xsi:type="dcterms:W3CDTF">2023-12-13T09:03:00Z</dcterms:created>
  <dcterms:modified xsi:type="dcterms:W3CDTF">2025-09-08T12:15:00Z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