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858"/>
        <w:tblW w:w="9356" w:type="dxa"/>
        <w:tblLayout w:type="fixed"/>
        <w:tblCellMar>
          <w:left w:w="0" w:type="dxa"/>
          <w:right w:w="0" w:type="dxa"/>
        </w:tblCellMar>
        <w:tblLook w:val="01E0"/>
      </w:tblPr>
      <w:tblGrid>
        <w:gridCol w:w="360"/>
        <w:gridCol w:w="1620"/>
        <w:gridCol w:w="2808"/>
        <w:gridCol w:w="360"/>
        <w:gridCol w:w="4208"/>
      </w:tblGrid>
      <w:tr w:rsidR="00D6542A" w:rsidTr="008A5F43">
        <w:trPr>
          <w:cantSplit/>
          <w:trHeight w:val="899"/>
        </w:trPr>
        <w:tc>
          <w:tcPr>
            <w:tcW w:w="360" w:type="dxa"/>
            <w:vMerge w:val="restart"/>
          </w:tcPr>
          <w:p w:rsidR="00D6542A" w:rsidRDefault="003A55F4" w:rsidP="008A5F43">
            <w:pPr>
              <w:spacing w:line="30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>
                  <wp:extent cx="142875" cy="1000125"/>
                  <wp:effectExtent l="19050" t="0" r="9525" b="0"/>
                  <wp:docPr id="2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000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0" w:type="dxa"/>
          </w:tcPr>
          <w:p w:rsidR="00D6542A" w:rsidRDefault="00D6542A" w:rsidP="008A5F43">
            <w:pPr>
              <w:spacing w:line="320" w:lineRule="atLeast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Zadavatel:</w:t>
            </w:r>
          </w:p>
        </w:tc>
        <w:tc>
          <w:tcPr>
            <w:tcW w:w="2808" w:type="dxa"/>
          </w:tcPr>
          <w:p w:rsidR="00D6542A" w:rsidRDefault="00D6542A" w:rsidP="008A5F43">
            <w:pPr>
              <w:jc w:val="both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Česká republika – Ministerstvo zemědělství, </w:t>
            </w:r>
            <w:r>
              <w:rPr>
                <w:rFonts w:ascii="Arial" w:hAnsi="Arial" w:cs="Arial"/>
                <w:sz w:val="20"/>
                <w:szCs w:val="20"/>
              </w:rPr>
              <w:br/>
              <w:t>Pozemkový úřad Opava</w:t>
            </w:r>
          </w:p>
        </w:tc>
        <w:tc>
          <w:tcPr>
            <w:tcW w:w="360" w:type="dxa"/>
            <w:vMerge w:val="restart"/>
          </w:tcPr>
          <w:p w:rsidR="00D6542A" w:rsidRPr="0048166E" w:rsidRDefault="003A55F4" w:rsidP="008A5F43">
            <w:pPr>
              <w:spacing w:line="30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>
                  <wp:extent cx="133350" cy="981075"/>
                  <wp:effectExtent l="19050" t="0" r="0" b="0"/>
                  <wp:docPr id="3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08" w:type="dxa"/>
          </w:tcPr>
          <w:p w:rsidR="00D6542A" w:rsidRPr="008656EF" w:rsidRDefault="00D6542A" w:rsidP="008A5F43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656E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 veřejné zakázky: </w:t>
            </w:r>
          </w:p>
          <w:p w:rsidR="00D6542A" w:rsidRPr="00246C4A" w:rsidRDefault="00D6542A" w:rsidP="008A5F43">
            <w:pPr>
              <w:jc w:val="both"/>
              <w:rPr>
                <w:rFonts w:ascii="Arial" w:hAnsi="Arial" w:cs="Arial"/>
                <w:b/>
                <w:bCs/>
                <w:snapToGrid w:val="0"/>
              </w:rPr>
            </w:pPr>
            <w:r w:rsidRPr="00246C4A">
              <w:rPr>
                <w:rFonts w:ascii="Arial" w:hAnsi="Arial" w:cs="Arial"/>
                <w:b/>
                <w:bCs/>
                <w:snapToGrid w:val="0"/>
              </w:rPr>
              <w:t xml:space="preserve">Komplexní pozemkové úpravy </w:t>
            </w:r>
          </w:p>
          <w:p w:rsidR="00D6542A" w:rsidRPr="0048166E" w:rsidRDefault="00D6542A" w:rsidP="00E8119C">
            <w:pPr>
              <w:jc w:val="both"/>
              <w:rPr>
                <w:sz w:val="20"/>
                <w:szCs w:val="20"/>
              </w:rPr>
            </w:pPr>
            <w:r w:rsidRPr="00246C4A">
              <w:rPr>
                <w:rFonts w:ascii="Arial" w:hAnsi="Arial" w:cs="Arial"/>
                <w:b/>
                <w:bCs/>
                <w:snapToGrid w:val="0"/>
              </w:rPr>
              <w:t>v </w:t>
            </w:r>
            <w:proofErr w:type="gramStart"/>
            <w:r w:rsidRPr="00246C4A">
              <w:rPr>
                <w:rFonts w:ascii="Arial" w:hAnsi="Arial" w:cs="Arial"/>
                <w:b/>
                <w:bCs/>
                <w:snapToGrid w:val="0"/>
              </w:rPr>
              <w:t>k.ú.</w:t>
            </w:r>
            <w:proofErr w:type="gramEnd"/>
            <w:r w:rsidRPr="00246C4A">
              <w:t xml:space="preserve"> </w:t>
            </w:r>
            <w:r w:rsidR="00E8119C">
              <w:rPr>
                <w:rFonts w:ascii="Arial" w:hAnsi="Arial" w:cs="Arial"/>
                <w:b/>
                <w:bCs/>
                <w:snapToGrid w:val="0"/>
              </w:rPr>
              <w:t>Budišov nad Budišovkou</w:t>
            </w:r>
          </w:p>
        </w:tc>
      </w:tr>
      <w:tr w:rsidR="00D6542A" w:rsidTr="008A5F43">
        <w:trPr>
          <w:cantSplit/>
        </w:trPr>
        <w:tc>
          <w:tcPr>
            <w:tcW w:w="360" w:type="dxa"/>
            <w:vMerge/>
            <w:vAlign w:val="center"/>
          </w:tcPr>
          <w:p w:rsidR="00D6542A" w:rsidRDefault="00D6542A" w:rsidP="008A5F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D6542A" w:rsidRDefault="00D6542A" w:rsidP="008A5F43">
            <w:pPr>
              <w:spacing w:line="320" w:lineRule="atLeast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Sídlem:</w:t>
            </w:r>
          </w:p>
        </w:tc>
        <w:tc>
          <w:tcPr>
            <w:tcW w:w="2808" w:type="dxa"/>
          </w:tcPr>
          <w:p w:rsidR="00D6542A" w:rsidRDefault="00D6542A" w:rsidP="008A5F43">
            <w:pPr>
              <w:spacing w:line="3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Horní náměstí 2, 746 01 Opava</w:t>
            </w:r>
          </w:p>
        </w:tc>
        <w:tc>
          <w:tcPr>
            <w:tcW w:w="360" w:type="dxa"/>
            <w:vMerge/>
            <w:vAlign w:val="center"/>
          </w:tcPr>
          <w:p w:rsidR="00D6542A" w:rsidRPr="0048166E" w:rsidRDefault="00D6542A" w:rsidP="008A5F4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08" w:type="dxa"/>
          </w:tcPr>
          <w:p w:rsidR="00D6542A" w:rsidRPr="0048166E" w:rsidRDefault="00B2629C" w:rsidP="008A4276">
            <w:pPr>
              <w:spacing w:line="32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Spis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zn</w:t>
            </w:r>
            <w:r w:rsidR="006B425B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="006B425B">
              <w:rPr>
                <w:rFonts w:ascii="Arial" w:hAnsi="Arial" w:cs="Arial"/>
                <w:b/>
                <w:sz w:val="20"/>
                <w:szCs w:val="20"/>
              </w:rPr>
              <w:t xml:space="preserve">:  </w:t>
            </w:r>
            <w:r w:rsidR="00E8119C" w:rsidRPr="0058505D">
              <w:rPr>
                <w:b/>
                <w:bCs/>
              </w:rPr>
              <w:t>2VZ10391/2011-130773</w:t>
            </w:r>
          </w:p>
        </w:tc>
      </w:tr>
      <w:tr w:rsidR="008313EE" w:rsidTr="008A5F43">
        <w:trPr>
          <w:cantSplit/>
        </w:trPr>
        <w:tc>
          <w:tcPr>
            <w:tcW w:w="360" w:type="dxa"/>
            <w:vMerge/>
            <w:vAlign w:val="center"/>
          </w:tcPr>
          <w:p w:rsidR="008313EE" w:rsidRDefault="008313EE" w:rsidP="008313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8313EE" w:rsidRDefault="008313EE" w:rsidP="008313EE">
            <w:pPr>
              <w:spacing w:line="320" w:lineRule="atLeast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Zastoupený:</w:t>
            </w:r>
          </w:p>
        </w:tc>
        <w:tc>
          <w:tcPr>
            <w:tcW w:w="2808" w:type="dxa"/>
          </w:tcPr>
          <w:p w:rsidR="008313EE" w:rsidRDefault="008313EE" w:rsidP="008313E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Ing. Alešem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Uvírou</w:t>
            </w:r>
            <w:proofErr w:type="spellEnd"/>
          </w:p>
          <w:p w:rsidR="008313EE" w:rsidRDefault="008313EE" w:rsidP="008313E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ředitelem PÚ Opava</w:t>
            </w:r>
          </w:p>
        </w:tc>
        <w:tc>
          <w:tcPr>
            <w:tcW w:w="360" w:type="dxa"/>
            <w:vMerge/>
            <w:vAlign w:val="center"/>
          </w:tcPr>
          <w:p w:rsidR="008313EE" w:rsidRDefault="008313EE" w:rsidP="008313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08" w:type="dxa"/>
          </w:tcPr>
          <w:p w:rsidR="008313EE" w:rsidRPr="001D1BE1" w:rsidRDefault="008313EE" w:rsidP="008313EE">
            <w:pPr>
              <w:spacing w:line="320" w:lineRule="atLeast"/>
              <w:jc w:val="both"/>
              <w:rPr>
                <w:b/>
              </w:rPr>
            </w:pPr>
            <w:r w:rsidRPr="001D1BE1">
              <w:rPr>
                <w:b/>
              </w:rPr>
              <w:t xml:space="preserve">Druh zadávacího řízení: </w:t>
            </w:r>
          </w:p>
          <w:p w:rsidR="008313EE" w:rsidRPr="001D1BE1" w:rsidRDefault="008313EE" w:rsidP="008313EE">
            <w:pPr>
              <w:spacing w:line="320" w:lineRule="atLeast"/>
              <w:jc w:val="both"/>
            </w:pPr>
            <w:r w:rsidRPr="001D1BE1">
              <w:t xml:space="preserve">Otevřené zadávací řízení </w:t>
            </w:r>
            <w:r w:rsidRPr="001D1BE1">
              <w:rPr>
                <w:b/>
              </w:rPr>
              <w:t>na služby</w:t>
            </w:r>
            <w:r w:rsidRPr="001D1BE1">
              <w:t xml:space="preserve">  </w:t>
            </w:r>
          </w:p>
        </w:tc>
      </w:tr>
      <w:tr w:rsidR="008313EE" w:rsidTr="008A5F43">
        <w:trPr>
          <w:cantSplit/>
        </w:trPr>
        <w:tc>
          <w:tcPr>
            <w:tcW w:w="360" w:type="dxa"/>
            <w:vMerge/>
            <w:vAlign w:val="center"/>
          </w:tcPr>
          <w:p w:rsidR="008313EE" w:rsidRDefault="008313EE" w:rsidP="008313E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0" w:type="dxa"/>
          </w:tcPr>
          <w:p w:rsidR="008313EE" w:rsidRDefault="008313EE" w:rsidP="008313EE">
            <w:pPr>
              <w:spacing w:line="320" w:lineRule="atLeast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IČ:</w:t>
            </w:r>
          </w:p>
        </w:tc>
        <w:tc>
          <w:tcPr>
            <w:tcW w:w="2808" w:type="dxa"/>
          </w:tcPr>
          <w:p w:rsidR="008313EE" w:rsidRDefault="008313EE" w:rsidP="008313EE">
            <w:pPr>
              <w:spacing w:line="32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00020478</w:t>
            </w:r>
          </w:p>
        </w:tc>
        <w:tc>
          <w:tcPr>
            <w:tcW w:w="360" w:type="dxa"/>
            <w:vMerge/>
            <w:vAlign w:val="center"/>
          </w:tcPr>
          <w:p w:rsidR="008313EE" w:rsidRDefault="008313EE" w:rsidP="008313EE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08" w:type="dxa"/>
            <w:vMerge w:val="restart"/>
          </w:tcPr>
          <w:p w:rsidR="00E8119C" w:rsidRPr="00E8119C" w:rsidRDefault="00E8119C" w:rsidP="00E8119C">
            <w:pPr>
              <w:spacing w:line="279" w:lineRule="auto"/>
              <w:jc w:val="both"/>
              <w:rPr>
                <w:color w:val="000000"/>
              </w:rPr>
            </w:pPr>
            <w:r w:rsidRPr="00E8119C">
              <w:rPr>
                <w:color w:val="000000"/>
              </w:rPr>
              <w:t xml:space="preserve">dle § 21 </w:t>
            </w:r>
            <w:proofErr w:type="gramStart"/>
            <w:r w:rsidRPr="00E8119C">
              <w:rPr>
                <w:color w:val="000000"/>
              </w:rPr>
              <w:t>odst.1 písm.</w:t>
            </w:r>
            <w:proofErr w:type="gramEnd"/>
            <w:r w:rsidRPr="00E8119C">
              <w:rPr>
                <w:color w:val="000000"/>
              </w:rPr>
              <w:t xml:space="preserve"> a) a § 27 zákona č.137/2006 Sb., o veřejných zakázkách, ve znění pozdějších předpisů</w:t>
            </w:r>
          </w:p>
          <w:p w:rsidR="008313EE" w:rsidRPr="001D1BE1" w:rsidRDefault="00E8119C" w:rsidP="00E8119C">
            <w:pPr>
              <w:spacing w:line="280" w:lineRule="atLeast"/>
              <w:jc w:val="both"/>
            </w:pPr>
            <w:r w:rsidRPr="00E8119C">
              <w:rPr>
                <w:b/>
                <w:bCs/>
                <w:color w:val="000000"/>
              </w:rPr>
              <w:t>(dále jen „zákon“)</w:t>
            </w:r>
            <w:r w:rsidRPr="00E8119C">
              <w:rPr>
                <w:color w:val="000000"/>
              </w:rPr>
              <w:t xml:space="preserve"> </w:t>
            </w:r>
          </w:p>
        </w:tc>
      </w:tr>
      <w:tr w:rsidR="00D6542A" w:rsidTr="008A5F43">
        <w:trPr>
          <w:cantSplit/>
          <w:trHeight w:val="365"/>
        </w:trPr>
        <w:tc>
          <w:tcPr>
            <w:tcW w:w="360" w:type="dxa"/>
            <w:vMerge/>
            <w:vAlign w:val="center"/>
          </w:tcPr>
          <w:p w:rsidR="00D6542A" w:rsidRDefault="00D6542A" w:rsidP="008A5F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28" w:type="dxa"/>
            <w:gridSpan w:val="2"/>
          </w:tcPr>
          <w:p w:rsidR="00D6542A" w:rsidRDefault="00D6542A" w:rsidP="008A5F43">
            <w:pPr>
              <w:spacing w:line="320" w:lineRule="atLeast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60" w:type="dxa"/>
            <w:vMerge/>
            <w:vAlign w:val="center"/>
          </w:tcPr>
          <w:p w:rsidR="00D6542A" w:rsidRDefault="00D6542A" w:rsidP="008A5F4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08" w:type="dxa"/>
            <w:vMerge/>
            <w:vAlign w:val="center"/>
          </w:tcPr>
          <w:p w:rsidR="00D6542A" w:rsidRDefault="00D6542A" w:rsidP="008A5F4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A5F43" w:rsidRDefault="008A5F43">
      <w:pPr>
        <w:spacing w:line="280" w:lineRule="atLeast"/>
        <w:rPr>
          <w:rFonts w:ascii="Arial" w:hAnsi="Arial" w:cs="Arial"/>
          <w:sz w:val="20"/>
          <w:szCs w:val="20"/>
        </w:rPr>
      </w:pPr>
    </w:p>
    <w:p w:rsidR="008A5F43" w:rsidRDefault="008A5F43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1260"/>
        <w:gridCol w:w="8491"/>
      </w:tblGrid>
      <w:tr w:rsidR="008A5F43">
        <w:trPr>
          <w:cantSplit/>
        </w:trPr>
        <w:tc>
          <w:tcPr>
            <w:tcW w:w="1260" w:type="dxa"/>
            <w:vMerge w:val="restart"/>
          </w:tcPr>
          <w:p w:rsidR="008A5F43" w:rsidRDefault="003A55F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685800" cy="523875"/>
                  <wp:effectExtent l="1905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91" w:type="dxa"/>
          </w:tcPr>
          <w:p w:rsidR="008A5F43" w:rsidRDefault="008A5F43">
            <w:pPr>
              <w:spacing w:line="24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Krycí list nabídky</w:t>
            </w:r>
          </w:p>
        </w:tc>
      </w:tr>
      <w:tr w:rsidR="008A5F43">
        <w:trPr>
          <w:cantSplit/>
          <w:trHeight w:val="521"/>
        </w:trPr>
        <w:tc>
          <w:tcPr>
            <w:tcW w:w="1260" w:type="dxa"/>
            <w:vMerge/>
          </w:tcPr>
          <w:p w:rsidR="008A5F43" w:rsidRDefault="008A5F43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1" w:type="dxa"/>
          </w:tcPr>
          <w:p w:rsidR="008A5F43" w:rsidRDefault="008A5F43" w:rsidP="00E8119C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 zadávacímu řízení na veřejnou zakázku </w:t>
            </w:r>
            <w:bookmarkStart w:id="0" w:name="Text9"/>
            <w:r w:rsidR="002563E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Komplexní pozemkové úpravy v k.ú. Budišov nad Budišovkou"/>
                  </w:textInput>
                </w:ffData>
              </w:fldChar>
            </w:r>
            <w:r w:rsidR="00E8119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2563E5">
              <w:rPr>
                <w:rFonts w:ascii="Arial" w:hAnsi="Arial" w:cs="Arial"/>
                <w:sz w:val="20"/>
                <w:szCs w:val="20"/>
              </w:rPr>
            </w:r>
            <w:r w:rsidR="002563E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8119C">
              <w:rPr>
                <w:rFonts w:ascii="Arial" w:hAnsi="Arial" w:cs="Arial"/>
                <w:noProof/>
                <w:sz w:val="20"/>
                <w:szCs w:val="20"/>
              </w:rPr>
              <w:t>Komplexní pozemkové úpravy v k.ú. Budišov nad Budišovkou</w:t>
            </w:r>
            <w:r w:rsidR="002563E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</w:tbl>
    <w:p w:rsidR="008A5F43" w:rsidRDefault="008A5F43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1E0"/>
      </w:tblPr>
      <w:tblGrid>
        <w:gridCol w:w="2340"/>
        <w:gridCol w:w="7411"/>
      </w:tblGrid>
      <w:tr w:rsidR="008A5F43">
        <w:tc>
          <w:tcPr>
            <w:tcW w:w="2340" w:type="dxa"/>
            <w:tcMar>
              <w:left w:w="0" w:type="dxa"/>
              <w:right w:w="0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Druh zadávacího řízení:</w:t>
            </w:r>
          </w:p>
        </w:tc>
        <w:tc>
          <w:tcPr>
            <w:tcW w:w="7411" w:type="dxa"/>
            <w:tcMar>
              <w:left w:w="0" w:type="dxa"/>
              <w:right w:w="0" w:type="dxa"/>
            </w:tcMar>
          </w:tcPr>
          <w:p w:rsidR="008A5F43" w:rsidRDefault="008A4276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Výzva k podání nabídek</w:t>
            </w:r>
            <w:r w:rsidR="008A5F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5F43">
              <w:rPr>
                <w:rFonts w:ascii="Arial" w:hAnsi="Arial" w:cs="Arial"/>
                <w:b/>
                <w:sz w:val="20"/>
                <w:szCs w:val="20"/>
              </w:rPr>
              <w:t>na služby</w:t>
            </w:r>
            <w:r w:rsidR="008A5F4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8A5F43">
        <w:tc>
          <w:tcPr>
            <w:tcW w:w="2340" w:type="dxa"/>
            <w:tcMar>
              <w:left w:w="0" w:type="dxa"/>
              <w:right w:w="0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Druh veřejné zakázky:</w:t>
            </w:r>
          </w:p>
        </w:tc>
        <w:tc>
          <w:tcPr>
            <w:tcW w:w="7411" w:type="dxa"/>
            <w:tcMar>
              <w:left w:w="0" w:type="dxa"/>
              <w:right w:w="0" w:type="dxa"/>
            </w:tcMar>
          </w:tcPr>
          <w:p w:rsidR="008A5F43" w:rsidRDefault="008313EE" w:rsidP="00851484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</w:t>
            </w:r>
            <w:r w:rsidR="00851484">
              <w:rPr>
                <w:rFonts w:ascii="Arial" w:hAnsi="Arial" w:cs="Arial"/>
                <w:sz w:val="20"/>
                <w:szCs w:val="20"/>
              </w:rPr>
              <w:t>dlimitní v</w:t>
            </w:r>
            <w:r w:rsidR="008A4276">
              <w:rPr>
                <w:rFonts w:ascii="Arial" w:hAnsi="Arial" w:cs="Arial"/>
                <w:sz w:val="20"/>
                <w:szCs w:val="20"/>
              </w:rPr>
              <w:t xml:space="preserve">eřejná zakázka </w:t>
            </w:r>
          </w:p>
        </w:tc>
      </w:tr>
    </w:tbl>
    <w:p w:rsidR="008A5F43" w:rsidRDefault="008A5F43">
      <w:pPr>
        <w:spacing w:line="280" w:lineRule="atLeast"/>
        <w:rPr>
          <w:rFonts w:ascii="Arial" w:hAnsi="Arial" w:cs="Arial"/>
          <w:sz w:val="20"/>
          <w:szCs w:val="20"/>
        </w:rPr>
      </w:pPr>
    </w:p>
    <w:p w:rsidR="008A5F43" w:rsidRDefault="008A5F4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ab/>
        <w:t>Základní identifikační údaje</w:t>
      </w:r>
    </w:p>
    <w:p w:rsidR="008A5F43" w:rsidRDefault="008A5F4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</w:p>
    <w:p w:rsidR="008A5F43" w:rsidRDefault="008A5F43">
      <w:pPr>
        <w:spacing w:line="280" w:lineRule="atLeast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2.1</w:t>
      </w:r>
      <w:proofErr w:type="gramEnd"/>
      <w:r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ab/>
        <w:t>Zadavatel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53"/>
        <w:gridCol w:w="5500"/>
      </w:tblGrid>
      <w:tr w:rsidR="008A5F43">
        <w:trPr>
          <w:cantSplit/>
        </w:trPr>
        <w:tc>
          <w:tcPr>
            <w:tcW w:w="4253" w:type="dxa"/>
            <w:vMerge w:val="restart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Zadavatel ve smyslu zákona:</w:t>
            </w:r>
          </w:p>
        </w:tc>
        <w:tc>
          <w:tcPr>
            <w:tcW w:w="5500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Česká republika – Ministerstvo zemědělství</w:t>
            </w:r>
          </w:p>
        </w:tc>
      </w:tr>
      <w:tr w:rsidR="008A5F43">
        <w:trPr>
          <w:cantSplit/>
        </w:trPr>
        <w:tc>
          <w:tcPr>
            <w:tcW w:w="4253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tcBorders>
              <w:top w:val="nil"/>
            </w:tcBorders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Pozemkový úřad Opava</w:t>
            </w:r>
          </w:p>
        </w:tc>
      </w:tr>
      <w:tr w:rsidR="008A5F43">
        <w:tc>
          <w:tcPr>
            <w:tcW w:w="4253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500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Organizační složka státu, kód 325</w:t>
            </w:r>
          </w:p>
        </w:tc>
      </w:tr>
      <w:tr w:rsidR="008A5F43">
        <w:trPr>
          <w:cantSplit/>
        </w:trPr>
        <w:tc>
          <w:tcPr>
            <w:tcW w:w="4253" w:type="dxa"/>
            <w:vMerge w:val="restart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zadavatele:</w:t>
            </w:r>
          </w:p>
        </w:tc>
        <w:tc>
          <w:tcPr>
            <w:tcW w:w="5500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Česká republika – Ministerstvo zemědělství</w:t>
            </w:r>
          </w:p>
        </w:tc>
      </w:tr>
      <w:tr w:rsidR="008A5F43">
        <w:trPr>
          <w:cantSplit/>
        </w:trPr>
        <w:tc>
          <w:tcPr>
            <w:tcW w:w="4253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0" w:type="dxa"/>
            <w:tcBorders>
              <w:top w:val="nil"/>
            </w:tcBorders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Pozemkový úřad Opava</w:t>
            </w:r>
          </w:p>
        </w:tc>
      </w:tr>
      <w:tr w:rsidR="008A5F43">
        <w:tc>
          <w:tcPr>
            <w:tcW w:w="4253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Horní náměstí 2, 746 01 Opava</w:t>
            </w:r>
          </w:p>
        </w:tc>
      </w:tr>
      <w:tr w:rsidR="008A5F43">
        <w:tc>
          <w:tcPr>
            <w:tcW w:w="4253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>
                    <w:default w:val="+420"/>
                  </w:textInput>
                </w:ffData>
              </w:fldChar>
            </w:r>
            <w:bookmarkStart w:id="1" w:name="Text15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  <w:r w:rsidR="008A5F43">
              <w:rPr>
                <w:rFonts w:ascii="Arial" w:hAnsi="Arial" w:cs="Arial"/>
                <w:sz w:val="20"/>
                <w:szCs w:val="20"/>
              </w:rPr>
              <w:t>553696111</w:t>
            </w:r>
          </w:p>
        </w:tc>
      </w:tr>
      <w:tr w:rsidR="008A5F43" w:rsidTr="008313EE">
        <w:trPr>
          <w:trHeight w:val="150"/>
        </w:trPr>
        <w:tc>
          <w:tcPr>
            <w:tcW w:w="4253" w:type="dxa"/>
            <w:tcBorders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500" w:type="dxa"/>
            <w:tcBorders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pu_opava</w:t>
            </w:r>
            <w:r w:rsidR="002563E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>
                    <w:default w:val="@mze.cz"/>
                  </w:textInput>
                </w:ffData>
              </w:fldChar>
            </w:r>
            <w:bookmarkStart w:id="2" w:name="Text16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2563E5">
              <w:rPr>
                <w:rFonts w:ascii="Arial" w:hAnsi="Arial" w:cs="Arial"/>
                <w:sz w:val="20"/>
                <w:szCs w:val="20"/>
              </w:rPr>
            </w:r>
            <w:r w:rsidR="002563E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@mze.cz</w:t>
            </w:r>
            <w:r w:rsidR="002563E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8313EE" w:rsidTr="008313EE">
        <w:trPr>
          <w:trHeight w:val="135"/>
        </w:trPr>
        <w:tc>
          <w:tcPr>
            <w:tcW w:w="4253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8313EE" w:rsidRDefault="008313EE" w:rsidP="008313E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 DS:</w:t>
            </w:r>
          </w:p>
        </w:tc>
        <w:tc>
          <w:tcPr>
            <w:tcW w:w="5500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8313EE" w:rsidRDefault="008313EE" w:rsidP="008313EE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yphaax8</w:t>
            </w:r>
          </w:p>
        </w:tc>
      </w:tr>
      <w:tr w:rsidR="008A5F43" w:rsidTr="008313EE">
        <w:tc>
          <w:tcPr>
            <w:tcW w:w="425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IČ/DIČ:</w:t>
            </w:r>
          </w:p>
        </w:tc>
        <w:tc>
          <w:tcPr>
            <w:tcW w:w="5500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00020478 / není plátcem DPH</w:t>
            </w:r>
          </w:p>
        </w:tc>
      </w:tr>
      <w:tr w:rsidR="008A5F43" w:rsidTr="002535A7">
        <w:trPr>
          <w:trHeight w:val="428"/>
        </w:trPr>
        <w:tc>
          <w:tcPr>
            <w:tcW w:w="4253" w:type="dxa"/>
            <w:tcMar>
              <w:left w:w="85" w:type="dxa"/>
              <w:right w:w="85" w:type="dxa"/>
            </w:tcMar>
          </w:tcPr>
          <w:p w:rsidR="008A5F43" w:rsidRDefault="002535A7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oprávněná jednat jménem zadavatele: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8A5F43" w:rsidRDefault="002535A7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Aleš Uvíra, ředitel PÚ Opava</w:t>
            </w:r>
          </w:p>
        </w:tc>
      </w:tr>
      <w:tr w:rsidR="008A5F43">
        <w:tc>
          <w:tcPr>
            <w:tcW w:w="4253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ve věcech technických: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8A5F43" w:rsidRDefault="00851484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Martina Werichová</w:t>
            </w:r>
            <w:r w:rsidR="008A5F43">
              <w:rPr>
                <w:rFonts w:ascii="Arial" w:hAnsi="Arial" w:cs="Arial"/>
                <w:sz w:val="20"/>
                <w:szCs w:val="20"/>
              </w:rPr>
              <w:t>, referent</w:t>
            </w:r>
            <w:r>
              <w:rPr>
                <w:rFonts w:ascii="Arial" w:hAnsi="Arial" w:cs="Arial"/>
                <w:sz w:val="20"/>
                <w:szCs w:val="20"/>
              </w:rPr>
              <w:t>ka</w:t>
            </w:r>
            <w:r w:rsidR="008A5F43">
              <w:rPr>
                <w:rFonts w:ascii="Arial" w:hAnsi="Arial" w:cs="Arial"/>
                <w:sz w:val="20"/>
                <w:szCs w:val="20"/>
              </w:rPr>
              <w:t xml:space="preserve"> pozemkových úprav</w:t>
            </w:r>
          </w:p>
        </w:tc>
      </w:tr>
      <w:tr w:rsidR="008A5F43">
        <w:tc>
          <w:tcPr>
            <w:tcW w:w="4253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+420"/>
                  </w:textInput>
                </w:ffData>
              </w:fldChar>
            </w:r>
            <w:bookmarkStart w:id="3" w:name="Text19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  <w:r w:rsidR="00507F3F">
              <w:rPr>
                <w:rFonts w:ascii="Arial" w:hAnsi="Arial" w:cs="Arial"/>
                <w:sz w:val="20"/>
                <w:szCs w:val="20"/>
              </w:rPr>
              <w:t>5536963</w:t>
            </w:r>
            <w:r w:rsidR="0085148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</w:tr>
      <w:tr w:rsidR="008A5F43">
        <w:tc>
          <w:tcPr>
            <w:tcW w:w="4253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500" w:type="dxa"/>
            <w:tcMar>
              <w:left w:w="85" w:type="dxa"/>
              <w:right w:w="85" w:type="dxa"/>
            </w:tcMar>
          </w:tcPr>
          <w:p w:rsidR="008A5F43" w:rsidRDefault="002535A7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martina.werichova</w:t>
            </w:r>
            <w:r w:rsidR="002563E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@mze.cz"/>
                  </w:textInput>
                </w:ffData>
              </w:fldChar>
            </w:r>
            <w:bookmarkStart w:id="4" w:name="Text20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2563E5">
              <w:rPr>
                <w:rFonts w:ascii="Arial" w:hAnsi="Arial" w:cs="Arial"/>
                <w:sz w:val="20"/>
                <w:szCs w:val="20"/>
              </w:rPr>
            </w:r>
            <w:r w:rsidR="002563E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@mze.cz</w:t>
            </w:r>
            <w:r w:rsidR="002563E5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</w:tr>
    </w:tbl>
    <w:p w:rsidR="00D6542A" w:rsidRDefault="00D6542A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D6542A" w:rsidRDefault="00D6542A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8A4276" w:rsidRDefault="008A4276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8A5F43" w:rsidRDefault="008A5F43">
      <w:pPr>
        <w:spacing w:line="280" w:lineRule="atLeast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2.2</w:t>
      </w:r>
      <w:proofErr w:type="gramEnd"/>
      <w:r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ab/>
        <w:t>Uchazeč/zájemce</w:t>
      </w:r>
    </w:p>
    <w:p w:rsidR="00D6542A" w:rsidRDefault="00D6542A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4293"/>
        <w:gridCol w:w="5427"/>
      </w:tblGrid>
      <w:tr w:rsidR="008A5F43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5" w:name="Text21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</w:tr>
      <w:tr w:rsidR="008A5F43">
        <w:tc>
          <w:tcPr>
            <w:tcW w:w="4293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6" w:name="Text22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</w:tr>
      <w:tr w:rsidR="008A5F43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7" w:name="Text23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</w:tr>
      <w:tr w:rsidR="008A5F43">
        <w:tc>
          <w:tcPr>
            <w:tcW w:w="4293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+420"/>
                  </w:textInput>
                </w:ffData>
              </w:fldChar>
            </w:r>
            <w:bookmarkStart w:id="8" w:name="Text24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</w:tr>
      <w:tr w:rsidR="008A5F43">
        <w:tc>
          <w:tcPr>
            <w:tcW w:w="4293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9" w:name="Text25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</w:tr>
      <w:tr w:rsidR="008A5F43">
        <w:tc>
          <w:tcPr>
            <w:tcW w:w="4293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0" w:name="Text26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</w:tr>
      <w:tr w:rsidR="008A5F43">
        <w:tc>
          <w:tcPr>
            <w:tcW w:w="4293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1" w:name="Text27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</w:p>
        </w:tc>
      </w:tr>
      <w:tr w:rsidR="008A5F43">
        <w:tc>
          <w:tcPr>
            <w:tcW w:w="4293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2" w:name="Text28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</w:tr>
      <w:tr w:rsidR="008A5F43">
        <w:trPr>
          <w:cantSplit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13" w:name="Text29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</w:p>
        </w:tc>
      </w:tr>
      <w:tr w:rsidR="008A5F43">
        <w:trPr>
          <w:cantSplit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0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14" w:name="Text30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</w:p>
        </w:tc>
      </w:tr>
      <w:tr w:rsidR="008A5F43">
        <w:trPr>
          <w:cantSplit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5F43">
        <w:trPr>
          <w:cantSplit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5F43">
        <w:trPr>
          <w:cantSplit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</w:tcBorders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5F43">
        <w:tc>
          <w:tcPr>
            <w:tcW w:w="4293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15" w:name="Text34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5"/>
          </w:p>
        </w:tc>
      </w:tr>
      <w:tr w:rsidR="008A5F43">
        <w:tc>
          <w:tcPr>
            <w:tcW w:w="4293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5"/>
                  <w:enabled/>
                  <w:calcOnExit w:val="0"/>
                  <w:textInput>
                    <w:default w:val="+420"/>
                  </w:textInput>
                </w:ffData>
              </w:fldChar>
            </w:r>
            <w:bookmarkStart w:id="16" w:name="Text35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6"/>
          </w:p>
        </w:tc>
      </w:tr>
      <w:tr w:rsidR="008A5F43">
        <w:tc>
          <w:tcPr>
            <w:tcW w:w="4293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17" w:name="Text36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7"/>
          </w:p>
        </w:tc>
      </w:tr>
      <w:tr w:rsidR="008A5F43">
        <w:tc>
          <w:tcPr>
            <w:tcW w:w="4293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Číslo bankovního účtu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uchazeče ( pro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vrácení případné peněžní jistoty – byla li vyžadována)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5F43" w:rsidRDefault="008A5F43">
      <w:pPr>
        <w:spacing w:line="280" w:lineRule="atLeast"/>
        <w:rPr>
          <w:rFonts w:ascii="Arial" w:hAnsi="Arial" w:cs="Arial"/>
          <w:sz w:val="20"/>
          <w:szCs w:val="20"/>
        </w:rPr>
      </w:pPr>
    </w:p>
    <w:p w:rsidR="008A5F43" w:rsidRDefault="008A5F43">
      <w:pPr>
        <w:spacing w:line="280" w:lineRule="atLea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Poznámka: Podává-li nabídku fyzická osoba, uvede v bodu </w:t>
      </w:r>
      <w:proofErr w:type="gramStart"/>
      <w:r>
        <w:rPr>
          <w:rFonts w:ascii="Arial" w:hAnsi="Arial" w:cs="Arial"/>
          <w:sz w:val="16"/>
          <w:szCs w:val="16"/>
        </w:rPr>
        <w:t>2.2. následující</w:t>
      </w:r>
      <w:proofErr w:type="gramEnd"/>
      <w:r>
        <w:rPr>
          <w:rFonts w:ascii="Arial" w:hAnsi="Arial" w:cs="Arial"/>
          <w:sz w:val="16"/>
          <w:szCs w:val="16"/>
        </w:rPr>
        <w:t xml:space="preserve">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8A5F43" w:rsidRDefault="008A5F43">
      <w:pPr>
        <w:spacing w:line="280" w:lineRule="atLeast"/>
        <w:rPr>
          <w:rFonts w:ascii="Arial" w:hAnsi="Arial" w:cs="Arial"/>
          <w:sz w:val="20"/>
          <w:szCs w:val="20"/>
        </w:rPr>
      </w:pPr>
    </w:p>
    <w:p w:rsidR="008A5F43" w:rsidRDefault="008A5F4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3.</w:t>
      </w:r>
      <w:r>
        <w:rPr>
          <w:rFonts w:ascii="Arial" w:hAnsi="Arial" w:cs="Arial"/>
          <w:b/>
          <w:sz w:val="20"/>
          <w:szCs w:val="20"/>
        </w:rPr>
        <w:tab/>
        <w:t>Nabídková cena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/>
      </w:tblPr>
      <w:tblGrid>
        <w:gridCol w:w="3232"/>
        <w:gridCol w:w="3232"/>
        <w:gridCol w:w="3232"/>
      </w:tblGrid>
      <w:tr w:rsidR="008A5F43">
        <w:tc>
          <w:tcPr>
            <w:tcW w:w="3232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8A5F43" w:rsidRDefault="008A5F43" w:rsidP="008A4276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Samostatně DPH (sazba </w:t>
            </w:r>
            <w:r w:rsidR="008A4276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 xml:space="preserve"> %)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8A5F43">
        <w:tc>
          <w:tcPr>
            <w:tcW w:w="3232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...................................."/>
                  </w:textInput>
                </w:ffData>
              </w:fldChar>
            </w:r>
            <w:bookmarkStart w:id="18" w:name="Text37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8"/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9"/>
                  <w:enabled/>
                  <w:calcOnExit w:val="0"/>
                  <w:textInput>
                    <w:default w:val="...................................."/>
                  </w:textInput>
                </w:ffData>
              </w:fldChar>
            </w:r>
            <w:bookmarkStart w:id="19" w:name="Text39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...................................."/>
                  </w:textInput>
                </w:ffData>
              </w:fldChar>
            </w:r>
            <w:bookmarkStart w:id="20" w:name="Text41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0"/>
          </w:p>
        </w:tc>
      </w:tr>
    </w:tbl>
    <w:p w:rsidR="008A5F43" w:rsidRDefault="008A5F43">
      <w:pPr>
        <w:spacing w:line="280" w:lineRule="atLeast"/>
        <w:rPr>
          <w:rFonts w:ascii="Arial" w:hAnsi="Arial" w:cs="Arial"/>
          <w:sz w:val="20"/>
          <w:szCs w:val="20"/>
        </w:rPr>
      </w:pPr>
    </w:p>
    <w:p w:rsidR="008A5F43" w:rsidRDefault="008A5F4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4.</w:t>
      </w:r>
      <w:r>
        <w:rPr>
          <w:rFonts w:ascii="Arial" w:hAnsi="Arial" w:cs="Arial"/>
          <w:b/>
          <w:sz w:val="20"/>
          <w:szCs w:val="20"/>
        </w:rPr>
        <w:tab/>
        <w:t>Měna, ve které je nabídková cena v bodu 3 uvedena</w:t>
      </w:r>
    </w:p>
    <w:p w:rsidR="008A5F43" w:rsidRDefault="008A5F43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CZK (Kč)</w:t>
      </w:r>
    </w:p>
    <w:p w:rsidR="008A5F43" w:rsidRDefault="008A5F43">
      <w:pPr>
        <w:spacing w:line="280" w:lineRule="atLeast"/>
        <w:rPr>
          <w:rFonts w:ascii="Arial" w:hAnsi="Arial" w:cs="Arial"/>
          <w:sz w:val="20"/>
          <w:szCs w:val="20"/>
        </w:rPr>
      </w:pPr>
    </w:p>
    <w:p w:rsidR="00D6542A" w:rsidRDefault="00D6542A">
      <w:pPr>
        <w:spacing w:line="280" w:lineRule="atLeast"/>
        <w:rPr>
          <w:rFonts w:ascii="Arial" w:hAnsi="Arial" w:cs="Arial"/>
          <w:sz w:val="20"/>
          <w:szCs w:val="20"/>
        </w:rPr>
      </w:pPr>
    </w:p>
    <w:p w:rsidR="00D6542A" w:rsidRDefault="00D6542A">
      <w:pPr>
        <w:spacing w:line="280" w:lineRule="atLeast"/>
        <w:rPr>
          <w:rFonts w:ascii="Arial" w:hAnsi="Arial" w:cs="Arial"/>
          <w:sz w:val="20"/>
          <w:szCs w:val="20"/>
        </w:rPr>
      </w:pPr>
    </w:p>
    <w:p w:rsidR="00D6542A" w:rsidRDefault="00D6542A">
      <w:pPr>
        <w:spacing w:line="280" w:lineRule="atLeast"/>
        <w:rPr>
          <w:rFonts w:ascii="Arial" w:hAnsi="Arial" w:cs="Arial"/>
          <w:sz w:val="20"/>
          <w:szCs w:val="20"/>
        </w:rPr>
      </w:pPr>
    </w:p>
    <w:p w:rsidR="00441A84" w:rsidRDefault="00441A84">
      <w:pPr>
        <w:spacing w:line="280" w:lineRule="atLeast"/>
        <w:rPr>
          <w:rFonts w:ascii="Arial" w:hAnsi="Arial" w:cs="Arial"/>
          <w:sz w:val="20"/>
          <w:szCs w:val="20"/>
        </w:rPr>
      </w:pPr>
    </w:p>
    <w:p w:rsidR="00D6542A" w:rsidRDefault="00D6542A">
      <w:pPr>
        <w:spacing w:line="280" w:lineRule="atLeast"/>
        <w:rPr>
          <w:rFonts w:ascii="Arial" w:hAnsi="Arial" w:cs="Arial"/>
          <w:sz w:val="20"/>
          <w:szCs w:val="20"/>
        </w:rPr>
      </w:pPr>
    </w:p>
    <w:p w:rsidR="008A5F43" w:rsidRDefault="008A5F4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5.</w:t>
      </w:r>
      <w:r>
        <w:rPr>
          <w:rFonts w:ascii="Arial" w:hAnsi="Arial" w:cs="Arial"/>
          <w:b/>
          <w:sz w:val="20"/>
          <w:szCs w:val="20"/>
        </w:rPr>
        <w:tab/>
        <w:t>Seznam osob, s jejichž pomocí uchazeč předpokládá realizaci zakázky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60"/>
        <w:gridCol w:w="3600"/>
        <w:gridCol w:w="2880"/>
        <w:gridCol w:w="2160"/>
        <w:gridCol w:w="758"/>
      </w:tblGrid>
      <w:tr w:rsidR="008A5F43">
        <w:tc>
          <w:tcPr>
            <w:tcW w:w="36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A5F43">
        <w:trPr>
          <w:cantSplit/>
        </w:trPr>
        <w:tc>
          <w:tcPr>
            <w:tcW w:w="36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1" w:name="Text43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1"/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7"/>
                  <w:enabled/>
                  <w:calcOnExit w:val="0"/>
                  <w:textInput>
                    <w:default w:val="..................................."/>
                  </w:textInput>
                </w:ffData>
              </w:fldChar>
            </w:r>
            <w:bookmarkStart w:id="22" w:name="Text47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2"/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8"/>
                  <w:enabled/>
                  <w:calcOnExit w:val="0"/>
                  <w:textInput>
                    <w:default w:val=".........."/>
                  </w:textInput>
                </w:ffData>
              </w:fldChar>
            </w:r>
            <w:bookmarkStart w:id="23" w:name="Text48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3"/>
          </w:p>
        </w:tc>
      </w:tr>
      <w:tr w:rsidR="008A5F43">
        <w:trPr>
          <w:cantSplit/>
        </w:trPr>
        <w:tc>
          <w:tcPr>
            <w:tcW w:w="36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4" w:name="Text44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4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5F43">
        <w:trPr>
          <w:cantSplit/>
        </w:trPr>
        <w:tc>
          <w:tcPr>
            <w:tcW w:w="36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5" w:name="Text45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5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5F43">
        <w:trPr>
          <w:cantSplit/>
        </w:trPr>
        <w:tc>
          <w:tcPr>
            <w:tcW w:w="36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6" w:name="Text46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6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5F43">
        <w:trPr>
          <w:cantSplit/>
        </w:trPr>
        <w:tc>
          <w:tcPr>
            <w:tcW w:w="36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9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7" w:name="Text49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7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5F43">
        <w:trPr>
          <w:cantSplit/>
        </w:trPr>
        <w:tc>
          <w:tcPr>
            <w:tcW w:w="36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8" w:name="Text50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8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5F43">
        <w:trPr>
          <w:cantSplit/>
        </w:trPr>
        <w:tc>
          <w:tcPr>
            <w:tcW w:w="36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1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29" w:name="Text51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9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5F43">
        <w:trPr>
          <w:cantSplit/>
        </w:trPr>
        <w:tc>
          <w:tcPr>
            <w:tcW w:w="36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2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30" w:name="Text52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0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5F43">
        <w:trPr>
          <w:cantSplit/>
        </w:trPr>
        <w:tc>
          <w:tcPr>
            <w:tcW w:w="36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3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31" w:name="Text53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1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5F43" w:rsidRDefault="008A5F43"/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/>
      </w:tblPr>
      <w:tblGrid>
        <w:gridCol w:w="360"/>
        <w:gridCol w:w="3600"/>
        <w:gridCol w:w="2880"/>
        <w:gridCol w:w="2160"/>
        <w:gridCol w:w="758"/>
      </w:tblGrid>
      <w:tr w:rsidR="008A5F43">
        <w:trPr>
          <w:cantSplit/>
        </w:trPr>
        <w:tc>
          <w:tcPr>
            <w:tcW w:w="36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2" w:name="Text54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2"/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5"/>
                  <w:enabled/>
                  <w:calcOnExit w:val="0"/>
                  <w:textInput>
                    <w:default w:val="..................................."/>
                  </w:textInput>
                </w:ffData>
              </w:fldChar>
            </w:r>
            <w:bookmarkStart w:id="33" w:name="Text65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3"/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6"/>
                  <w:enabled/>
                  <w:calcOnExit w:val="0"/>
                  <w:textInput>
                    <w:default w:val=".........."/>
                  </w:textInput>
                </w:ffData>
              </w:fldChar>
            </w:r>
            <w:bookmarkStart w:id="34" w:name="Text66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4"/>
          </w:p>
        </w:tc>
      </w:tr>
      <w:tr w:rsidR="008A5F43">
        <w:trPr>
          <w:cantSplit/>
        </w:trPr>
        <w:tc>
          <w:tcPr>
            <w:tcW w:w="36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5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5" w:name="Text55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5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5F43">
        <w:trPr>
          <w:cantSplit/>
        </w:trPr>
        <w:tc>
          <w:tcPr>
            <w:tcW w:w="36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6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6" w:name="Text56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6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5F43">
        <w:trPr>
          <w:cantSplit/>
        </w:trPr>
        <w:tc>
          <w:tcPr>
            <w:tcW w:w="36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7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7" w:name="Text57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7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5F43">
        <w:trPr>
          <w:cantSplit/>
        </w:trPr>
        <w:tc>
          <w:tcPr>
            <w:tcW w:w="36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8" w:name="Text58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8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5F43">
        <w:trPr>
          <w:cantSplit/>
        </w:trPr>
        <w:tc>
          <w:tcPr>
            <w:tcW w:w="36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9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39" w:name="Text59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9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5F43">
        <w:trPr>
          <w:cantSplit/>
        </w:trPr>
        <w:tc>
          <w:tcPr>
            <w:tcW w:w="36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40" w:name="Text60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0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5F43">
        <w:trPr>
          <w:cantSplit/>
        </w:trPr>
        <w:tc>
          <w:tcPr>
            <w:tcW w:w="36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41" w:name="Text61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1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5F43">
        <w:trPr>
          <w:cantSplit/>
        </w:trPr>
        <w:tc>
          <w:tcPr>
            <w:tcW w:w="36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>
                    <w:default w:val="Titul, jméno, příjmení, funkce"/>
                  </w:textInput>
                </w:ffData>
              </w:fldChar>
            </w:r>
            <w:bookmarkStart w:id="42" w:name="Text62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Titul,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2"/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5F43" w:rsidRDefault="008A5F43">
      <w:pPr>
        <w:spacing w:line="280" w:lineRule="atLeast"/>
        <w:rPr>
          <w:rFonts w:ascii="Arial" w:hAnsi="Arial" w:cs="Arial"/>
          <w:sz w:val="20"/>
          <w:szCs w:val="20"/>
        </w:rPr>
      </w:pPr>
    </w:p>
    <w:p w:rsidR="008A5F43" w:rsidRDefault="008A5F43">
      <w:pPr>
        <w:spacing w:line="280" w:lineRule="atLeast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 a poměrnou finanční částku na celkovém plnění vztaženém k celkové nabídkové ceně.</w:t>
      </w:r>
    </w:p>
    <w:p w:rsidR="008A5F43" w:rsidRDefault="008A5F43">
      <w:pPr>
        <w:spacing w:line="280" w:lineRule="atLeast"/>
        <w:rPr>
          <w:rFonts w:ascii="Arial" w:hAnsi="Arial" w:cs="Arial"/>
          <w:sz w:val="20"/>
          <w:szCs w:val="20"/>
        </w:rPr>
      </w:pPr>
    </w:p>
    <w:p w:rsidR="008A5F43" w:rsidRDefault="008A5F43">
      <w:pPr>
        <w:tabs>
          <w:tab w:val="left" w:pos="360"/>
        </w:tabs>
        <w:spacing w:line="280" w:lineRule="atLeast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6.</w:t>
      </w:r>
      <w:r>
        <w:rPr>
          <w:rFonts w:ascii="Arial" w:hAnsi="Arial" w:cs="Arial"/>
          <w:b/>
          <w:sz w:val="20"/>
          <w:szCs w:val="20"/>
        </w:rPr>
        <w:tab/>
        <w:t>Oprávněná osoba za uchazeče jednat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/>
      </w:tblPr>
      <w:tblGrid>
        <w:gridCol w:w="3960"/>
        <w:gridCol w:w="5793"/>
      </w:tblGrid>
      <w:tr w:rsidR="008A5F43">
        <w:trPr>
          <w:trHeight w:val="1465"/>
        </w:trPr>
        <w:tc>
          <w:tcPr>
            <w:tcW w:w="396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 oprávněné osoby: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5F43">
        <w:tc>
          <w:tcPr>
            <w:tcW w:w="396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43" w:name="Text63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3"/>
          </w:p>
        </w:tc>
      </w:tr>
      <w:tr w:rsidR="008A5F43">
        <w:tc>
          <w:tcPr>
            <w:tcW w:w="3960" w:type="dxa"/>
            <w:tcMar>
              <w:left w:w="85" w:type="dxa"/>
              <w:right w:w="85" w:type="dxa"/>
            </w:tcMar>
          </w:tcPr>
          <w:p w:rsidR="008A5F43" w:rsidRDefault="008A5F43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</w:tcPr>
          <w:p w:rsidR="008A5F43" w:rsidRDefault="002563E5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bookmarkStart w:id="44" w:name="Text64"/>
            <w:r w:rsidR="008A5F43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8A5F43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4"/>
          </w:p>
        </w:tc>
      </w:tr>
    </w:tbl>
    <w:p w:rsidR="008A5F43" w:rsidRDefault="008A5F43">
      <w:pPr>
        <w:spacing w:line="280" w:lineRule="atLeast"/>
        <w:rPr>
          <w:rFonts w:ascii="Arial" w:hAnsi="Arial" w:cs="Arial"/>
          <w:sz w:val="20"/>
          <w:szCs w:val="20"/>
        </w:rPr>
      </w:pPr>
    </w:p>
    <w:sectPr w:rsidR="008A5F43" w:rsidSect="00E954DC">
      <w:headerReference w:type="default" r:id="rId10"/>
      <w:footerReference w:type="even" r:id="rId11"/>
      <w:footerReference w:type="default" r:id="rId12"/>
      <w:pgSz w:w="11906" w:h="16838" w:code="9"/>
      <w:pgMar w:top="2941" w:right="1021" w:bottom="289" w:left="1134" w:header="53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19C" w:rsidRDefault="00E8119C">
      <w:r>
        <w:separator/>
      </w:r>
    </w:p>
  </w:endnote>
  <w:endnote w:type="continuationSeparator" w:id="0">
    <w:p w:rsidR="00E8119C" w:rsidRDefault="00E811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9C" w:rsidRDefault="002563E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8119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8119C" w:rsidRDefault="00E8119C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9C" w:rsidRDefault="002563E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E8119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41A84">
      <w:rPr>
        <w:rStyle w:val="slostrnky"/>
        <w:noProof/>
      </w:rPr>
      <w:t>3</w:t>
    </w:r>
    <w:r>
      <w:rPr>
        <w:rStyle w:val="slostrnky"/>
      </w:rPr>
      <w:fldChar w:fldCharType="end"/>
    </w:r>
    <w:proofErr w:type="gramStart"/>
    <w:r w:rsidR="00E8119C">
      <w:rPr>
        <w:rStyle w:val="slostrnky"/>
      </w:rPr>
      <w:t>(celkem</w:t>
    </w:r>
    <w:proofErr w:type="gramEnd"/>
    <w:r w:rsidR="00E8119C">
      <w:rPr>
        <w:rStyle w:val="slostrnky"/>
      </w:rPr>
      <w:t xml:space="preserve"> 3)</w:t>
    </w:r>
  </w:p>
  <w:p w:rsidR="00E8119C" w:rsidRDefault="00E8119C">
    <w:pPr>
      <w:pStyle w:val="Zpat"/>
      <w:ind w:right="360"/>
      <w:jc w:val="right"/>
    </w:pPr>
    <w:r>
      <w:rPr>
        <w:noProof/>
      </w:rPr>
      <w:drawing>
        <wp:inline distT="0" distB="0" distL="0" distR="0">
          <wp:extent cx="1847850" cy="1333500"/>
          <wp:effectExtent l="1905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1333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19C" w:rsidRDefault="00E8119C">
      <w:r>
        <w:separator/>
      </w:r>
    </w:p>
  </w:footnote>
  <w:footnote w:type="continuationSeparator" w:id="0">
    <w:p w:rsidR="00E8119C" w:rsidRDefault="00E811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9C" w:rsidRDefault="00E8119C">
    <w:pPr>
      <w:pStyle w:val="Zhlav"/>
      <w:tabs>
        <w:tab w:val="clear" w:pos="4536"/>
        <w:tab w:val="center" w:pos="4320"/>
      </w:tabs>
      <w:jc w:val="right"/>
    </w:pPr>
    <w:r>
      <w:tab/>
    </w:r>
    <w:r>
      <w:tab/>
      <w:t>Příloha č. 2</w:t>
    </w:r>
    <w:r>
      <w:tab/>
    </w:r>
  </w:p>
  <w:p w:rsidR="00E8119C" w:rsidRDefault="00E8119C">
    <w:pPr>
      <w:pStyle w:val="Zhlav"/>
      <w:tabs>
        <w:tab w:val="clear" w:pos="4536"/>
        <w:tab w:val="center" w:pos="4320"/>
      </w:tabs>
      <w:jc w:val="center"/>
    </w:pPr>
    <w:r>
      <w:rPr>
        <w:noProof/>
      </w:rPr>
      <w:drawing>
        <wp:inline distT="0" distB="0" distL="0" distR="0">
          <wp:extent cx="2628900" cy="1152525"/>
          <wp:effectExtent l="1905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42A"/>
    <w:rsid w:val="00161176"/>
    <w:rsid w:val="00166DD2"/>
    <w:rsid w:val="002535A7"/>
    <w:rsid w:val="002563E5"/>
    <w:rsid w:val="0026665A"/>
    <w:rsid w:val="002C7F55"/>
    <w:rsid w:val="003A55F4"/>
    <w:rsid w:val="00441A84"/>
    <w:rsid w:val="00507F3F"/>
    <w:rsid w:val="00696B8F"/>
    <w:rsid w:val="006B425B"/>
    <w:rsid w:val="008313EE"/>
    <w:rsid w:val="00851484"/>
    <w:rsid w:val="008A4276"/>
    <w:rsid w:val="008A5F43"/>
    <w:rsid w:val="008A7B2A"/>
    <w:rsid w:val="00971195"/>
    <w:rsid w:val="00996FA6"/>
    <w:rsid w:val="00AA7ADA"/>
    <w:rsid w:val="00B2629C"/>
    <w:rsid w:val="00D6542A"/>
    <w:rsid w:val="00DD215D"/>
    <w:rsid w:val="00E8119C"/>
    <w:rsid w:val="00E95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665A"/>
    <w:rPr>
      <w:sz w:val="24"/>
      <w:szCs w:val="24"/>
    </w:rPr>
  </w:style>
  <w:style w:type="paragraph" w:styleId="Nadpis1">
    <w:name w:val="heading 1"/>
    <w:basedOn w:val="Normln"/>
    <w:next w:val="Normln"/>
    <w:qFormat/>
    <w:rsid w:val="0026665A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2">
    <w:name w:val="Styl2"/>
    <w:basedOn w:val="Nadpis1"/>
    <w:autoRedefine/>
    <w:rsid w:val="0026665A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26665A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styleId="Zhlav">
    <w:name w:val="header"/>
    <w:basedOn w:val="Normln"/>
    <w:semiHidden/>
    <w:rsid w:val="0026665A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26665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6665A"/>
  </w:style>
  <w:style w:type="paragraph" w:styleId="Textbubliny">
    <w:name w:val="Balloon Text"/>
    <w:basedOn w:val="Normln"/>
    <w:link w:val="TextbublinyChar"/>
    <w:uiPriority w:val="99"/>
    <w:semiHidden/>
    <w:unhideWhenUsed/>
    <w:rsid w:val="002535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35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SKLENA~1\LOCALS~1\Temp\Rar$DI01.500\9_Kryc&#237;_list_nab&#237;dky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9_Krycí_list_nabídky.dot</Template>
  <TotalTime>16</TotalTime>
  <Pages>3</Pages>
  <Words>758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BIG</Company>
  <LinksUpToDate>false</LinksUpToDate>
  <CharactersWithSpaces>5222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Marie Sklenářová</dc:creator>
  <cp:keywords/>
  <dc:description/>
  <cp:lastModifiedBy>ulrich</cp:lastModifiedBy>
  <cp:revision>7</cp:revision>
  <cp:lastPrinted>2007-05-31T15:25:00Z</cp:lastPrinted>
  <dcterms:created xsi:type="dcterms:W3CDTF">2010-03-29T06:33:00Z</dcterms:created>
  <dcterms:modified xsi:type="dcterms:W3CDTF">2011-03-30T11:15:00Z</dcterms:modified>
</cp:coreProperties>
</file>