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A6EB8" w14:textId="77777777" w:rsidR="004A7A37" w:rsidRDefault="004A7A37" w:rsidP="004A7A37">
      <w:pPr>
        <w:pStyle w:val="ZEI-logo"/>
      </w:pPr>
      <w:r w:rsidRPr="00A13D61">
        <w:rPr>
          <w:noProof/>
        </w:rPr>
        <w:drawing>
          <wp:inline distT="0" distB="0" distL="0" distR="0" wp14:anchorId="44CAD308" wp14:editId="340EB6F8">
            <wp:extent cx="3284855" cy="554355"/>
            <wp:effectExtent l="0" t="0" r="0" b="0"/>
            <wp:docPr id="1" name="obrázek 1" descr="Logo_uze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zei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2551"/>
        <w:gridCol w:w="3113"/>
      </w:tblGrid>
      <w:tr w:rsidR="00C52C97" w:rsidRPr="00595ABE" w14:paraId="321A3367" w14:textId="77777777" w:rsidTr="009F270F">
        <w:trPr>
          <w:cantSplit/>
          <w:trHeight w:val="475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8C67F9B" w14:textId="77777777" w:rsidR="00C52C97" w:rsidRPr="00595ABE" w:rsidRDefault="00C52C97" w:rsidP="009F270F">
            <w:pPr>
              <w:pStyle w:val="smrnice-nzev"/>
              <w:spacing w:before="0" w:after="0"/>
            </w:pPr>
            <w:r w:rsidRPr="00B62772">
              <w:t>KRYCÍ</w:t>
            </w:r>
            <w:r w:rsidRPr="00595ABE">
              <w:t xml:space="preserve"> LIST NABÍDKY</w:t>
            </w:r>
          </w:p>
        </w:tc>
      </w:tr>
      <w:tr w:rsidR="00C52C97" w:rsidRPr="00044709" w14:paraId="60BA392D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232C4F2" w14:textId="77777777" w:rsidR="00C52C97" w:rsidRPr="00044709" w:rsidRDefault="00C52C97" w:rsidP="00D90C17">
            <w:pPr>
              <w:pStyle w:val="VZ-veejnzakzka"/>
            </w:pPr>
            <w:r>
              <w:t>VEŘEJNÁ ZAKÁZKA</w:t>
            </w:r>
          </w:p>
        </w:tc>
      </w:tr>
      <w:tr w:rsidR="00C52C97" w:rsidRPr="00044709" w14:paraId="7DFBD9DC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19D57D26" w14:textId="3BD57A8A" w:rsidR="00B15982" w:rsidRPr="00B15982" w:rsidRDefault="00B15982" w:rsidP="00B15982">
            <w:pPr>
              <w:pStyle w:val="nzev-slo"/>
            </w:pPr>
            <w:r w:rsidRPr="00B15982">
              <w:t>Výběrové šetření pro sledování ekonomiky pěstování školkařských v</w:t>
            </w:r>
            <w:r>
              <w:t>ýpěstků ovocných a okrasných dru</w:t>
            </w:r>
            <w:r w:rsidRPr="00B15982">
              <w:t>hů za rok 2015 a 2016</w:t>
            </w:r>
          </w:p>
          <w:p w14:paraId="1768B81A" w14:textId="26AB6F31" w:rsidR="006158A1" w:rsidRPr="006158A1" w:rsidRDefault="00D808C3" w:rsidP="006158A1">
            <w:pPr>
              <w:pStyle w:val="nzev-slo"/>
            </w:pPr>
            <w:r>
              <w:t>– část 1</w:t>
            </w:r>
          </w:p>
          <w:p w14:paraId="50418E45" w14:textId="25600213" w:rsidR="00C52C97" w:rsidRPr="00866922" w:rsidRDefault="00ED5AFD" w:rsidP="0053692D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t>30</w:t>
            </w:r>
            <w:r w:rsidR="001A58E6">
              <w:rPr>
                <w:noProof/>
              </w:rPr>
              <w:t>/2017-1131</w:t>
            </w:r>
          </w:p>
        </w:tc>
      </w:tr>
      <w:tr w:rsidR="00C52C97" w:rsidRPr="00044709" w14:paraId="0D0BA772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E1C33C" w14:textId="77777777" w:rsidR="00C52C97" w:rsidRPr="00044709" w:rsidRDefault="00C52C97" w:rsidP="00595ABE">
            <w:pPr>
              <w:pStyle w:val="zkl-daje"/>
            </w:pPr>
            <w:r w:rsidRPr="00044709">
              <w:t>Základní identifikační údaje</w:t>
            </w:r>
          </w:p>
        </w:tc>
      </w:tr>
      <w:tr w:rsidR="00C52C97" w:rsidRPr="00044709" w14:paraId="54244C5A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FFFA7"/>
            <w:vAlign w:val="center"/>
          </w:tcPr>
          <w:p w14:paraId="1323814E" w14:textId="77777777" w:rsidR="00C52C97" w:rsidRPr="009866E5" w:rsidRDefault="00C52C97" w:rsidP="009866E5">
            <w:pPr>
              <w:pStyle w:val="zadavatel"/>
            </w:pPr>
            <w:r w:rsidRPr="00044709">
              <w:t>Zadavatel</w:t>
            </w:r>
          </w:p>
        </w:tc>
      </w:tr>
      <w:tr w:rsidR="00C52C97" w:rsidRPr="00595ABE" w14:paraId="74DD3EE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0F91E952" w14:textId="77777777" w:rsidR="00C52C97" w:rsidRPr="00595ABE" w:rsidRDefault="00C52C97" w:rsidP="0053692D">
            <w:pPr>
              <w:pStyle w:val="info-Bold"/>
            </w:pPr>
            <w:r w:rsidRPr="00595ABE">
              <w:t>Název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BB0B359" w14:textId="77777777" w:rsidR="00C52C97" w:rsidRPr="009866E5" w:rsidRDefault="00C52C97" w:rsidP="009866E5">
            <w:pPr>
              <w:pStyle w:val="info-Bold"/>
            </w:pPr>
            <w:r w:rsidRPr="009866E5">
              <w:t>Ústav zemědělské ekonomiky a informací</w:t>
            </w:r>
          </w:p>
        </w:tc>
      </w:tr>
      <w:tr w:rsidR="00C52C97" w:rsidRPr="00044709" w14:paraId="2B21A800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66C2777C" w14:textId="77777777" w:rsidR="00C52C97" w:rsidRPr="00044709" w:rsidRDefault="00C52C97" w:rsidP="0053692D">
            <w:pPr>
              <w:pStyle w:val="info-Bold"/>
            </w:pPr>
            <w:r w:rsidRPr="00044709">
              <w:t>Sídlo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D6EB4FA" w14:textId="77777777" w:rsidR="00C52C97" w:rsidRPr="00044709" w:rsidRDefault="00C52C97" w:rsidP="002F1677">
            <w:pPr>
              <w:pStyle w:val="info"/>
            </w:pPr>
            <w:r w:rsidRPr="00044709">
              <w:t xml:space="preserve">Mánesova 1453/75, 120 </w:t>
            </w:r>
            <w:r>
              <w:t>00</w:t>
            </w:r>
            <w:r w:rsidRPr="00044709">
              <w:t xml:space="preserve"> Praha 2</w:t>
            </w:r>
          </w:p>
        </w:tc>
      </w:tr>
      <w:tr w:rsidR="00C52C97" w:rsidRPr="00044709" w14:paraId="28E3D8A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4536BEEC" w14:textId="68522DD3" w:rsidR="00C52C97" w:rsidRPr="00044709" w:rsidRDefault="00C52C97" w:rsidP="0053692D">
            <w:pPr>
              <w:pStyle w:val="info-Bold"/>
            </w:pPr>
            <w:r w:rsidRPr="00044709">
              <w:t>IČ</w:t>
            </w:r>
            <w:r w:rsidR="00E51905">
              <w:t>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047430B" w14:textId="77777777" w:rsidR="00C52C97" w:rsidRPr="00044709" w:rsidRDefault="00C52C97" w:rsidP="0053692D">
            <w:pPr>
              <w:pStyle w:val="info"/>
            </w:pPr>
            <w:r w:rsidRPr="00044709">
              <w:t>00027251</w:t>
            </w:r>
          </w:p>
        </w:tc>
      </w:tr>
      <w:tr w:rsidR="00C52C97" w:rsidRPr="00044709" w14:paraId="0C0122A6" w14:textId="77777777" w:rsidTr="009F270F">
        <w:trPr>
          <w:cantSplit/>
          <w:trHeight w:val="20"/>
        </w:trPr>
        <w:tc>
          <w:tcPr>
            <w:tcW w:w="1876" w:type="pct"/>
            <w:tcBorders>
              <w:bottom w:val="single" w:sz="2" w:space="0" w:color="000000"/>
            </w:tcBorders>
            <w:shd w:val="clear" w:color="auto" w:fill="FFFFCC"/>
          </w:tcPr>
          <w:p w14:paraId="47FA9E4F" w14:textId="663DFDD8" w:rsidR="00C52C97" w:rsidRPr="00044709" w:rsidRDefault="009F270F" w:rsidP="0053692D">
            <w:pPr>
              <w:pStyle w:val="info-Bold"/>
            </w:pPr>
            <w:r>
              <w:t>Osoba oprávněná jednat za</w:t>
            </w:r>
            <w:r w:rsidR="00C52C97" w:rsidRPr="00044709">
              <w:t xml:space="preserve"> zadavatele</w:t>
            </w:r>
          </w:p>
        </w:tc>
        <w:tc>
          <w:tcPr>
            <w:tcW w:w="3124" w:type="pct"/>
            <w:gridSpan w:val="2"/>
            <w:tcBorders>
              <w:bottom w:val="single" w:sz="2" w:space="0" w:color="000000"/>
            </w:tcBorders>
            <w:shd w:val="clear" w:color="auto" w:fill="auto"/>
          </w:tcPr>
          <w:p w14:paraId="74982645" w14:textId="77777777" w:rsidR="00C52C97" w:rsidRPr="00044709" w:rsidRDefault="0029202B" w:rsidP="00280A36">
            <w:pPr>
              <w:pStyle w:val="info-Bold"/>
            </w:pPr>
            <w:r>
              <w:t>Ing. Štěpán Kala, MBA, Ph.D.</w:t>
            </w:r>
            <w:r w:rsidR="00C52C97">
              <w:t>, ředitel</w:t>
            </w:r>
          </w:p>
        </w:tc>
      </w:tr>
      <w:tr w:rsidR="00C52C97" w:rsidRPr="00520748" w14:paraId="2F1946E1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AC79C"/>
            <w:vAlign w:val="center"/>
          </w:tcPr>
          <w:p w14:paraId="229AFE44" w14:textId="59E7A586" w:rsidR="00C52C97" w:rsidRPr="00520748" w:rsidRDefault="003A4A3A" w:rsidP="0053692D">
            <w:pPr>
              <w:pStyle w:val="info-Bold"/>
            </w:pPr>
            <w:r>
              <w:t>Účastník</w:t>
            </w:r>
          </w:p>
        </w:tc>
      </w:tr>
      <w:tr w:rsidR="00C52C97" w:rsidRPr="00044709" w14:paraId="45B4FC2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77C0E6D9" w14:textId="77777777" w:rsidR="00C52C97" w:rsidRPr="00520748" w:rsidRDefault="00C52C97" w:rsidP="0053692D">
            <w:pPr>
              <w:pStyle w:val="info-Bold"/>
            </w:pPr>
            <w:r w:rsidRPr="00520748">
              <w:t>Jméno a příjmení / název / obchodní firma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E650D1E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firma"/>
                  <w:enabled/>
                  <w:calcOnExit w:val="0"/>
                  <w:textInput/>
                </w:ffData>
              </w:fldChar>
            </w:r>
            <w:bookmarkStart w:id="0" w:name="fi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52C97" w:rsidRPr="00044709" w14:paraId="6D7F01E4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4B3A7694" w14:textId="77777777" w:rsidR="00C52C97" w:rsidRPr="00520748" w:rsidRDefault="00C52C97" w:rsidP="0053692D">
            <w:pPr>
              <w:pStyle w:val="info-Bold"/>
            </w:pPr>
            <w:r w:rsidRPr="00520748">
              <w:t>Sídlo / místo podnikání nebo trvalého pobytu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CE3E2C3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sídlo_firmy"/>
                  <w:enabled/>
                  <w:calcOnExit w:val="0"/>
                  <w:textInput/>
                </w:ffData>
              </w:fldChar>
            </w:r>
            <w:bookmarkStart w:id="1" w:name="sídlo_firm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2C97" w:rsidRPr="00044709" w14:paraId="74C70716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788ABA" w14:textId="77777777" w:rsidR="00C52C97" w:rsidRPr="00520748" w:rsidRDefault="00C52C97" w:rsidP="0053692D">
            <w:pPr>
              <w:pStyle w:val="info-Bold"/>
            </w:pPr>
            <w:r w:rsidRPr="00520748">
              <w:t>Právní forma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776EE7FF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forma"/>
                  <w:enabled/>
                  <w:calcOnExit w:val="0"/>
                  <w:textInput/>
                </w:ffData>
              </w:fldChar>
            </w:r>
            <w:bookmarkStart w:id="2" w:name="fo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C52C97" w:rsidRPr="00044709" w14:paraId="6BD9B81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267D51A" w14:textId="77777777" w:rsidR="00C52C97" w:rsidRPr="00520748" w:rsidRDefault="00C52C97" w:rsidP="0053692D">
            <w:pPr>
              <w:pStyle w:val="info-Bold"/>
            </w:pPr>
            <w:r w:rsidRPr="00520748">
              <w:t>Tel.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Fax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466EE88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tf_fax"/>
                  <w:enabled/>
                  <w:calcOnExit w:val="0"/>
                  <w:textInput/>
                </w:ffData>
              </w:fldChar>
            </w:r>
            <w:bookmarkStart w:id="3" w:name="tf_fa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C52C97" w:rsidRPr="00044709" w14:paraId="3AF74C27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A7723CB" w14:textId="77777777" w:rsidR="00C52C97" w:rsidRPr="00520748" w:rsidRDefault="00C52C97" w:rsidP="0013528C">
            <w:pPr>
              <w:pStyle w:val="info-Bold"/>
            </w:pPr>
            <w:r w:rsidRPr="00520748">
              <w:t>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7A4DE76" w14:textId="77777777" w:rsidR="00C52C97" w:rsidRPr="00520748" w:rsidRDefault="00C52C97" w:rsidP="0013528C">
            <w:pPr>
              <w:pStyle w:val="info"/>
            </w:pPr>
            <w:r>
              <w:fldChar w:fldCharType="begin">
                <w:ffData>
                  <w:name w:val="mail"/>
                  <w:enabled/>
                  <w:calcOnExit w:val="0"/>
                  <w:textInput/>
                </w:ffData>
              </w:fldChar>
            </w:r>
            <w:bookmarkStart w:id="4" w:name="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C52C97" w:rsidRPr="00044709" w14:paraId="24D4ACD3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31549A" w14:textId="7A9FFEDB" w:rsidR="00C52C97" w:rsidRPr="00520748" w:rsidRDefault="00C52C97" w:rsidP="0053692D">
            <w:pPr>
              <w:pStyle w:val="info-Bold"/>
            </w:pPr>
            <w:r>
              <w:t>IČ</w:t>
            </w:r>
            <w:r w:rsidR="00E51905">
              <w:t>O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DIČ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B876904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IČ"/>
                  <w:enabled/>
                  <w:calcOnExit w:val="0"/>
                  <w:textInput/>
                </w:ffData>
              </w:fldChar>
            </w:r>
            <w:bookmarkStart w:id="5" w:name="IČ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C52C97" w:rsidRPr="00044709" w14:paraId="36CDA4A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0DF6E37C" w14:textId="3D6B4125" w:rsidR="00C52C97" w:rsidRPr="00520748" w:rsidRDefault="00C52C97" w:rsidP="0053692D">
            <w:pPr>
              <w:pStyle w:val="info-Bold"/>
            </w:pPr>
            <w:r w:rsidRPr="00520748">
              <w:t>Osoba oprávněná jednat</w:t>
            </w:r>
            <w:r w:rsidR="009F270F">
              <w:t xml:space="preserve"> za</w:t>
            </w:r>
            <w:r>
              <w:t xml:space="preserve"> </w:t>
            </w:r>
            <w:r w:rsidR="003A4A3A">
              <w:t>účastníka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5381D4CD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bookmarkStart w:id="6" w:name="osob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9F270F" w:rsidRPr="00044709" w14:paraId="4C43981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3F47CD5" w14:textId="54AAFEF5" w:rsidR="009F270F" w:rsidRPr="00520748" w:rsidRDefault="009F270F" w:rsidP="0053692D">
            <w:pPr>
              <w:pStyle w:val="info-Bold"/>
            </w:pPr>
            <w:r>
              <w:t>Kontaktní osoba</w:t>
            </w:r>
            <w:r w:rsidR="003A4A3A">
              <w:t>,</w:t>
            </w:r>
            <w:r w:rsidR="006C587C">
              <w:t xml:space="preserve"> </w:t>
            </w:r>
            <w:r>
              <w:t>její telefon a 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2565C502" w14:textId="43FEE4C8" w:rsidR="009F270F" w:rsidRDefault="009F270F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52C97" w:rsidRPr="00440612" w14:paraId="2171A2CE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shd w:val="clear" w:color="auto" w:fill="FDE9D9"/>
            <w:vAlign w:val="center"/>
          </w:tcPr>
          <w:p w14:paraId="0A315409" w14:textId="1FF7FC8F" w:rsidR="00C52C97" w:rsidRPr="00520748" w:rsidRDefault="004C3132" w:rsidP="00544289">
            <w:pPr>
              <w:pStyle w:val="zkl-daje"/>
            </w:pPr>
            <w:r>
              <w:t>N</w:t>
            </w:r>
            <w:r w:rsidR="00C52C97" w:rsidRPr="00520748">
              <w:t>abídková cena v</w:t>
            </w:r>
            <w:r>
              <w:t> </w:t>
            </w:r>
            <w:r w:rsidR="00C52C97" w:rsidRPr="00520748">
              <w:t>Kč</w:t>
            </w:r>
            <w:r>
              <w:t xml:space="preserve"> za jeden vyplněný dotazník</w:t>
            </w:r>
            <w:bookmarkStart w:id="7" w:name="_GoBack"/>
            <w:bookmarkEnd w:id="7"/>
          </w:p>
        </w:tc>
      </w:tr>
      <w:tr w:rsidR="0089241C" w:rsidRPr="00044709" w14:paraId="42E51627" w14:textId="77777777" w:rsidTr="0089241C">
        <w:trPr>
          <w:cantSplit/>
          <w:trHeight w:val="20"/>
        </w:trPr>
        <w:tc>
          <w:tcPr>
            <w:tcW w:w="1876" w:type="pct"/>
            <w:shd w:val="clear" w:color="auto" w:fill="FDE9D9"/>
            <w:vAlign w:val="center"/>
          </w:tcPr>
          <w:p w14:paraId="1F7F81E5" w14:textId="77777777" w:rsidR="0089241C" w:rsidRPr="009866E5" w:rsidRDefault="0089241C" w:rsidP="009866E5">
            <w:pPr>
              <w:pStyle w:val="cena-celkem"/>
            </w:pPr>
            <w:r w:rsidRPr="009866E5">
              <w:t>Cena bez DPH</w:t>
            </w:r>
          </w:p>
        </w:tc>
        <w:tc>
          <w:tcPr>
            <w:tcW w:w="1407" w:type="pct"/>
            <w:shd w:val="clear" w:color="auto" w:fill="FDE9D9"/>
            <w:vAlign w:val="center"/>
          </w:tcPr>
          <w:p w14:paraId="12BEC833" w14:textId="16957E29" w:rsidR="0089241C" w:rsidRPr="009866E5" w:rsidRDefault="0089241C" w:rsidP="0089241C">
            <w:pPr>
              <w:pStyle w:val="cena-celkem"/>
            </w:pPr>
            <w:r w:rsidRPr="009866E5">
              <w:t>DPH 2</w:t>
            </w:r>
            <w:r>
              <w:t xml:space="preserve">1 </w:t>
            </w:r>
            <w:r w:rsidRPr="009866E5">
              <w:t>%</w:t>
            </w:r>
          </w:p>
        </w:tc>
        <w:tc>
          <w:tcPr>
            <w:tcW w:w="1717" w:type="pct"/>
            <w:shd w:val="clear" w:color="auto" w:fill="FDE9D9"/>
            <w:vAlign w:val="center"/>
          </w:tcPr>
          <w:p w14:paraId="3C1313A3" w14:textId="77777777" w:rsidR="0089241C" w:rsidRPr="009866E5" w:rsidRDefault="0089241C" w:rsidP="009866E5">
            <w:pPr>
              <w:pStyle w:val="cena-celkem"/>
            </w:pPr>
            <w:r w:rsidRPr="009866E5">
              <w:t>Cena včetně DPH</w:t>
            </w:r>
          </w:p>
        </w:tc>
      </w:tr>
      <w:tr w:rsidR="0089241C" w:rsidRPr="00044709" w14:paraId="3D7080D0" w14:textId="77777777" w:rsidTr="0089241C">
        <w:trPr>
          <w:cantSplit/>
          <w:trHeight w:val="20"/>
        </w:trPr>
        <w:tc>
          <w:tcPr>
            <w:tcW w:w="1876" w:type="pct"/>
            <w:shd w:val="clear" w:color="auto" w:fill="auto"/>
          </w:tcPr>
          <w:p w14:paraId="698FAA03" w14:textId="77777777" w:rsidR="0089241C" w:rsidRPr="009866E5" w:rsidRDefault="0089241C" w:rsidP="009866E5">
            <w:pPr>
              <w:pStyle w:val="cena"/>
            </w:pPr>
            <w:r>
              <w:fldChar w:fldCharType="begin">
                <w:ffData>
                  <w:name w:val="cena_bez_DPH"/>
                  <w:enabled/>
                  <w:calcOnExit w:val="0"/>
                  <w:textInput/>
                </w:ffData>
              </w:fldChar>
            </w:r>
            <w:bookmarkStart w:id="8" w:name="cena_bez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407" w:type="pct"/>
            <w:shd w:val="clear" w:color="auto" w:fill="auto"/>
          </w:tcPr>
          <w:p w14:paraId="32142131" w14:textId="7E3C391D" w:rsidR="0089241C" w:rsidRPr="009866E5" w:rsidRDefault="0089241C" w:rsidP="0089241C">
            <w:pPr>
              <w:pStyle w:val="cena"/>
            </w:pPr>
            <w:r>
              <w:fldChar w:fldCharType="begin">
                <w:ffData>
                  <w:name w:val="cena_DPH21"/>
                  <w:enabled/>
                  <w:calcOnExit w:val="0"/>
                  <w:textInput/>
                </w:ffData>
              </w:fldChar>
            </w:r>
            <w:bookmarkStart w:id="9" w:name="cena_DPH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  <w:tc>
          <w:tcPr>
            <w:tcW w:w="1717" w:type="pct"/>
            <w:shd w:val="clear" w:color="auto" w:fill="auto"/>
          </w:tcPr>
          <w:p w14:paraId="494A2B6B" w14:textId="77777777" w:rsidR="0089241C" w:rsidRPr="009866E5" w:rsidRDefault="0089241C" w:rsidP="009866E5">
            <w:pPr>
              <w:pStyle w:val="cena-celkem"/>
            </w:pPr>
            <w:r>
              <w:fldChar w:fldCharType="begin">
                <w:ffData>
                  <w:name w:val="cena_s_DPH"/>
                  <w:enabled/>
                  <w:calcOnExit w:val="0"/>
                  <w:textInput/>
                </w:ffData>
              </w:fldChar>
            </w:r>
            <w:bookmarkStart w:id="10" w:name="cena_s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</w:tr>
    </w:tbl>
    <w:p w14:paraId="07D96009" w14:textId="77777777" w:rsidR="00ED5AFD" w:rsidRDefault="00C52C97" w:rsidP="00ED5AFD">
      <w:pPr>
        <w:pStyle w:val="Norm-zleva"/>
      </w:pPr>
      <w:r w:rsidRPr="00520748">
        <w:t xml:space="preserve">Nabídková cena </w:t>
      </w:r>
      <w:r w:rsidR="00D03C88">
        <w:t xml:space="preserve">včetně </w:t>
      </w:r>
      <w:r w:rsidRPr="00520748">
        <w:t xml:space="preserve">DPH k podání nabídky této veřejné zakázky je platná po celou dobu plnění předmětu veřejné zakázky. Nabídková cena obsahuje veškeré náklady na splnění předmětu veřejné zakázky za celou dobu plnění. Nabídková cena </w:t>
      </w:r>
      <w:r w:rsidR="00D03C88">
        <w:t>včetně</w:t>
      </w:r>
      <w:r w:rsidR="007409C6">
        <w:t xml:space="preserve"> DPH nebude následně měněna, a </w:t>
      </w:r>
      <w:r w:rsidRPr="00520748">
        <w:t>to ani v závislosti na vývoji inflace v České republice</w:t>
      </w:r>
      <w:r w:rsidR="00842DCE">
        <w:t xml:space="preserve"> nebo změny sazby DPH</w:t>
      </w:r>
      <w:r w:rsidRPr="00520748">
        <w:t>.</w:t>
      </w:r>
    </w:p>
    <w:p w14:paraId="4C6ACC15" w14:textId="2DC55EFA" w:rsidR="00C52C97" w:rsidRPr="009866E5" w:rsidRDefault="00C52C97" w:rsidP="00ED5AFD">
      <w:pPr>
        <w:pStyle w:val="Norm-zleva"/>
      </w:pPr>
      <w:r w:rsidRPr="009866E5">
        <w:t>V </w:t>
      </w:r>
      <w:bookmarkStart w:id="11" w:name="místo"/>
      <w:r w:rsidRPr="009866E5">
        <w:fldChar w:fldCharType="begin">
          <w:ffData>
            <w:name w:val="místo"/>
            <w:enabled/>
            <w:calcOnExit w:val="0"/>
            <w:textInput/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1"/>
      <w:r w:rsidRPr="009866E5">
        <w:t xml:space="preserve"> dne </w:t>
      </w:r>
      <w:bookmarkStart w:id="12" w:name="datum"/>
      <w:r w:rsidRPr="009866E5">
        <w:fldChar w:fldCharType="begin">
          <w:ffData>
            <w:name w:val="datum"/>
            <w:enabled/>
            <w:calcOnExit w:val="0"/>
            <w:textInput>
              <w:type w:val="date"/>
              <w:format w:val="d. M. yyyy"/>
            </w:textInput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2"/>
    </w:p>
    <w:p w14:paraId="382431B9" w14:textId="756DDEB3" w:rsidR="00C52C97" w:rsidRPr="00DC0482" w:rsidRDefault="00C52C97" w:rsidP="00734C92">
      <w:pPr>
        <w:pStyle w:val="Norm-zleva"/>
      </w:pPr>
      <w:r w:rsidRPr="00E7536C">
        <w:t xml:space="preserve">Osoba oprávněná jednat </w:t>
      </w:r>
      <w:r w:rsidR="006C587C">
        <w:t>za</w:t>
      </w:r>
      <w:r w:rsidRPr="00E7536C">
        <w:t xml:space="preserve"> </w:t>
      </w:r>
      <w:r w:rsidR="003A4A3A">
        <w:t>účastníka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2"/>
        <w:gridCol w:w="2064"/>
        <w:gridCol w:w="2064"/>
      </w:tblGrid>
      <w:tr w:rsidR="00C52C97" w:rsidRPr="006E0347" w14:paraId="7D29224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5F9455DB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doplnit_jmé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bookmarkStart w:id="13" w:name="doplnit_jméno"/>
            <w:r>
              <w:instrText xml:space="preserve"> FORMTEXT </w:instrText>
            </w:r>
            <w:r>
              <w:fldChar w:fldCharType="separate"/>
            </w:r>
            <w:r>
              <w:t>titul jméno příjmení</w:t>
            </w:r>
            <w:r>
              <w:fldChar w:fldCharType="end"/>
            </w:r>
            <w:bookmarkEnd w:id="13"/>
          </w:p>
          <w:p w14:paraId="58AE8F9E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funkce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bookmarkStart w:id="14" w:name="funkce"/>
            <w:r>
              <w:instrText xml:space="preserve"> FORMTEXT </w:instrText>
            </w:r>
            <w:r>
              <w:fldChar w:fldCharType="separate"/>
            </w:r>
            <w:r>
              <w:t>funkce</w:t>
            </w:r>
            <w:r>
              <w:fldChar w:fldCharType="end"/>
            </w:r>
            <w:bookmarkEnd w:id="14"/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BC8912B" w14:textId="77777777" w:rsidR="00C52C97" w:rsidRPr="006E0347" w:rsidRDefault="00C52C97" w:rsidP="009F270F">
            <w:pPr>
              <w:pStyle w:val="podpis"/>
              <w:jc w:val="both"/>
            </w:pPr>
          </w:p>
        </w:tc>
        <w:tc>
          <w:tcPr>
            <w:tcW w:w="2109" w:type="dxa"/>
            <w:vAlign w:val="bottom"/>
          </w:tcPr>
          <w:p w14:paraId="1875E043" w14:textId="77777777" w:rsidR="00C52C97" w:rsidRPr="00B749E1" w:rsidRDefault="00C52C97" w:rsidP="00B749E1">
            <w:pPr>
              <w:pStyle w:val="podpis"/>
            </w:pPr>
          </w:p>
        </w:tc>
      </w:tr>
      <w:tr w:rsidR="00C52C97" w:rsidRPr="006E0347" w14:paraId="7EC40B3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2E1624D7" w14:textId="77777777" w:rsidR="00C52C97" w:rsidRPr="006E0347" w:rsidRDefault="00C52C97" w:rsidP="00B62772">
            <w:pPr>
              <w:pStyle w:val="raztko"/>
            </w:pPr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14:paraId="22901490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podpis</w:t>
            </w:r>
          </w:p>
        </w:tc>
        <w:tc>
          <w:tcPr>
            <w:tcW w:w="2109" w:type="dxa"/>
          </w:tcPr>
          <w:p w14:paraId="0C71A498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razítko</w:t>
            </w:r>
          </w:p>
        </w:tc>
      </w:tr>
    </w:tbl>
    <w:p w14:paraId="41F05A49" w14:textId="77777777" w:rsidR="00F60FFC" w:rsidRDefault="00F60FFC" w:rsidP="00B62772">
      <w:pPr>
        <w:pStyle w:val="mezera"/>
      </w:pPr>
    </w:p>
    <w:sectPr w:rsidR="00F60FFC" w:rsidSect="009F270F">
      <w:footerReference w:type="default" r:id="rId12"/>
      <w:pgSz w:w="11906" w:h="16838" w:code="9"/>
      <w:pgMar w:top="851" w:right="1418" w:bottom="56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D3D8C" w14:textId="77777777" w:rsidR="00F65000" w:rsidRDefault="00F65000" w:rsidP="00A703A8">
      <w:pPr>
        <w:spacing w:before="0"/>
      </w:pPr>
      <w:r>
        <w:separator/>
      </w:r>
    </w:p>
  </w:endnote>
  <w:endnote w:type="continuationSeparator" w:id="0">
    <w:p w14:paraId="5CEEE7AB" w14:textId="77777777" w:rsidR="00F65000" w:rsidRDefault="00F65000" w:rsidP="00A703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2252567"/>
      <w:docPartObj>
        <w:docPartGallery w:val="Page Numbers (Bottom of Page)"/>
        <w:docPartUnique/>
      </w:docPartObj>
    </w:sdtPr>
    <w:sdtEndPr/>
    <w:sdtContent>
      <w:sdt>
        <w:sdtPr>
          <w:id w:val="884684724"/>
          <w:docPartObj>
            <w:docPartGallery w:val="Page Numbers (Top of Page)"/>
            <w:docPartUnique/>
          </w:docPartObj>
        </w:sdtPr>
        <w:sdtEndPr/>
        <w:sdtContent>
          <w:p w14:paraId="587C2BC0" w14:textId="39536CD7" w:rsidR="004A7A37" w:rsidRDefault="004A7A37">
            <w:pPr>
              <w:pStyle w:val="Zpat"/>
            </w:pP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PAGE</w:instrText>
            </w:r>
            <w:r w:rsidRPr="004A7A37">
              <w:rPr>
                <w:bCs/>
                <w:szCs w:val="20"/>
              </w:rPr>
              <w:fldChar w:fldCharType="separate"/>
            </w:r>
            <w:r w:rsidR="004C3132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  <w:r w:rsidRPr="004A7A37">
              <w:rPr>
                <w:bCs/>
                <w:szCs w:val="20"/>
              </w:rPr>
              <w:t>/</w:t>
            </w:r>
            <w:r w:rsidRPr="004A7A37">
              <w:rPr>
                <w:bCs/>
                <w:szCs w:val="20"/>
              </w:rPr>
              <w:fldChar w:fldCharType="begin"/>
            </w:r>
            <w:r w:rsidRPr="004A7A37">
              <w:rPr>
                <w:bCs/>
                <w:szCs w:val="20"/>
              </w:rPr>
              <w:instrText>NUMPAGES</w:instrText>
            </w:r>
            <w:r w:rsidRPr="004A7A37">
              <w:rPr>
                <w:bCs/>
                <w:szCs w:val="20"/>
              </w:rPr>
              <w:fldChar w:fldCharType="separate"/>
            </w:r>
            <w:r w:rsidR="004C3132">
              <w:rPr>
                <w:bCs/>
                <w:szCs w:val="20"/>
              </w:rPr>
              <w:t>1</w:t>
            </w:r>
            <w:r w:rsidRPr="004A7A37">
              <w:rPr>
                <w:bCs/>
                <w:szCs w:val="20"/>
              </w:rPr>
              <w:fldChar w:fldCharType="end"/>
            </w:r>
          </w:p>
        </w:sdtContent>
      </w:sdt>
    </w:sdtContent>
  </w:sdt>
  <w:p w14:paraId="2EA7390C" w14:textId="77777777" w:rsidR="007E2319" w:rsidRPr="00CD062D" w:rsidRDefault="007E2319" w:rsidP="00CD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4219" w14:textId="77777777" w:rsidR="00F65000" w:rsidRDefault="00F65000" w:rsidP="00A703A8">
      <w:pPr>
        <w:spacing w:before="0"/>
      </w:pPr>
      <w:r>
        <w:separator/>
      </w:r>
    </w:p>
  </w:footnote>
  <w:footnote w:type="continuationSeparator" w:id="0">
    <w:p w14:paraId="35A89086" w14:textId="77777777" w:rsidR="00F65000" w:rsidRDefault="00F65000" w:rsidP="00A703A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5B66"/>
    <w:multiLevelType w:val="hybridMultilevel"/>
    <w:tmpl w:val="2D9E85A4"/>
    <w:lvl w:ilvl="0" w:tplc="692AEF8C">
      <w:start w:val="1"/>
      <w:numFmt w:val="decimal"/>
      <w:pStyle w:val="vet1slo-zvork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843"/>
    <w:multiLevelType w:val="hybridMultilevel"/>
    <w:tmpl w:val="0080771C"/>
    <w:lvl w:ilvl="0" w:tplc="9DC6423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E7589E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FE6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89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CCF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4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09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0E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34FF"/>
    <w:multiLevelType w:val="singleLevel"/>
    <w:tmpl w:val="50D09DF6"/>
    <w:lvl w:ilvl="0">
      <w:start w:val="1"/>
      <w:numFmt w:val="bullet"/>
      <w:pStyle w:val="vet3"/>
      <w:lvlText w:val=""/>
      <w:lvlJc w:val="left"/>
      <w:pPr>
        <w:tabs>
          <w:tab w:val="num" w:pos="1417"/>
        </w:tabs>
        <w:ind w:left="1417" w:hanging="283"/>
      </w:pPr>
      <w:rPr>
        <w:rFonts w:ascii="Wingdings 3" w:hAnsi="Wingdings 3" w:hint="default"/>
      </w:rPr>
    </w:lvl>
  </w:abstractNum>
  <w:abstractNum w:abstractNumId="3" w15:restartNumberingAfterBreak="0">
    <w:nsid w:val="3B544300"/>
    <w:multiLevelType w:val="hybridMultilevel"/>
    <w:tmpl w:val="D506EC12"/>
    <w:lvl w:ilvl="0" w:tplc="323A64A6">
      <w:start w:val="1"/>
      <w:numFmt w:val="bullet"/>
      <w:pStyle w:val="vet2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775"/>
    <w:multiLevelType w:val="hybridMultilevel"/>
    <w:tmpl w:val="C6B00886"/>
    <w:lvl w:ilvl="0" w:tplc="68B0BCEC">
      <w:start w:val="1"/>
      <w:numFmt w:val="bullet"/>
      <w:pStyle w:val="vet1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5633"/>
    <w:multiLevelType w:val="hybridMultilevel"/>
    <w:tmpl w:val="E2823F66"/>
    <w:lvl w:ilvl="0" w:tplc="820C6EF0">
      <w:start w:val="1"/>
      <w:numFmt w:val="lowerLetter"/>
      <w:pStyle w:val="veta2stpsmeno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36F4"/>
    <w:multiLevelType w:val="hybridMultilevel"/>
    <w:tmpl w:val="09124594"/>
    <w:lvl w:ilvl="0" w:tplc="CD582F74">
      <w:start w:val="1"/>
      <w:numFmt w:val="bullet"/>
      <w:pStyle w:val="vet4"/>
      <w:lvlText w:val="*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8E90619"/>
    <w:multiLevelType w:val="hybridMultilevel"/>
    <w:tmpl w:val="4480311A"/>
    <w:lvl w:ilvl="0" w:tplc="0DE80404">
      <w:start w:val="1"/>
      <w:numFmt w:val="decimal"/>
      <w:pStyle w:val="vet2stslo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90CC6"/>
    <w:multiLevelType w:val="hybridMultilevel"/>
    <w:tmpl w:val="F5B016EE"/>
    <w:lvl w:ilvl="0" w:tplc="FC888E92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97"/>
    <w:rsid w:val="00001A74"/>
    <w:rsid w:val="00026B85"/>
    <w:rsid w:val="0004777C"/>
    <w:rsid w:val="00053DCC"/>
    <w:rsid w:val="00061596"/>
    <w:rsid w:val="000706A6"/>
    <w:rsid w:val="00086893"/>
    <w:rsid w:val="000970FB"/>
    <w:rsid w:val="000E0D26"/>
    <w:rsid w:val="000E2712"/>
    <w:rsid w:val="000F5118"/>
    <w:rsid w:val="00136D4C"/>
    <w:rsid w:val="00136E26"/>
    <w:rsid w:val="001508D8"/>
    <w:rsid w:val="00153C29"/>
    <w:rsid w:val="0017712B"/>
    <w:rsid w:val="00195E9F"/>
    <w:rsid w:val="00196FC7"/>
    <w:rsid w:val="00197DE1"/>
    <w:rsid w:val="001A58E6"/>
    <w:rsid w:val="001E2D63"/>
    <w:rsid w:val="001E472D"/>
    <w:rsid w:val="002068BA"/>
    <w:rsid w:val="00207047"/>
    <w:rsid w:val="00235CB2"/>
    <w:rsid w:val="0025605E"/>
    <w:rsid w:val="00274844"/>
    <w:rsid w:val="0029202B"/>
    <w:rsid w:val="002C2756"/>
    <w:rsid w:val="002C597D"/>
    <w:rsid w:val="002D7782"/>
    <w:rsid w:val="002E7FD9"/>
    <w:rsid w:val="00333A3E"/>
    <w:rsid w:val="00370A86"/>
    <w:rsid w:val="00386339"/>
    <w:rsid w:val="00396175"/>
    <w:rsid w:val="003A4A3A"/>
    <w:rsid w:val="003C0329"/>
    <w:rsid w:val="003E4B48"/>
    <w:rsid w:val="003E5E52"/>
    <w:rsid w:val="003F057B"/>
    <w:rsid w:val="003F70C9"/>
    <w:rsid w:val="00434795"/>
    <w:rsid w:val="00436225"/>
    <w:rsid w:val="0045189E"/>
    <w:rsid w:val="00460C75"/>
    <w:rsid w:val="00476A5C"/>
    <w:rsid w:val="00493671"/>
    <w:rsid w:val="004A56C1"/>
    <w:rsid w:val="004A5978"/>
    <w:rsid w:val="004A7A37"/>
    <w:rsid w:val="004B5BBF"/>
    <w:rsid w:val="004C3132"/>
    <w:rsid w:val="004E2622"/>
    <w:rsid w:val="00506264"/>
    <w:rsid w:val="005130B5"/>
    <w:rsid w:val="00535156"/>
    <w:rsid w:val="00552FD7"/>
    <w:rsid w:val="00576265"/>
    <w:rsid w:val="00584883"/>
    <w:rsid w:val="00594D97"/>
    <w:rsid w:val="00595FC7"/>
    <w:rsid w:val="005A0AAF"/>
    <w:rsid w:val="005A3C85"/>
    <w:rsid w:val="005C7ABD"/>
    <w:rsid w:val="0060108D"/>
    <w:rsid w:val="006158A1"/>
    <w:rsid w:val="00617B89"/>
    <w:rsid w:val="00632780"/>
    <w:rsid w:val="00650090"/>
    <w:rsid w:val="00661121"/>
    <w:rsid w:val="006635B7"/>
    <w:rsid w:val="006A3F18"/>
    <w:rsid w:val="006C587C"/>
    <w:rsid w:val="006E085B"/>
    <w:rsid w:val="007030A4"/>
    <w:rsid w:val="00723510"/>
    <w:rsid w:val="007409C6"/>
    <w:rsid w:val="00775A3D"/>
    <w:rsid w:val="00786F96"/>
    <w:rsid w:val="007A351D"/>
    <w:rsid w:val="007C1F1C"/>
    <w:rsid w:val="007C45CD"/>
    <w:rsid w:val="007E08AB"/>
    <w:rsid w:val="007E2319"/>
    <w:rsid w:val="008013DC"/>
    <w:rsid w:val="008123B8"/>
    <w:rsid w:val="00842DCE"/>
    <w:rsid w:val="008538A2"/>
    <w:rsid w:val="0089241C"/>
    <w:rsid w:val="008E390B"/>
    <w:rsid w:val="00902D35"/>
    <w:rsid w:val="00927F8C"/>
    <w:rsid w:val="00960AAA"/>
    <w:rsid w:val="009823F7"/>
    <w:rsid w:val="009B67CE"/>
    <w:rsid w:val="009F2319"/>
    <w:rsid w:val="009F270F"/>
    <w:rsid w:val="00A07A09"/>
    <w:rsid w:val="00A10866"/>
    <w:rsid w:val="00A13D61"/>
    <w:rsid w:val="00A703A8"/>
    <w:rsid w:val="00A776FC"/>
    <w:rsid w:val="00A816A4"/>
    <w:rsid w:val="00AA5C61"/>
    <w:rsid w:val="00AA7AB0"/>
    <w:rsid w:val="00AD55E1"/>
    <w:rsid w:val="00AF4904"/>
    <w:rsid w:val="00AF595D"/>
    <w:rsid w:val="00B048BC"/>
    <w:rsid w:val="00B04A88"/>
    <w:rsid w:val="00B11024"/>
    <w:rsid w:val="00B15982"/>
    <w:rsid w:val="00B36294"/>
    <w:rsid w:val="00B543E2"/>
    <w:rsid w:val="00B62772"/>
    <w:rsid w:val="00B708DC"/>
    <w:rsid w:val="00B71C13"/>
    <w:rsid w:val="00B96039"/>
    <w:rsid w:val="00BB037E"/>
    <w:rsid w:val="00BC7E50"/>
    <w:rsid w:val="00BE000D"/>
    <w:rsid w:val="00BE1A29"/>
    <w:rsid w:val="00BF7186"/>
    <w:rsid w:val="00C11D76"/>
    <w:rsid w:val="00C1433D"/>
    <w:rsid w:val="00C3015F"/>
    <w:rsid w:val="00C52C97"/>
    <w:rsid w:val="00C72A01"/>
    <w:rsid w:val="00C72CEA"/>
    <w:rsid w:val="00C9150C"/>
    <w:rsid w:val="00CD062D"/>
    <w:rsid w:val="00CD636E"/>
    <w:rsid w:val="00CE487D"/>
    <w:rsid w:val="00CF2031"/>
    <w:rsid w:val="00D03C88"/>
    <w:rsid w:val="00D14B81"/>
    <w:rsid w:val="00D4603D"/>
    <w:rsid w:val="00D61161"/>
    <w:rsid w:val="00D65935"/>
    <w:rsid w:val="00D70D65"/>
    <w:rsid w:val="00D808C3"/>
    <w:rsid w:val="00D86682"/>
    <w:rsid w:val="00D91C8D"/>
    <w:rsid w:val="00DD0A28"/>
    <w:rsid w:val="00E12E63"/>
    <w:rsid w:val="00E454FB"/>
    <w:rsid w:val="00E51905"/>
    <w:rsid w:val="00E658EF"/>
    <w:rsid w:val="00E87BE1"/>
    <w:rsid w:val="00EB6BD1"/>
    <w:rsid w:val="00EB7FFD"/>
    <w:rsid w:val="00ED1127"/>
    <w:rsid w:val="00ED5AFD"/>
    <w:rsid w:val="00EF6808"/>
    <w:rsid w:val="00F212FC"/>
    <w:rsid w:val="00F473DE"/>
    <w:rsid w:val="00F60FFC"/>
    <w:rsid w:val="00F65000"/>
    <w:rsid w:val="00F83B43"/>
    <w:rsid w:val="00F87E51"/>
    <w:rsid w:val="00FB4CEE"/>
    <w:rsid w:val="00FC5901"/>
    <w:rsid w:val="00FF1019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2DEFF5A"/>
  <w15:docId w15:val="{A0847BC1-0757-43B7-A896-D6349838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E2D63"/>
    <w:pPr>
      <w:spacing w:before="60"/>
      <w:ind w:firstLine="567"/>
      <w:jc w:val="both"/>
    </w:pPr>
    <w:rPr>
      <w:rFonts w:ascii="Arial" w:hAnsi="Arial"/>
      <w:sz w:val="22"/>
      <w:szCs w:val="23"/>
    </w:rPr>
  </w:style>
  <w:style w:type="paragraph" w:styleId="Nadpis1">
    <w:name w:val="heading 1"/>
    <w:basedOn w:val="Normln"/>
    <w:next w:val="Normln"/>
    <w:link w:val="Nadpis1Char"/>
    <w:qFormat/>
    <w:rsid w:val="00CD062D"/>
    <w:pPr>
      <w:keepNext/>
      <w:spacing w:before="480"/>
      <w:ind w:hanging="567"/>
      <w:jc w:val="left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2"/>
    </w:pPr>
    <w:rPr>
      <w:b/>
      <w:szCs w:val="20"/>
    </w:rPr>
  </w:style>
  <w:style w:type="paragraph" w:styleId="Nadpis4">
    <w:name w:val="heading 4"/>
    <w:basedOn w:val="Nadpis3"/>
    <w:next w:val="Normln"/>
    <w:link w:val="Nadpis4Char"/>
    <w:qFormat/>
    <w:rsid w:val="00CD062D"/>
    <w:pPr>
      <w:tabs>
        <w:tab w:val="clear" w:pos="567"/>
        <w:tab w:val="left" w:pos="851"/>
      </w:tabs>
      <w:ind w:left="851" w:hanging="851"/>
      <w:outlineLvl w:val="3"/>
    </w:pPr>
    <w:rPr>
      <w:bCs/>
      <w:i/>
      <w:szCs w:val="24"/>
    </w:rPr>
  </w:style>
  <w:style w:type="paragraph" w:styleId="Nadpis5">
    <w:name w:val="heading 5"/>
    <w:basedOn w:val="Normln"/>
    <w:next w:val="Normln"/>
    <w:link w:val="Nadpis5Char"/>
    <w:qFormat/>
    <w:rsid w:val="00CD062D"/>
    <w:pPr>
      <w:keepNext/>
      <w:spacing w:before="240" w:after="60"/>
      <w:ind w:firstLine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CD062D"/>
    <w:pPr>
      <w:keepNext/>
      <w:spacing w:before="240" w:after="60"/>
      <w:ind w:firstLine="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CD062D"/>
    <w:pPr>
      <w:spacing w:before="240" w:after="60"/>
      <w:ind w:firstLine="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CD062D"/>
    <w:pPr>
      <w:spacing w:before="240" w:after="60"/>
      <w:ind w:firstLine="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CD062D"/>
    <w:pPr>
      <w:spacing w:before="240" w:after="60"/>
      <w:ind w:firstLine="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A5C61"/>
    <w:rPr>
      <w:rFonts w:ascii="Arial" w:hAnsi="Arial"/>
      <w:b/>
      <w:caps/>
      <w:kern w:val="28"/>
      <w:sz w:val="28"/>
    </w:rPr>
  </w:style>
  <w:style w:type="character" w:customStyle="1" w:styleId="Nadpis2Char">
    <w:name w:val="Nadpis 2 Char"/>
    <w:link w:val="Nadpis2"/>
    <w:rsid w:val="00AA5C61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AA5C61"/>
    <w:rPr>
      <w:rFonts w:ascii="Times New Roman" w:hAnsi="Times New Roman"/>
      <w:b/>
      <w:sz w:val="24"/>
    </w:rPr>
  </w:style>
  <w:style w:type="character" w:customStyle="1" w:styleId="Nadpis4Char">
    <w:name w:val="Nadpis 4 Char"/>
    <w:link w:val="Nadpis4"/>
    <w:rsid w:val="00AA5C61"/>
    <w:rPr>
      <w:rFonts w:ascii="Times New Roman" w:hAnsi="Times New Roman"/>
      <w:b/>
      <w:bCs/>
      <w:i/>
      <w:sz w:val="24"/>
      <w:szCs w:val="24"/>
    </w:rPr>
  </w:style>
  <w:style w:type="character" w:customStyle="1" w:styleId="Nadpis5Char">
    <w:name w:val="Nadpis 5 Char"/>
    <w:link w:val="Nadpis5"/>
    <w:rsid w:val="00AA5C61"/>
    <w:rPr>
      <w:rFonts w:ascii="Arial" w:hAnsi="Arial"/>
      <w:sz w:val="22"/>
      <w:szCs w:val="23"/>
    </w:rPr>
  </w:style>
  <w:style w:type="character" w:customStyle="1" w:styleId="Nadpis6Char">
    <w:name w:val="Nadpis 6 Char"/>
    <w:link w:val="Nadpis6"/>
    <w:rsid w:val="00AA5C61"/>
    <w:rPr>
      <w:rFonts w:ascii="Arial" w:hAnsi="Arial"/>
      <w:i/>
      <w:sz w:val="22"/>
      <w:szCs w:val="23"/>
    </w:rPr>
  </w:style>
  <w:style w:type="character" w:customStyle="1" w:styleId="Nadpis7Char">
    <w:name w:val="Nadpis 7 Char"/>
    <w:link w:val="Nadpis7"/>
    <w:rsid w:val="00AA5C61"/>
    <w:rPr>
      <w:rFonts w:ascii="Arial" w:hAnsi="Arial"/>
      <w:szCs w:val="23"/>
    </w:rPr>
  </w:style>
  <w:style w:type="character" w:customStyle="1" w:styleId="Nadpis8Char">
    <w:name w:val="Nadpis 8 Char"/>
    <w:link w:val="Nadpis8"/>
    <w:rsid w:val="00AA5C61"/>
    <w:rPr>
      <w:rFonts w:ascii="Arial" w:hAnsi="Arial"/>
      <w:i/>
      <w:szCs w:val="23"/>
    </w:rPr>
  </w:style>
  <w:style w:type="character" w:customStyle="1" w:styleId="Nadpis9Char">
    <w:name w:val="Nadpis 9 Char"/>
    <w:link w:val="Nadpis9"/>
    <w:rsid w:val="00AA5C61"/>
    <w:rPr>
      <w:rFonts w:ascii="Arial" w:hAnsi="Arial"/>
      <w:i/>
      <w:sz w:val="18"/>
      <w:szCs w:val="23"/>
    </w:rPr>
  </w:style>
  <w:style w:type="paragraph" w:styleId="Adresanaoblku">
    <w:name w:val="envelope address"/>
    <w:basedOn w:val="Normln"/>
    <w:rsid w:val="00CD062D"/>
    <w:pPr>
      <w:framePr w:w="7920" w:h="1980" w:hRule="exact" w:hSpace="141" w:wrap="auto" w:hAnchor="page" w:xAlign="center" w:yAlign="bottom"/>
      <w:ind w:left="2880" w:firstLine="0"/>
    </w:pPr>
  </w:style>
  <w:style w:type="paragraph" w:customStyle="1" w:styleId="bod11">
    <w:name w:val="bod 1.1"/>
    <w:basedOn w:val="Normln"/>
    <w:qFormat/>
    <w:rsid w:val="00CD062D"/>
    <w:pPr>
      <w:tabs>
        <w:tab w:val="left" w:pos="567"/>
      </w:tabs>
      <w:ind w:hanging="567"/>
    </w:pPr>
    <w:rPr>
      <w:rFonts w:cs="Arial"/>
      <w:szCs w:val="22"/>
    </w:rPr>
  </w:style>
  <w:style w:type="paragraph" w:customStyle="1" w:styleId="st-slonzev">
    <w:name w:val="část-číslo+název"/>
    <w:basedOn w:val="Normln"/>
    <w:next w:val="Normln"/>
    <w:qFormat/>
    <w:rsid w:val="00CD062D"/>
    <w:pPr>
      <w:keepNext/>
      <w:spacing w:before="480" w:after="120"/>
      <w:ind w:firstLine="0"/>
      <w:jc w:val="center"/>
      <w:outlineLvl w:val="0"/>
    </w:pPr>
    <w:rPr>
      <w:rFonts w:eastAsia="Arial Unicode MS" w:cs="Arial"/>
      <w:b/>
      <w:bCs/>
      <w:caps/>
      <w:szCs w:val="22"/>
    </w:rPr>
  </w:style>
  <w:style w:type="character" w:styleId="slostrnky">
    <w:name w:val="page number"/>
    <w:rsid w:val="00CD062D"/>
  </w:style>
  <w:style w:type="paragraph" w:customStyle="1" w:styleId="lnek-slonzev">
    <w:name w:val="článek-číslo+název"/>
    <w:basedOn w:val="Normln"/>
    <w:next w:val="Normln"/>
    <w:qFormat/>
    <w:rsid w:val="00CD062D"/>
    <w:pPr>
      <w:keepNext/>
      <w:spacing w:before="360"/>
      <w:ind w:firstLine="0"/>
      <w:jc w:val="center"/>
      <w:outlineLvl w:val="1"/>
    </w:pPr>
    <w:rPr>
      <w:b/>
      <w:szCs w:val="20"/>
    </w:rPr>
  </w:style>
  <w:style w:type="paragraph" w:customStyle="1" w:styleId="datum">
    <w:name w:val="datum"/>
    <w:basedOn w:val="Normln"/>
    <w:next w:val="Normln"/>
    <w:qFormat/>
    <w:rsid w:val="00B048BC"/>
    <w:pPr>
      <w:spacing w:before="600"/>
      <w:ind w:firstLine="0"/>
    </w:pPr>
  </w:style>
  <w:style w:type="character" w:styleId="Hypertextovodkaz">
    <w:name w:val="Hyperlink"/>
    <w:uiPriority w:val="99"/>
    <w:unhideWhenUsed/>
    <w:rsid w:val="00CD062D"/>
    <w:rPr>
      <w:color w:val="0000FF"/>
      <w:u w:val="single"/>
    </w:rPr>
  </w:style>
  <w:style w:type="paragraph" w:customStyle="1" w:styleId="mezera">
    <w:name w:val="mezera"/>
    <w:basedOn w:val="Normln"/>
    <w:rsid w:val="000E2712"/>
    <w:pPr>
      <w:ind w:firstLine="0"/>
    </w:pPr>
    <w:rPr>
      <w:sz w:val="16"/>
    </w:rPr>
  </w:style>
  <w:style w:type="paragraph" w:customStyle="1" w:styleId="mezera-svzan">
    <w:name w:val="mezera-svázaná"/>
    <w:basedOn w:val="mezera"/>
    <w:rsid w:val="00CD062D"/>
    <w:pPr>
      <w:keepNext/>
    </w:pPr>
  </w:style>
  <w:style w:type="paragraph" w:customStyle="1" w:styleId="N-I-pozn">
    <w:name w:val="N-I-pozn"/>
    <w:basedOn w:val="Normln"/>
    <w:rsid w:val="00CD062D"/>
    <w:pPr>
      <w:spacing w:before="0" w:after="120"/>
      <w:ind w:firstLine="0"/>
    </w:pPr>
    <w:rPr>
      <w:i/>
      <w:szCs w:val="24"/>
    </w:rPr>
  </w:style>
  <w:style w:type="paragraph" w:customStyle="1" w:styleId="N-I-pozn-1">
    <w:name w:val="N-I-pozn-1"/>
    <w:basedOn w:val="Normln"/>
    <w:rsid w:val="00CD062D"/>
    <w:pPr>
      <w:spacing w:before="0" w:after="120"/>
      <w:ind w:firstLine="0"/>
    </w:pPr>
    <w:rPr>
      <w:bCs/>
      <w:i/>
      <w:iCs/>
      <w:szCs w:val="24"/>
    </w:rPr>
  </w:style>
  <w:style w:type="paragraph" w:customStyle="1" w:styleId="Norm-B-I">
    <w:name w:val="Norm-B-I"/>
    <w:basedOn w:val="Normln"/>
    <w:rsid w:val="00CD062D"/>
    <w:rPr>
      <w:b/>
      <w:bCs/>
    </w:rPr>
  </w:style>
  <w:style w:type="paragraph" w:customStyle="1" w:styleId="Norm-Bold">
    <w:name w:val="Norm-Bold"/>
    <w:basedOn w:val="Normln"/>
    <w:next w:val="Normln"/>
    <w:rsid w:val="00CD062D"/>
    <w:pPr>
      <w:keepNext/>
      <w:spacing w:before="240"/>
      <w:ind w:firstLine="0"/>
    </w:pPr>
    <w:rPr>
      <w:b/>
    </w:rPr>
  </w:style>
  <w:style w:type="paragraph" w:customStyle="1" w:styleId="Norm-Ital">
    <w:name w:val="Norm-Ital"/>
    <w:basedOn w:val="Normln"/>
    <w:rsid w:val="00CD062D"/>
    <w:pPr>
      <w:keepNext/>
      <w:keepLines/>
      <w:widowControl w:val="0"/>
      <w:adjustRightInd w:val="0"/>
      <w:spacing w:before="240" w:line="300" w:lineRule="atLeast"/>
      <w:ind w:firstLine="0"/>
      <w:textAlignment w:val="baseline"/>
    </w:pPr>
    <w:rPr>
      <w:bCs/>
      <w:i/>
      <w:iCs/>
    </w:rPr>
  </w:style>
  <w:style w:type="paragraph" w:customStyle="1" w:styleId="Norm-zleva">
    <w:name w:val="Norm-zleva"/>
    <w:basedOn w:val="Normln"/>
    <w:qFormat/>
    <w:rsid w:val="00CD062D"/>
    <w:pPr>
      <w:ind w:firstLine="0"/>
    </w:pPr>
  </w:style>
  <w:style w:type="paragraph" w:customStyle="1" w:styleId="N-zleva-1">
    <w:name w:val="N-zleva-1"/>
    <w:basedOn w:val="Norm-zleva"/>
    <w:qFormat/>
    <w:rsid w:val="00CD062D"/>
    <w:pPr>
      <w:ind w:left="567"/>
    </w:pPr>
  </w:style>
  <w:style w:type="paragraph" w:styleId="Obsah1">
    <w:name w:val="toc 1"/>
    <w:basedOn w:val="Normln"/>
    <w:next w:val="Obsah2"/>
    <w:autoRedefine/>
    <w:uiPriority w:val="39"/>
    <w:rsid w:val="00CD062D"/>
    <w:pPr>
      <w:keepNext/>
      <w:tabs>
        <w:tab w:val="right" w:leader="dot" w:pos="9071"/>
      </w:tabs>
      <w:spacing w:before="180"/>
      <w:ind w:left="284" w:right="567" w:hanging="284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D062D"/>
    <w:pPr>
      <w:keepNext/>
      <w:tabs>
        <w:tab w:val="right" w:leader="dot" w:pos="9071"/>
      </w:tabs>
      <w:ind w:left="624" w:right="567" w:hanging="340"/>
    </w:pPr>
    <w:rPr>
      <w:noProof/>
    </w:rPr>
  </w:style>
  <w:style w:type="paragraph" w:styleId="Obsah3">
    <w:name w:val="toc 3"/>
    <w:basedOn w:val="Normln"/>
    <w:next w:val="Normln"/>
    <w:autoRedefine/>
    <w:semiHidden/>
    <w:rsid w:val="00CD062D"/>
    <w:pPr>
      <w:tabs>
        <w:tab w:val="left" w:pos="1134"/>
        <w:tab w:val="right" w:leader="dot" w:pos="9071"/>
      </w:tabs>
      <w:ind w:left="1134" w:right="567" w:hanging="510"/>
    </w:pPr>
    <w:rPr>
      <w:i/>
      <w:noProof/>
    </w:rPr>
  </w:style>
  <w:style w:type="paragraph" w:styleId="Obsah4">
    <w:name w:val="toc 4"/>
    <w:basedOn w:val="Normln"/>
    <w:next w:val="Normln"/>
    <w:autoRedefine/>
    <w:semiHidden/>
    <w:rsid w:val="00CD062D"/>
    <w:pPr>
      <w:tabs>
        <w:tab w:val="right" w:leader="dot" w:pos="9071"/>
      </w:tabs>
      <w:spacing w:before="0"/>
      <w:ind w:left="1361" w:right="567" w:hanging="652"/>
    </w:pPr>
    <w:rPr>
      <w:i/>
    </w:rPr>
  </w:style>
  <w:style w:type="paragraph" w:styleId="Obsah5">
    <w:name w:val="toc 5"/>
    <w:basedOn w:val="Normln"/>
    <w:next w:val="Normln"/>
    <w:autoRedefine/>
    <w:semiHidden/>
    <w:rsid w:val="00CD062D"/>
    <w:pPr>
      <w:tabs>
        <w:tab w:val="right" w:leader="dot" w:pos="9071"/>
      </w:tabs>
      <w:ind w:left="960"/>
    </w:pPr>
  </w:style>
  <w:style w:type="paragraph" w:styleId="Obsah6">
    <w:name w:val="toc 6"/>
    <w:basedOn w:val="Normln"/>
    <w:next w:val="Normln"/>
    <w:autoRedefine/>
    <w:semiHidden/>
    <w:rsid w:val="00CD062D"/>
    <w:pPr>
      <w:tabs>
        <w:tab w:val="right" w:leader="dot" w:pos="9071"/>
      </w:tabs>
      <w:ind w:left="1200"/>
    </w:pPr>
  </w:style>
  <w:style w:type="paragraph" w:styleId="Obsah7">
    <w:name w:val="toc 7"/>
    <w:basedOn w:val="Normln"/>
    <w:next w:val="Normln"/>
    <w:autoRedefine/>
    <w:semiHidden/>
    <w:rsid w:val="00CD062D"/>
    <w:pPr>
      <w:tabs>
        <w:tab w:val="right" w:leader="dot" w:pos="9071"/>
      </w:tabs>
      <w:ind w:left="1440"/>
    </w:pPr>
  </w:style>
  <w:style w:type="paragraph" w:styleId="Obsah8">
    <w:name w:val="toc 8"/>
    <w:basedOn w:val="Normln"/>
    <w:next w:val="Normln"/>
    <w:autoRedefine/>
    <w:semiHidden/>
    <w:rsid w:val="00CD062D"/>
    <w:pPr>
      <w:tabs>
        <w:tab w:val="right" w:leader="dot" w:pos="9071"/>
      </w:tabs>
      <w:ind w:left="1680"/>
    </w:pPr>
  </w:style>
  <w:style w:type="paragraph" w:styleId="Obsah9">
    <w:name w:val="toc 9"/>
    <w:basedOn w:val="Normln"/>
    <w:next w:val="Normln"/>
    <w:autoRedefine/>
    <w:semiHidden/>
    <w:rsid w:val="00CD062D"/>
    <w:pPr>
      <w:tabs>
        <w:tab w:val="right" w:leader="dot" w:pos="9071"/>
      </w:tabs>
      <w:ind w:left="1920"/>
    </w:pPr>
  </w:style>
  <w:style w:type="paragraph" w:customStyle="1" w:styleId="obsah-nadpis">
    <w:name w:val="obsah-nadpis"/>
    <w:basedOn w:val="Normln"/>
    <w:rsid w:val="00CD062D"/>
    <w:pPr>
      <w:ind w:firstLine="0"/>
      <w:jc w:val="left"/>
    </w:pPr>
    <w:rPr>
      <w:rFonts w:cs="Arial"/>
      <w:b/>
      <w:bCs/>
      <w:caps/>
      <w:sz w:val="28"/>
      <w:szCs w:val="28"/>
    </w:rPr>
  </w:style>
  <w:style w:type="character" w:styleId="Odkaznakoment">
    <w:name w:val="annotation reference"/>
    <w:semiHidden/>
    <w:rsid w:val="00CD062D"/>
    <w:rPr>
      <w:rFonts w:ascii="Times New Roman" w:hAnsi="Times New Roman"/>
      <w:sz w:val="16"/>
    </w:rPr>
  </w:style>
  <w:style w:type="character" w:styleId="Odkaznavysvtlivky">
    <w:name w:val="endnote reference"/>
    <w:semiHidden/>
    <w:rsid w:val="00CD062D"/>
    <w:rPr>
      <w:vertAlign w:val="superscript"/>
    </w:rPr>
  </w:style>
  <w:style w:type="paragraph" w:customStyle="1" w:styleId="podpis">
    <w:name w:val="podpis"/>
    <w:basedOn w:val="Normln"/>
    <w:next w:val="Normln"/>
    <w:qFormat/>
    <w:rsid w:val="00CD062D"/>
    <w:pPr>
      <w:spacing w:before="720" w:line="240" w:lineRule="atLeast"/>
      <w:ind w:firstLine="0"/>
      <w:jc w:val="right"/>
    </w:pPr>
    <w:rPr>
      <w:szCs w:val="20"/>
    </w:rPr>
  </w:style>
  <w:style w:type="paragraph" w:customStyle="1" w:styleId="ZEI-logo">
    <w:name w:val="ÚZEI-logo"/>
    <w:basedOn w:val="Nadpis1"/>
    <w:next w:val="Normln"/>
    <w:qFormat/>
    <w:rsid w:val="00723510"/>
    <w:pPr>
      <w:spacing w:before="0" w:after="60"/>
      <w:ind w:firstLine="0"/>
      <w:jc w:val="center"/>
      <w:outlineLvl w:val="9"/>
    </w:pPr>
  </w:style>
  <w:style w:type="paragraph" w:customStyle="1" w:styleId="pkaz">
    <w:name w:val="příkaz"/>
    <w:basedOn w:val="ZEI-logo"/>
    <w:next w:val="Normln"/>
    <w:qFormat/>
    <w:rsid w:val="00CD062D"/>
    <w:pPr>
      <w:spacing w:before="480"/>
    </w:pPr>
    <w:rPr>
      <w:caps w:val="0"/>
    </w:rPr>
  </w:style>
  <w:style w:type="paragraph" w:customStyle="1" w:styleId="Norm-Bold-0">
    <w:name w:val="Norm-Bold-0"/>
    <w:basedOn w:val="Norm-Bold"/>
    <w:qFormat/>
    <w:rsid w:val="007A351D"/>
  </w:style>
  <w:style w:type="paragraph" w:styleId="Zhlav">
    <w:name w:val="header"/>
    <w:basedOn w:val="Normln"/>
    <w:link w:val="ZhlavChar"/>
    <w:uiPriority w:val="99"/>
    <w:rsid w:val="00B048BC"/>
    <w:pPr>
      <w:keepNext/>
      <w:spacing w:before="480" w:after="24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B048BC"/>
    <w:rPr>
      <w:rFonts w:ascii="Arial" w:eastAsia="Arial Unicode MS" w:hAnsi="Arial" w:cs="Arial"/>
      <w:b/>
      <w:bCs/>
      <w:sz w:val="22"/>
      <w:szCs w:val="22"/>
    </w:rPr>
  </w:style>
  <w:style w:type="paragraph" w:customStyle="1" w:styleId="ploha">
    <w:name w:val="příloha č."/>
    <w:basedOn w:val="Zhlav"/>
    <w:qFormat/>
    <w:rsid w:val="00CD062D"/>
    <w:rPr>
      <w:b w:val="0"/>
      <w:bCs w:val="0"/>
    </w:rPr>
  </w:style>
  <w:style w:type="paragraph" w:customStyle="1" w:styleId="plohy-1">
    <w:name w:val="přílohy-1"/>
    <w:basedOn w:val="Normln"/>
    <w:next w:val="Normln"/>
    <w:qFormat/>
    <w:rsid w:val="00CD062D"/>
    <w:pPr>
      <w:tabs>
        <w:tab w:val="left" w:pos="993"/>
        <w:tab w:val="left" w:pos="1418"/>
      </w:tabs>
      <w:spacing w:before="480" w:line="360" w:lineRule="atLeast"/>
      <w:ind w:left="1418" w:hanging="1418"/>
    </w:pPr>
    <w:rPr>
      <w:szCs w:val="24"/>
    </w:rPr>
  </w:style>
  <w:style w:type="paragraph" w:customStyle="1" w:styleId="plohy-dal">
    <w:name w:val="přílohy-další"/>
    <w:basedOn w:val="Normln"/>
    <w:qFormat/>
    <w:rsid w:val="00CD062D"/>
    <w:pPr>
      <w:spacing w:before="0" w:line="360" w:lineRule="atLeast"/>
      <w:ind w:left="851" w:firstLine="0"/>
    </w:pPr>
    <w:rPr>
      <w:szCs w:val="24"/>
    </w:rPr>
  </w:style>
  <w:style w:type="paragraph" w:customStyle="1" w:styleId="Rozvrendokumentu">
    <w:name w:val="Rozvržení dokumentu"/>
    <w:basedOn w:val="Normln"/>
    <w:link w:val="RozvrendokumentuChar"/>
    <w:semiHidden/>
    <w:rsid w:val="00CD062D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CD062D"/>
    <w:rPr>
      <w:rFonts w:ascii="Tahoma" w:hAnsi="Tahoma"/>
      <w:sz w:val="24"/>
      <w:szCs w:val="23"/>
      <w:shd w:val="clear" w:color="auto" w:fill="000080"/>
    </w:rPr>
  </w:style>
  <w:style w:type="paragraph" w:customStyle="1" w:styleId="editel">
    <w:name w:val="ředitel"/>
    <w:basedOn w:val="Normln"/>
    <w:qFormat/>
    <w:rsid w:val="00CD062D"/>
    <w:pPr>
      <w:tabs>
        <w:tab w:val="left" w:pos="7655"/>
      </w:tabs>
      <w:spacing w:before="0" w:line="240" w:lineRule="atLeast"/>
      <w:ind w:firstLine="0"/>
    </w:pPr>
    <w:rPr>
      <w:szCs w:val="20"/>
    </w:rPr>
  </w:style>
  <w:style w:type="paragraph" w:customStyle="1" w:styleId="Tabslo">
    <w:name w:val="TabČíslo"/>
    <w:basedOn w:val="Normln"/>
    <w:rsid w:val="00CD062D"/>
    <w:pPr>
      <w:spacing w:before="0" w:line="300" w:lineRule="atLeast"/>
      <w:ind w:firstLine="0"/>
      <w:jc w:val="right"/>
    </w:pPr>
  </w:style>
  <w:style w:type="paragraph" w:customStyle="1" w:styleId="TabNadpis">
    <w:name w:val="TabNadpis"/>
    <w:basedOn w:val="Normln"/>
    <w:rsid w:val="00CD062D"/>
    <w:pPr>
      <w:keepNext/>
      <w:spacing w:after="120" w:line="300" w:lineRule="atLeast"/>
      <w:ind w:left="1021" w:hanging="1021"/>
    </w:pPr>
    <w:rPr>
      <w:b/>
    </w:rPr>
  </w:style>
  <w:style w:type="paragraph" w:customStyle="1" w:styleId="TabPoz">
    <w:name w:val="TabPoz"/>
    <w:basedOn w:val="Normln"/>
    <w:rsid w:val="00CD062D"/>
    <w:pPr>
      <w:keepNext/>
      <w:spacing w:before="0" w:line="240" w:lineRule="atLeast"/>
      <w:ind w:left="284" w:hanging="284"/>
    </w:pPr>
    <w:rPr>
      <w:i/>
      <w:sz w:val="15"/>
      <w:szCs w:val="15"/>
    </w:rPr>
  </w:style>
  <w:style w:type="paragraph" w:customStyle="1" w:styleId="TabPramZprac">
    <w:name w:val="TabPramZprac"/>
    <w:basedOn w:val="TabPoz"/>
    <w:next w:val="mezera"/>
    <w:rsid w:val="00CD062D"/>
    <w:pPr>
      <w:ind w:left="851" w:hanging="851"/>
    </w:pPr>
    <w:rPr>
      <w:iCs/>
    </w:rPr>
  </w:style>
  <w:style w:type="paragraph" w:customStyle="1" w:styleId="tab-sted">
    <w:name w:val="tab-střed"/>
    <w:basedOn w:val="Normln"/>
    <w:next w:val="mezera"/>
    <w:rsid w:val="00CD062D"/>
    <w:pPr>
      <w:keepNext/>
      <w:spacing w:before="0"/>
      <w:ind w:firstLine="0"/>
      <w:jc w:val="center"/>
    </w:pPr>
  </w:style>
  <w:style w:type="paragraph" w:customStyle="1" w:styleId="Tabulka">
    <w:name w:val="Tabulka"/>
    <w:basedOn w:val="TabNadpis"/>
    <w:rsid w:val="00136E26"/>
    <w:pPr>
      <w:keepNext w:val="0"/>
      <w:spacing w:before="0" w:after="0" w:line="240" w:lineRule="auto"/>
      <w:ind w:left="0" w:firstLine="0"/>
      <w:jc w:val="left"/>
    </w:pPr>
    <w:rPr>
      <w:b w:val="0"/>
      <w:sz w:val="20"/>
    </w:rPr>
  </w:style>
  <w:style w:type="paragraph" w:customStyle="1" w:styleId="TabVet">
    <w:name w:val="TabVýčet"/>
    <w:basedOn w:val="vet1"/>
    <w:rsid w:val="000E2712"/>
    <w:pPr>
      <w:numPr>
        <w:numId w:val="0"/>
      </w:numPr>
      <w:tabs>
        <w:tab w:val="clear" w:pos="567"/>
        <w:tab w:val="left" w:pos="284"/>
      </w:tabs>
    </w:pPr>
    <w:rPr>
      <w:rFonts w:cs="Arial"/>
      <w:sz w:val="20"/>
      <w:szCs w:val="20"/>
    </w:rPr>
  </w:style>
  <w:style w:type="paragraph" w:customStyle="1" w:styleId="TabZhlav">
    <w:name w:val="TabZáhlavíŘ"/>
    <w:basedOn w:val="Normln"/>
    <w:rsid w:val="00CD062D"/>
    <w:pPr>
      <w:spacing w:before="0" w:line="300" w:lineRule="atLeast"/>
      <w:ind w:firstLine="0"/>
      <w:jc w:val="left"/>
    </w:pPr>
    <w:rPr>
      <w:b/>
    </w:rPr>
  </w:style>
  <w:style w:type="paragraph" w:customStyle="1" w:styleId="TabZhlavS">
    <w:name w:val="TabZáhlavíS"/>
    <w:basedOn w:val="Normln"/>
    <w:rsid w:val="00CD062D"/>
    <w:pPr>
      <w:keepNext/>
      <w:spacing w:before="0"/>
      <w:ind w:firstLine="0"/>
      <w:jc w:val="center"/>
    </w:pPr>
    <w:rPr>
      <w:b/>
    </w:rPr>
  </w:style>
  <w:style w:type="paragraph" w:customStyle="1" w:styleId="Tab-zkratky">
    <w:name w:val="Tab-zkratky"/>
    <w:basedOn w:val="Tabulka"/>
    <w:rsid w:val="00CD062D"/>
  </w:style>
  <w:style w:type="paragraph" w:styleId="Textkomente">
    <w:name w:val="annotation text"/>
    <w:basedOn w:val="Normln"/>
    <w:link w:val="TextkomenteChar"/>
    <w:semiHidden/>
    <w:rsid w:val="00CD062D"/>
    <w:rPr>
      <w:sz w:val="20"/>
    </w:rPr>
  </w:style>
  <w:style w:type="character" w:customStyle="1" w:styleId="TextkomenteChar">
    <w:name w:val="Text komentáře Char"/>
    <w:link w:val="Textkomente"/>
    <w:semiHidden/>
    <w:rsid w:val="00CD062D"/>
    <w:rPr>
      <w:rFonts w:ascii="Times New Roman" w:hAnsi="Times New Roman"/>
      <w:szCs w:val="23"/>
    </w:rPr>
  </w:style>
  <w:style w:type="paragraph" w:styleId="Textpoznpodarou">
    <w:name w:val="footnote text"/>
    <w:basedOn w:val="Normln"/>
    <w:link w:val="TextpoznpodarouChar"/>
    <w:semiHidden/>
    <w:rsid w:val="00CD062D"/>
    <w:pPr>
      <w:ind w:left="284" w:hanging="284"/>
    </w:pPr>
    <w:rPr>
      <w:i/>
      <w:sz w:val="20"/>
    </w:rPr>
  </w:style>
  <w:style w:type="character" w:customStyle="1" w:styleId="TextpoznpodarouChar">
    <w:name w:val="Text pozn. pod čarou Char"/>
    <w:link w:val="Textpoznpodarou"/>
    <w:semiHidden/>
    <w:rsid w:val="00CD062D"/>
    <w:rPr>
      <w:rFonts w:ascii="Times New Roman" w:hAnsi="Times New Roman"/>
      <w:i/>
      <w:szCs w:val="23"/>
    </w:rPr>
  </w:style>
  <w:style w:type="paragraph" w:styleId="Textvysvtlivek">
    <w:name w:val="endnote text"/>
    <w:basedOn w:val="Normln"/>
    <w:link w:val="TextvysvtlivekChar"/>
    <w:semiHidden/>
    <w:rsid w:val="00CD062D"/>
    <w:rPr>
      <w:sz w:val="20"/>
    </w:rPr>
  </w:style>
  <w:style w:type="character" w:customStyle="1" w:styleId="TextvysvtlivekChar">
    <w:name w:val="Text vysvětlivek Char"/>
    <w:link w:val="Textvysvtlivek"/>
    <w:semiHidden/>
    <w:rsid w:val="00CD062D"/>
    <w:rPr>
      <w:rFonts w:ascii="Times New Roman" w:hAnsi="Times New Roman"/>
      <w:szCs w:val="23"/>
    </w:rPr>
  </w:style>
  <w:style w:type="paragraph" w:customStyle="1" w:styleId="ZEI-nzev">
    <w:name w:val="ÚZEI-název"/>
    <w:basedOn w:val="ZEI-logo"/>
    <w:next w:val="pkaz"/>
    <w:qFormat/>
    <w:rsid w:val="00B048BC"/>
    <w:pPr>
      <w:spacing w:before="120"/>
    </w:pPr>
    <w:rPr>
      <w:sz w:val="24"/>
      <w:szCs w:val="24"/>
    </w:rPr>
  </w:style>
  <w:style w:type="paragraph" w:customStyle="1" w:styleId="vet1">
    <w:name w:val="výčet 1"/>
    <w:basedOn w:val="Normln"/>
    <w:qFormat/>
    <w:rsid w:val="000E2712"/>
    <w:pPr>
      <w:numPr>
        <w:numId w:val="11"/>
      </w:numPr>
      <w:tabs>
        <w:tab w:val="left" w:pos="567"/>
      </w:tabs>
      <w:spacing w:before="0"/>
    </w:pPr>
  </w:style>
  <w:style w:type="paragraph" w:customStyle="1" w:styleId="vet1slo">
    <w:name w:val="výčet 1. (číslo)"/>
    <w:basedOn w:val="Normln"/>
    <w:qFormat/>
    <w:rsid w:val="00F60FFC"/>
    <w:pPr>
      <w:numPr>
        <w:numId w:val="3"/>
      </w:numPr>
      <w:tabs>
        <w:tab w:val="clear" w:pos="720"/>
        <w:tab w:val="num" w:pos="567"/>
      </w:tabs>
      <w:spacing w:before="0"/>
      <w:ind w:left="567" w:hanging="567"/>
    </w:pPr>
  </w:style>
  <w:style w:type="paragraph" w:customStyle="1" w:styleId="vet1slo-zvorka">
    <w:name w:val="výčet 1) (číslo-závorka)"/>
    <w:basedOn w:val="vet1slo"/>
    <w:qFormat/>
    <w:rsid w:val="00F60FFC"/>
    <w:pPr>
      <w:numPr>
        <w:numId w:val="4"/>
      </w:numPr>
      <w:tabs>
        <w:tab w:val="left" w:pos="567"/>
      </w:tabs>
      <w:ind w:left="567" w:hanging="567"/>
    </w:pPr>
  </w:style>
  <w:style w:type="paragraph" w:customStyle="1" w:styleId="vet2">
    <w:name w:val="výčet 2"/>
    <w:basedOn w:val="vet1"/>
    <w:rsid w:val="00F60FFC"/>
    <w:pPr>
      <w:numPr>
        <w:numId w:val="5"/>
      </w:numPr>
      <w:tabs>
        <w:tab w:val="clear" w:pos="567"/>
      </w:tabs>
    </w:pPr>
  </w:style>
  <w:style w:type="paragraph" w:customStyle="1" w:styleId="vet2stslo">
    <w:name w:val="výčet 2. st. číslo"/>
    <w:basedOn w:val="vet1slo"/>
    <w:qFormat/>
    <w:rsid w:val="00F60FFC"/>
    <w:pPr>
      <w:numPr>
        <w:numId w:val="6"/>
      </w:numPr>
      <w:tabs>
        <w:tab w:val="left" w:pos="851"/>
      </w:tabs>
    </w:pPr>
  </w:style>
  <w:style w:type="paragraph" w:customStyle="1" w:styleId="vet3">
    <w:name w:val="výčet 3"/>
    <w:basedOn w:val="vet2"/>
    <w:rsid w:val="00F60FFC"/>
    <w:pPr>
      <w:numPr>
        <w:numId w:val="7"/>
      </w:numPr>
      <w:tabs>
        <w:tab w:val="clear" w:pos="1417"/>
        <w:tab w:val="num" w:pos="1134"/>
      </w:tabs>
      <w:ind w:left="1134"/>
    </w:pPr>
  </w:style>
  <w:style w:type="paragraph" w:customStyle="1" w:styleId="vet4">
    <w:name w:val="výčet 4"/>
    <w:basedOn w:val="vet3"/>
    <w:rsid w:val="00F60FFC"/>
    <w:pPr>
      <w:numPr>
        <w:numId w:val="8"/>
      </w:numPr>
      <w:tabs>
        <w:tab w:val="left" w:pos="1418"/>
      </w:tabs>
      <w:ind w:left="1418" w:hanging="284"/>
    </w:pPr>
  </w:style>
  <w:style w:type="paragraph" w:customStyle="1" w:styleId="vetapsmeno">
    <w:name w:val="výčet a) (písmeno)"/>
    <w:basedOn w:val="vet1"/>
    <w:rsid w:val="00F60FFC"/>
    <w:pPr>
      <w:numPr>
        <w:numId w:val="0"/>
      </w:numPr>
      <w:tabs>
        <w:tab w:val="num" w:pos="567"/>
      </w:tabs>
      <w:spacing w:before="60"/>
      <w:ind w:left="567" w:hanging="567"/>
    </w:pPr>
  </w:style>
  <w:style w:type="paragraph" w:customStyle="1" w:styleId="veta2stpsmeno">
    <w:name w:val="výčet a) 2.st. (písmeno)"/>
    <w:basedOn w:val="vetapsmeno"/>
    <w:rsid w:val="00F60FFC"/>
    <w:pPr>
      <w:numPr>
        <w:numId w:val="1"/>
      </w:numPr>
      <w:tabs>
        <w:tab w:val="clear" w:pos="567"/>
        <w:tab w:val="num" w:pos="1134"/>
      </w:tabs>
      <w:ind w:left="1134"/>
    </w:pPr>
  </w:style>
  <w:style w:type="paragraph" w:customStyle="1" w:styleId="ztoho">
    <w:name w:val="z toho"/>
    <w:basedOn w:val="Tabulka"/>
    <w:rsid w:val="00CD062D"/>
    <w:pPr>
      <w:tabs>
        <w:tab w:val="left" w:pos="567"/>
      </w:tabs>
      <w:ind w:left="567" w:hanging="567"/>
    </w:pPr>
    <w:rPr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062D"/>
    <w:pPr>
      <w:spacing w:before="0" w:after="120"/>
      <w:ind w:left="283" w:firstLine="708"/>
    </w:pPr>
    <w:rPr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62D"/>
    <w:pPr>
      <w:spacing w:before="0" w:after="120" w:line="480" w:lineRule="auto"/>
      <w:ind w:left="283" w:firstLine="708"/>
    </w:pPr>
    <w:rPr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D062D"/>
    <w:pPr>
      <w:spacing w:before="0"/>
      <w:ind w:firstLine="0"/>
      <w:jc w:val="center"/>
    </w:pPr>
    <w:rPr>
      <w:noProof/>
      <w:sz w:val="20"/>
    </w:rPr>
  </w:style>
  <w:style w:type="character" w:customStyle="1" w:styleId="ZpatChar">
    <w:name w:val="Zápatí Char"/>
    <w:link w:val="Zpat"/>
    <w:uiPriority w:val="99"/>
    <w:rsid w:val="00CD062D"/>
    <w:rPr>
      <w:rFonts w:ascii="Times New Roman" w:hAnsi="Times New Roman"/>
      <w:noProof/>
      <w:szCs w:val="23"/>
    </w:rPr>
  </w:style>
  <w:style w:type="character" w:styleId="Znakapoznpodarou">
    <w:name w:val="footnote reference"/>
    <w:semiHidden/>
    <w:rsid w:val="00CD062D"/>
    <w:rPr>
      <w:rFonts w:ascii="Times New Roman" w:hAnsi="Times New Roman"/>
      <w:i/>
      <w:sz w:val="24"/>
      <w:vertAlign w:val="superscript"/>
    </w:rPr>
  </w:style>
  <w:style w:type="paragraph" w:customStyle="1" w:styleId="ploha-">
    <w:name w:val="příloha-č"/>
    <w:basedOn w:val="Normln"/>
    <w:qFormat/>
    <w:rsid w:val="00B048BC"/>
    <w:pPr>
      <w:keepNext/>
      <w:spacing w:before="0" w:after="48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8BC"/>
    <w:pPr>
      <w:spacing w:after="60"/>
      <w:jc w:val="center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B048BC"/>
    <w:rPr>
      <w:rFonts w:ascii="Cambria" w:eastAsia="Times New Roman" w:hAnsi="Cambria" w:cs="Times New Roman"/>
      <w:sz w:val="24"/>
      <w:szCs w:val="24"/>
    </w:rPr>
  </w:style>
  <w:style w:type="paragraph" w:customStyle="1" w:styleId="smrnice-nzev">
    <w:name w:val="směrnice-název"/>
    <w:basedOn w:val="pkaz"/>
    <w:next w:val="lnek-slonzev"/>
    <w:qFormat/>
    <w:rsid w:val="00B62772"/>
    <w:pPr>
      <w:spacing w:before="360" w:after="360"/>
    </w:pPr>
    <w:rPr>
      <w:caps/>
      <w:noProof/>
    </w:rPr>
  </w:style>
  <w:style w:type="paragraph" w:customStyle="1" w:styleId="nzevVZ">
    <w:name w:val="název VZ"/>
    <w:basedOn w:val="smrnice-nzev"/>
    <w:qFormat/>
    <w:rsid w:val="00386339"/>
    <w:pPr>
      <w:spacing w:after="0"/>
    </w:pPr>
    <w:rPr>
      <w:caps w:val="0"/>
    </w:rPr>
  </w:style>
  <w:style w:type="paragraph" w:customStyle="1" w:styleId="internsloVZ">
    <w:name w:val="interní číslo VZ"/>
    <w:basedOn w:val="nzevVZ"/>
    <w:qFormat/>
    <w:rsid w:val="00386339"/>
    <w:pPr>
      <w:spacing w:before="0" w:after="480"/>
    </w:pPr>
  </w:style>
  <w:style w:type="paragraph" w:customStyle="1" w:styleId="smrnice-nzev-info">
    <w:name w:val="směrnice-název-info"/>
    <w:basedOn w:val="smrnice-nzev"/>
    <w:qFormat/>
    <w:rsid w:val="00386339"/>
    <w:rPr>
      <w:caps w:val="0"/>
    </w:rPr>
  </w:style>
  <w:style w:type="paragraph" w:customStyle="1" w:styleId="podpisvr">
    <w:name w:val="podpis v.r."/>
    <w:basedOn w:val="podpis"/>
    <w:qFormat/>
    <w:rsid w:val="00BB037E"/>
    <w:pPr>
      <w:spacing w:before="600"/>
    </w:pPr>
    <w:rPr>
      <w:rFonts w:cs="Arial"/>
      <w:szCs w:val="22"/>
    </w:rPr>
  </w:style>
  <w:style w:type="paragraph" w:customStyle="1" w:styleId="editelvr">
    <w:name w:val="ředitel v.r."/>
    <w:basedOn w:val="editel"/>
    <w:qFormat/>
    <w:rsid w:val="00BB037E"/>
    <w:pPr>
      <w:tabs>
        <w:tab w:val="clear" w:pos="7655"/>
        <w:tab w:val="left" w:pos="7371"/>
      </w:tabs>
    </w:pPr>
    <w:rPr>
      <w:rFonts w:cs="Arial"/>
      <w:szCs w:val="22"/>
    </w:rPr>
  </w:style>
  <w:style w:type="paragraph" w:customStyle="1" w:styleId="nzev-slo">
    <w:name w:val="název-číslo"/>
    <w:basedOn w:val="Normln"/>
    <w:qFormat/>
    <w:rsid w:val="00C52C97"/>
    <w:pPr>
      <w:spacing w:after="6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kl-daje">
    <w:name w:val="zákl-údaje"/>
    <w:basedOn w:val="Normln"/>
    <w:qFormat/>
    <w:rsid w:val="00C52C97"/>
    <w:pPr>
      <w:spacing w:before="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adavatel">
    <w:name w:val="zadavatel"/>
    <w:basedOn w:val="info-Bold"/>
    <w:qFormat/>
    <w:rsid w:val="00C52C97"/>
  </w:style>
  <w:style w:type="paragraph" w:customStyle="1" w:styleId="info-Bold">
    <w:name w:val="info-Bold"/>
    <w:basedOn w:val="Normln"/>
    <w:qFormat/>
    <w:rsid w:val="00C52C97"/>
    <w:pPr>
      <w:spacing w:after="60"/>
      <w:ind w:firstLine="0"/>
      <w:jc w:val="left"/>
    </w:pPr>
    <w:rPr>
      <w:rFonts w:eastAsia="Calibri" w:cs="Arial"/>
      <w:b/>
      <w:bCs/>
      <w:szCs w:val="22"/>
      <w:lang w:eastAsia="en-US"/>
    </w:rPr>
  </w:style>
  <w:style w:type="paragraph" w:customStyle="1" w:styleId="info">
    <w:name w:val="info"/>
    <w:basedOn w:val="info-Bold"/>
    <w:qFormat/>
    <w:rsid w:val="00C52C97"/>
    <w:rPr>
      <w:b w:val="0"/>
    </w:rPr>
  </w:style>
  <w:style w:type="paragraph" w:customStyle="1" w:styleId="cena-celkem">
    <w:name w:val="cena-celkem"/>
    <w:basedOn w:val="info-Bold"/>
    <w:qFormat/>
    <w:rsid w:val="00C52C97"/>
    <w:pPr>
      <w:jc w:val="center"/>
    </w:pPr>
  </w:style>
  <w:style w:type="paragraph" w:customStyle="1" w:styleId="cena">
    <w:name w:val="cena"/>
    <w:basedOn w:val="info"/>
    <w:qFormat/>
    <w:rsid w:val="00C52C97"/>
    <w:pPr>
      <w:jc w:val="center"/>
    </w:pPr>
  </w:style>
  <w:style w:type="paragraph" w:customStyle="1" w:styleId="raztko">
    <w:name w:val="razítko"/>
    <w:basedOn w:val="Normln"/>
    <w:qFormat/>
    <w:rsid w:val="00C52C97"/>
    <w:pPr>
      <w:spacing w:before="0"/>
      <w:ind w:firstLine="0"/>
      <w:jc w:val="center"/>
    </w:pPr>
    <w:rPr>
      <w:rFonts w:eastAsia="Calibri" w:cs="Arial"/>
      <w:bCs/>
      <w:i/>
      <w:sz w:val="16"/>
      <w:szCs w:val="16"/>
      <w:lang w:eastAsia="en-US"/>
    </w:rPr>
  </w:style>
  <w:style w:type="paragraph" w:customStyle="1" w:styleId="jmno-pjmen-funkce">
    <w:name w:val="jméno-příjmení-funkce"/>
    <w:basedOn w:val="Normln"/>
    <w:qFormat/>
    <w:rsid w:val="00C52C97"/>
    <w:pPr>
      <w:widowControl w:val="0"/>
      <w:spacing w:before="120"/>
      <w:ind w:firstLine="0"/>
      <w:jc w:val="left"/>
    </w:pPr>
    <w:rPr>
      <w:rFonts w:cs="Arial"/>
      <w:noProof/>
      <w:szCs w:val="22"/>
    </w:rPr>
  </w:style>
  <w:style w:type="paragraph" w:customStyle="1" w:styleId="VZ-veejnzakzka">
    <w:name w:val="VZ-veřejná zakázka"/>
    <w:basedOn w:val="nzev-slo"/>
    <w:qFormat/>
    <w:rsid w:val="00C52C97"/>
  </w:style>
  <w:style w:type="paragraph" w:styleId="Textbubliny">
    <w:name w:val="Balloon Text"/>
    <w:basedOn w:val="Normln"/>
    <w:link w:val="TextbublinyChar"/>
    <w:uiPriority w:val="99"/>
    <w:semiHidden/>
    <w:unhideWhenUsed/>
    <w:rsid w:val="00842D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PPJUKTQ2N3EH-1-70058</_dlc_DocId>
    <_dlc_DocIdUrl xmlns="bc3fb474-7ee0-46e5-8a88-7652e86342ee">
      <Url>http://dms/_layouts/15/DocIdRedir.aspx?ID=PPJUKTQ2N3EH-1-70058</Url>
      <Description>PPJUKTQ2N3EH-1-70058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B36A4A-6078-433F-87DF-24BDA075F0B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330A64-575F-400E-8051-1D0DA8ECF3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839698-1587-4457-AFDE-899707DCEF3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c3fb474-7ee0-46e5-8a88-7652e86342ee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0509070-FDC0-4B86-91B7-122D7592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P1s05 Krycí list nabídky</vt:lpstr>
    </vt:vector>
  </TitlesOfParts>
  <Company>UZEI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P1s05 Krycí list nabídky</dc:title>
  <dc:creator>Matalová Vladimíra</dc:creator>
  <dc:description>VZ - NIA č. 7/2016 P1s05 Krycí list nabídky</dc:description>
  <cp:lastModifiedBy>Kuzníková Michaela</cp:lastModifiedBy>
  <cp:revision>20</cp:revision>
  <cp:lastPrinted>2016-07-25T12:57:00Z</cp:lastPrinted>
  <dcterms:created xsi:type="dcterms:W3CDTF">2016-09-26T11:03:00Z</dcterms:created>
  <dcterms:modified xsi:type="dcterms:W3CDTF">2017-08-21T11:08:00Z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56d7bd5d-a686-4f9e-8711-0f339911c173</vt:lpwstr>
  </property>
  <property fmtid="{D5CDD505-2E9C-101B-9397-08002B2CF9AE}" pid="3" name="ContentTypeId">
    <vt:lpwstr>0x0101004206D1F23D4B7D41BAFDD078F70E603C</vt:lpwstr>
  </property>
</Properties>
</file>