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B7" w:rsidRPr="0084599F" w:rsidRDefault="00E51F4F">
      <w:pPr>
        <w:rPr>
          <w:b/>
          <w:lang w:val="cs-CZ"/>
        </w:rPr>
      </w:pPr>
      <w:r>
        <w:rPr>
          <w:b/>
          <w:lang w:val="cs-CZ"/>
        </w:rPr>
        <w:t>Příloha č.2</w:t>
      </w:r>
      <w:r w:rsidR="0084599F" w:rsidRPr="0084599F">
        <w:rPr>
          <w:b/>
          <w:lang w:val="cs-CZ"/>
        </w:rPr>
        <w:t xml:space="preserve"> - Seznam </w:t>
      </w:r>
      <w:r w:rsidR="005F40CB">
        <w:rPr>
          <w:b/>
          <w:lang w:val="cs-CZ"/>
        </w:rPr>
        <w:t>parcel trvalého a dočasného zábo</w:t>
      </w:r>
      <w:r w:rsidR="0084599F" w:rsidRPr="0084599F">
        <w:rPr>
          <w:b/>
          <w:lang w:val="cs-CZ"/>
        </w:rPr>
        <w:t xml:space="preserve">ru. </w:t>
      </w:r>
    </w:p>
    <w:p w:rsidR="0084599F" w:rsidRDefault="0084599F"/>
    <w:tbl>
      <w:tblPr>
        <w:tblpPr w:leftFromText="141" w:rightFromText="141" w:vertAnchor="text" w:tblpY="1"/>
        <w:tblOverlap w:val="never"/>
        <w:tblW w:w="2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3"/>
        <w:gridCol w:w="1357"/>
      </w:tblGrid>
      <w:tr w:rsidR="00D437A9" w:rsidRPr="00D437A9" w:rsidTr="00D437A9">
        <w:trPr>
          <w:trHeight w:val="300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590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Dočasný </w:t>
            </w:r>
            <w:proofErr w:type="spellStart"/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záb</w:t>
            </w:r>
            <w:r w:rsidR="00590ED0"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  <w:proofErr w:type="spellEnd"/>
          </w:p>
        </w:tc>
      </w:tr>
      <w:tr w:rsidR="00D437A9" w:rsidRPr="00D437A9" w:rsidTr="00D437A9">
        <w:trPr>
          <w:trHeight w:val="34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parcela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plocha (m</w:t>
            </w:r>
            <w:r w:rsidRPr="00D437A9"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  <w:t>2</w:t>
            </w: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1489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203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1488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186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4370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272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4458/3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2475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1401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485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2314/2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171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2314/1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84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4372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1376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117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4464/2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17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2770/1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87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2766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79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4463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145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5067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192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4518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89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4373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107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5082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113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75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4621/3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8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5068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528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5069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24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4683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725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139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4697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35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4705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4682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108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4975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121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4974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4695/3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4701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124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5086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23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4710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113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4879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218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4874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141</w:t>
            </w:r>
          </w:p>
        </w:tc>
      </w:tr>
      <w:tr w:rsidR="00D437A9" w:rsidRPr="00D437A9" w:rsidTr="00D437A9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5041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39</w:t>
            </w:r>
          </w:p>
        </w:tc>
      </w:tr>
    </w:tbl>
    <w:tbl>
      <w:tblPr>
        <w:tblpPr w:leftFromText="141" w:rightFromText="141" w:vertAnchor="text" w:horzAnchor="margin" w:tblpXSpec="center" w:tblpY="-18"/>
        <w:tblW w:w="2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9"/>
        <w:gridCol w:w="1321"/>
      </w:tblGrid>
      <w:tr w:rsidR="00D437A9" w:rsidRPr="00D437A9" w:rsidTr="00D437A9">
        <w:trPr>
          <w:trHeight w:val="300"/>
        </w:trPr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590ED0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Trvalý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zábo</w:t>
            </w:r>
            <w:r w:rsidR="00D437A9"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  <w:proofErr w:type="spellEnd"/>
          </w:p>
        </w:tc>
      </w:tr>
      <w:tr w:rsidR="00D437A9" w:rsidRPr="00D437A9" w:rsidTr="00D437A9">
        <w:trPr>
          <w:trHeight w:val="345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parcela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plocha (m</w:t>
            </w:r>
            <w:r w:rsidRPr="00D437A9"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  <w:t>2</w:t>
            </w: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4458/3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245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4463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43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5067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39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4518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32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4373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5082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9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17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5068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66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4683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109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4682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4975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15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4974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4701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10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5086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5068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87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4710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4879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4874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</w:tr>
      <w:tr w:rsidR="00D437A9" w:rsidRPr="00D437A9" w:rsidTr="00D437A9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5041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7A9" w:rsidRPr="00D437A9" w:rsidRDefault="00D437A9" w:rsidP="00D43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437A9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</w:tr>
    </w:tbl>
    <w:p w:rsidR="00D437A9" w:rsidRDefault="00D437A9">
      <w:r>
        <w:t xml:space="preserve">                     </w:t>
      </w:r>
    </w:p>
    <w:p w:rsidR="0084599F" w:rsidRDefault="00D437A9">
      <w:bookmarkStart w:id="0" w:name="_GoBack"/>
      <w:bookmarkEnd w:id="0"/>
      <w:r>
        <w:br w:type="textWrapping" w:clear="all"/>
      </w:r>
      <w:r w:rsidR="0084599F">
        <w:t xml:space="preserve">                                  </w:t>
      </w:r>
    </w:p>
    <w:p w:rsidR="0084599F" w:rsidRDefault="0084599F">
      <w:r>
        <w:br w:type="textWrapping" w:clear="all"/>
      </w:r>
    </w:p>
    <w:sectPr w:rsidR="00845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9F"/>
    <w:rsid w:val="00077B96"/>
    <w:rsid w:val="00590ED0"/>
    <w:rsid w:val="005F40CB"/>
    <w:rsid w:val="0084599F"/>
    <w:rsid w:val="00A65CB7"/>
    <w:rsid w:val="00B01E59"/>
    <w:rsid w:val="00B1764E"/>
    <w:rsid w:val="00D437A9"/>
    <w:rsid w:val="00E5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Novák Miroslav</cp:lastModifiedBy>
  <cp:revision>3</cp:revision>
  <dcterms:created xsi:type="dcterms:W3CDTF">2017-05-30T04:36:00Z</dcterms:created>
  <dcterms:modified xsi:type="dcterms:W3CDTF">2017-05-30T04:36:00Z</dcterms:modified>
</cp:coreProperties>
</file>