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FFB" w:rsidRDefault="008C504A" w:rsidP="00A84DD4">
      <w:pPr>
        <w:pStyle w:val="Styl10"/>
        <w:framePr w:w="3969" w:h="1985" w:hRule="exact" w:hSpace="0" w:vSpace="0" w:wrap="notBeside" w:vAnchor="page" w:hAnchor="page" w:x="3970" w:y="9413" w:anchorLock="1"/>
        <w:jc w:val="center"/>
      </w:pPr>
      <w:r w:rsidRPr="00825B72">
        <w:t xml:space="preserve">VD </w:t>
      </w:r>
      <w:r w:rsidR="00A84DD4">
        <w:t>Karolinka, rekonstrukce schodiště</w:t>
      </w:r>
    </w:p>
    <w:p w:rsidR="00CB1EFC" w:rsidRDefault="00CB1EFC" w:rsidP="00A84DD4">
      <w:pPr>
        <w:pStyle w:val="Styl10"/>
        <w:framePr w:w="3969" w:h="1985" w:hRule="exact" w:hSpace="0" w:vSpace="0" w:wrap="notBeside" w:vAnchor="page" w:hAnchor="page" w:x="3970" w:y="9413" w:anchorLock="1"/>
        <w:jc w:val="center"/>
      </w:pPr>
      <w:r>
        <w:t>Zdrojová data</w:t>
      </w:r>
      <w:bookmarkStart w:id="0" w:name="_GoBack"/>
      <w:bookmarkEnd w:id="0"/>
    </w:p>
    <w:p w:rsidR="000665F1" w:rsidRDefault="000665F1">
      <w:pPr>
        <w:pStyle w:val="Styl10"/>
        <w:framePr w:w="3969" w:h="1985" w:hRule="exact" w:hSpace="0" w:vSpace="0" w:wrap="notBeside" w:vAnchor="page" w:hAnchor="page" w:x="3970" w:y="9413" w:anchorLock="1"/>
        <w:jc w:val="center"/>
        <w:rPr>
          <w:sz w:val="28"/>
        </w:rPr>
      </w:pPr>
    </w:p>
    <w:p w:rsidR="00BE6FFB" w:rsidRDefault="008C504A">
      <w:pPr>
        <w:pStyle w:val="Styl10"/>
        <w:framePr w:w="3969" w:h="1985" w:hRule="exact" w:hSpace="0" w:vSpace="0" w:wrap="notBeside" w:vAnchor="page" w:hAnchor="page" w:x="3970" w:y="2156" w:anchorLock="1"/>
        <w:jc w:val="center"/>
      </w:pPr>
      <w:r w:rsidRPr="00825B72">
        <w:t xml:space="preserve">VD </w:t>
      </w:r>
      <w:r w:rsidR="00A84DD4">
        <w:t>Karolinka, rekonstrukce schodiště</w:t>
      </w:r>
    </w:p>
    <w:p w:rsidR="00CB1EFC" w:rsidRDefault="00CB1EFC">
      <w:pPr>
        <w:pStyle w:val="Styl10"/>
        <w:framePr w:w="3969" w:h="1985" w:hRule="exact" w:hSpace="0" w:vSpace="0" w:wrap="notBeside" w:vAnchor="page" w:hAnchor="page" w:x="3970" w:y="2156" w:anchorLock="1"/>
        <w:jc w:val="center"/>
      </w:pPr>
      <w:r>
        <w:t>PDF</w:t>
      </w:r>
    </w:p>
    <w:p w:rsidR="00BE6FFB" w:rsidRDefault="0046339F">
      <w:pPr>
        <w:pStyle w:val="Normln8"/>
        <w:rPr>
          <w:b/>
          <w:bCs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B4B500" wp14:editId="4A90ADA5">
                <wp:simplePos x="0" y="0"/>
                <wp:positionH relativeFrom="page">
                  <wp:posOffset>4212590</wp:posOffset>
                </wp:positionH>
                <wp:positionV relativeFrom="page">
                  <wp:posOffset>7301865</wp:posOffset>
                </wp:positionV>
                <wp:extent cx="1600200" cy="714375"/>
                <wp:effectExtent l="2540" t="0" r="0" b="381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FFB" w:rsidRDefault="00BE6FFB">
                            <w:pPr>
                              <w:pStyle w:val="Normln8"/>
                            </w:pPr>
                            <w:r>
                              <w:t>Botanická 834/56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602 00 Brno, Česká republika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Tel.: (+420) 541 554 111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Fax: (+420) 541 211 205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www.</w:t>
                            </w:r>
                            <w:r w:rsidR="00EF168B">
                              <w:t>aquatis</w:t>
                            </w:r>
                            <w:r>
                              <w:t>.cz</w:t>
                            </w:r>
                          </w:p>
                          <w:p w:rsidR="00BE6FFB" w:rsidRDefault="00BE6F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31.7pt;margin-top:574.95pt;width:126pt;height:56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MKUswIAALk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" filled="f" stroked="f">
                <v:textbox>
                  <w:txbxContent>
                    <w:p w:rsidR="00BE6FFB" w:rsidRDefault="00BE6FFB">
                      <w:pPr>
                        <w:pStyle w:val="Normln8"/>
                      </w:pPr>
                      <w:r>
                        <w:t>Botanická 834/56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602 00 Brno, Česká republika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Tel.: (+420) 541 554 111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Fax: (+420) 541 211 205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www.</w:t>
                      </w:r>
                      <w:r w:rsidR="00EF168B">
                        <w:t>aquatis</w:t>
                      </w:r>
                      <w:r>
                        <w:t>.cz</w:t>
                      </w:r>
                    </w:p>
                    <w:p w:rsidR="00BE6FFB" w:rsidRDefault="00BE6FFB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FFE1BFA" wp14:editId="12840AFB">
                <wp:simplePos x="0" y="0"/>
                <wp:positionH relativeFrom="page">
                  <wp:posOffset>4212590</wp:posOffset>
                </wp:positionH>
                <wp:positionV relativeFrom="page">
                  <wp:posOffset>2700655</wp:posOffset>
                </wp:positionV>
                <wp:extent cx="1600200" cy="714375"/>
                <wp:effectExtent l="254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FFB" w:rsidRDefault="00BE6FFB">
                            <w:pPr>
                              <w:pStyle w:val="Normln8"/>
                            </w:pPr>
                            <w:r>
                              <w:t>Botanická 834/56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602 00 Brno, Česká republika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Tel.: (+420) 541 554 111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Fax: (+420) 541 211 205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www.</w:t>
                            </w:r>
                            <w:r w:rsidR="00EF168B">
                              <w:t>aquatis</w:t>
                            </w:r>
                            <w:r>
                              <w:t>.cz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31.7pt;margin-top:212.65pt;width:126pt;height:56.2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IQYtwIAAMA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" filled="f" stroked="f">
                <v:textbox>
                  <w:txbxContent>
                    <w:p w:rsidR="00BE6FFB" w:rsidRDefault="00BE6FFB">
                      <w:pPr>
                        <w:pStyle w:val="Normln8"/>
                      </w:pPr>
                      <w:r>
                        <w:t>Botanická 834/56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602 00 Brno, Česká republika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Tel.: (+420) 541 554 111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Fax: (+420) 541 211 205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www.</w:t>
                      </w:r>
                      <w:r w:rsidR="00EF168B">
                        <w:t>aquatis</w:t>
                      </w:r>
                      <w:r>
                        <w:t>.cz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E6FFB" w:rsidRDefault="00BE6FFB"/>
    <w:p w:rsidR="00BE6FFB" w:rsidRDefault="00BE6FFB"/>
    <w:p w:rsidR="00BE6FFB" w:rsidRDefault="00BE6FFB"/>
    <w:p w:rsidR="00BE6FFB" w:rsidRDefault="008D12CA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EA60BC2" wp14:editId="731E03BD">
                <wp:simplePos x="0" y="0"/>
                <wp:positionH relativeFrom="page">
                  <wp:posOffset>1837690</wp:posOffset>
                </wp:positionH>
                <wp:positionV relativeFrom="page">
                  <wp:posOffset>2847975</wp:posOffset>
                </wp:positionV>
                <wp:extent cx="1724025" cy="4572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FFB" w:rsidRPr="008D12CA" w:rsidRDefault="00EF168B">
                            <w:pPr>
                              <w:pStyle w:val="Normln8"/>
                              <w:rPr>
                                <w:b/>
                                <w:bCs/>
                                <w:i w:val="0"/>
                              </w:rPr>
                            </w:pPr>
                            <w:r w:rsidRPr="008D12CA">
                              <w:rPr>
                                <w:b/>
                                <w:bCs/>
                                <w:i w:val="0"/>
                                <w:lang w:eastAsia="fi-FI"/>
                              </w:rPr>
                              <w:t>AQUATIS</w:t>
                            </w:r>
                            <w:r w:rsidR="00BE6FFB" w:rsidRPr="008D12CA">
                              <w:rPr>
                                <w:b/>
                                <w:bCs/>
                                <w:i w:val="0"/>
                                <w:lang w:eastAsia="fi-FI"/>
                              </w:rPr>
                              <w:t xml:space="preserve"> a.s.</w:t>
                            </w:r>
                          </w:p>
                          <w:p w:rsidR="00BE6FFB" w:rsidRPr="008D12CA" w:rsidRDefault="00BE6FFB">
                            <w:pPr>
                              <w:pStyle w:val="Normln8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44.7pt;margin-top:224.25pt;width:135.75pt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" filled="f" stroked="f">
                <v:textbox>
                  <w:txbxContent>
                    <w:p w:rsidR="00BE6FFB" w:rsidRPr="008D12CA" w:rsidRDefault="00EF168B">
                      <w:pPr>
                        <w:pStyle w:val="Normln8"/>
                        <w:rPr>
                          <w:b/>
                          <w:bCs/>
                          <w:i w:val="0"/>
                        </w:rPr>
                      </w:pPr>
                      <w:r w:rsidRPr="008D12CA">
                        <w:rPr>
                          <w:b/>
                          <w:bCs/>
                          <w:i w:val="0"/>
                          <w:lang w:eastAsia="fi-FI"/>
                        </w:rPr>
                        <w:t>AQUATIS</w:t>
                      </w:r>
                      <w:r w:rsidR="00BE6FFB" w:rsidRPr="008D12CA">
                        <w:rPr>
                          <w:b/>
                          <w:bCs/>
                          <w:i w:val="0"/>
                          <w:lang w:eastAsia="fi-FI"/>
                        </w:rPr>
                        <w:t xml:space="preserve"> a.s.</w:t>
                      </w:r>
                    </w:p>
                    <w:p w:rsidR="00BE6FFB" w:rsidRPr="008D12CA" w:rsidRDefault="00BE6FFB">
                      <w:pPr>
                        <w:pStyle w:val="Normln8"/>
                        <w:rPr>
                          <w:i w:val="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E6FFB" w:rsidRDefault="00BE6FFB"/>
    <w:p w:rsidR="00BE6FFB" w:rsidRDefault="00BE6FFB"/>
    <w:p w:rsidR="00BE6FFB" w:rsidRDefault="00BE6FFB"/>
    <w:p w:rsidR="00BE6FFB" w:rsidRDefault="00BE6FFB"/>
    <w:p w:rsidR="00BE6FFB" w:rsidRDefault="00BE6FFB"/>
    <w:p w:rsidR="00BE6FFB" w:rsidRDefault="00BE6FFB"/>
    <w:p w:rsidR="00BE6FFB" w:rsidRDefault="00BE6FFB"/>
    <w:p w:rsidR="00BE6FFB" w:rsidRDefault="00EF168B">
      <w:r>
        <w:rPr>
          <w:noProof/>
        </w:rPr>
        <w:drawing>
          <wp:anchor distT="0" distB="0" distL="114300" distR="114300" simplePos="0" relativeHeight="251663360" behindDoc="0" locked="0" layoutInCell="1" allowOverlap="1" wp14:anchorId="61826A03" wp14:editId="6329D4C5">
            <wp:simplePos x="0" y="0"/>
            <wp:positionH relativeFrom="column">
              <wp:posOffset>2310081</wp:posOffset>
            </wp:positionH>
            <wp:positionV relativeFrom="paragraph">
              <wp:posOffset>34290</wp:posOffset>
            </wp:positionV>
            <wp:extent cx="1266825" cy="346710"/>
            <wp:effectExtent l="0" t="0" r="9525" b="0"/>
            <wp:wrapNone/>
            <wp:docPr id="7" name="Obrázek 7" descr="R:\__15220_intranet\__15220_16_A01_aquatis_web\AQUATIS logo\logo Aquat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__15220_intranet\__15220_16_A01_aquatis_web\AQUATIS logo\logo Aquati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E6FFB" w:rsidRDefault="00BE6FFB"/>
    <w:p w:rsidR="00BE6FFB" w:rsidRDefault="00BE6FFB"/>
    <w:p w:rsidR="00BE6FFB" w:rsidRDefault="00BE6FFB"/>
    <w:p w:rsidR="00BE6FFB" w:rsidRDefault="00BE6FFB"/>
    <w:p w:rsidR="00BE6FFB" w:rsidRDefault="0046339F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D4880B" wp14:editId="3273FF37">
                <wp:simplePos x="0" y="0"/>
                <wp:positionH relativeFrom="page">
                  <wp:posOffset>3042920</wp:posOffset>
                </wp:positionH>
                <wp:positionV relativeFrom="page">
                  <wp:posOffset>4752340</wp:posOffset>
                </wp:positionV>
                <wp:extent cx="1600200" cy="3429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FFB" w:rsidRDefault="00BE6FFB">
                            <w:pPr>
                              <w:pStyle w:val="Normln6"/>
                              <w:jc w:val="center"/>
                            </w:pPr>
                            <w:r>
                              <w:rPr>
                                <w:rFonts w:cs="Arial"/>
                                <w:szCs w:val="26"/>
                              </w:rPr>
                              <w:t xml:space="preserve">© </w:t>
                            </w:r>
                            <w:r>
                              <w:t xml:space="preserve">Copyright </w:t>
                            </w:r>
                            <w:r w:rsidR="00EF168B">
                              <w:rPr>
                                <w:lang w:eastAsia="fi-FI"/>
                              </w:rPr>
                              <w:t>AQUATIS</w:t>
                            </w:r>
                            <w:r>
                              <w:rPr>
                                <w:lang w:eastAsia="fi-FI"/>
                              </w:rPr>
                              <w:t xml:space="preserve"> a.s.</w:t>
                            </w:r>
                          </w:p>
                          <w:p w:rsidR="00BE6FFB" w:rsidRDefault="00BE6FFB">
                            <w:pPr>
                              <w:pStyle w:val="Normln6"/>
                              <w:jc w:val="center"/>
                              <w:rPr>
                                <w:i/>
                                <w:iCs/>
                                <w:sz w:val="16"/>
                              </w:rPr>
                            </w:pPr>
                            <w:r>
                              <w:t>Všechna práva vyhrazena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39.6pt;margin-top:374.2pt;width:126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sftwIAAMA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" filled="f" stroked="f">
                <v:textbox>
                  <w:txbxContent>
                    <w:p w:rsidR="00BE6FFB" w:rsidRDefault="00BE6FFB">
                      <w:pPr>
                        <w:pStyle w:val="Normln6"/>
                        <w:jc w:val="center"/>
                      </w:pPr>
                      <w:r>
                        <w:rPr>
                          <w:rFonts w:cs="Arial"/>
                          <w:szCs w:val="26"/>
                        </w:rPr>
                        <w:t xml:space="preserve">© </w:t>
                      </w:r>
                      <w:r>
                        <w:t xml:space="preserve">Copyright </w:t>
                      </w:r>
                      <w:r w:rsidR="00EF168B">
                        <w:rPr>
                          <w:lang w:eastAsia="fi-FI"/>
                        </w:rPr>
                        <w:t>AQUATIS</w:t>
                      </w:r>
                      <w:r>
                        <w:rPr>
                          <w:lang w:eastAsia="fi-FI"/>
                        </w:rPr>
                        <w:t xml:space="preserve"> a.s.</w:t>
                      </w:r>
                    </w:p>
                    <w:p w:rsidR="00BE6FFB" w:rsidRDefault="00BE6FFB">
                      <w:pPr>
                        <w:pStyle w:val="Normln6"/>
                        <w:jc w:val="center"/>
                        <w:rPr>
                          <w:i/>
                          <w:iCs/>
                          <w:sz w:val="16"/>
                        </w:rPr>
                      </w:pPr>
                      <w:r>
                        <w:t>Všechna práva vyhrazena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E6FFB" w:rsidRDefault="00BE6FFB"/>
    <w:p w:rsidR="00BE6FFB" w:rsidRDefault="00BE6FFB"/>
    <w:p w:rsidR="00BE6FFB" w:rsidRDefault="00BE6FFB"/>
    <w:p w:rsidR="00BE6FFB" w:rsidRDefault="00BE6FFB"/>
    <w:p w:rsidR="00BE6FFB" w:rsidRDefault="00BE6FFB"/>
    <w:p w:rsidR="00BE6FFB" w:rsidRDefault="00BE6FFB">
      <w:pPr>
        <w:pStyle w:val="Normln6"/>
      </w:pPr>
    </w:p>
    <w:p w:rsidR="00BE6FFB" w:rsidRDefault="00BE6FFB"/>
    <w:p w:rsidR="00BE6FFB" w:rsidRDefault="00BE6FFB"/>
    <w:p w:rsidR="00BE6FFB" w:rsidRDefault="00BE6FFB"/>
    <w:p w:rsidR="00BE6FFB" w:rsidRDefault="008D12C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3BDB7B8" wp14:editId="103DE37D">
                <wp:simplePos x="0" y="0"/>
                <wp:positionH relativeFrom="page">
                  <wp:posOffset>1837690</wp:posOffset>
                </wp:positionH>
                <wp:positionV relativeFrom="page">
                  <wp:posOffset>7448550</wp:posOffset>
                </wp:positionV>
                <wp:extent cx="1724025" cy="457200"/>
                <wp:effectExtent l="0" t="0" r="0" b="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168B" w:rsidRPr="008D12CA" w:rsidRDefault="00EF168B" w:rsidP="00EF168B">
                            <w:pPr>
                              <w:pStyle w:val="Normln8"/>
                              <w:rPr>
                                <w:b/>
                                <w:bCs/>
                                <w:i w:val="0"/>
                              </w:rPr>
                            </w:pPr>
                            <w:r w:rsidRPr="008D12CA">
                              <w:rPr>
                                <w:b/>
                                <w:bCs/>
                                <w:i w:val="0"/>
                                <w:lang w:eastAsia="fi-FI"/>
                              </w:rPr>
                              <w:t>AQUATIS a.s.</w:t>
                            </w:r>
                          </w:p>
                          <w:p w:rsidR="00BE6FFB" w:rsidRPr="008D12CA" w:rsidRDefault="00BE6FFB">
                            <w:pPr>
                              <w:pStyle w:val="Normln8"/>
                              <w:rPr>
                                <w:b/>
                                <w:bCs/>
                                <w:i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144.7pt;margin-top:586.5pt;width:135.7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" filled="f" stroked="f">
                <v:textbox>
                  <w:txbxContent>
                    <w:p w:rsidR="00EF168B" w:rsidRPr="008D12CA" w:rsidRDefault="00EF168B" w:rsidP="00EF168B">
                      <w:pPr>
                        <w:pStyle w:val="Normln8"/>
                        <w:rPr>
                          <w:b/>
                          <w:bCs/>
                          <w:i w:val="0"/>
                        </w:rPr>
                      </w:pPr>
                      <w:r w:rsidRPr="008D12CA">
                        <w:rPr>
                          <w:b/>
                          <w:bCs/>
                          <w:i w:val="0"/>
                          <w:lang w:eastAsia="fi-FI"/>
                        </w:rPr>
                        <w:t>AQUATIS a.s.</w:t>
                      </w:r>
                    </w:p>
                    <w:p w:rsidR="00BE6FFB" w:rsidRPr="008D12CA" w:rsidRDefault="00BE6FFB">
                      <w:pPr>
                        <w:pStyle w:val="Normln8"/>
                        <w:rPr>
                          <w:b/>
                          <w:bCs/>
                          <w:i w:val="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E6FFB" w:rsidRDefault="00BE6FFB"/>
    <w:p w:rsidR="00BE6FFB" w:rsidRDefault="008D12C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FB73DC" wp14:editId="1298B0BE">
                <wp:simplePos x="0" y="0"/>
                <wp:positionH relativeFrom="page">
                  <wp:posOffset>3042920</wp:posOffset>
                </wp:positionH>
                <wp:positionV relativeFrom="page">
                  <wp:posOffset>9343390</wp:posOffset>
                </wp:positionV>
                <wp:extent cx="1600200" cy="342900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FFB" w:rsidRDefault="00BE6FFB">
                            <w:pPr>
                              <w:pStyle w:val="Normln6"/>
                              <w:jc w:val="center"/>
                            </w:pPr>
                            <w:r>
                              <w:rPr>
                                <w:rFonts w:cs="Arial"/>
                                <w:szCs w:val="26"/>
                              </w:rPr>
                              <w:t xml:space="preserve">© </w:t>
                            </w:r>
                            <w:r>
                              <w:t xml:space="preserve">Copyright </w:t>
                            </w:r>
                            <w:r w:rsidR="00EF168B">
                              <w:rPr>
                                <w:lang w:eastAsia="fi-FI"/>
                              </w:rPr>
                              <w:t>AQUATIS a.s.</w:t>
                            </w:r>
                          </w:p>
                          <w:p w:rsidR="00BE6FFB" w:rsidRDefault="00BE6FFB">
                            <w:pPr>
                              <w:pStyle w:val="Normln6"/>
                              <w:jc w:val="center"/>
                              <w:rPr>
                                <w:i/>
                                <w:iCs/>
                                <w:sz w:val="16"/>
                              </w:rPr>
                            </w:pPr>
                            <w:r>
                              <w:t>Všechna práva vyhrazena</w:t>
                            </w:r>
                          </w:p>
                          <w:p w:rsidR="00BE6FFB" w:rsidRDefault="00BE6FFB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239.6pt;margin-top:735.7pt;width:12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hkytgIAAME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" filled="f" stroked="f">
                <v:textbox>
                  <w:txbxContent>
                    <w:p w:rsidR="00BE6FFB" w:rsidRDefault="00BE6FFB">
                      <w:pPr>
                        <w:pStyle w:val="Normln6"/>
                        <w:jc w:val="center"/>
                      </w:pPr>
                      <w:r>
                        <w:rPr>
                          <w:rFonts w:cs="Arial"/>
                          <w:szCs w:val="26"/>
                        </w:rPr>
                        <w:t xml:space="preserve">© </w:t>
                      </w:r>
                      <w:r>
                        <w:t xml:space="preserve">Copyright </w:t>
                      </w:r>
                      <w:r w:rsidR="00EF168B">
                        <w:rPr>
                          <w:lang w:eastAsia="fi-FI"/>
                        </w:rPr>
                        <w:t>AQUATIS a.s.</w:t>
                      </w:r>
                    </w:p>
                    <w:p w:rsidR="00BE6FFB" w:rsidRDefault="00BE6FFB">
                      <w:pPr>
                        <w:pStyle w:val="Normln6"/>
                        <w:jc w:val="center"/>
                        <w:rPr>
                          <w:i/>
                          <w:iCs/>
                          <w:sz w:val="16"/>
                        </w:rPr>
                      </w:pPr>
                      <w:r>
                        <w:t>Všechna práva vyhrazena</w:t>
                      </w:r>
                    </w:p>
                    <w:p w:rsidR="00BE6FFB" w:rsidRDefault="00BE6FFB">
                      <w:pPr>
                        <w:rPr>
                          <w:sz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51A2F77E" wp14:editId="73FD7842">
            <wp:simplePos x="0" y="0"/>
            <wp:positionH relativeFrom="column">
              <wp:posOffset>2299970</wp:posOffset>
            </wp:positionH>
            <wp:positionV relativeFrom="paragraph">
              <wp:posOffset>950595</wp:posOffset>
            </wp:positionV>
            <wp:extent cx="1266825" cy="346710"/>
            <wp:effectExtent l="0" t="0" r="9525" b="0"/>
            <wp:wrapNone/>
            <wp:docPr id="8" name="Obrázek 8" descr="R:\__15220_intranet\__15220_16_A01_aquatis_web\AQUATIS logo\logo Aquat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__15220_intranet\__15220_16_A01_aquatis_web\AQUATIS logo\logo Aquati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E6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04A"/>
    <w:rsid w:val="000665F1"/>
    <w:rsid w:val="0046339F"/>
    <w:rsid w:val="008C504A"/>
    <w:rsid w:val="008D12CA"/>
    <w:rsid w:val="00A84DD4"/>
    <w:rsid w:val="00BE6FFB"/>
    <w:rsid w:val="00CB1EFC"/>
    <w:rsid w:val="00D85E2B"/>
    <w:rsid w:val="00E023BB"/>
    <w:rsid w:val="00E324B8"/>
    <w:rsid w:val="00EF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10"/>
    <w:basedOn w:val="Normln"/>
    <w:pPr>
      <w:keepLines/>
      <w:framePr w:hSpace="142" w:vSpace="142" w:wrap="notBeside" w:vAnchor="text" w:hAnchor="text" w:y="1"/>
      <w:widowControl w:val="0"/>
    </w:pPr>
  </w:style>
  <w:style w:type="paragraph" w:customStyle="1" w:styleId="Normln8">
    <w:name w:val="Normální 8"/>
    <w:basedOn w:val="Normln"/>
    <w:rPr>
      <w:i/>
      <w:sz w:val="16"/>
    </w:rPr>
  </w:style>
  <w:style w:type="paragraph" w:customStyle="1" w:styleId="Normln6">
    <w:name w:val="Normální 6"/>
    <w:basedOn w:val="Normln"/>
    <w:rPr>
      <w:sz w:val="12"/>
    </w:rPr>
  </w:style>
  <w:style w:type="paragraph" w:styleId="Textbubliny">
    <w:name w:val="Balloon Text"/>
    <w:basedOn w:val="Normln"/>
    <w:link w:val="TextbublinyChar"/>
    <w:rsid w:val="000665F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665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10"/>
    <w:basedOn w:val="Normln"/>
    <w:pPr>
      <w:keepLines/>
      <w:framePr w:hSpace="142" w:vSpace="142" w:wrap="notBeside" w:vAnchor="text" w:hAnchor="text" w:y="1"/>
      <w:widowControl w:val="0"/>
    </w:pPr>
  </w:style>
  <w:style w:type="paragraph" w:customStyle="1" w:styleId="Normln8">
    <w:name w:val="Normální 8"/>
    <w:basedOn w:val="Normln"/>
    <w:rPr>
      <w:i/>
      <w:sz w:val="16"/>
    </w:rPr>
  </w:style>
  <w:style w:type="paragraph" w:customStyle="1" w:styleId="Normln6">
    <w:name w:val="Normální 6"/>
    <w:basedOn w:val="Normln"/>
    <w:rPr>
      <w:sz w:val="12"/>
    </w:rPr>
  </w:style>
  <w:style w:type="paragraph" w:styleId="Textbubliny">
    <w:name w:val="Balloon Text"/>
    <w:basedOn w:val="Normln"/>
    <w:link w:val="TextbublinyChar"/>
    <w:rsid w:val="000665F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665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0\Templates\Ostatni\CD_STITEK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CD_STITEK.dotx</Template>
  <TotalTime>7</TotalTime>
  <Pages>1</Pages>
  <Words>11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Dolezalova, Eva</dc:creator>
  <cp:lastModifiedBy>Gajova, Barbora</cp:lastModifiedBy>
  <cp:revision>5</cp:revision>
  <cp:lastPrinted>2015-12-07T09:03:00Z</cp:lastPrinted>
  <dcterms:created xsi:type="dcterms:W3CDTF">2015-12-07T09:01:00Z</dcterms:created>
  <dcterms:modified xsi:type="dcterms:W3CDTF">2016-07-07T09:32:00Z</dcterms:modified>
</cp:coreProperties>
</file>