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416"/>
        <w:tblW w:w="9180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2"/>
        <w:gridCol w:w="1258"/>
        <w:gridCol w:w="2916"/>
        <w:gridCol w:w="324"/>
        <w:gridCol w:w="4320"/>
      </w:tblGrid>
      <w:tr w:rsidR="006C56F1" w:rsidRPr="00C210A6" w:rsidTr="0092145F">
        <w:trPr>
          <w:cantSplit/>
          <w:trHeight w:val="836"/>
        </w:trPr>
        <w:tc>
          <w:tcPr>
            <w:tcW w:w="362" w:type="dxa"/>
          </w:tcPr>
          <w:p w:rsidR="006C56F1" w:rsidRPr="00C210A6" w:rsidRDefault="006A58EB" w:rsidP="009214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A58EB">
              <w:rPr>
                <w:rFonts w:ascii="Arial" w:hAnsi="Arial" w:cs="Arial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78.75pt">
                  <v:imagedata r:id="rId7" o:title=""/>
                </v:shape>
              </w:pict>
            </w:r>
          </w:p>
        </w:tc>
        <w:tc>
          <w:tcPr>
            <w:tcW w:w="1258" w:type="dxa"/>
          </w:tcPr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>Zadavatel:</w:t>
            </w: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>Sídlem:</w:t>
            </w: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>Zastoupený:</w:t>
            </w: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2916" w:type="dxa"/>
          </w:tcPr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10A6">
              <w:rPr>
                <w:rFonts w:ascii="Arial" w:hAnsi="Arial" w:cs="Arial"/>
                <w:sz w:val="20"/>
                <w:szCs w:val="20"/>
              </w:rPr>
              <w:t xml:space="preserve">Česká republika – Ministerstvo zemědělství, Pozemkový úřad Český Krumlov </w:t>
            </w: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10A6">
              <w:rPr>
                <w:rFonts w:ascii="Arial" w:hAnsi="Arial" w:cs="Arial"/>
                <w:sz w:val="20"/>
                <w:szCs w:val="20"/>
              </w:rPr>
              <w:t>Plešivec 287, 381 01 Český Krumlov, kód obce NUTS CZ0312</w:t>
            </w: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210A6">
              <w:rPr>
                <w:rFonts w:ascii="Arial" w:hAnsi="Arial" w:cs="Arial"/>
                <w:bCs/>
                <w:sz w:val="20"/>
                <w:szCs w:val="20"/>
              </w:rPr>
              <w:t xml:space="preserve">Ing. Josefem Jakešem </w:t>
            </w: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210A6">
              <w:rPr>
                <w:rFonts w:ascii="Arial" w:hAnsi="Arial" w:cs="Arial"/>
                <w:sz w:val="20"/>
                <w:szCs w:val="20"/>
              </w:rPr>
              <w:t>ředitelem pozemkového úřadu</w:t>
            </w:r>
            <w:r w:rsidRPr="00C210A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10A6"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324" w:type="dxa"/>
          </w:tcPr>
          <w:p w:rsidR="006C56F1" w:rsidRPr="00C210A6" w:rsidRDefault="006C56F1" w:rsidP="0092145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20" w:type="dxa"/>
          </w:tcPr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10A6">
              <w:rPr>
                <w:rFonts w:ascii="Arial" w:hAnsi="Arial" w:cs="Arial"/>
                <w:sz w:val="20"/>
                <w:szCs w:val="20"/>
              </w:rPr>
              <w:t>„</w:t>
            </w:r>
            <w:r>
              <w:rPr>
                <w:rFonts w:ascii="Arial" w:hAnsi="Arial" w:cs="Arial"/>
                <w:sz w:val="20"/>
                <w:szCs w:val="20"/>
              </w:rPr>
              <w:t>Realizace stavby PC C12 v k. ú. Rájov a PC K Rohanovi v k. ú. Záluží nad Vltavou</w:t>
            </w:r>
            <w:r w:rsidRPr="00C210A6">
              <w:rPr>
                <w:rFonts w:ascii="Arial" w:hAnsi="Arial" w:cs="Arial"/>
                <w:sz w:val="20"/>
                <w:szCs w:val="20"/>
              </w:rPr>
              <w:t>“</w:t>
            </w: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56F1" w:rsidRPr="004327CC" w:rsidRDefault="006C56F1" w:rsidP="0092145F">
            <w:pPr>
              <w:spacing w:line="276" w:lineRule="auto"/>
              <w:rPr>
                <w:rFonts w:ascii="Arial" w:hAnsi="Arial" w:cs="Arial"/>
                <w:spacing w:val="8"/>
                <w:sz w:val="20"/>
                <w:szCs w:val="20"/>
              </w:rPr>
            </w:pPr>
            <w:r w:rsidRPr="004327CC">
              <w:rPr>
                <w:rFonts w:ascii="Arial" w:hAnsi="Arial" w:cs="Arial"/>
                <w:b/>
                <w:sz w:val="20"/>
                <w:szCs w:val="20"/>
              </w:rPr>
              <w:t xml:space="preserve">Číslo jednací: </w:t>
            </w:r>
            <w:r>
              <w:t xml:space="preserve"> </w:t>
            </w:r>
            <w:r w:rsidRPr="00805F3A">
              <w:rPr>
                <w:rFonts w:ascii="Arial" w:hAnsi="Arial" w:cs="Arial"/>
                <w:sz w:val="20"/>
                <w:szCs w:val="20"/>
              </w:rPr>
              <w:t>195322/2012-MZE-130715</w:t>
            </w:r>
          </w:p>
          <w:p w:rsidR="006C56F1" w:rsidRPr="004327CC" w:rsidRDefault="006C56F1" w:rsidP="0092145F">
            <w:pPr>
              <w:spacing w:line="276" w:lineRule="auto"/>
              <w:rPr>
                <w:rFonts w:ascii="Arial" w:hAnsi="Arial" w:cs="Arial"/>
                <w:spacing w:val="8"/>
                <w:sz w:val="20"/>
                <w:szCs w:val="20"/>
              </w:rPr>
            </w:pPr>
            <w:r w:rsidRPr="004327CC">
              <w:rPr>
                <w:rFonts w:ascii="Arial" w:hAnsi="Arial" w:cs="Arial"/>
                <w:b/>
                <w:sz w:val="20"/>
                <w:szCs w:val="20"/>
              </w:rPr>
              <w:t xml:space="preserve">Spisová zn.: </w:t>
            </w:r>
            <w:r w:rsidRPr="004327CC">
              <w:t xml:space="preserve"> </w:t>
            </w:r>
            <w:r w:rsidRPr="006C2C69">
              <w:rPr>
                <w:rFonts w:ascii="Arial" w:hAnsi="Arial" w:cs="Arial"/>
                <w:spacing w:val="8"/>
                <w:sz w:val="20"/>
                <w:szCs w:val="20"/>
              </w:rPr>
              <w:t>2VZ46544/2012-130715</w:t>
            </w:r>
          </w:p>
          <w:p w:rsidR="006C56F1" w:rsidRPr="004327CC" w:rsidRDefault="006C56F1" w:rsidP="0092145F">
            <w:pPr>
              <w:spacing w:line="276" w:lineRule="auto"/>
              <w:rPr>
                <w:rFonts w:ascii="Arial" w:hAnsi="Arial" w:cs="Arial"/>
                <w:spacing w:val="8"/>
                <w:sz w:val="20"/>
                <w:szCs w:val="20"/>
              </w:rPr>
            </w:pPr>
            <w:r w:rsidRPr="004327CC">
              <w:rPr>
                <w:rFonts w:ascii="Arial" w:hAnsi="Arial" w:cs="Arial"/>
                <w:b/>
                <w:sz w:val="20"/>
                <w:szCs w:val="20"/>
              </w:rPr>
              <w:t xml:space="preserve">Evidenční číslo VZ: </w:t>
            </w:r>
            <w:r>
              <w:rPr>
                <w:rFonts w:ascii="Arial" w:hAnsi="Arial" w:cs="Arial"/>
                <w:spacing w:val="8"/>
                <w:sz w:val="20"/>
                <w:szCs w:val="20"/>
              </w:rPr>
              <w:t>10</w:t>
            </w:r>
            <w:r w:rsidRPr="004327CC">
              <w:rPr>
                <w:rFonts w:ascii="Arial" w:hAnsi="Arial" w:cs="Arial"/>
                <w:spacing w:val="8"/>
                <w:sz w:val="20"/>
                <w:szCs w:val="20"/>
              </w:rPr>
              <w:t>/2012</w:t>
            </w: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 xml:space="preserve">Druh zadávacího řízení: </w:t>
            </w: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10A6">
              <w:rPr>
                <w:rFonts w:ascii="Arial" w:hAnsi="Arial" w:cs="Arial"/>
                <w:sz w:val="20"/>
                <w:szCs w:val="20"/>
                <w:u w:val="single"/>
              </w:rPr>
              <w:t>zjednodušené podlimitní řízení</w:t>
            </w:r>
            <w:r w:rsidRPr="00C210A6">
              <w:rPr>
                <w:rFonts w:ascii="Arial" w:hAnsi="Arial" w:cs="Arial"/>
                <w:sz w:val="20"/>
                <w:szCs w:val="20"/>
              </w:rPr>
              <w:t xml:space="preserve"> dle § 21 odst. 1 písm. f), § 25 a § 38 zákona č. 137/2006 Sb. o veřejných zakázkách, ve znění pozdějších předpisů (dále jen „zákon“)</w:t>
            </w:r>
          </w:p>
          <w:p w:rsidR="006C56F1" w:rsidRPr="00C210A6" w:rsidRDefault="006C56F1" w:rsidP="0092145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>Podlimitní veřejná zakázka na stavební práce</w:t>
            </w:r>
          </w:p>
        </w:tc>
      </w:tr>
    </w:tbl>
    <w:p w:rsidR="00B005EF" w:rsidRPr="003F6F86" w:rsidRDefault="00B005EF">
      <w:pPr>
        <w:spacing w:line="280" w:lineRule="atLeast"/>
        <w:rPr>
          <w:rFonts w:ascii="Arial" w:hAnsi="Arial" w:cs="Arial"/>
          <w:sz w:val="20"/>
          <w:szCs w:val="20"/>
        </w:rPr>
      </w:pPr>
    </w:p>
    <w:p w:rsidR="00B005EF" w:rsidRDefault="00B005EF">
      <w:pPr>
        <w:spacing w:line="280" w:lineRule="atLeast"/>
        <w:rPr>
          <w:rFonts w:ascii="Arial" w:hAnsi="Arial" w:cs="Arial"/>
          <w:sz w:val="20"/>
          <w:szCs w:val="20"/>
        </w:rPr>
      </w:pPr>
    </w:p>
    <w:p w:rsidR="00111432" w:rsidRDefault="00111432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7246"/>
        <w:tblW w:w="0" w:type="auto"/>
        <w:tblCellMar>
          <w:left w:w="0" w:type="dxa"/>
          <w:right w:w="0" w:type="dxa"/>
        </w:tblCellMar>
        <w:tblLook w:val="01E0"/>
      </w:tblPr>
      <w:tblGrid>
        <w:gridCol w:w="1440"/>
        <w:gridCol w:w="8311"/>
      </w:tblGrid>
      <w:tr w:rsidR="004F4FA8" w:rsidRPr="002C333C" w:rsidTr="004F4FA8">
        <w:tc>
          <w:tcPr>
            <w:tcW w:w="1440" w:type="dxa"/>
          </w:tcPr>
          <w:p w:rsidR="004F4FA8" w:rsidRPr="002C333C" w:rsidRDefault="006A58EB" w:rsidP="004F4FA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A58EB">
              <w:rPr>
                <w:rFonts w:ascii="Arial" w:hAnsi="Arial" w:cs="Arial"/>
                <w:b/>
                <w:sz w:val="20"/>
                <w:szCs w:val="20"/>
              </w:rPr>
              <w:pict>
                <v:shape id="_x0000_i1026" type="#_x0000_t75" style="width:54pt;height:41.25pt">
                  <v:imagedata r:id="rId8" o:title=""/>
                </v:shape>
              </w:pict>
            </w:r>
          </w:p>
        </w:tc>
        <w:tc>
          <w:tcPr>
            <w:tcW w:w="8311" w:type="dxa"/>
          </w:tcPr>
          <w:p w:rsidR="004F4FA8" w:rsidRDefault="004F4FA8" w:rsidP="004F4FA8">
            <w:pPr>
              <w:spacing w:line="240" w:lineRule="atLeast"/>
              <w:rPr>
                <w:rFonts w:ascii="Arial" w:hAnsi="Arial" w:cs="Arial"/>
                <w:b/>
              </w:rPr>
            </w:pPr>
            <w:r w:rsidRPr="002C333C">
              <w:rPr>
                <w:rFonts w:ascii="Arial" w:hAnsi="Arial" w:cs="Arial"/>
                <w:b/>
              </w:rPr>
              <w:t xml:space="preserve">Čestné prohlášení </w:t>
            </w:r>
            <w:r w:rsidR="007E798A">
              <w:rPr>
                <w:rFonts w:ascii="Arial" w:hAnsi="Arial" w:cs="Arial"/>
                <w:b/>
              </w:rPr>
              <w:t>uchazeče</w:t>
            </w:r>
            <w:r w:rsidR="006A5F80">
              <w:rPr>
                <w:rFonts w:ascii="Arial" w:hAnsi="Arial" w:cs="Arial"/>
                <w:b/>
              </w:rPr>
              <w:t xml:space="preserve"> </w:t>
            </w:r>
          </w:p>
          <w:p w:rsidR="004F4FA8" w:rsidRPr="006A5F80" w:rsidRDefault="001E6A7D" w:rsidP="001E6A7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6A5F80" w:rsidRPr="006A5F80">
              <w:rPr>
                <w:rFonts w:ascii="Arial" w:hAnsi="Arial" w:cs="Arial"/>
                <w:sz w:val="20"/>
                <w:szCs w:val="20"/>
              </w:rPr>
              <w:t>ú</w:t>
            </w:r>
            <w:r>
              <w:rPr>
                <w:rFonts w:ascii="Arial" w:hAnsi="Arial" w:cs="Arial"/>
                <w:sz w:val="20"/>
                <w:szCs w:val="20"/>
              </w:rPr>
              <w:t xml:space="preserve">plnosti </w:t>
            </w:r>
            <w:r w:rsidR="006A5F80" w:rsidRPr="006A5F80">
              <w:rPr>
                <w:rFonts w:ascii="Arial" w:hAnsi="Arial" w:cs="Arial"/>
                <w:sz w:val="20"/>
                <w:szCs w:val="20"/>
              </w:rPr>
              <w:t>a pravdivost</w:t>
            </w:r>
            <w:r>
              <w:rPr>
                <w:rFonts w:ascii="Arial" w:hAnsi="Arial" w:cs="Arial"/>
                <w:sz w:val="20"/>
                <w:szCs w:val="20"/>
              </w:rPr>
              <w:t xml:space="preserve">i a </w:t>
            </w:r>
            <w:r w:rsidR="006A5F80" w:rsidRPr="006A5F80">
              <w:rPr>
                <w:rFonts w:ascii="Arial" w:hAnsi="Arial" w:cs="Arial"/>
                <w:sz w:val="20"/>
                <w:szCs w:val="20"/>
              </w:rPr>
              <w:t>souhlas s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6A5F80" w:rsidRPr="006A5F80">
              <w:rPr>
                <w:rFonts w:ascii="Arial" w:hAnsi="Arial" w:cs="Arial"/>
                <w:sz w:val="20"/>
                <w:szCs w:val="20"/>
              </w:rPr>
              <w:t>podmínkami</w:t>
            </w:r>
            <w:r>
              <w:rPr>
                <w:rFonts w:ascii="Arial" w:hAnsi="Arial" w:cs="Arial"/>
                <w:sz w:val="20"/>
                <w:szCs w:val="20"/>
              </w:rPr>
              <w:t xml:space="preserve"> ZŘ</w:t>
            </w:r>
          </w:p>
        </w:tc>
      </w:tr>
    </w:tbl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Pr="007E798A" w:rsidRDefault="00341EEA" w:rsidP="00CA634F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7E798A">
        <w:rPr>
          <w:rFonts w:ascii="Arial" w:hAnsi="Arial" w:cs="Arial"/>
          <w:b/>
          <w:sz w:val="20"/>
          <w:szCs w:val="20"/>
        </w:rPr>
        <w:t>Uchazeč:</w:t>
      </w:r>
    </w:p>
    <w:tbl>
      <w:tblPr>
        <w:tblW w:w="9720" w:type="dxa"/>
        <w:jc w:val="center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402"/>
        <w:gridCol w:w="6318"/>
      </w:tblGrid>
      <w:tr w:rsidR="004F4FA8" w:rsidRPr="00C01F7E" w:rsidTr="007E798A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634FFF">
              <w:rPr>
                <w:rFonts w:ascii="Arial" w:hAnsi="Arial" w:cs="Arial"/>
                <w:sz w:val="20"/>
                <w:szCs w:val="20"/>
              </w:rPr>
              <w:t>Jméno, příjmení / obchodní firma</w:t>
            </w:r>
          </w:p>
        </w:tc>
        <w:tc>
          <w:tcPr>
            <w:tcW w:w="6318" w:type="dxa"/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FA8" w:rsidRPr="00C01F7E" w:rsidTr="007E798A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318" w:type="dxa"/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FA8" w:rsidRPr="00C01F7E" w:rsidTr="007E798A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6318" w:type="dxa"/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FA8" w:rsidRPr="00C01F7E" w:rsidTr="007E798A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318" w:type="dxa"/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F4FA8" w:rsidRDefault="004F4FA8" w:rsidP="004F4FA8">
      <w:pPr>
        <w:spacing w:line="280" w:lineRule="atLeast"/>
        <w:rPr>
          <w:rFonts w:ascii="Arial" w:hAnsi="Arial" w:cs="Arial"/>
          <w:sz w:val="20"/>
          <w:szCs w:val="20"/>
        </w:rPr>
      </w:pPr>
    </w:p>
    <w:p w:rsidR="001E6A7D" w:rsidRDefault="00CA634F" w:rsidP="007E798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r w:rsidR="00341EEA">
        <w:rPr>
          <w:rFonts w:ascii="Arial" w:hAnsi="Arial" w:cs="Arial"/>
          <w:b/>
          <w:sz w:val="20"/>
          <w:szCs w:val="20"/>
        </w:rPr>
        <w:t>rohlašuje</w:t>
      </w:r>
      <w:r w:rsidR="007E798A">
        <w:rPr>
          <w:rFonts w:ascii="Arial" w:hAnsi="Arial" w:cs="Arial"/>
          <w:b/>
          <w:sz w:val="20"/>
          <w:szCs w:val="20"/>
        </w:rPr>
        <w:t xml:space="preserve">: </w:t>
      </w:r>
    </w:p>
    <w:p w:rsidR="00341EEA" w:rsidRPr="000475A7" w:rsidRDefault="007E798A" w:rsidP="007E798A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75A7">
        <w:rPr>
          <w:rFonts w:ascii="Arial" w:hAnsi="Arial" w:cs="Arial"/>
          <w:sz w:val="22"/>
          <w:szCs w:val="22"/>
        </w:rPr>
        <w:t xml:space="preserve">že </w:t>
      </w:r>
      <w:r w:rsidR="00CA634F" w:rsidRPr="000475A7">
        <w:rPr>
          <w:rFonts w:ascii="Arial" w:hAnsi="Arial" w:cs="Arial"/>
          <w:sz w:val="22"/>
          <w:szCs w:val="22"/>
        </w:rPr>
        <w:t xml:space="preserve">veškeré uvedené informace v této nabídce jsou úplné a pravdivé </w:t>
      </w:r>
    </w:p>
    <w:p w:rsidR="007E798A" w:rsidRPr="000475A7" w:rsidRDefault="007E798A" w:rsidP="007E798A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75A7">
        <w:rPr>
          <w:rFonts w:ascii="Arial" w:hAnsi="Arial" w:cs="Arial"/>
          <w:sz w:val="22"/>
          <w:szCs w:val="22"/>
        </w:rPr>
        <w:t xml:space="preserve">že </w:t>
      </w:r>
      <w:r w:rsidR="00CA634F" w:rsidRPr="000475A7">
        <w:rPr>
          <w:rFonts w:ascii="Arial" w:hAnsi="Arial" w:cs="Arial"/>
          <w:sz w:val="22"/>
          <w:szCs w:val="22"/>
        </w:rPr>
        <w:t xml:space="preserve">byl seznámen se zadáním a s podmínkami tohoto </w:t>
      </w:r>
      <w:r w:rsidR="001E6A7D" w:rsidRPr="000475A7">
        <w:rPr>
          <w:rFonts w:ascii="Arial" w:hAnsi="Arial" w:cs="Arial"/>
          <w:sz w:val="22"/>
          <w:szCs w:val="22"/>
        </w:rPr>
        <w:t xml:space="preserve">zadávacího </w:t>
      </w:r>
      <w:r w:rsidR="00CA634F" w:rsidRPr="000475A7">
        <w:rPr>
          <w:rFonts w:ascii="Arial" w:hAnsi="Arial" w:cs="Arial"/>
          <w:sz w:val="22"/>
          <w:szCs w:val="22"/>
        </w:rPr>
        <w:t>řízení a bez výhrad s nimi souhlasí</w:t>
      </w:r>
      <w:r w:rsidR="000475A7" w:rsidRPr="000475A7">
        <w:rPr>
          <w:rFonts w:ascii="Arial" w:hAnsi="Arial" w:cs="Arial"/>
          <w:sz w:val="22"/>
          <w:szCs w:val="22"/>
        </w:rPr>
        <w:t>m</w:t>
      </w:r>
    </w:p>
    <w:p w:rsidR="007E798A" w:rsidRDefault="007E798A" w:rsidP="00CA634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E798A" w:rsidRDefault="007E798A" w:rsidP="007E798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92DD8">
        <w:rPr>
          <w:rFonts w:ascii="Arial" w:hAnsi="Arial" w:cs="Arial"/>
          <w:sz w:val="20"/>
          <w:szCs w:val="20"/>
        </w:rPr>
        <w:t>V </w:t>
      </w:r>
      <w:r w:rsidRPr="00A37310">
        <w:rPr>
          <w:rFonts w:ascii="Arial" w:hAnsi="Arial" w:cs="Arial"/>
          <w:sz w:val="20"/>
          <w:szCs w:val="20"/>
        </w:rPr>
        <w:t>............................................</w:t>
      </w:r>
      <w:r w:rsidRPr="00A92DD8">
        <w:rPr>
          <w:rFonts w:ascii="Arial" w:hAnsi="Arial" w:cs="Arial"/>
          <w:sz w:val="20"/>
          <w:szCs w:val="20"/>
        </w:rPr>
        <w:t xml:space="preserve"> dne </w:t>
      </w:r>
      <w:r w:rsidRPr="00A37310">
        <w:rPr>
          <w:rFonts w:ascii="Arial" w:hAnsi="Arial" w:cs="Arial"/>
          <w:sz w:val="20"/>
          <w:szCs w:val="20"/>
        </w:rPr>
        <w:t>............................................</w:t>
      </w:r>
    </w:p>
    <w:p w:rsidR="007E798A" w:rsidRDefault="007E798A" w:rsidP="00CA634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960"/>
        <w:gridCol w:w="5793"/>
      </w:tblGrid>
      <w:tr w:rsidR="007E798A" w:rsidRPr="00E44BC2" w:rsidTr="007E798A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7E798A" w:rsidRPr="00E44BC2" w:rsidRDefault="007E798A" w:rsidP="007E798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Vlastnoruční p</w:t>
            </w:r>
            <w:r w:rsidRPr="00E44BC2">
              <w:rPr>
                <w:rFonts w:ascii="Arial" w:hAnsi="Arial" w:cs="Arial"/>
                <w:sz w:val="20"/>
                <w:szCs w:val="20"/>
              </w:rPr>
              <w:t>odpis oprávněné osoby: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7E798A" w:rsidRPr="00E44BC2" w:rsidRDefault="007E798A" w:rsidP="007E798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798A" w:rsidRPr="00E44BC2" w:rsidTr="007E798A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7E798A" w:rsidRPr="00E44BC2" w:rsidRDefault="007E798A" w:rsidP="007E798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7E798A" w:rsidRPr="00E44BC2" w:rsidRDefault="007E798A" w:rsidP="007E798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798A" w:rsidRPr="00E44BC2" w:rsidTr="007E798A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7E798A" w:rsidRPr="00E44BC2" w:rsidRDefault="007E798A" w:rsidP="007E798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7E798A" w:rsidRPr="00E44BC2" w:rsidRDefault="007E798A" w:rsidP="007E798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634F" w:rsidRDefault="00CA634F" w:rsidP="000475A7">
      <w:pPr>
        <w:spacing w:line="280" w:lineRule="atLeast"/>
        <w:rPr>
          <w:rFonts w:ascii="Arial" w:hAnsi="Arial" w:cs="Arial"/>
          <w:sz w:val="20"/>
          <w:szCs w:val="20"/>
        </w:rPr>
      </w:pPr>
    </w:p>
    <w:sectPr w:rsidR="00CA634F" w:rsidSect="00C4526E">
      <w:headerReference w:type="default" r:id="rId9"/>
      <w:footerReference w:type="even" r:id="rId10"/>
      <w:footerReference w:type="default" r:id="rId11"/>
      <w:pgSz w:w="11906" w:h="16838" w:code="9"/>
      <w:pgMar w:top="1792" w:right="1021" w:bottom="289" w:left="1134" w:header="539" w:footer="57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3B0" w:rsidRDefault="002643B0">
      <w:r>
        <w:separator/>
      </w:r>
    </w:p>
  </w:endnote>
  <w:endnote w:type="continuationSeparator" w:id="0">
    <w:p w:rsidR="002643B0" w:rsidRDefault="0026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775" w:rsidRDefault="006A58EB" w:rsidP="00E64C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6177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1775" w:rsidRDefault="00961775" w:rsidP="00961775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54" w:rsidRDefault="00402753" w:rsidP="00961775">
    <w:pPr>
      <w:pStyle w:val="Zpat"/>
      <w:ind w:right="360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69.75pt;height:50.25pt">
          <v:imagedata r:id="rId1" o:title=""/>
        </v:shape>
      </w:pict>
    </w:r>
  </w:p>
  <w:p w:rsidR="00957340" w:rsidRDefault="006A58EB" w:rsidP="00961775">
    <w:pPr>
      <w:pStyle w:val="Zpat"/>
      <w:ind w:right="360"/>
      <w:jc w:val="right"/>
    </w:pPr>
    <w:r>
      <w:rPr>
        <w:rStyle w:val="slostrnky"/>
        <w:sz w:val="20"/>
        <w:szCs w:val="20"/>
      </w:rPr>
      <w:fldChar w:fldCharType="begin"/>
    </w:r>
    <w:r w:rsidR="00957340">
      <w:rPr>
        <w:rStyle w:val="slostrnky"/>
        <w:sz w:val="20"/>
        <w:szCs w:val="20"/>
      </w:rPr>
      <w:instrText xml:space="preserve"> PAGE  \* ArabicDash </w:instrText>
    </w:r>
    <w:r>
      <w:rPr>
        <w:rStyle w:val="slostrnky"/>
        <w:sz w:val="20"/>
        <w:szCs w:val="20"/>
      </w:rPr>
      <w:fldChar w:fldCharType="separate"/>
    </w:r>
    <w:r w:rsidR="002643B0">
      <w:rPr>
        <w:rStyle w:val="slostrnky"/>
        <w:noProof/>
        <w:sz w:val="20"/>
        <w:szCs w:val="20"/>
      </w:rPr>
      <w:t>- 1 -</w:t>
    </w:r>
    <w:r>
      <w:rPr>
        <w:rStyle w:val="slostrnky"/>
        <w:sz w:val="20"/>
        <w:szCs w:val="20"/>
      </w:rPr>
      <w:fldChar w:fldCharType="end"/>
    </w:r>
    <w:r w:rsidR="00957340">
      <w:rPr>
        <w:rStyle w:val="slostrnky"/>
        <w:sz w:val="20"/>
        <w:szCs w:val="20"/>
      </w:rPr>
      <w:t xml:space="preserve"> (celkem </w:t>
    </w:r>
    <w:r w:rsidR="00CA634F">
      <w:rPr>
        <w:rStyle w:val="slostrnky"/>
        <w:sz w:val="20"/>
        <w:szCs w:val="20"/>
      </w:rPr>
      <w:t>1</w:t>
    </w:r>
    <w:r w:rsidR="00957340">
      <w:rPr>
        <w:rStyle w:val="slostrnky"/>
        <w:sz w:val="20"/>
        <w:szCs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3B0" w:rsidRDefault="002643B0">
      <w:r>
        <w:separator/>
      </w:r>
    </w:p>
  </w:footnote>
  <w:footnote w:type="continuationSeparator" w:id="0">
    <w:p w:rsidR="002643B0" w:rsidRDefault="0026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340" w:rsidRDefault="00957340" w:rsidP="00957340">
    <w:pPr>
      <w:spacing w:line="280" w:lineRule="atLeast"/>
      <w:ind w:left="7788"/>
    </w:pPr>
    <w:r>
      <w:tab/>
    </w:r>
    <w:r w:rsidRPr="00BE2709">
      <w:rPr>
        <w:b/>
      </w:rPr>
      <w:t>Příloha č</w:t>
    </w:r>
    <w:r>
      <w:rPr>
        <w:b/>
      </w:rPr>
      <w:t xml:space="preserve">. </w:t>
    </w:r>
    <w:r w:rsidR="00CA634F">
      <w:rPr>
        <w:b/>
      </w:rPr>
      <w:t>4</w:t>
    </w:r>
  </w:p>
  <w:p w:rsidR="00957340" w:rsidRPr="009F2DB4" w:rsidRDefault="006A58EB" w:rsidP="00957340">
    <w:pPr>
      <w:pStyle w:val="Zhlav"/>
      <w:tabs>
        <w:tab w:val="clear" w:pos="4536"/>
        <w:tab w:val="center" w:pos="4320"/>
      </w:tabs>
      <w:jc w:val="center"/>
      <w:rPr>
        <w:rFonts w:ascii="Arial" w:hAnsi="Arial" w:cs="Arial"/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156pt;height:69pt">
          <v:imagedata r:id="rId1" o:title=""/>
        </v:shape>
      </w:pict>
    </w:r>
  </w:p>
  <w:p w:rsidR="000D61A6" w:rsidRPr="00957340" w:rsidRDefault="000D61A6" w:rsidP="0095734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E6B66"/>
    <w:multiLevelType w:val="hybridMultilevel"/>
    <w:tmpl w:val="0144E27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7642302"/>
    <w:multiLevelType w:val="hybridMultilevel"/>
    <w:tmpl w:val="C476A00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A455A9"/>
    <w:multiLevelType w:val="multilevel"/>
    <w:tmpl w:val="F0DCD2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4">
    <w:nsid w:val="3C7A4B4B"/>
    <w:multiLevelType w:val="multilevel"/>
    <w:tmpl w:val="7CB843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5DD7008"/>
    <w:multiLevelType w:val="multilevel"/>
    <w:tmpl w:val="40AEA1D0"/>
    <w:lvl w:ilvl="0">
      <w:start w:val="1"/>
      <w:numFmt w:val="decimal"/>
      <w:lvlText w:val="%1.1."/>
      <w:lvlJc w:val="left"/>
      <w:pPr>
        <w:ind w:left="476" w:hanging="476"/>
      </w:pPr>
      <w:rPr>
        <w:rFonts w:hint="default"/>
      </w:rPr>
    </w:lvl>
    <w:lvl w:ilvl="1">
      <w:start w:val="1"/>
      <w:numFmt w:val="decimal"/>
      <w:lvlText w:val="%1.2."/>
      <w:lvlJc w:val="left"/>
      <w:pPr>
        <w:ind w:left="43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3" w:hanging="1440"/>
      </w:pPr>
      <w:rPr>
        <w:rFonts w:hint="default"/>
      </w:rPr>
    </w:lvl>
  </w:abstractNum>
  <w:abstractNum w:abstractNumId="6">
    <w:nsid w:val="63B3104D"/>
    <w:multiLevelType w:val="hybridMultilevel"/>
    <w:tmpl w:val="96720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88D0603"/>
    <w:multiLevelType w:val="multilevel"/>
    <w:tmpl w:val="8E4A446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8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0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8"/>
  <w:hyphenationZone w:val="425"/>
  <w:noPunctuationKerning/>
  <w:characterSpacingControl w:val="doNotCompress"/>
  <w:savePreviewPicture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043"/>
    <w:rsid w:val="00015214"/>
    <w:rsid w:val="000327E9"/>
    <w:rsid w:val="00046DD6"/>
    <w:rsid w:val="000475A7"/>
    <w:rsid w:val="00055883"/>
    <w:rsid w:val="00062A8F"/>
    <w:rsid w:val="00070374"/>
    <w:rsid w:val="00075202"/>
    <w:rsid w:val="0009541A"/>
    <w:rsid w:val="000D08CC"/>
    <w:rsid w:val="000D61A6"/>
    <w:rsid w:val="00111432"/>
    <w:rsid w:val="0012417C"/>
    <w:rsid w:val="00136428"/>
    <w:rsid w:val="00152B89"/>
    <w:rsid w:val="00160327"/>
    <w:rsid w:val="00162CE7"/>
    <w:rsid w:val="00166C7A"/>
    <w:rsid w:val="00182BF4"/>
    <w:rsid w:val="0018723C"/>
    <w:rsid w:val="001B2043"/>
    <w:rsid w:val="001B20FC"/>
    <w:rsid w:val="001D11B2"/>
    <w:rsid w:val="001E2CA3"/>
    <w:rsid w:val="001E5BC5"/>
    <w:rsid w:val="001E6A7D"/>
    <w:rsid w:val="0022099C"/>
    <w:rsid w:val="00246541"/>
    <w:rsid w:val="002643B0"/>
    <w:rsid w:val="00280DBB"/>
    <w:rsid w:val="002A2119"/>
    <w:rsid w:val="002A2778"/>
    <w:rsid w:val="002A3D54"/>
    <w:rsid w:val="002A7436"/>
    <w:rsid w:val="002B411A"/>
    <w:rsid w:val="002B5AB1"/>
    <w:rsid w:val="002D25C7"/>
    <w:rsid w:val="002E6916"/>
    <w:rsid w:val="002E6E18"/>
    <w:rsid w:val="002F03F5"/>
    <w:rsid w:val="002F2FFD"/>
    <w:rsid w:val="00302587"/>
    <w:rsid w:val="00305362"/>
    <w:rsid w:val="00306F0C"/>
    <w:rsid w:val="00321492"/>
    <w:rsid w:val="00341EEA"/>
    <w:rsid w:val="00364C6E"/>
    <w:rsid w:val="003742A9"/>
    <w:rsid w:val="00385D93"/>
    <w:rsid w:val="003A19CB"/>
    <w:rsid w:val="003A5CB7"/>
    <w:rsid w:val="003A6732"/>
    <w:rsid w:val="003B446F"/>
    <w:rsid w:val="003B5523"/>
    <w:rsid w:val="003B5C4B"/>
    <w:rsid w:val="003D5457"/>
    <w:rsid w:val="003E3239"/>
    <w:rsid w:val="003F241A"/>
    <w:rsid w:val="003F6F86"/>
    <w:rsid w:val="00402753"/>
    <w:rsid w:val="00412709"/>
    <w:rsid w:val="00424AB8"/>
    <w:rsid w:val="0045751C"/>
    <w:rsid w:val="00457583"/>
    <w:rsid w:val="004625A2"/>
    <w:rsid w:val="0046336E"/>
    <w:rsid w:val="00474E4F"/>
    <w:rsid w:val="004A6DEB"/>
    <w:rsid w:val="004B3656"/>
    <w:rsid w:val="004B5534"/>
    <w:rsid w:val="004F4FA8"/>
    <w:rsid w:val="00506E59"/>
    <w:rsid w:val="00512A1C"/>
    <w:rsid w:val="00524511"/>
    <w:rsid w:val="00547D09"/>
    <w:rsid w:val="005511EC"/>
    <w:rsid w:val="005749EA"/>
    <w:rsid w:val="00574E2C"/>
    <w:rsid w:val="00575C2E"/>
    <w:rsid w:val="0059473A"/>
    <w:rsid w:val="005C5704"/>
    <w:rsid w:val="005E0A14"/>
    <w:rsid w:val="005E368F"/>
    <w:rsid w:val="00607315"/>
    <w:rsid w:val="00624EB0"/>
    <w:rsid w:val="00634FFF"/>
    <w:rsid w:val="00656063"/>
    <w:rsid w:val="0066536C"/>
    <w:rsid w:val="0067185E"/>
    <w:rsid w:val="006943C7"/>
    <w:rsid w:val="00696B9B"/>
    <w:rsid w:val="00697284"/>
    <w:rsid w:val="006A427C"/>
    <w:rsid w:val="006A58EB"/>
    <w:rsid w:val="006A5F80"/>
    <w:rsid w:val="006B4298"/>
    <w:rsid w:val="006C047B"/>
    <w:rsid w:val="006C56F1"/>
    <w:rsid w:val="006D70D4"/>
    <w:rsid w:val="006F5617"/>
    <w:rsid w:val="006F5B0C"/>
    <w:rsid w:val="00706FA1"/>
    <w:rsid w:val="00712F40"/>
    <w:rsid w:val="007260F3"/>
    <w:rsid w:val="00755AC7"/>
    <w:rsid w:val="007572F3"/>
    <w:rsid w:val="007747B6"/>
    <w:rsid w:val="00775FE8"/>
    <w:rsid w:val="00784D36"/>
    <w:rsid w:val="0078684A"/>
    <w:rsid w:val="007B48F7"/>
    <w:rsid w:val="007C61AC"/>
    <w:rsid w:val="007D65CE"/>
    <w:rsid w:val="007E1ADC"/>
    <w:rsid w:val="007E486B"/>
    <w:rsid w:val="007E798A"/>
    <w:rsid w:val="007F1A2D"/>
    <w:rsid w:val="008047E9"/>
    <w:rsid w:val="00810D71"/>
    <w:rsid w:val="00826C61"/>
    <w:rsid w:val="00832335"/>
    <w:rsid w:val="0084657F"/>
    <w:rsid w:val="00860817"/>
    <w:rsid w:val="0087158F"/>
    <w:rsid w:val="00872A80"/>
    <w:rsid w:val="008D2645"/>
    <w:rsid w:val="008D5E88"/>
    <w:rsid w:val="008F2254"/>
    <w:rsid w:val="008F78C0"/>
    <w:rsid w:val="00903648"/>
    <w:rsid w:val="009379EE"/>
    <w:rsid w:val="00945914"/>
    <w:rsid w:val="00956585"/>
    <w:rsid w:val="00957340"/>
    <w:rsid w:val="00961775"/>
    <w:rsid w:val="0096239A"/>
    <w:rsid w:val="00964C13"/>
    <w:rsid w:val="00974831"/>
    <w:rsid w:val="00976BA2"/>
    <w:rsid w:val="009961AA"/>
    <w:rsid w:val="009A0DF9"/>
    <w:rsid w:val="009B2BBD"/>
    <w:rsid w:val="009C7547"/>
    <w:rsid w:val="009D08E7"/>
    <w:rsid w:val="009E56C9"/>
    <w:rsid w:val="00A03521"/>
    <w:rsid w:val="00A04E4A"/>
    <w:rsid w:val="00A30699"/>
    <w:rsid w:val="00A30FCC"/>
    <w:rsid w:val="00A31005"/>
    <w:rsid w:val="00A46E40"/>
    <w:rsid w:val="00A51FBC"/>
    <w:rsid w:val="00A57676"/>
    <w:rsid w:val="00A6155F"/>
    <w:rsid w:val="00A61E33"/>
    <w:rsid w:val="00A61EAB"/>
    <w:rsid w:val="00A6447A"/>
    <w:rsid w:val="00A722BA"/>
    <w:rsid w:val="00A72BAE"/>
    <w:rsid w:val="00AB28C4"/>
    <w:rsid w:val="00AC1711"/>
    <w:rsid w:val="00AE11AB"/>
    <w:rsid w:val="00AE1CA4"/>
    <w:rsid w:val="00B005EF"/>
    <w:rsid w:val="00B20CBD"/>
    <w:rsid w:val="00B43B3B"/>
    <w:rsid w:val="00B52AAA"/>
    <w:rsid w:val="00B66EE5"/>
    <w:rsid w:val="00B674D2"/>
    <w:rsid w:val="00B84E6C"/>
    <w:rsid w:val="00B876B1"/>
    <w:rsid w:val="00BA7F62"/>
    <w:rsid w:val="00BB5452"/>
    <w:rsid w:val="00BD0385"/>
    <w:rsid w:val="00BD5828"/>
    <w:rsid w:val="00BE230B"/>
    <w:rsid w:val="00BF1180"/>
    <w:rsid w:val="00C00991"/>
    <w:rsid w:val="00C4526E"/>
    <w:rsid w:val="00C622DD"/>
    <w:rsid w:val="00C76224"/>
    <w:rsid w:val="00C908F4"/>
    <w:rsid w:val="00C92484"/>
    <w:rsid w:val="00C95652"/>
    <w:rsid w:val="00C9610D"/>
    <w:rsid w:val="00CA37E3"/>
    <w:rsid w:val="00CA634F"/>
    <w:rsid w:val="00CC2AA6"/>
    <w:rsid w:val="00CE39C9"/>
    <w:rsid w:val="00D01579"/>
    <w:rsid w:val="00D15803"/>
    <w:rsid w:val="00D214A9"/>
    <w:rsid w:val="00D27B5A"/>
    <w:rsid w:val="00D5725C"/>
    <w:rsid w:val="00D65C5C"/>
    <w:rsid w:val="00D672D7"/>
    <w:rsid w:val="00D75506"/>
    <w:rsid w:val="00D75E89"/>
    <w:rsid w:val="00D96235"/>
    <w:rsid w:val="00DB5ECF"/>
    <w:rsid w:val="00DC5321"/>
    <w:rsid w:val="00DD0F4C"/>
    <w:rsid w:val="00DD1325"/>
    <w:rsid w:val="00E11E2C"/>
    <w:rsid w:val="00E24691"/>
    <w:rsid w:val="00E24BF4"/>
    <w:rsid w:val="00E32824"/>
    <w:rsid w:val="00E44BC2"/>
    <w:rsid w:val="00E468F3"/>
    <w:rsid w:val="00E64CCA"/>
    <w:rsid w:val="00E71ED2"/>
    <w:rsid w:val="00E80866"/>
    <w:rsid w:val="00E94D5E"/>
    <w:rsid w:val="00EA3A3D"/>
    <w:rsid w:val="00EF1265"/>
    <w:rsid w:val="00EF629D"/>
    <w:rsid w:val="00F12701"/>
    <w:rsid w:val="00F167C7"/>
    <w:rsid w:val="00F217F9"/>
    <w:rsid w:val="00F23F61"/>
    <w:rsid w:val="00F4283B"/>
    <w:rsid w:val="00F44D7B"/>
    <w:rsid w:val="00F46CA0"/>
    <w:rsid w:val="00F514E5"/>
    <w:rsid w:val="00F67A93"/>
    <w:rsid w:val="00F74020"/>
    <w:rsid w:val="00F97E44"/>
    <w:rsid w:val="00FA4585"/>
    <w:rsid w:val="00FC3963"/>
    <w:rsid w:val="00FC7875"/>
    <w:rsid w:val="00FD25B9"/>
    <w:rsid w:val="00FD5ED9"/>
    <w:rsid w:val="00FE0BB5"/>
    <w:rsid w:val="00FE15A5"/>
    <w:rsid w:val="00FE36BB"/>
    <w:rsid w:val="00FE39D9"/>
    <w:rsid w:val="00FE655C"/>
    <w:rsid w:val="00FE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64C6E"/>
    <w:rPr>
      <w:sz w:val="24"/>
      <w:szCs w:val="24"/>
    </w:rPr>
  </w:style>
  <w:style w:type="paragraph" w:styleId="Nadpis1">
    <w:name w:val="heading 1"/>
    <w:basedOn w:val="Normln"/>
    <w:next w:val="Normln"/>
    <w:qFormat/>
    <w:rsid w:val="00364C6E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2">
    <w:name w:val="Styl2"/>
    <w:basedOn w:val="Nadpis1"/>
    <w:autoRedefine/>
    <w:rsid w:val="00364C6E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364C6E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Zhlav">
    <w:name w:val="header"/>
    <w:basedOn w:val="Normln"/>
    <w:link w:val="ZhlavChar"/>
    <w:rsid w:val="00364C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64C6E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364C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ostrnky">
    <w:name w:val="page number"/>
    <w:basedOn w:val="Standardnpsmoodstavce"/>
    <w:rsid w:val="00961775"/>
  </w:style>
  <w:style w:type="paragraph" w:styleId="Textbubliny">
    <w:name w:val="Balloon Text"/>
    <w:basedOn w:val="Normln"/>
    <w:semiHidden/>
    <w:rsid w:val="003742A9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E94D5E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rsid w:val="00957340"/>
    <w:rPr>
      <w:sz w:val="24"/>
      <w:szCs w:val="24"/>
    </w:rPr>
  </w:style>
  <w:style w:type="paragraph" w:customStyle="1" w:styleId="Default">
    <w:name w:val="Default"/>
    <w:rsid w:val="00634FF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KLENA~1\LOCALS~1\Temp\Rar$DI01.500\9_Kryc&#237;_list_nab&#237;d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9_Krycí_list_nabídky</Template>
  <TotalTime>0</TotalTime>
  <Pages>1</Pages>
  <Words>178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BIG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Sklenářová</dc:creator>
  <cp:lastModifiedBy>pc</cp:lastModifiedBy>
  <cp:revision>2</cp:revision>
  <cp:lastPrinted>2012-10-25T13:05:00Z</cp:lastPrinted>
  <dcterms:created xsi:type="dcterms:W3CDTF">2012-10-25T13:05:00Z</dcterms:created>
  <dcterms:modified xsi:type="dcterms:W3CDTF">2012-10-25T13:05:00Z</dcterms:modified>
</cp:coreProperties>
</file>