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Default="00DA0FF1" w:rsidP="00513689">
      <w:pPr>
        <w:tabs>
          <w:tab w:val="left" w:pos="-1560"/>
          <w:tab w:val="left" w:pos="142"/>
          <w:tab w:val="left" w:pos="9355"/>
        </w:tabs>
        <w:ind w:left="5954"/>
        <w:rPr>
          <w:snapToGrid w:val="0"/>
          <w:sz w:val="24"/>
          <w:szCs w:val="24"/>
        </w:rPr>
      </w:pPr>
      <w:r>
        <w:rPr>
          <w:snapToGrid w:val="0"/>
          <w:sz w:val="24"/>
          <w:szCs w:val="24"/>
        </w:rPr>
        <w:t>č. objednatele:</w:t>
      </w:r>
    </w:p>
    <w:p w:rsidR="00DA0FF1" w:rsidRDefault="00DA0FF1" w:rsidP="00513689">
      <w:pPr>
        <w:ind w:left="10" w:firstLine="5954"/>
        <w:rPr>
          <w:snapToGrid w:val="0"/>
          <w:sz w:val="24"/>
          <w:szCs w:val="24"/>
        </w:rPr>
      </w:pPr>
      <w:r>
        <w:rPr>
          <w:snapToGrid w:val="0"/>
          <w:sz w:val="24"/>
          <w:szCs w:val="24"/>
        </w:rPr>
        <w:t>č. zhotovitele:</w:t>
      </w:r>
    </w:p>
    <w:p w:rsidR="00DA0FF1" w:rsidRDefault="00DA0FF1">
      <w:pPr>
        <w:rPr>
          <w:b/>
          <w:bCs/>
          <w:snapToGrid w:val="0"/>
          <w:sz w:val="24"/>
          <w:szCs w:val="24"/>
        </w:rPr>
      </w:pPr>
    </w:p>
    <w:p w:rsidR="00DA0FF1" w:rsidRDefault="00DA0FF1" w:rsidP="001C7EAF">
      <w:pPr>
        <w:jc w:val="center"/>
        <w:rPr>
          <w:b/>
          <w:bCs/>
          <w:snapToGrid w:val="0"/>
          <w:sz w:val="24"/>
          <w:szCs w:val="24"/>
        </w:rPr>
      </w:pPr>
      <w:proofErr w:type="gramStart"/>
      <w:r>
        <w:rPr>
          <w:b/>
          <w:bCs/>
          <w:snapToGrid w:val="0"/>
          <w:sz w:val="24"/>
          <w:szCs w:val="24"/>
        </w:rPr>
        <w:t>S M L O U V A   O   D Í L O</w:t>
      </w:r>
      <w:proofErr w:type="gramEnd"/>
    </w:p>
    <w:p w:rsidR="00DA0FF1" w:rsidRDefault="00DA0FF1" w:rsidP="001C7EAF">
      <w:pPr>
        <w:jc w:val="center"/>
        <w:rPr>
          <w:snapToGrid w:val="0"/>
          <w:sz w:val="24"/>
          <w:szCs w:val="24"/>
        </w:rPr>
      </w:pPr>
      <w:r>
        <w:rPr>
          <w:snapToGrid w:val="0"/>
          <w:sz w:val="24"/>
          <w:szCs w:val="24"/>
        </w:rPr>
        <w:t xml:space="preserve">(podle § </w:t>
      </w:r>
      <w:smartTag w:uri="urn:schemas-microsoft-com:office:smarttags" w:element="metricconverter">
        <w:smartTagPr>
          <w:attr w:name="ProductID" w:val="536 a"/>
        </w:smartTagPr>
        <w:r>
          <w:rPr>
            <w:snapToGrid w:val="0"/>
            <w:sz w:val="24"/>
            <w:szCs w:val="24"/>
          </w:rPr>
          <w:t>536 a</w:t>
        </w:r>
      </w:smartTag>
      <w:r>
        <w:rPr>
          <w:snapToGrid w:val="0"/>
          <w:sz w:val="24"/>
          <w:szCs w:val="24"/>
        </w:rPr>
        <w:t xml:space="preserve"> </w:t>
      </w:r>
      <w:proofErr w:type="spellStart"/>
      <w:r>
        <w:rPr>
          <w:snapToGrid w:val="0"/>
          <w:sz w:val="24"/>
          <w:szCs w:val="24"/>
        </w:rPr>
        <w:t>násl</w:t>
      </w:r>
      <w:proofErr w:type="spellEnd"/>
      <w:r>
        <w:rPr>
          <w:snapToGrid w:val="0"/>
          <w:sz w:val="24"/>
          <w:szCs w:val="24"/>
        </w:rPr>
        <w:t xml:space="preserve">. zákona č. 513/1991 Sb., obchodního zákoníku, ve znění </w:t>
      </w:r>
      <w:proofErr w:type="spellStart"/>
      <w:r>
        <w:rPr>
          <w:snapToGrid w:val="0"/>
          <w:sz w:val="24"/>
          <w:szCs w:val="24"/>
        </w:rPr>
        <w:t>pozd</w:t>
      </w:r>
      <w:proofErr w:type="spellEnd"/>
      <w:r>
        <w:rPr>
          <w:snapToGrid w:val="0"/>
          <w:sz w:val="24"/>
          <w:szCs w:val="24"/>
        </w:rPr>
        <w:t>. předpisů)</w:t>
      </w:r>
    </w:p>
    <w:p w:rsidR="00741C4D" w:rsidRDefault="00741C4D" w:rsidP="001C7EAF">
      <w:pPr>
        <w:jc w:val="center"/>
        <w:rPr>
          <w:snapToGrid w:val="0"/>
          <w:sz w:val="24"/>
          <w:szCs w:val="24"/>
        </w:rPr>
      </w:pPr>
      <w:r>
        <w:rPr>
          <w:snapToGrid w:val="0"/>
          <w:sz w:val="24"/>
          <w:szCs w:val="24"/>
        </w:rPr>
        <w:t>KPÚ v </w:t>
      </w:r>
      <w:proofErr w:type="gramStart"/>
      <w:r>
        <w:rPr>
          <w:snapToGrid w:val="0"/>
          <w:sz w:val="24"/>
          <w:szCs w:val="24"/>
        </w:rPr>
        <w:t>k.</w:t>
      </w:r>
      <w:proofErr w:type="spellStart"/>
      <w:r>
        <w:rPr>
          <w:snapToGrid w:val="0"/>
          <w:sz w:val="24"/>
          <w:szCs w:val="24"/>
        </w:rPr>
        <w:t>ú</w:t>
      </w:r>
      <w:proofErr w:type="spellEnd"/>
      <w:r>
        <w:rPr>
          <w:snapToGrid w:val="0"/>
          <w:sz w:val="24"/>
          <w:szCs w:val="24"/>
        </w:rPr>
        <w:t>.</w:t>
      </w:r>
      <w:proofErr w:type="gramEnd"/>
      <w:r>
        <w:rPr>
          <w:snapToGrid w:val="0"/>
          <w:sz w:val="24"/>
          <w:szCs w:val="24"/>
        </w:rPr>
        <w:t xml:space="preserve"> </w:t>
      </w:r>
      <w:r w:rsidR="00B26585">
        <w:rPr>
          <w:snapToGrid w:val="0"/>
          <w:sz w:val="24"/>
          <w:szCs w:val="24"/>
        </w:rPr>
        <w:t xml:space="preserve">Dolní </w:t>
      </w:r>
      <w:proofErr w:type="spellStart"/>
      <w:r w:rsidR="00B26585">
        <w:rPr>
          <w:snapToGrid w:val="0"/>
          <w:sz w:val="24"/>
          <w:szCs w:val="24"/>
        </w:rPr>
        <w:t>Čermná</w:t>
      </w:r>
      <w:proofErr w:type="spellEnd"/>
    </w:p>
    <w:p w:rsidR="00DA0FF1" w:rsidRDefault="00DA0FF1">
      <w:pPr>
        <w:rPr>
          <w:b/>
          <w:bCs/>
          <w:snapToGrid w:val="0"/>
          <w:sz w:val="24"/>
          <w:szCs w:val="24"/>
        </w:rPr>
      </w:pPr>
    </w:p>
    <w:p w:rsidR="00741C4D" w:rsidRPr="00330649" w:rsidRDefault="00741C4D" w:rsidP="00741C4D">
      <w:pPr>
        <w:jc w:val="both"/>
        <w:rPr>
          <w:b/>
          <w:bCs/>
          <w:snapToGrid w:val="0"/>
          <w:sz w:val="24"/>
          <w:szCs w:val="24"/>
        </w:rPr>
      </w:pPr>
      <w:r w:rsidRPr="00330649">
        <w:rPr>
          <w:b/>
          <w:bCs/>
          <w:snapToGrid w:val="0"/>
          <w:sz w:val="24"/>
          <w:szCs w:val="24"/>
        </w:rPr>
        <w:t>O b j e d n a t e l:</w:t>
      </w:r>
    </w:p>
    <w:p w:rsidR="00741C4D" w:rsidRPr="00330649" w:rsidRDefault="00741C4D" w:rsidP="00741C4D">
      <w:pPr>
        <w:jc w:val="both"/>
        <w:rPr>
          <w:b/>
          <w:sz w:val="24"/>
          <w:szCs w:val="24"/>
        </w:rPr>
      </w:pPr>
      <w:r w:rsidRPr="00330649">
        <w:rPr>
          <w:rFonts w:ascii="Arial" w:hAnsi="Arial" w:cs="Arial"/>
          <w:b/>
          <w:snapToGrid w:val="0"/>
          <w:sz w:val="24"/>
          <w:szCs w:val="24"/>
        </w:rPr>
        <w:tab/>
      </w:r>
      <w:r w:rsidRPr="00330649">
        <w:rPr>
          <w:rFonts w:ascii="Arial" w:hAnsi="Arial" w:cs="Arial"/>
          <w:b/>
          <w:snapToGrid w:val="0"/>
          <w:sz w:val="24"/>
          <w:szCs w:val="24"/>
        </w:rPr>
        <w:tab/>
      </w:r>
      <w:r w:rsidRPr="00330649">
        <w:rPr>
          <w:rFonts w:ascii="Arial" w:hAnsi="Arial" w:cs="Arial"/>
          <w:b/>
          <w:snapToGrid w:val="0"/>
          <w:sz w:val="24"/>
          <w:szCs w:val="24"/>
        </w:rPr>
        <w:tab/>
      </w:r>
      <w:r w:rsidRPr="00330649">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Pr="00330649">
        <w:rPr>
          <w:b/>
          <w:sz w:val="24"/>
          <w:szCs w:val="24"/>
        </w:rPr>
        <w:t xml:space="preserve">Česká republika - Ministerstvo zemědělství </w:t>
      </w:r>
    </w:p>
    <w:p w:rsidR="00741C4D" w:rsidRPr="00330649" w:rsidRDefault="00741C4D" w:rsidP="00741C4D">
      <w:pPr>
        <w:ind w:left="2124" w:firstLine="708"/>
        <w:jc w:val="both"/>
        <w:rPr>
          <w:b/>
          <w:sz w:val="24"/>
          <w:szCs w:val="24"/>
        </w:rPr>
      </w:pPr>
      <w:r w:rsidRPr="00330649">
        <w:rPr>
          <w:b/>
          <w:sz w:val="24"/>
          <w:szCs w:val="24"/>
        </w:rPr>
        <w:t>Pozemkový úřad Ústí nad Orlicí</w:t>
      </w:r>
    </w:p>
    <w:p w:rsidR="00741C4D" w:rsidRPr="00330649" w:rsidRDefault="00741C4D" w:rsidP="00741C4D">
      <w:pPr>
        <w:jc w:val="both"/>
        <w:rPr>
          <w:b/>
          <w:sz w:val="24"/>
          <w:szCs w:val="24"/>
        </w:rPr>
      </w:pPr>
      <w:r w:rsidRPr="00330649">
        <w:rPr>
          <w:sz w:val="24"/>
          <w:szCs w:val="24"/>
        </w:rPr>
        <w:t>Adresa:</w:t>
      </w:r>
      <w:r w:rsidRPr="00330649">
        <w:rPr>
          <w:b/>
          <w:sz w:val="24"/>
          <w:szCs w:val="24"/>
        </w:rPr>
        <w:t xml:space="preserve"> </w:t>
      </w:r>
      <w:r w:rsidRPr="00330649">
        <w:rPr>
          <w:b/>
          <w:sz w:val="24"/>
          <w:szCs w:val="24"/>
        </w:rPr>
        <w:tab/>
      </w:r>
      <w:r w:rsidRPr="00330649">
        <w:rPr>
          <w:b/>
          <w:sz w:val="24"/>
          <w:szCs w:val="24"/>
        </w:rPr>
        <w:tab/>
        <w:t xml:space="preserve">       </w:t>
      </w:r>
      <w:r w:rsidRPr="00330649">
        <w:rPr>
          <w:b/>
          <w:sz w:val="24"/>
          <w:szCs w:val="24"/>
        </w:rPr>
        <w:tab/>
      </w:r>
      <w:r w:rsidR="00724C23">
        <w:rPr>
          <w:b/>
          <w:sz w:val="24"/>
          <w:szCs w:val="24"/>
        </w:rPr>
        <w:tab/>
      </w:r>
      <w:r w:rsidR="00724C23">
        <w:rPr>
          <w:b/>
          <w:sz w:val="24"/>
          <w:szCs w:val="24"/>
        </w:rPr>
        <w:tab/>
      </w:r>
      <w:r w:rsidR="00724C23">
        <w:rPr>
          <w:b/>
          <w:sz w:val="24"/>
          <w:szCs w:val="24"/>
        </w:rPr>
        <w:tab/>
      </w:r>
      <w:r w:rsidR="00724C23">
        <w:rPr>
          <w:b/>
          <w:sz w:val="24"/>
          <w:szCs w:val="24"/>
        </w:rPr>
        <w:tab/>
      </w:r>
      <w:r w:rsidRPr="00330649">
        <w:rPr>
          <w:b/>
          <w:sz w:val="24"/>
          <w:szCs w:val="24"/>
        </w:rPr>
        <w:t>Tvardkova 1191, 562 01 Ústí nad Orlicí</w:t>
      </w:r>
    </w:p>
    <w:p w:rsidR="00741C4D" w:rsidRPr="00330649" w:rsidRDefault="00741C4D" w:rsidP="00741C4D">
      <w:pPr>
        <w:rPr>
          <w:b/>
          <w:sz w:val="24"/>
          <w:szCs w:val="24"/>
        </w:rPr>
      </w:pPr>
    </w:p>
    <w:p w:rsidR="00741C4D" w:rsidRPr="00330649" w:rsidRDefault="00741C4D" w:rsidP="00741C4D">
      <w:pPr>
        <w:tabs>
          <w:tab w:val="left" w:pos="4860"/>
        </w:tabs>
        <w:rPr>
          <w:sz w:val="24"/>
          <w:szCs w:val="24"/>
        </w:rPr>
      </w:pPr>
      <w:r w:rsidRPr="00330649">
        <w:rPr>
          <w:sz w:val="24"/>
          <w:szCs w:val="24"/>
        </w:rPr>
        <w:t>Ve smluvních záležitostech oprávněn</w:t>
      </w:r>
      <w:r w:rsidR="0005783B">
        <w:rPr>
          <w:sz w:val="24"/>
          <w:szCs w:val="24"/>
        </w:rPr>
        <w:t>a</w:t>
      </w:r>
      <w:r w:rsidRPr="00330649">
        <w:rPr>
          <w:sz w:val="24"/>
          <w:szCs w:val="24"/>
        </w:rPr>
        <w:t xml:space="preserve"> jednat:</w:t>
      </w:r>
      <w:r w:rsidRPr="00330649">
        <w:rPr>
          <w:sz w:val="24"/>
          <w:szCs w:val="24"/>
        </w:rPr>
        <w:tab/>
      </w:r>
      <w:r w:rsidR="0005783B">
        <w:rPr>
          <w:sz w:val="24"/>
          <w:szCs w:val="24"/>
        </w:rPr>
        <w:t>Ing. Hana Jeníčková</w:t>
      </w:r>
      <w:r w:rsidR="00B26585">
        <w:rPr>
          <w:sz w:val="24"/>
          <w:szCs w:val="24"/>
        </w:rPr>
        <w:t xml:space="preserve">, </w:t>
      </w:r>
      <w:proofErr w:type="spellStart"/>
      <w:r w:rsidR="00B26585">
        <w:rPr>
          <w:sz w:val="24"/>
          <w:szCs w:val="24"/>
        </w:rPr>
        <w:t>Ph.D</w:t>
      </w:r>
      <w:proofErr w:type="spellEnd"/>
      <w:r w:rsidR="00B26585">
        <w:rPr>
          <w:sz w:val="24"/>
          <w:szCs w:val="24"/>
        </w:rPr>
        <w:t>.</w:t>
      </w:r>
    </w:p>
    <w:p w:rsidR="00741C4D" w:rsidRPr="00330649" w:rsidRDefault="00741C4D" w:rsidP="00741C4D">
      <w:pPr>
        <w:tabs>
          <w:tab w:val="left" w:pos="4860"/>
        </w:tabs>
        <w:ind w:left="4860"/>
        <w:rPr>
          <w:sz w:val="24"/>
          <w:szCs w:val="24"/>
        </w:rPr>
      </w:pPr>
      <w:r w:rsidRPr="00330649">
        <w:rPr>
          <w:sz w:val="24"/>
          <w:szCs w:val="24"/>
        </w:rPr>
        <w:t>ředitel</w:t>
      </w:r>
      <w:r w:rsidR="0005783B">
        <w:rPr>
          <w:sz w:val="24"/>
          <w:szCs w:val="24"/>
        </w:rPr>
        <w:t>ka</w:t>
      </w:r>
      <w:r w:rsidRPr="00330649">
        <w:rPr>
          <w:sz w:val="24"/>
          <w:szCs w:val="24"/>
        </w:rPr>
        <w:t xml:space="preserve"> Pozemkového úřadu Ústí nad Orlicí </w:t>
      </w:r>
    </w:p>
    <w:p w:rsidR="00741C4D" w:rsidRPr="00330649" w:rsidRDefault="00741C4D" w:rsidP="00CD44AE">
      <w:pPr>
        <w:tabs>
          <w:tab w:val="left" w:pos="4860"/>
        </w:tabs>
        <w:rPr>
          <w:sz w:val="24"/>
          <w:szCs w:val="24"/>
        </w:rPr>
      </w:pPr>
      <w:r w:rsidRPr="00330649">
        <w:rPr>
          <w:sz w:val="24"/>
          <w:szCs w:val="24"/>
        </w:rPr>
        <w:t>V technických záležitostech oprávněna jednat:</w:t>
      </w:r>
      <w:r w:rsidRPr="00330649">
        <w:rPr>
          <w:sz w:val="24"/>
          <w:szCs w:val="24"/>
        </w:rPr>
        <w:tab/>
      </w:r>
      <w:r w:rsidR="00CD44AE" w:rsidRPr="00CD44AE">
        <w:rPr>
          <w:i/>
          <w:sz w:val="24"/>
          <w:szCs w:val="24"/>
        </w:rPr>
        <w:t>bude doplněno</w:t>
      </w:r>
      <w:r w:rsidR="00CD44AE">
        <w:rPr>
          <w:sz w:val="24"/>
          <w:szCs w:val="24"/>
        </w:rPr>
        <w:t xml:space="preserve"> </w:t>
      </w:r>
      <w:r w:rsidR="00B26585">
        <w:rPr>
          <w:sz w:val="24"/>
          <w:szCs w:val="24"/>
        </w:rPr>
        <w:t xml:space="preserve">objednatelem </w:t>
      </w:r>
    </w:p>
    <w:p w:rsidR="00741C4D" w:rsidRDefault="00741C4D" w:rsidP="00741C4D">
      <w:pPr>
        <w:tabs>
          <w:tab w:val="left" w:pos="4860"/>
        </w:tabs>
        <w:rPr>
          <w:sz w:val="24"/>
          <w:szCs w:val="24"/>
        </w:rPr>
      </w:pPr>
      <w:r w:rsidRPr="00330649">
        <w:rPr>
          <w:sz w:val="24"/>
          <w:szCs w:val="24"/>
        </w:rPr>
        <w:tab/>
        <w:t>e-mail:</w:t>
      </w:r>
      <w:r w:rsidR="0005783B">
        <w:rPr>
          <w:sz w:val="24"/>
          <w:szCs w:val="24"/>
        </w:rPr>
        <w:t xml:space="preserve"> </w:t>
      </w:r>
    </w:p>
    <w:p w:rsidR="00CD44AE" w:rsidRPr="00330649" w:rsidRDefault="00CD44AE" w:rsidP="00CD44AE">
      <w:pPr>
        <w:tabs>
          <w:tab w:val="left" w:pos="4860"/>
        </w:tabs>
        <w:ind w:left="4820"/>
        <w:rPr>
          <w:sz w:val="24"/>
          <w:szCs w:val="24"/>
        </w:rPr>
      </w:pPr>
      <w:r>
        <w:rPr>
          <w:sz w:val="24"/>
          <w:szCs w:val="24"/>
        </w:rPr>
        <w:t xml:space="preserve"> tel. </w:t>
      </w:r>
    </w:p>
    <w:p w:rsidR="00741C4D" w:rsidRPr="00330649" w:rsidRDefault="00741C4D" w:rsidP="00741C4D">
      <w:pPr>
        <w:tabs>
          <w:tab w:val="left" w:pos="2835"/>
          <w:tab w:val="left" w:pos="4860"/>
        </w:tabs>
        <w:rPr>
          <w:sz w:val="24"/>
          <w:szCs w:val="24"/>
        </w:rPr>
      </w:pPr>
    </w:p>
    <w:p w:rsidR="00741C4D" w:rsidRPr="00330649" w:rsidRDefault="00741C4D" w:rsidP="00741C4D">
      <w:pPr>
        <w:tabs>
          <w:tab w:val="left" w:pos="2835"/>
          <w:tab w:val="left" w:pos="4860"/>
        </w:tabs>
        <w:rPr>
          <w:sz w:val="24"/>
          <w:szCs w:val="24"/>
        </w:rPr>
      </w:pPr>
      <w:r w:rsidRPr="00330649">
        <w:rPr>
          <w:sz w:val="24"/>
          <w:szCs w:val="24"/>
        </w:rPr>
        <w:t>Bankovní spojení:</w:t>
      </w:r>
      <w:r w:rsidRPr="00330649">
        <w:rPr>
          <w:sz w:val="24"/>
          <w:szCs w:val="24"/>
        </w:rPr>
        <w:tab/>
        <w:t xml:space="preserve">Komerční banka Pardubice </w:t>
      </w:r>
    </w:p>
    <w:p w:rsidR="00741C4D" w:rsidRPr="00330649" w:rsidRDefault="00741C4D" w:rsidP="00741C4D">
      <w:pPr>
        <w:pStyle w:val="Nadpis2"/>
        <w:tabs>
          <w:tab w:val="left" w:pos="2835"/>
          <w:tab w:val="left" w:pos="4860"/>
        </w:tabs>
        <w:spacing w:line="240" w:lineRule="auto"/>
      </w:pPr>
      <w:r w:rsidRPr="00330649">
        <w:t>Číslo účtu:</w:t>
      </w:r>
      <w:r w:rsidRPr="00330649">
        <w:tab/>
        <w:t>78-9148650297/0100</w:t>
      </w:r>
      <w:r w:rsidRPr="00330649">
        <w:tab/>
      </w:r>
    </w:p>
    <w:p w:rsidR="00741C4D" w:rsidRPr="00330649" w:rsidRDefault="00741C4D" w:rsidP="00741C4D">
      <w:pPr>
        <w:tabs>
          <w:tab w:val="left" w:pos="2835"/>
        </w:tabs>
        <w:rPr>
          <w:sz w:val="24"/>
          <w:szCs w:val="24"/>
        </w:rPr>
      </w:pPr>
      <w:r w:rsidRPr="00330649">
        <w:rPr>
          <w:sz w:val="24"/>
          <w:szCs w:val="24"/>
        </w:rPr>
        <w:t>IČ/DIČ :</w:t>
      </w:r>
      <w:r w:rsidRPr="00330649">
        <w:rPr>
          <w:sz w:val="24"/>
          <w:szCs w:val="24"/>
        </w:rPr>
        <w:tab/>
        <w:t>00020478/ není plátce</w:t>
      </w:r>
      <w:r w:rsidRPr="00330649">
        <w:rPr>
          <w:sz w:val="24"/>
          <w:szCs w:val="24"/>
        </w:rPr>
        <w:tab/>
      </w:r>
    </w:p>
    <w:p w:rsidR="00741C4D" w:rsidRPr="00330649" w:rsidRDefault="00741C4D" w:rsidP="00741C4D">
      <w:pPr>
        <w:tabs>
          <w:tab w:val="left" w:pos="2835"/>
        </w:tabs>
        <w:rPr>
          <w:b/>
          <w:bCs/>
          <w:snapToGrid w:val="0"/>
          <w:sz w:val="24"/>
          <w:szCs w:val="24"/>
        </w:rPr>
      </w:pPr>
    </w:p>
    <w:p w:rsidR="00741C4D" w:rsidRPr="00330649" w:rsidRDefault="00741C4D" w:rsidP="00741C4D">
      <w:pPr>
        <w:tabs>
          <w:tab w:val="left" w:pos="2835"/>
        </w:tabs>
        <w:rPr>
          <w:b/>
          <w:bCs/>
          <w:snapToGrid w:val="0"/>
          <w:sz w:val="24"/>
          <w:szCs w:val="24"/>
        </w:rPr>
      </w:pPr>
      <w:r w:rsidRPr="00330649">
        <w:rPr>
          <w:b/>
          <w:bCs/>
          <w:snapToGrid w:val="0"/>
          <w:sz w:val="24"/>
          <w:szCs w:val="24"/>
        </w:rPr>
        <w:t>a</w:t>
      </w:r>
    </w:p>
    <w:p w:rsidR="00741C4D" w:rsidRPr="00330649" w:rsidRDefault="00741C4D" w:rsidP="00741C4D">
      <w:pPr>
        <w:rPr>
          <w:b/>
          <w:bCs/>
          <w:snapToGrid w:val="0"/>
          <w:sz w:val="24"/>
          <w:szCs w:val="24"/>
        </w:rPr>
      </w:pPr>
    </w:p>
    <w:p w:rsidR="00741C4D" w:rsidRPr="00D653BC" w:rsidRDefault="009268DB" w:rsidP="00741C4D">
      <w:pPr>
        <w:rPr>
          <w:b/>
          <w:bCs/>
          <w:snapToGrid w:val="0"/>
          <w:sz w:val="24"/>
          <w:szCs w:val="24"/>
          <w:highlight w:val="yellow"/>
        </w:rPr>
      </w:pPr>
      <w:r w:rsidRPr="009268DB">
        <w:rPr>
          <w:b/>
          <w:bCs/>
          <w:snapToGrid w:val="0"/>
          <w:sz w:val="24"/>
          <w:szCs w:val="24"/>
          <w:highlight w:val="yellow"/>
        </w:rPr>
        <w:t>Z h o t o v i t e l:</w:t>
      </w:r>
    </w:p>
    <w:p w:rsidR="00741C4D" w:rsidRPr="00D653BC" w:rsidRDefault="009268DB" w:rsidP="00741C4D">
      <w:pPr>
        <w:rPr>
          <w:bCs/>
          <w:snapToGrid w:val="0"/>
          <w:sz w:val="24"/>
          <w:szCs w:val="24"/>
          <w:highlight w:val="yellow"/>
        </w:rPr>
      </w:pPr>
      <w:r w:rsidRPr="009268DB">
        <w:rPr>
          <w:bCs/>
          <w:snapToGrid w:val="0"/>
          <w:sz w:val="24"/>
          <w:szCs w:val="24"/>
          <w:highlight w:val="yellow"/>
        </w:rPr>
        <w:t>Adresa:</w:t>
      </w:r>
    </w:p>
    <w:p w:rsidR="00741C4D" w:rsidRPr="00D653BC" w:rsidRDefault="009268DB" w:rsidP="00741C4D">
      <w:pPr>
        <w:rPr>
          <w:bCs/>
          <w:snapToGrid w:val="0"/>
          <w:sz w:val="24"/>
          <w:szCs w:val="24"/>
          <w:highlight w:val="yellow"/>
        </w:rPr>
      </w:pPr>
      <w:r w:rsidRPr="009268DB">
        <w:rPr>
          <w:bCs/>
          <w:snapToGrid w:val="0"/>
          <w:sz w:val="24"/>
          <w:szCs w:val="24"/>
          <w:highlight w:val="yellow"/>
        </w:rPr>
        <w:t>Zastoupený:</w:t>
      </w:r>
    </w:p>
    <w:p w:rsidR="00741C4D" w:rsidRPr="00D653BC" w:rsidRDefault="009268DB" w:rsidP="00741C4D">
      <w:pPr>
        <w:rPr>
          <w:sz w:val="24"/>
          <w:szCs w:val="24"/>
          <w:highlight w:val="yellow"/>
        </w:rPr>
      </w:pPr>
      <w:r w:rsidRPr="009268DB">
        <w:rPr>
          <w:sz w:val="24"/>
          <w:szCs w:val="24"/>
          <w:highlight w:val="yellow"/>
        </w:rPr>
        <w:t>Ve smluvních záležitostech oprávněn jednat:</w:t>
      </w:r>
    </w:p>
    <w:p w:rsidR="00741C4D" w:rsidRPr="00D653BC" w:rsidRDefault="009268DB" w:rsidP="00741C4D">
      <w:pPr>
        <w:pStyle w:val="Zkladntext"/>
        <w:spacing w:line="240" w:lineRule="auto"/>
        <w:rPr>
          <w:b w:val="0"/>
          <w:highlight w:val="yellow"/>
        </w:rPr>
      </w:pPr>
      <w:r w:rsidRPr="009268DB">
        <w:rPr>
          <w:b w:val="0"/>
          <w:highlight w:val="yellow"/>
        </w:rPr>
        <w:t>V technických záležitostech oprávněn jednat:</w:t>
      </w:r>
    </w:p>
    <w:p w:rsidR="00CA02E2" w:rsidRPr="00D653BC" w:rsidRDefault="009268DB" w:rsidP="00741C4D">
      <w:pPr>
        <w:pStyle w:val="Zkladntext"/>
        <w:spacing w:line="240" w:lineRule="auto"/>
        <w:rPr>
          <w:b w:val="0"/>
          <w:highlight w:val="yellow"/>
        </w:rPr>
      </w:pPr>
      <w:r w:rsidRPr="009268DB">
        <w:rPr>
          <w:b w:val="0"/>
          <w:highlight w:val="yellow"/>
        </w:rPr>
        <w:t>Telefon:</w:t>
      </w:r>
    </w:p>
    <w:p w:rsidR="00CA02E2" w:rsidRPr="00D653BC" w:rsidRDefault="009268DB" w:rsidP="00741C4D">
      <w:pPr>
        <w:pStyle w:val="Zkladntext"/>
        <w:spacing w:line="240" w:lineRule="auto"/>
        <w:rPr>
          <w:b w:val="0"/>
          <w:bCs w:val="0"/>
          <w:highlight w:val="yellow"/>
        </w:rPr>
      </w:pPr>
      <w:r w:rsidRPr="009268DB">
        <w:rPr>
          <w:b w:val="0"/>
          <w:highlight w:val="yellow"/>
        </w:rPr>
        <w:t>E-mail:</w:t>
      </w:r>
    </w:p>
    <w:p w:rsidR="00741C4D" w:rsidRPr="00D653BC" w:rsidRDefault="009268DB" w:rsidP="00741C4D">
      <w:pPr>
        <w:jc w:val="both"/>
        <w:rPr>
          <w:sz w:val="24"/>
          <w:szCs w:val="24"/>
          <w:highlight w:val="yellow"/>
        </w:rPr>
      </w:pPr>
      <w:r w:rsidRPr="009268DB">
        <w:rPr>
          <w:bCs/>
          <w:sz w:val="24"/>
          <w:szCs w:val="24"/>
          <w:highlight w:val="yellow"/>
        </w:rPr>
        <w:t>Bankovní spojení:</w:t>
      </w:r>
    </w:p>
    <w:p w:rsidR="00741C4D" w:rsidRPr="00D653BC" w:rsidRDefault="009268DB" w:rsidP="00741C4D">
      <w:pPr>
        <w:pStyle w:val="Nadpis5"/>
        <w:rPr>
          <w:b w:val="0"/>
          <w:bCs w:val="0"/>
          <w:highlight w:val="yellow"/>
        </w:rPr>
      </w:pPr>
      <w:r w:rsidRPr="009268DB">
        <w:rPr>
          <w:b w:val="0"/>
          <w:highlight w:val="yellow"/>
        </w:rPr>
        <w:t>Číslo účtu:</w:t>
      </w:r>
    </w:p>
    <w:p w:rsidR="00741C4D" w:rsidRPr="00D653BC" w:rsidRDefault="009268DB" w:rsidP="00741C4D">
      <w:pPr>
        <w:jc w:val="both"/>
        <w:rPr>
          <w:snapToGrid w:val="0"/>
          <w:sz w:val="24"/>
          <w:szCs w:val="24"/>
          <w:highlight w:val="yellow"/>
        </w:rPr>
      </w:pPr>
      <w:r w:rsidRPr="009268DB">
        <w:rPr>
          <w:bCs/>
          <w:snapToGrid w:val="0"/>
          <w:sz w:val="24"/>
          <w:szCs w:val="24"/>
          <w:highlight w:val="yellow"/>
        </w:rPr>
        <w:t>IČ/DIČ:</w:t>
      </w:r>
    </w:p>
    <w:p w:rsidR="00CD44AE" w:rsidRPr="00D653BC" w:rsidRDefault="00CD44AE" w:rsidP="00741C4D">
      <w:pPr>
        <w:pStyle w:val="Zkladntext2"/>
        <w:ind w:left="4828" w:hanging="4828"/>
        <w:rPr>
          <w:highlight w:val="yellow"/>
        </w:rPr>
      </w:pPr>
    </w:p>
    <w:p w:rsidR="00741C4D" w:rsidRPr="00330649" w:rsidRDefault="009268DB" w:rsidP="00741C4D">
      <w:pPr>
        <w:pStyle w:val="Zkladntext2"/>
        <w:ind w:left="4828" w:hanging="4828"/>
      </w:pPr>
      <w:r w:rsidRPr="009268DB">
        <w:rPr>
          <w:highlight w:val="yellow"/>
        </w:rPr>
        <w:t xml:space="preserve">Společnost je zapsána v obchodním rejstříku vedeném u ………………..., pod </w:t>
      </w:r>
      <w:proofErr w:type="spellStart"/>
      <w:proofErr w:type="gramStart"/>
      <w:r w:rsidRPr="009268DB">
        <w:rPr>
          <w:highlight w:val="yellow"/>
        </w:rPr>
        <w:t>č.j</w:t>
      </w:r>
      <w:proofErr w:type="spellEnd"/>
      <w:r w:rsidRPr="009268DB">
        <w:rPr>
          <w:highlight w:val="yellow"/>
        </w:rPr>
        <w:t>.</w:t>
      </w:r>
      <w:proofErr w:type="gramEnd"/>
      <w:r w:rsidRPr="009268DB">
        <w:rPr>
          <w:highlight w:val="yellow"/>
        </w:rPr>
        <w:t xml:space="preserve"> ……………</w:t>
      </w:r>
    </w:p>
    <w:p w:rsidR="00DA0FF1" w:rsidRDefault="00DA0FF1" w:rsidP="00C93966">
      <w:pPr>
        <w:ind w:left="720" w:hanging="720"/>
        <w:rPr>
          <w:b/>
          <w:bCs/>
          <w:snapToGrid w:val="0"/>
          <w:sz w:val="24"/>
          <w:szCs w:val="24"/>
        </w:rPr>
      </w:pPr>
    </w:p>
    <w:p w:rsidR="00DA0FF1" w:rsidRDefault="00DA0FF1" w:rsidP="0031153A">
      <w:pPr>
        <w:tabs>
          <w:tab w:val="left" w:pos="284"/>
        </w:tabs>
        <w:ind w:left="720" w:firstLine="720"/>
        <w:rPr>
          <w:b/>
          <w:bCs/>
          <w:snapToGrid w:val="0"/>
          <w:sz w:val="24"/>
          <w:szCs w:val="24"/>
        </w:rPr>
      </w:pPr>
      <w:r>
        <w:rPr>
          <w:b/>
          <w:bCs/>
          <w:snapToGrid w:val="0"/>
          <w:sz w:val="24"/>
          <w:szCs w:val="24"/>
        </w:rPr>
        <w:t>uzavřely níže uvedeného dne, měsíce a roku tuto smlouvu o dílo</w:t>
      </w:r>
    </w:p>
    <w:p w:rsidR="00DA0FF1" w:rsidRDefault="00DA0FF1">
      <w:pPr>
        <w:jc w:val="center"/>
        <w:rPr>
          <w:snapToGrid w:val="0"/>
          <w:sz w:val="24"/>
          <w:szCs w:val="24"/>
        </w:rPr>
      </w:pPr>
      <w:r>
        <w:rPr>
          <w:snapToGrid w:val="0"/>
          <w:sz w:val="24"/>
          <w:szCs w:val="24"/>
        </w:rPr>
        <w:t xml:space="preserve">na základě výsledku výběrového řízení podle zákona č. 137/2006 Sb., o veřejných zakázkách, ve znění </w:t>
      </w:r>
      <w:proofErr w:type="spellStart"/>
      <w:r>
        <w:rPr>
          <w:snapToGrid w:val="0"/>
          <w:sz w:val="24"/>
          <w:szCs w:val="24"/>
        </w:rPr>
        <w:t>pozd</w:t>
      </w:r>
      <w:proofErr w:type="spellEnd"/>
      <w:r>
        <w:rPr>
          <w:snapToGrid w:val="0"/>
          <w:sz w:val="24"/>
          <w:szCs w:val="24"/>
        </w:rPr>
        <w:t>. předpisů (dále jen „smlouva“):</w:t>
      </w:r>
    </w:p>
    <w:p w:rsidR="00DA0FF1" w:rsidRDefault="00DA0FF1">
      <w:pPr>
        <w:rPr>
          <w:b/>
          <w:bCs/>
          <w:snapToGrid w:val="0"/>
          <w:sz w:val="24"/>
          <w:szCs w:val="24"/>
        </w:rPr>
      </w:pPr>
    </w:p>
    <w:p w:rsidR="00230A70" w:rsidRDefault="00230A70">
      <w:pPr>
        <w:rPr>
          <w:b/>
          <w:bCs/>
          <w:snapToGrid w:val="0"/>
          <w:sz w:val="24"/>
          <w:szCs w:val="24"/>
        </w:rPr>
      </w:pPr>
    </w:p>
    <w:p w:rsidR="00DA0FF1" w:rsidRDefault="00DA0FF1" w:rsidP="00FA79DA">
      <w:pPr>
        <w:jc w:val="center"/>
        <w:rPr>
          <w:b/>
          <w:bCs/>
          <w:snapToGrid w:val="0"/>
          <w:sz w:val="24"/>
          <w:szCs w:val="24"/>
        </w:rPr>
      </w:pPr>
      <w:r>
        <w:rPr>
          <w:b/>
          <w:bCs/>
          <w:snapToGrid w:val="0"/>
          <w:sz w:val="24"/>
          <w:szCs w:val="24"/>
        </w:rPr>
        <w:t>Čl. I.</w:t>
      </w:r>
    </w:p>
    <w:p w:rsidR="00DA0FF1" w:rsidRDefault="00DA0FF1" w:rsidP="00FA79DA">
      <w:pPr>
        <w:pStyle w:val="Nadpis1"/>
        <w:jc w:val="center"/>
      </w:pPr>
      <w:r>
        <w:t>Předmět a účel smlouvy</w:t>
      </w:r>
    </w:p>
    <w:p w:rsidR="00DA0FF1" w:rsidRDefault="00DA0FF1" w:rsidP="006A055A">
      <w:pPr>
        <w:tabs>
          <w:tab w:val="left" w:pos="426"/>
        </w:tabs>
        <w:spacing w:before="120"/>
        <w:ind w:left="426" w:hanging="426"/>
        <w:jc w:val="both"/>
        <w:rPr>
          <w:snapToGrid w:val="0"/>
          <w:sz w:val="24"/>
          <w:szCs w:val="24"/>
        </w:rPr>
      </w:pPr>
      <w:r>
        <w:rPr>
          <w:snapToGrid w:val="0"/>
          <w:sz w:val="24"/>
          <w:szCs w:val="24"/>
        </w:rPr>
        <w:t>1.</w:t>
      </w:r>
      <w:r>
        <w:rPr>
          <w:snapToGrid w:val="0"/>
          <w:sz w:val="24"/>
          <w:szCs w:val="24"/>
        </w:rPr>
        <w:tab/>
        <w:t xml:space="preserve">Zhotovitel se touto smlouvou zavazuje provést pro objednatele dílo spočívající ve vypracování návrhu </w:t>
      </w:r>
      <w:r w:rsidRPr="00EB3E0B">
        <w:rPr>
          <w:b/>
          <w:snapToGrid w:val="0"/>
          <w:sz w:val="24"/>
          <w:szCs w:val="24"/>
        </w:rPr>
        <w:t xml:space="preserve">Komplexní pozemkové úpravy </w:t>
      </w:r>
      <w:r w:rsidR="0005783B">
        <w:rPr>
          <w:b/>
          <w:snapToGrid w:val="0"/>
          <w:sz w:val="24"/>
          <w:szCs w:val="24"/>
        </w:rPr>
        <w:t>v </w:t>
      </w:r>
      <w:proofErr w:type="gramStart"/>
      <w:r w:rsidR="0005783B">
        <w:rPr>
          <w:b/>
          <w:snapToGrid w:val="0"/>
          <w:sz w:val="24"/>
          <w:szCs w:val="24"/>
        </w:rPr>
        <w:t>k.</w:t>
      </w:r>
      <w:proofErr w:type="spellStart"/>
      <w:r w:rsidR="0005783B">
        <w:rPr>
          <w:b/>
          <w:snapToGrid w:val="0"/>
          <w:sz w:val="24"/>
          <w:szCs w:val="24"/>
        </w:rPr>
        <w:t>ú</w:t>
      </w:r>
      <w:proofErr w:type="spellEnd"/>
      <w:r w:rsidR="0005783B">
        <w:rPr>
          <w:b/>
          <w:snapToGrid w:val="0"/>
          <w:sz w:val="24"/>
          <w:szCs w:val="24"/>
        </w:rPr>
        <w:t>.</w:t>
      </w:r>
      <w:proofErr w:type="gramEnd"/>
      <w:r w:rsidR="0005783B">
        <w:rPr>
          <w:b/>
          <w:snapToGrid w:val="0"/>
          <w:sz w:val="24"/>
          <w:szCs w:val="24"/>
        </w:rPr>
        <w:t xml:space="preserve"> </w:t>
      </w:r>
      <w:r w:rsidR="00CD44AE">
        <w:rPr>
          <w:b/>
          <w:snapToGrid w:val="0"/>
          <w:sz w:val="24"/>
          <w:szCs w:val="24"/>
        </w:rPr>
        <w:t xml:space="preserve">Dolní </w:t>
      </w:r>
      <w:proofErr w:type="spellStart"/>
      <w:r w:rsidR="00CE4BE4">
        <w:rPr>
          <w:b/>
          <w:snapToGrid w:val="0"/>
          <w:sz w:val="24"/>
          <w:szCs w:val="24"/>
        </w:rPr>
        <w:t>Čermná</w:t>
      </w:r>
      <w:proofErr w:type="spellEnd"/>
      <w:r>
        <w:rPr>
          <w:snapToGrid w:val="0"/>
          <w:sz w:val="24"/>
          <w:szCs w:val="24"/>
        </w:rPr>
        <w:t xml:space="preserve"> (dále jen „KPÚ“) včetně nezbytných geodetických prací v třídě přesnosti určené pro obnovu katastrálního operátu novým mapováním - kód kvality je dán přesností měření a vyhotovení veškeré dokumentace pro zavedení výsledků KPÚ do katastru nemovitostí </w:t>
      </w:r>
      <w:r w:rsidRPr="002027E7">
        <w:rPr>
          <w:sz w:val="24"/>
          <w:szCs w:val="24"/>
        </w:rPr>
        <w:t>a jako nezbytný podklad pro územní plánování</w:t>
      </w:r>
      <w:r>
        <w:rPr>
          <w:snapToGrid w:val="0"/>
          <w:sz w:val="24"/>
          <w:szCs w:val="24"/>
        </w:rPr>
        <w:t xml:space="preserve"> (</w:t>
      </w:r>
      <w:r w:rsidRPr="0031153A">
        <w:rPr>
          <w:snapToGrid w:val="0"/>
          <w:sz w:val="24"/>
          <w:szCs w:val="24"/>
        </w:rPr>
        <w:t>dále jen „dílo</w:t>
      </w:r>
      <w:r>
        <w:rPr>
          <w:snapToGrid w:val="0"/>
          <w:sz w:val="24"/>
          <w:szCs w:val="24"/>
        </w:rPr>
        <w:t>“). Účelem je v</w:t>
      </w:r>
      <w:r w:rsidRPr="002027E7">
        <w:rPr>
          <w:sz w:val="24"/>
          <w:szCs w:val="24"/>
        </w:rPr>
        <w:t>e veřejném zájmu</w:t>
      </w:r>
      <w:r>
        <w:rPr>
          <w:sz w:val="24"/>
          <w:szCs w:val="24"/>
        </w:rPr>
        <w:t xml:space="preserve"> </w:t>
      </w:r>
      <w:r w:rsidRPr="002027E7">
        <w:rPr>
          <w:sz w:val="24"/>
          <w:szCs w:val="24"/>
        </w:rPr>
        <w:t>prostorově a funkčně uspořáda</w:t>
      </w:r>
      <w:r>
        <w:rPr>
          <w:sz w:val="24"/>
          <w:szCs w:val="24"/>
        </w:rPr>
        <w:t>t</w:t>
      </w:r>
      <w:r w:rsidRPr="002027E7">
        <w:rPr>
          <w:sz w:val="24"/>
          <w:szCs w:val="24"/>
        </w:rPr>
        <w:t xml:space="preserve"> pozemky, scel</w:t>
      </w:r>
      <w:r>
        <w:rPr>
          <w:sz w:val="24"/>
          <w:szCs w:val="24"/>
        </w:rPr>
        <w:t>it</w:t>
      </w:r>
      <w:r w:rsidRPr="002027E7">
        <w:rPr>
          <w:sz w:val="24"/>
          <w:szCs w:val="24"/>
        </w:rPr>
        <w:t xml:space="preserve"> </w:t>
      </w:r>
      <w:r>
        <w:rPr>
          <w:sz w:val="24"/>
          <w:szCs w:val="24"/>
        </w:rPr>
        <w:t>j</w:t>
      </w:r>
      <w:r w:rsidRPr="002027E7">
        <w:rPr>
          <w:sz w:val="24"/>
          <w:szCs w:val="24"/>
        </w:rPr>
        <w:t xml:space="preserve">e nebo </w:t>
      </w:r>
      <w:r>
        <w:rPr>
          <w:sz w:val="24"/>
          <w:szCs w:val="24"/>
        </w:rPr>
        <w:t>rozdělit</w:t>
      </w:r>
      <w:r w:rsidRPr="002027E7">
        <w:rPr>
          <w:sz w:val="24"/>
          <w:szCs w:val="24"/>
        </w:rPr>
        <w:t xml:space="preserve"> a</w:t>
      </w:r>
      <w:r>
        <w:rPr>
          <w:sz w:val="24"/>
          <w:szCs w:val="24"/>
        </w:rPr>
        <w:t> </w:t>
      </w:r>
      <w:r w:rsidRPr="002027E7">
        <w:rPr>
          <w:sz w:val="24"/>
          <w:szCs w:val="24"/>
        </w:rPr>
        <w:t>zabezpeč</w:t>
      </w:r>
      <w:r>
        <w:rPr>
          <w:sz w:val="24"/>
          <w:szCs w:val="24"/>
        </w:rPr>
        <w:t>it</w:t>
      </w:r>
      <w:r w:rsidRPr="002027E7">
        <w:rPr>
          <w:sz w:val="24"/>
          <w:szCs w:val="24"/>
        </w:rPr>
        <w:t xml:space="preserve"> přístupnost a využití pozemků a vyrovnání jejich </w:t>
      </w:r>
      <w:r w:rsidRPr="002027E7">
        <w:rPr>
          <w:sz w:val="24"/>
          <w:szCs w:val="24"/>
        </w:rPr>
        <w:lastRenderedPageBreak/>
        <w:t>hranic tak, aby se vytvořily podmínky pro racionální hospodaření vlastníků půdy</w:t>
      </w:r>
      <w:r>
        <w:rPr>
          <w:sz w:val="24"/>
          <w:szCs w:val="24"/>
        </w:rPr>
        <w:t>;</w:t>
      </w:r>
      <w:r w:rsidRPr="002027E7">
        <w:rPr>
          <w:sz w:val="24"/>
          <w:szCs w:val="24"/>
        </w:rPr>
        <w:t xml:space="preserve"> </w:t>
      </w:r>
      <w:r>
        <w:rPr>
          <w:sz w:val="24"/>
          <w:szCs w:val="24"/>
        </w:rPr>
        <w:t>v</w:t>
      </w:r>
      <w:r w:rsidRPr="002027E7">
        <w:rPr>
          <w:sz w:val="24"/>
          <w:szCs w:val="24"/>
        </w:rPr>
        <w:t xml:space="preserve"> těchto souvislostech k nim uspořáda</w:t>
      </w:r>
      <w:r>
        <w:rPr>
          <w:sz w:val="24"/>
          <w:szCs w:val="24"/>
        </w:rPr>
        <w:t>t</w:t>
      </w:r>
      <w:r w:rsidRPr="002027E7">
        <w:rPr>
          <w:sz w:val="24"/>
          <w:szCs w:val="24"/>
        </w:rPr>
        <w:t xml:space="preserve"> vlastnická práva a s nimi související věcná břemena</w:t>
      </w:r>
      <w:r>
        <w:rPr>
          <w:sz w:val="24"/>
          <w:szCs w:val="24"/>
        </w:rPr>
        <w:t>,</w:t>
      </w:r>
      <w:r w:rsidRPr="002027E7">
        <w:rPr>
          <w:sz w:val="24"/>
          <w:szCs w:val="24"/>
        </w:rPr>
        <w:t xml:space="preserve"> zaji</w:t>
      </w:r>
      <w:r>
        <w:rPr>
          <w:sz w:val="24"/>
          <w:szCs w:val="24"/>
        </w:rPr>
        <w:t>stit jimi</w:t>
      </w:r>
      <w:r w:rsidRPr="002027E7">
        <w:rPr>
          <w:sz w:val="24"/>
          <w:szCs w:val="24"/>
        </w:rPr>
        <w:t xml:space="preserve"> podmínky pro zlepšení životního prostředí, ochranu a zúrodnění půdního fondu, vodní hospodářství</w:t>
      </w:r>
      <w:r>
        <w:rPr>
          <w:sz w:val="24"/>
          <w:szCs w:val="24"/>
        </w:rPr>
        <w:t xml:space="preserve"> </w:t>
      </w:r>
      <w:r w:rsidRPr="002027E7">
        <w:rPr>
          <w:sz w:val="24"/>
          <w:szCs w:val="24"/>
        </w:rPr>
        <w:t xml:space="preserve">zvýšení ekologické stability krajiny. </w:t>
      </w:r>
    </w:p>
    <w:p w:rsidR="00DA0FF1" w:rsidRDefault="00DA0FF1" w:rsidP="006A055A">
      <w:pPr>
        <w:pStyle w:val="Zkladntextodsazen2"/>
        <w:tabs>
          <w:tab w:val="left" w:pos="426"/>
        </w:tabs>
        <w:ind w:left="426" w:hanging="426"/>
      </w:pPr>
      <w:r>
        <w:t xml:space="preserve">2. </w:t>
      </w:r>
      <w:r>
        <w:tab/>
        <w:t xml:space="preserve">Dílo bude provedeno v rozsahu uvedeném v článku III. této smlouvy. </w:t>
      </w:r>
    </w:p>
    <w:p w:rsidR="00DA0FF1" w:rsidRDefault="00DA0FF1" w:rsidP="006A055A">
      <w:pPr>
        <w:tabs>
          <w:tab w:val="left" w:pos="-1843"/>
          <w:tab w:val="left" w:pos="426"/>
        </w:tabs>
        <w:spacing w:before="60"/>
        <w:ind w:left="426" w:hanging="426"/>
        <w:jc w:val="both"/>
        <w:rPr>
          <w:sz w:val="24"/>
          <w:szCs w:val="24"/>
        </w:rPr>
      </w:pPr>
      <w:r>
        <w:rPr>
          <w:snapToGrid w:val="0"/>
          <w:sz w:val="24"/>
          <w:szCs w:val="24"/>
        </w:rPr>
        <w:t>3.</w:t>
      </w:r>
      <w:r>
        <w:rPr>
          <w:snapToGrid w:val="0"/>
          <w:sz w:val="24"/>
          <w:szCs w:val="24"/>
        </w:rPr>
        <w:tab/>
      </w:r>
      <w:r>
        <w:rPr>
          <w:sz w:val="24"/>
          <w:szCs w:val="24"/>
        </w:rPr>
        <w:t>Při plnění předmětu smlouvy je zhotovitel povinen dodržovat zejména následující právní předpisy</w:t>
      </w:r>
      <w:r w:rsidR="00931A50">
        <w:rPr>
          <w:sz w:val="24"/>
          <w:szCs w:val="24"/>
        </w:rPr>
        <w:t>,</w:t>
      </w:r>
      <w:r w:rsidR="0025690D">
        <w:rPr>
          <w:sz w:val="24"/>
          <w:szCs w:val="24"/>
        </w:rPr>
        <w:t xml:space="preserve"> normy, metodiky apod.</w:t>
      </w:r>
      <w:r>
        <w:rPr>
          <w:sz w:val="24"/>
          <w:szCs w:val="24"/>
        </w:rPr>
        <w:t>:</w:t>
      </w:r>
    </w:p>
    <w:p w:rsidR="00DA0FF1" w:rsidRDefault="00DA0FF1" w:rsidP="006A055A">
      <w:pPr>
        <w:numPr>
          <w:ilvl w:val="0"/>
          <w:numId w:val="3"/>
        </w:numPr>
        <w:tabs>
          <w:tab w:val="clear" w:pos="1070"/>
          <w:tab w:val="left" w:pos="426"/>
          <w:tab w:val="num" w:pos="709"/>
        </w:tabs>
        <w:spacing w:before="60"/>
        <w:ind w:left="426" w:hanging="426"/>
        <w:jc w:val="both"/>
        <w:rPr>
          <w:sz w:val="24"/>
        </w:rPr>
      </w:pPr>
      <w:r>
        <w:rPr>
          <w:sz w:val="24"/>
        </w:rPr>
        <w:t>Zákon č. 139/2002 Sb., o pozemkových úpravách a pozemkových úřadech a o změně zákona č. 229/1991 Sb., o úpravě vlastnických vztahů k půdě a jinému zemědělskému majetku, ve znění pozdějších předpisů (dále jen „zákon č. 139/2002 Sb.“).</w:t>
      </w:r>
    </w:p>
    <w:p w:rsidR="00DA0FF1" w:rsidRDefault="00DA0FF1" w:rsidP="006A055A">
      <w:pPr>
        <w:numPr>
          <w:ilvl w:val="0"/>
          <w:numId w:val="1"/>
        </w:numPr>
        <w:tabs>
          <w:tab w:val="left" w:pos="426"/>
        </w:tabs>
        <w:spacing w:before="120"/>
        <w:ind w:left="426" w:hanging="426"/>
        <w:jc w:val="both"/>
        <w:rPr>
          <w:sz w:val="24"/>
        </w:rPr>
      </w:pPr>
      <w:r>
        <w:rPr>
          <w:sz w:val="24"/>
        </w:rPr>
        <w:t>Zákon č. 229/1991 Sb., o úpravě vlastnických vztahů k půdě a jinému zemědělskému majetku, ve znění pozdějších předpisů (dále jen „zákon č. 229/1991 Sb.“).</w:t>
      </w:r>
    </w:p>
    <w:p w:rsidR="00DA0FF1" w:rsidRDefault="00DA0FF1" w:rsidP="006A055A">
      <w:pPr>
        <w:numPr>
          <w:ilvl w:val="0"/>
          <w:numId w:val="1"/>
        </w:numPr>
        <w:tabs>
          <w:tab w:val="left" w:pos="426"/>
        </w:tabs>
        <w:spacing w:before="120"/>
        <w:ind w:left="426" w:hanging="426"/>
        <w:jc w:val="both"/>
        <w:rPr>
          <w:sz w:val="24"/>
        </w:rPr>
      </w:pPr>
      <w:r>
        <w:rPr>
          <w:sz w:val="24"/>
        </w:rPr>
        <w:t xml:space="preserve">Zákon č. 344/1992 Sb., o katastru nemovitostí ČR (katastrální zákon), ve znění pozdějších předpisů </w:t>
      </w:r>
    </w:p>
    <w:p w:rsidR="00DA0FF1" w:rsidRDefault="00DA0FF1" w:rsidP="006A055A">
      <w:pPr>
        <w:numPr>
          <w:ilvl w:val="0"/>
          <w:numId w:val="1"/>
        </w:numPr>
        <w:tabs>
          <w:tab w:val="left" w:pos="426"/>
        </w:tabs>
        <w:spacing w:before="120"/>
        <w:ind w:left="426" w:hanging="426"/>
        <w:jc w:val="both"/>
        <w:rPr>
          <w:sz w:val="24"/>
        </w:rPr>
      </w:pPr>
      <w:r>
        <w:rPr>
          <w:sz w:val="24"/>
        </w:rPr>
        <w:t>Zákon č. 200/1994 Sb., o zeměměřictví a o změně a doplnění některých zákonů souvisejících s jeho zavedením, ve znění pozdějších předpisů</w:t>
      </w:r>
    </w:p>
    <w:p w:rsidR="00DA0FF1" w:rsidRDefault="00DA0FF1" w:rsidP="006A055A">
      <w:pPr>
        <w:numPr>
          <w:ilvl w:val="0"/>
          <w:numId w:val="1"/>
        </w:numPr>
        <w:tabs>
          <w:tab w:val="left" w:pos="426"/>
        </w:tabs>
        <w:spacing w:before="120"/>
        <w:ind w:left="426" w:hanging="426"/>
        <w:jc w:val="both"/>
        <w:rPr>
          <w:sz w:val="24"/>
        </w:rPr>
      </w:pPr>
      <w:r>
        <w:rPr>
          <w:sz w:val="24"/>
        </w:rPr>
        <w:t>Vyhláška č. 31/1995 Sb., kterou se provádí zákon č. 200/1994 Sb., o zeměměřictví a o změně a doplnění některých zákonů souvisejících s jeho zavedením, ve znění pozdějších předpisů</w:t>
      </w:r>
    </w:p>
    <w:p w:rsidR="00DA0FF1" w:rsidRDefault="00DA0FF1" w:rsidP="006A055A">
      <w:pPr>
        <w:numPr>
          <w:ilvl w:val="0"/>
          <w:numId w:val="1"/>
        </w:numPr>
        <w:tabs>
          <w:tab w:val="clear" w:pos="720"/>
          <w:tab w:val="left" w:pos="426"/>
          <w:tab w:val="left" w:pos="709"/>
        </w:tabs>
        <w:spacing w:before="120"/>
        <w:ind w:left="426" w:hanging="426"/>
        <w:jc w:val="both"/>
        <w:rPr>
          <w:sz w:val="24"/>
        </w:rPr>
      </w:pPr>
      <w:r>
        <w:rPr>
          <w:sz w:val="24"/>
        </w:rPr>
        <w:t>Zákon č. 265/1992 Sb., o zápisech vlastnických a jiných věcných práv k nemovitostem, ve znění pozdějších předpisů.</w:t>
      </w:r>
    </w:p>
    <w:p w:rsidR="00DA0FF1" w:rsidRDefault="00DA0FF1" w:rsidP="006A055A">
      <w:pPr>
        <w:numPr>
          <w:ilvl w:val="0"/>
          <w:numId w:val="1"/>
        </w:numPr>
        <w:tabs>
          <w:tab w:val="clear" w:pos="720"/>
          <w:tab w:val="left" w:pos="426"/>
          <w:tab w:val="left" w:pos="709"/>
        </w:tabs>
        <w:spacing w:before="120"/>
        <w:ind w:left="426" w:hanging="426"/>
        <w:jc w:val="both"/>
        <w:rPr>
          <w:sz w:val="24"/>
        </w:rPr>
      </w:pPr>
      <w:r>
        <w:rPr>
          <w:sz w:val="24"/>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Default="00DA0FF1" w:rsidP="006A055A">
      <w:pPr>
        <w:numPr>
          <w:ilvl w:val="0"/>
          <w:numId w:val="1"/>
        </w:numPr>
        <w:tabs>
          <w:tab w:val="left" w:pos="426"/>
        </w:tabs>
        <w:spacing w:before="120"/>
        <w:ind w:left="426" w:hanging="426"/>
        <w:jc w:val="both"/>
        <w:rPr>
          <w:sz w:val="24"/>
        </w:rPr>
      </w:pPr>
      <w:r>
        <w:rPr>
          <w:sz w:val="24"/>
        </w:rPr>
        <w:t>Vyhláška č. 545/2002 Sb., o postupu při provádění pozemkových úprav a náležitostech návrhu pozemkových úprav, ve znění vyhl. č. 122/2007 Sb. (dále jen „vyhl. č. 545/2002 Sb.“).</w:t>
      </w:r>
    </w:p>
    <w:p w:rsidR="00DA0FF1" w:rsidRPr="003C1CC2" w:rsidRDefault="00DA0FF1" w:rsidP="006A055A">
      <w:pPr>
        <w:numPr>
          <w:ilvl w:val="0"/>
          <w:numId w:val="1"/>
        </w:numPr>
        <w:tabs>
          <w:tab w:val="left" w:pos="426"/>
        </w:tabs>
        <w:spacing w:before="120"/>
        <w:ind w:left="426" w:hanging="426"/>
        <w:jc w:val="both"/>
        <w:rPr>
          <w:rFonts w:ascii="Arial" w:hAnsi="Arial"/>
          <w:sz w:val="24"/>
        </w:rPr>
      </w:pPr>
      <w:r w:rsidRPr="009C52A5">
        <w:rPr>
          <w:sz w:val="24"/>
        </w:rPr>
        <w:t>Návod</w:t>
      </w:r>
      <w:r>
        <w:rPr>
          <w:sz w:val="24"/>
        </w:rPr>
        <w:t xml:space="preserve"> pro obnovu katastrálního operátu a převod, </w:t>
      </w:r>
      <w:proofErr w:type="spellStart"/>
      <w:r>
        <w:rPr>
          <w:sz w:val="24"/>
        </w:rPr>
        <w:t>č.j</w:t>
      </w:r>
      <w:proofErr w:type="spellEnd"/>
      <w:r>
        <w:rPr>
          <w:sz w:val="24"/>
        </w:rPr>
        <w:t xml:space="preserve">.  ČÚZK 6530/2007-22 ve znění dodatku č. 1  </w:t>
      </w:r>
      <w:proofErr w:type="spellStart"/>
      <w:r>
        <w:rPr>
          <w:sz w:val="24"/>
        </w:rPr>
        <w:t>č.j</w:t>
      </w:r>
      <w:proofErr w:type="spellEnd"/>
      <w:r>
        <w:rPr>
          <w:sz w:val="24"/>
        </w:rPr>
        <w:t>. 338-2008-</w:t>
      </w:r>
      <w:smartTag w:uri="urn:schemas-microsoft-com:office:smarttags" w:element="metricconverter">
        <w:smartTagPr>
          <w:attr w:name="ProductID" w:val="22 a"/>
        </w:smartTagPr>
        <w:r>
          <w:rPr>
            <w:sz w:val="24"/>
          </w:rPr>
          <w:t>22 a</w:t>
        </w:r>
      </w:smartTag>
      <w:r>
        <w:rPr>
          <w:sz w:val="24"/>
        </w:rPr>
        <w:t xml:space="preserve"> dodatku č. 2 , </w:t>
      </w:r>
      <w:proofErr w:type="spellStart"/>
      <w:proofErr w:type="gramStart"/>
      <w:r>
        <w:rPr>
          <w:sz w:val="24"/>
        </w:rPr>
        <w:t>č.j</w:t>
      </w:r>
      <w:proofErr w:type="spellEnd"/>
      <w:r>
        <w:rPr>
          <w:sz w:val="24"/>
        </w:rPr>
        <w:t>.</w:t>
      </w:r>
      <w:proofErr w:type="gramEnd"/>
      <w:r>
        <w:rPr>
          <w:sz w:val="24"/>
        </w:rPr>
        <w:t xml:space="preserve"> </w:t>
      </w:r>
      <w:r w:rsidRPr="009C52A5">
        <w:rPr>
          <w:sz w:val="24"/>
          <w:szCs w:val="24"/>
        </w:rPr>
        <w:t>ČÚZK 2390 /2009-22</w:t>
      </w:r>
      <w:r>
        <w:rPr>
          <w:sz w:val="24"/>
          <w:szCs w:val="24"/>
        </w:rPr>
        <w:t>.</w:t>
      </w:r>
    </w:p>
    <w:p w:rsidR="00DA0FF1" w:rsidRDefault="00DA0FF1" w:rsidP="006A055A">
      <w:pPr>
        <w:numPr>
          <w:ilvl w:val="0"/>
          <w:numId w:val="1"/>
        </w:numPr>
        <w:tabs>
          <w:tab w:val="left" w:pos="426"/>
        </w:tabs>
        <w:spacing w:before="120"/>
        <w:ind w:left="426" w:hanging="426"/>
        <w:jc w:val="both"/>
        <w:rPr>
          <w:sz w:val="24"/>
        </w:rPr>
      </w:pPr>
      <w:r>
        <w:rPr>
          <w:sz w:val="24"/>
        </w:rPr>
        <w:t xml:space="preserve">Návod pro vedení a správu katastru nemovitostí, </w:t>
      </w:r>
      <w:proofErr w:type="spellStart"/>
      <w:proofErr w:type="gramStart"/>
      <w:r>
        <w:rPr>
          <w:sz w:val="24"/>
        </w:rPr>
        <w:t>č.j</w:t>
      </w:r>
      <w:proofErr w:type="spellEnd"/>
      <w:r>
        <w:rPr>
          <w:sz w:val="24"/>
        </w:rPr>
        <w:t>.</w:t>
      </w:r>
      <w:proofErr w:type="gramEnd"/>
      <w:r>
        <w:rPr>
          <w:sz w:val="24"/>
        </w:rPr>
        <w:t xml:space="preserve"> ČÚZK 4571/2001-23.</w:t>
      </w:r>
    </w:p>
    <w:p w:rsidR="00DA0FF1" w:rsidRDefault="00DA0FF1" w:rsidP="006A055A">
      <w:pPr>
        <w:numPr>
          <w:ilvl w:val="0"/>
          <w:numId w:val="1"/>
        </w:numPr>
        <w:tabs>
          <w:tab w:val="left" w:pos="426"/>
        </w:tabs>
        <w:spacing w:before="120"/>
        <w:ind w:left="426" w:hanging="426"/>
        <w:jc w:val="both"/>
        <w:rPr>
          <w:sz w:val="24"/>
        </w:rPr>
      </w:pPr>
      <w:r>
        <w:rPr>
          <w:sz w:val="24"/>
        </w:rPr>
        <w:t xml:space="preserve">Struktura výměnného formátu informačního systému katastru nemovitostí České republiky, </w:t>
      </w:r>
      <w:proofErr w:type="spellStart"/>
      <w:proofErr w:type="gramStart"/>
      <w:r>
        <w:rPr>
          <w:sz w:val="24"/>
        </w:rPr>
        <w:t>č.j</w:t>
      </w:r>
      <w:proofErr w:type="spellEnd"/>
      <w:r>
        <w:rPr>
          <w:sz w:val="24"/>
        </w:rPr>
        <w:t>.</w:t>
      </w:r>
      <w:proofErr w:type="gramEnd"/>
      <w:r>
        <w:rPr>
          <w:sz w:val="24"/>
        </w:rPr>
        <w:t xml:space="preserve"> 5598/2002-24, ve znění dodatku č. 1  </w:t>
      </w:r>
      <w:proofErr w:type="spellStart"/>
      <w:r>
        <w:rPr>
          <w:sz w:val="24"/>
        </w:rPr>
        <w:t>č.j</w:t>
      </w:r>
      <w:proofErr w:type="spellEnd"/>
      <w:r>
        <w:rPr>
          <w:sz w:val="24"/>
        </w:rPr>
        <w:t xml:space="preserve">. 2893/2003-24, dodatku č. 2 </w:t>
      </w:r>
      <w:proofErr w:type="spellStart"/>
      <w:r>
        <w:rPr>
          <w:sz w:val="24"/>
        </w:rPr>
        <w:t>č.j</w:t>
      </w:r>
      <w:proofErr w:type="spellEnd"/>
      <w:r>
        <w:rPr>
          <w:sz w:val="24"/>
        </w:rPr>
        <w:t xml:space="preserve">. 5165/2003-24, dodatku č. 3 č.j.899/2004-24, dodatku č.4 </w:t>
      </w:r>
      <w:proofErr w:type="spellStart"/>
      <w:r>
        <w:rPr>
          <w:sz w:val="24"/>
        </w:rPr>
        <w:t>č.j</w:t>
      </w:r>
      <w:proofErr w:type="spellEnd"/>
      <w:r>
        <w:rPr>
          <w:sz w:val="24"/>
        </w:rPr>
        <w:t xml:space="preserve">. 4927/2004-24, dodatku č. 5 </w:t>
      </w:r>
      <w:proofErr w:type="spellStart"/>
      <w:r>
        <w:rPr>
          <w:sz w:val="24"/>
        </w:rPr>
        <w:t>č.j</w:t>
      </w:r>
      <w:proofErr w:type="spellEnd"/>
      <w:r>
        <w:rPr>
          <w:sz w:val="24"/>
        </w:rPr>
        <w:t xml:space="preserve">. ČÚZK 971/2006-24, dodatku č. 6 </w:t>
      </w:r>
      <w:proofErr w:type="spellStart"/>
      <w:r>
        <w:rPr>
          <w:sz w:val="24"/>
        </w:rPr>
        <w:t>č.j</w:t>
      </w:r>
      <w:proofErr w:type="spellEnd"/>
      <w:r>
        <w:rPr>
          <w:sz w:val="24"/>
        </w:rPr>
        <w:t xml:space="preserve">. ČÚZK 3463/2006-24, dodatku č. 7 </w:t>
      </w:r>
      <w:proofErr w:type="spellStart"/>
      <w:r>
        <w:rPr>
          <w:sz w:val="24"/>
        </w:rPr>
        <w:t>č.j</w:t>
      </w:r>
      <w:proofErr w:type="spellEnd"/>
      <w:r>
        <w:rPr>
          <w:sz w:val="24"/>
        </w:rPr>
        <w:t xml:space="preserve">. ČÚZK 1301/2007-24, dodatku č. 8 </w:t>
      </w:r>
      <w:proofErr w:type="spellStart"/>
      <w:r>
        <w:rPr>
          <w:sz w:val="24"/>
        </w:rPr>
        <w:t>č.j</w:t>
      </w:r>
      <w:proofErr w:type="spellEnd"/>
      <w:r>
        <w:rPr>
          <w:sz w:val="24"/>
        </w:rPr>
        <w:t>. ČÚZK 5318/2007-</w:t>
      </w:r>
      <w:smartTag w:uri="urn:schemas-microsoft-com:office:smarttags" w:element="metricconverter">
        <w:smartTagPr>
          <w:attr w:name="ProductID" w:val="24 a"/>
        </w:smartTagPr>
        <w:r>
          <w:rPr>
            <w:sz w:val="24"/>
          </w:rPr>
          <w:t>24 a</w:t>
        </w:r>
      </w:smartTag>
      <w:r>
        <w:rPr>
          <w:sz w:val="24"/>
        </w:rPr>
        <w:t xml:space="preserve"> dodatku č.9 </w:t>
      </w:r>
      <w:proofErr w:type="spellStart"/>
      <w:r>
        <w:rPr>
          <w:sz w:val="24"/>
        </w:rPr>
        <w:t>č.j</w:t>
      </w:r>
      <w:proofErr w:type="spellEnd"/>
      <w:r>
        <w:rPr>
          <w:sz w:val="24"/>
        </w:rPr>
        <w:t>. ČÚZK 2704/2009-</w:t>
      </w:r>
      <w:smartTag w:uri="urn:schemas-microsoft-com:office:smarttags" w:element="metricconverter">
        <w:smartTagPr>
          <w:attr w:name="ProductID" w:val="24 a"/>
        </w:smartTagPr>
        <w:r>
          <w:rPr>
            <w:sz w:val="24"/>
          </w:rPr>
          <w:t>24 a</w:t>
        </w:r>
      </w:smartTag>
      <w:r>
        <w:rPr>
          <w:sz w:val="24"/>
        </w:rPr>
        <w:t xml:space="preserve"> dodatku č. 10 </w:t>
      </w:r>
      <w:proofErr w:type="spellStart"/>
      <w:r>
        <w:rPr>
          <w:sz w:val="24"/>
        </w:rPr>
        <w:t>č.j</w:t>
      </w:r>
      <w:proofErr w:type="spellEnd"/>
      <w:r>
        <w:rPr>
          <w:sz w:val="24"/>
        </w:rPr>
        <w:t>. ČÚZK 5131/2009-24.</w:t>
      </w:r>
    </w:p>
    <w:p w:rsidR="00DA0FF1" w:rsidRDefault="00DA0FF1" w:rsidP="006A055A">
      <w:pPr>
        <w:numPr>
          <w:ilvl w:val="0"/>
          <w:numId w:val="1"/>
        </w:numPr>
        <w:tabs>
          <w:tab w:val="left" w:pos="426"/>
        </w:tabs>
        <w:spacing w:before="120"/>
        <w:ind w:left="426" w:hanging="426"/>
        <w:jc w:val="both"/>
        <w:rPr>
          <w:sz w:val="24"/>
        </w:rPr>
      </w:pPr>
      <w:r>
        <w:rPr>
          <w:sz w:val="24"/>
        </w:rPr>
        <w:t xml:space="preserve">Technologický postup pro revizi a zřizování zhušťovacích bodů ČÚZK, </w:t>
      </w:r>
      <w:proofErr w:type="spellStart"/>
      <w:proofErr w:type="gramStart"/>
      <w:r>
        <w:rPr>
          <w:sz w:val="24"/>
        </w:rPr>
        <w:t>č.j</w:t>
      </w:r>
      <w:proofErr w:type="spellEnd"/>
      <w:r>
        <w:rPr>
          <w:sz w:val="24"/>
        </w:rPr>
        <w:t>.</w:t>
      </w:r>
      <w:proofErr w:type="gramEnd"/>
      <w:r>
        <w:rPr>
          <w:sz w:val="24"/>
        </w:rPr>
        <w:t xml:space="preserve"> 2112/1997-22 ve znění dodatku č. 1, </w:t>
      </w:r>
      <w:proofErr w:type="spellStart"/>
      <w:r>
        <w:rPr>
          <w:sz w:val="24"/>
        </w:rPr>
        <w:t>č.j</w:t>
      </w:r>
      <w:proofErr w:type="spellEnd"/>
      <w:r>
        <w:rPr>
          <w:sz w:val="24"/>
        </w:rPr>
        <w:t>. 1131/1998-</w:t>
      </w:r>
      <w:smartTag w:uri="urn:schemas-microsoft-com:office:smarttags" w:element="metricconverter">
        <w:smartTagPr>
          <w:attr w:name="ProductID" w:val="22 a"/>
        </w:smartTagPr>
        <w:r>
          <w:rPr>
            <w:sz w:val="24"/>
          </w:rPr>
          <w:t>22 a</w:t>
        </w:r>
      </w:smartTag>
      <w:r>
        <w:rPr>
          <w:sz w:val="24"/>
        </w:rPr>
        <w:t xml:space="preserve"> dodatku č. 2, </w:t>
      </w:r>
      <w:proofErr w:type="spellStart"/>
      <w:r>
        <w:rPr>
          <w:sz w:val="24"/>
        </w:rPr>
        <w:t>č.j</w:t>
      </w:r>
      <w:proofErr w:type="spellEnd"/>
      <w:r>
        <w:rPr>
          <w:sz w:val="24"/>
        </w:rPr>
        <w:t>.  2086/1998-22.</w:t>
      </w:r>
    </w:p>
    <w:p w:rsidR="00DA0FF1" w:rsidRDefault="00DA0FF1" w:rsidP="006A055A">
      <w:pPr>
        <w:numPr>
          <w:ilvl w:val="0"/>
          <w:numId w:val="1"/>
        </w:numPr>
        <w:tabs>
          <w:tab w:val="left" w:pos="426"/>
        </w:tabs>
        <w:spacing w:before="120"/>
        <w:ind w:left="426" w:hanging="426"/>
        <w:jc w:val="both"/>
        <w:rPr>
          <w:sz w:val="24"/>
        </w:rPr>
      </w:pPr>
      <w:r>
        <w:rPr>
          <w:sz w:val="24"/>
        </w:rPr>
        <w:t>Zákon č. 151/1997 Sb., o oceňování majetku a o změně některých zákonů (zákon o oceňování majetku), ve znění pozdějších předpisů</w:t>
      </w:r>
      <w:r w:rsidR="00925454">
        <w:rPr>
          <w:sz w:val="24"/>
        </w:rPr>
        <w:t>.</w:t>
      </w:r>
      <w:r>
        <w:rPr>
          <w:sz w:val="24"/>
        </w:rPr>
        <w:t xml:space="preserve"> </w:t>
      </w:r>
    </w:p>
    <w:p w:rsidR="00DA0FF1" w:rsidRPr="00925454" w:rsidRDefault="00DA0FF1" w:rsidP="006A055A">
      <w:pPr>
        <w:numPr>
          <w:ilvl w:val="0"/>
          <w:numId w:val="1"/>
        </w:numPr>
        <w:tabs>
          <w:tab w:val="left" w:pos="426"/>
        </w:tabs>
        <w:spacing w:before="120"/>
        <w:ind w:left="426" w:hanging="426"/>
        <w:jc w:val="both"/>
        <w:rPr>
          <w:sz w:val="24"/>
        </w:rPr>
      </w:pPr>
      <w:r>
        <w:rPr>
          <w:sz w:val="24"/>
        </w:rPr>
        <w:t xml:space="preserve">Vyhláška č. 3/2008 Sb., o provedení některých ustanovení zákona č. 151/1997 Sb., o oceňování majetku a o změně některých zákonů, </w:t>
      </w:r>
      <w:r w:rsidRPr="00791735">
        <w:rPr>
          <w:sz w:val="24"/>
        </w:rPr>
        <w:t>ve znění pozdějších předpisů (oceňovací vyhláška)</w:t>
      </w:r>
      <w:r w:rsidR="00925454">
        <w:rPr>
          <w:sz w:val="24"/>
        </w:rPr>
        <w:t>.</w:t>
      </w:r>
      <w:r w:rsidRPr="00791735">
        <w:rPr>
          <w:sz w:val="24"/>
        </w:rPr>
        <w:t xml:space="preserve"> </w:t>
      </w:r>
      <w:r w:rsidRPr="00925454">
        <w:rPr>
          <w:sz w:val="24"/>
        </w:rPr>
        <w:t>Podmínky k ochraně zájmů podle zvláštních předpisů stanovené dotčenými a správními orgány v souladu s </w:t>
      </w:r>
      <w:proofErr w:type="spellStart"/>
      <w:r w:rsidRPr="00925454">
        <w:rPr>
          <w:sz w:val="24"/>
        </w:rPr>
        <w:t>ust</w:t>
      </w:r>
      <w:proofErr w:type="spellEnd"/>
      <w:r w:rsidRPr="00925454">
        <w:rPr>
          <w:sz w:val="24"/>
        </w:rPr>
        <w:t>. § 6 odst. 6 zákona č. 139/2002 Sb.</w:t>
      </w:r>
    </w:p>
    <w:p w:rsidR="00DA0FF1" w:rsidRDefault="00DA0FF1" w:rsidP="006A055A">
      <w:pPr>
        <w:numPr>
          <w:ilvl w:val="0"/>
          <w:numId w:val="1"/>
        </w:numPr>
        <w:tabs>
          <w:tab w:val="left" w:pos="426"/>
        </w:tabs>
        <w:spacing w:before="120"/>
        <w:ind w:left="426" w:hanging="426"/>
        <w:jc w:val="both"/>
        <w:rPr>
          <w:sz w:val="24"/>
        </w:rPr>
      </w:pPr>
      <w:r w:rsidRPr="00925454">
        <w:rPr>
          <w:sz w:val="24"/>
        </w:rPr>
        <w:lastRenderedPageBreak/>
        <w:t>Platné technické normy.</w:t>
      </w:r>
    </w:p>
    <w:p w:rsidR="00CE4BE4" w:rsidRDefault="00CE4BE4" w:rsidP="006A055A">
      <w:pPr>
        <w:numPr>
          <w:ilvl w:val="0"/>
          <w:numId w:val="1"/>
        </w:numPr>
        <w:tabs>
          <w:tab w:val="left" w:pos="426"/>
        </w:tabs>
        <w:spacing w:before="120"/>
        <w:ind w:left="426" w:hanging="426"/>
        <w:jc w:val="both"/>
        <w:rPr>
          <w:sz w:val="24"/>
        </w:rPr>
      </w:pPr>
      <w:r>
        <w:rPr>
          <w:sz w:val="24"/>
        </w:rPr>
        <w:t>Metodický návod k provádění pozemkových úprav (aktualizovaná verze k </w:t>
      </w:r>
      <w:proofErr w:type="gramStart"/>
      <w:r>
        <w:rPr>
          <w:sz w:val="24"/>
        </w:rPr>
        <w:t>1.5.2012</w:t>
      </w:r>
      <w:proofErr w:type="gramEnd"/>
      <w:r>
        <w:rPr>
          <w:sz w:val="24"/>
        </w:rPr>
        <w:t>)</w:t>
      </w:r>
    </w:p>
    <w:p w:rsidR="00CE4BE4" w:rsidRDefault="00CE4BE4" w:rsidP="006A055A">
      <w:pPr>
        <w:numPr>
          <w:ilvl w:val="0"/>
          <w:numId w:val="1"/>
        </w:numPr>
        <w:tabs>
          <w:tab w:val="left" w:pos="426"/>
        </w:tabs>
        <w:spacing w:before="120"/>
        <w:ind w:left="426" w:hanging="426"/>
        <w:jc w:val="both"/>
        <w:rPr>
          <w:sz w:val="24"/>
        </w:rPr>
      </w:pPr>
      <w:r>
        <w:rPr>
          <w:sz w:val="24"/>
        </w:rPr>
        <w:t>Technický standard dokumentace plánu společných zařízení v pozemkových úpravách (aktualizovaná verze k </w:t>
      </w:r>
      <w:proofErr w:type="gramStart"/>
      <w:r>
        <w:rPr>
          <w:sz w:val="24"/>
        </w:rPr>
        <w:t>1.5.2012</w:t>
      </w:r>
      <w:proofErr w:type="gramEnd"/>
      <w:r>
        <w:rPr>
          <w:sz w:val="24"/>
        </w:rPr>
        <w:t>)</w:t>
      </w:r>
    </w:p>
    <w:p w:rsidR="00CE4BE4" w:rsidRDefault="00CE4BE4" w:rsidP="006A055A">
      <w:pPr>
        <w:numPr>
          <w:ilvl w:val="0"/>
          <w:numId w:val="1"/>
        </w:numPr>
        <w:tabs>
          <w:tab w:val="left" w:pos="426"/>
        </w:tabs>
        <w:spacing w:before="120"/>
        <w:ind w:left="426" w:hanging="426"/>
        <w:jc w:val="both"/>
        <w:rPr>
          <w:sz w:val="24"/>
        </w:rPr>
      </w:pPr>
      <w:r>
        <w:rPr>
          <w:sz w:val="24"/>
        </w:rPr>
        <w:t>Ochrana zemědělské půdy před erozí, Metodika, Janeček a kol. 2012</w:t>
      </w:r>
    </w:p>
    <w:p w:rsidR="007B710F" w:rsidRDefault="00925454" w:rsidP="007B710F">
      <w:pPr>
        <w:numPr>
          <w:ilvl w:val="0"/>
          <w:numId w:val="1"/>
        </w:numPr>
        <w:tabs>
          <w:tab w:val="clear" w:pos="720"/>
          <w:tab w:val="left" w:pos="426"/>
        </w:tabs>
        <w:spacing w:before="120"/>
        <w:ind w:left="426" w:hanging="425"/>
        <w:jc w:val="both"/>
        <w:rPr>
          <w:sz w:val="24"/>
        </w:rPr>
      </w:pPr>
      <w:r w:rsidRPr="00330649">
        <w:rPr>
          <w:sz w:val="24"/>
        </w:rPr>
        <w:t>Společný metodický pokyn Českého úřadu zeměměři</w:t>
      </w:r>
      <w:r w:rsidR="00DA47BC">
        <w:rPr>
          <w:sz w:val="24"/>
        </w:rPr>
        <w:t>c</w:t>
      </w:r>
      <w:r w:rsidRPr="00330649">
        <w:rPr>
          <w:sz w:val="24"/>
        </w:rPr>
        <w:t xml:space="preserve">kého a katastrálního ze dne 21.9.2007, </w:t>
      </w:r>
      <w:proofErr w:type="spellStart"/>
      <w:proofErr w:type="gramStart"/>
      <w:r w:rsidRPr="00330649">
        <w:rPr>
          <w:sz w:val="24"/>
        </w:rPr>
        <w:t>č.j</w:t>
      </w:r>
      <w:proofErr w:type="spellEnd"/>
      <w:r w:rsidRPr="00330649">
        <w:rPr>
          <w:sz w:val="24"/>
        </w:rPr>
        <w:t>.</w:t>
      </w:r>
      <w:proofErr w:type="gramEnd"/>
      <w:r w:rsidRPr="00330649">
        <w:rPr>
          <w:sz w:val="24"/>
        </w:rPr>
        <w:t xml:space="preserve"> ČÚZK 5141/2007-22 a Ministerstva zemědělství – Ústředního pozemkového úřadu ze dne 21.9.2007, </w:t>
      </w:r>
      <w:proofErr w:type="spellStart"/>
      <w:r w:rsidRPr="00330649">
        <w:rPr>
          <w:sz w:val="24"/>
        </w:rPr>
        <w:t>č.j</w:t>
      </w:r>
      <w:proofErr w:type="spellEnd"/>
      <w:r w:rsidRPr="00330649">
        <w:rPr>
          <w:sz w:val="24"/>
        </w:rPr>
        <w:t>. 35630/07-17170 k aplikaci některých ustanovení vyhlášky č. 26/2007 Sb., kterou se provádí zákon č. 265/1992 Sb., o zápisech vlastnických a jiných věcných práv k nemovitostem, ve znění pozdějších předpisů a zákon č. 344/1992 Sb., o katastru nemovitostí České republiky (katastrální zákon), ve znění pozdějších předpisů (katastrální vyhláška) a vyhlášky č. 545/2002 Sb., o postupu při provádění pozemkových úprav a náležitostech návrhu pozemkových úprav, ve znění vyhlášky č. 122/2007 Sb.</w:t>
      </w:r>
    </w:p>
    <w:p w:rsidR="00D653BC" w:rsidRDefault="00D653BC" w:rsidP="00D653BC">
      <w:pPr>
        <w:numPr>
          <w:ilvl w:val="0"/>
          <w:numId w:val="1"/>
        </w:numPr>
        <w:tabs>
          <w:tab w:val="clear" w:pos="720"/>
          <w:tab w:val="left" w:pos="426"/>
        </w:tabs>
        <w:spacing w:before="120"/>
        <w:ind w:left="426" w:hanging="425"/>
        <w:jc w:val="both"/>
        <w:rPr>
          <w:sz w:val="24"/>
        </w:rPr>
      </w:pPr>
      <w:r>
        <w:rPr>
          <w:sz w:val="24"/>
        </w:rPr>
        <w:t>Zákon č. 101/2000 Sb., o ochraně osobních údajů a o změně některých zákonů.</w:t>
      </w:r>
    </w:p>
    <w:p w:rsidR="00DA0FF1" w:rsidRDefault="00DA0FF1" w:rsidP="006A055A">
      <w:pPr>
        <w:numPr>
          <w:ilvl w:val="0"/>
          <w:numId w:val="1"/>
        </w:numPr>
        <w:tabs>
          <w:tab w:val="left" w:pos="426"/>
        </w:tabs>
        <w:spacing w:before="120"/>
        <w:ind w:left="426" w:hanging="426"/>
        <w:jc w:val="both"/>
        <w:rPr>
          <w:sz w:val="24"/>
          <w:szCs w:val="24"/>
        </w:rPr>
      </w:pPr>
      <w:r w:rsidRPr="00925454">
        <w:rPr>
          <w:sz w:val="24"/>
        </w:rPr>
        <w:t>V případě, že v průběhu plnění předmětu veřejné zakázky nabude platnosti a   účinnosti novela některého z výše uvedených právních předpisů</w:t>
      </w:r>
      <w:r w:rsidR="00CE4BE4">
        <w:rPr>
          <w:sz w:val="24"/>
        </w:rPr>
        <w:t>, norem, metodik a metodických pokynů</w:t>
      </w:r>
      <w:r w:rsidRPr="00925454">
        <w:rPr>
          <w:sz w:val="24"/>
        </w:rPr>
        <w:t>, popřípadě   nabu</w:t>
      </w:r>
      <w:r>
        <w:rPr>
          <w:sz w:val="24"/>
        </w:rPr>
        <w:t>de platnosti a účinnosti jiný právní předpis</w:t>
      </w:r>
      <w:r w:rsidR="00CE4BE4">
        <w:rPr>
          <w:sz w:val="24"/>
        </w:rPr>
        <w:t>, norma, metodika a metodický pokyn</w:t>
      </w:r>
      <w:r>
        <w:rPr>
          <w:sz w:val="24"/>
        </w:rPr>
        <w:t xml:space="preserve"> vztahující se k předmětu plnění   veřejné zakázky, je dodavatel povinen při realizaci veřejné zakázky řídit se těmito   novými předpisy.</w:t>
      </w:r>
    </w:p>
    <w:p w:rsidR="00DA0FF1" w:rsidRDefault="00DA0FF1" w:rsidP="006A055A">
      <w:pPr>
        <w:pStyle w:val="Zkladntextodsazen2"/>
        <w:tabs>
          <w:tab w:val="left" w:pos="426"/>
        </w:tabs>
        <w:ind w:left="426" w:hanging="426"/>
      </w:pPr>
      <w:r>
        <w:t>4.</w:t>
      </w:r>
      <w:r>
        <w:tab/>
      </w:r>
      <w:r w:rsidRPr="009E4F97">
        <w:t xml:space="preserve">Zhotovitel se touto smlouvou zavazuje provést dílo na svůj </w:t>
      </w:r>
      <w:r>
        <w:t>náklad a na své nebezpečí v </w:t>
      </w:r>
      <w:r w:rsidRPr="009E4F97">
        <w:t xml:space="preserve">době sjednané v článku V. této smlouvy. Dokončením díla se rozumí zápis KPÚ do katastru nemovitostí a vytyčení hranic pozemků dle návrhu KPÚ, a to nejdéle do </w:t>
      </w:r>
      <w:r w:rsidR="003B7A8F">
        <w:t>osmnácti měsíců</w:t>
      </w:r>
      <w:r w:rsidRPr="009E4F97">
        <w:t xml:space="preserve"> od </w:t>
      </w:r>
      <w:r>
        <w:t xml:space="preserve">pravomocného </w:t>
      </w:r>
      <w:r w:rsidRPr="009E4F97">
        <w:t xml:space="preserve">rozhodnutí o </w:t>
      </w:r>
      <w:r>
        <w:t>schválení návrhu KPÚ (§ 11 zákona č. 139/2002 Sb</w:t>
      </w:r>
      <w:r w:rsidRPr="009E4F97">
        <w:t>.</w:t>
      </w:r>
      <w:r>
        <w:t>).</w:t>
      </w:r>
    </w:p>
    <w:p w:rsidR="00DA0FF1" w:rsidRDefault="00DA0FF1" w:rsidP="006A055A">
      <w:pPr>
        <w:pStyle w:val="Zkladntext3"/>
        <w:tabs>
          <w:tab w:val="left" w:pos="426"/>
        </w:tabs>
        <w:spacing w:before="120"/>
        <w:ind w:left="426" w:hanging="426"/>
      </w:pPr>
      <w:r>
        <w:t xml:space="preserve">5. </w:t>
      </w:r>
      <w:r w:rsidR="00724C23">
        <w:tab/>
      </w:r>
      <w:r>
        <w:t>Objednatel se zavazuje, že řádně provedené dílo převezme a zaplatí za něj cenu podle čl. VII. v souladu se zněním uvedeným v čl. VIII. této smlouvy.</w:t>
      </w:r>
    </w:p>
    <w:p w:rsidR="00DA0FF1" w:rsidRDefault="00DA0FF1">
      <w:pPr>
        <w:rPr>
          <w:b/>
          <w:bCs/>
          <w:snapToGrid w:val="0"/>
          <w:sz w:val="24"/>
          <w:szCs w:val="24"/>
        </w:rPr>
      </w:pPr>
    </w:p>
    <w:p w:rsidR="00DA0FF1" w:rsidRDefault="00DA0FF1">
      <w:pPr>
        <w:jc w:val="center"/>
        <w:rPr>
          <w:b/>
          <w:bCs/>
          <w:snapToGrid w:val="0"/>
          <w:sz w:val="24"/>
          <w:szCs w:val="24"/>
        </w:rPr>
      </w:pPr>
      <w:r>
        <w:rPr>
          <w:b/>
          <w:bCs/>
          <w:snapToGrid w:val="0"/>
          <w:sz w:val="24"/>
          <w:szCs w:val="24"/>
        </w:rPr>
        <w:t>Čl. II.</w:t>
      </w:r>
    </w:p>
    <w:p w:rsidR="00DA0FF1" w:rsidRDefault="00DA0FF1">
      <w:pPr>
        <w:jc w:val="center"/>
        <w:rPr>
          <w:b/>
          <w:bCs/>
          <w:snapToGrid w:val="0"/>
          <w:sz w:val="24"/>
          <w:szCs w:val="24"/>
        </w:rPr>
      </w:pPr>
      <w:r>
        <w:rPr>
          <w:b/>
          <w:bCs/>
          <w:snapToGrid w:val="0"/>
          <w:sz w:val="24"/>
          <w:szCs w:val="24"/>
        </w:rPr>
        <w:t>Podklady k provedení díla</w:t>
      </w:r>
    </w:p>
    <w:p w:rsidR="00DA0FF1" w:rsidRDefault="00DA0FF1" w:rsidP="00D36427">
      <w:pPr>
        <w:tabs>
          <w:tab w:val="left" w:pos="426"/>
        </w:tabs>
        <w:spacing w:before="120"/>
        <w:ind w:left="426" w:hanging="426"/>
        <w:rPr>
          <w:snapToGrid w:val="0"/>
          <w:sz w:val="24"/>
          <w:szCs w:val="24"/>
        </w:rPr>
      </w:pPr>
      <w:r>
        <w:rPr>
          <w:snapToGrid w:val="0"/>
          <w:sz w:val="24"/>
          <w:szCs w:val="24"/>
        </w:rPr>
        <w:t xml:space="preserve">1.  </w:t>
      </w:r>
      <w:r w:rsidR="00D36427">
        <w:rPr>
          <w:snapToGrid w:val="0"/>
          <w:sz w:val="24"/>
          <w:szCs w:val="24"/>
        </w:rPr>
        <w:tab/>
      </w:r>
      <w:r>
        <w:rPr>
          <w:snapToGrid w:val="0"/>
          <w:sz w:val="24"/>
          <w:szCs w:val="24"/>
        </w:rPr>
        <w:t xml:space="preserve">Nabídka zhotovitele ze dne </w:t>
      </w:r>
      <w:r w:rsidR="009268DB" w:rsidRPr="009268DB">
        <w:rPr>
          <w:snapToGrid w:val="0"/>
          <w:sz w:val="24"/>
          <w:szCs w:val="24"/>
          <w:highlight w:val="yellow"/>
        </w:rPr>
        <w:t>…………</w:t>
      </w:r>
      <w:proofErr w:type="gramStart"/>
      <w:r w:rsidR="009268DB" w:rsidRPr="009268DB">
        <w:rPr>
          <w:snapToGrid w:val="0"/>
          <w:sz w:val="24"/>
          <w:szCs w:val="24"/>
          <w:highlight w:val="yellow"/>
        </w:rPr>
        <w:t>…..</w:t>
      </w:r>
      <w:proofErr w:type="gramEnd"/>
    </w:p>
    <w:p w:rsidR="00DA0FF1" w:rsidRDefault="00DA0FF1" w:rsidP="00D36427">
      <w:pPr>
        <w:pStyle w:val="Zkladntext2"/>
        <w:tabs>
          <w:tab w:val="left" w:pos="426"/>
        </w:tabs>
        <w:spacing w:before="120"/>
        <w:ind w:left="426" w:hanging="426"/>
        <w:jc w:val="both"/>
      </w:pPr>
      <w:r>
        <w:t xml:space="preserve">2. </w:t>
      </w:r>
      <w:r w:rsidR="00D36427">
        <w:tab/>
      </w:r>
      <w:r>
        <w:t xml:space="preserve">Objednatel se zavazuje předat zhotoviteli bezodkladně po podpisu této smlouvy veškeré podklady, které jsou pro zpracování </w:t>
      </w:r>
      <w:r w:rsidRPr="00BC7BF2">
        <w:t>díla k dispozici a nebyly součástí oznámení či výzvy o</w:t>
      </w:r>
      <w:r>
        <w:t> </w:t>
      </w:r>
      <w:r w:rsidRPr="00BC7BF2">
        <w:t xml:space="preserve">zahájení zadávacího řízení. O předání podkladů bude sepsán oboustranně </w:t>
      </w:r>
      <w:r>
        <w:t>podepsaný</w:t>
      </w:r>
      <w:r w:rsidRPr="00BC7BF2">
        <w:t xml:space="preserve"> zápis.  </w:t>
      </w:r>
    </w:p>
    <w:p w:rsidR="00DA0FF1" w:rsidRDefault="00DA0FF1" w:rsidP="00D36427">
      <w:pPr>
        <w:pStyle w:val="Zkladntext2"/>
        <w:tabs>
          <w:tab w:val="left" w:pos="426"/>
        </w:tabs>
        <w:spacing w:before="120"/>
        <w:ind w:left="426" w:hanging="426"/>
        <w:jc w:val="both"/>
      </w:pPr>
      <w:r>
        <w:t xml:space="preserve">3. </w:t>
      </w:r>
      <w:r w:rsidR="00D36427">
        <w:tab/>
      </w:r>
      <w:r>
        <w:t>Zhotovitel se zavazuje zdržet se šíření jemu předaných podkladů vůči třetí osobě. Tyto mohou být předány třetí osobě jen se souhlasem objednatele a v souladu s vyhotovením díla.</w:t>
      </w:r>
    </w:p>
    <w:p w:rsidR="00C31954" w:rsidRDefault="00C31954">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III.</w:t>
      </w:r>
    </w:p>
    <w:p w:rsidR="00DA0FF1" w:rsidRDefault="00DA0FF1">
      <w:pPr>
        <w:pStyle w:val="Nadpis3"/>
      </w:pPr>
      <w:r w:rsidRPr="0093760B">
        <w:t>Rozsah díla</w:t>
      </w:r>
      <w:r>
        <w:t xml:space="preserve"> a</w:t>
      </w:r>
      <w:r w:rsidRPr="0093760B">
        <w:t xml:space="preserve"> jeho členění</w:t>
      </w:r>
      <w:r>
        <w:t xml:space="preserve"> na ucelené části a fakturační celky</w:t>
      </w:r>
    </w:p>
    <w:p w:rsidR="00DA0FF1" w:rsidRPr="00FF3AE3" w:rsidRDefault="00DA0FF1" w:rsidP="00FF3AE3"/>
    <w:p w:rsidR="00DA0FF1" w:rsidRDefault="00DA0FF1" w:rsidP="00802A91">
      <w:pPr>
        <w:pStyle w:val="Zkladntextodsazen2"/>
        <w:spacing w:before="0"/>
        <w:ind w:left="0" w:firstLine="0"/>
      </w:pPr>
      <w:r>
        <w:t xml:space="preserve">Dílo bude rozděleno na následující ucelené části sestavené z níže uvedených fakturačních celků a v souladu s přílohou vyhlášky č. 545/2002 Sb. v platném znění,  Metodickým návodem k provádění pozemkových úprav, </w:t>
      </w:r>
      <w:proofErr w:type="spellStart"/>
      <w:proofErr w:type="gramStart"/>
      <w:r>
        <w:t>č.j</w:t>
      </w:r>
      <w:proofErr w:type="spellEnd"/>
      <w:r>
        <w:t>.</w:t>
      </w:r>
      <w:proofErr w:type="gramEnd"/>
      <w:r>
        <w:t xml:space="preserve"> 10747/2010-</w:t>
      </w:r>
      <w:smartTag w:uri="urn:schemas-microsoft-com:office:smarttags" w:element="metricconverter">
        <w:smartTagPr>
          <w:attr w:name="ProductID" w:val="13300 a"/>
        </w:smartTagPr>
        <w:r>
          <w:t>13300 a</w:t>
        </w:r>
      </w:smartTag>
      <w:r>
        <w:t xml:space="preserve"> Technickým standardem plánu společných zařízení v pozemkových úpravách, </w:t>
      </w:r>
      <w:proofErr w:type="spellStart"/>
      <w:r>
        <w:t>č.j</w:t>
      </w:r>
      <w:proofErr w:type="spellEnd"/>
      <w:r>
        <w:t xml:space="preserve">. 10749/2010-13300. </w:t>
      </w:r>
      <w:r w:rsidRPr="00FF3AE3">
        <w:t>V podrobnostech se rozsah</w:t>
      </w:r>
      <w:r>
        <w:t>,</w:t>
      </w:r>
      <w:r w:rsidRPr="00FF3AE3">
        <w:t xml:space="preserve"> členění díla </w:t>
      </w:r>
      <w:r>
        <w:t xml:space="preserve">a struktura dokumentace díla </w:t>
      </w:r>
      <w:r w:rsidRPr="00FF3AE3">
        <w:t>řídí přílohou č. 1, která je nedílnou součástí této smlouvy</w:t>
      </w:r>
      <w:r>
        <w:t>.</w:t>
      </w:r>
    </w:p>
    <w:p w:rsidR="0010158E" w:rsidRDefault="0010158E" w:rsidP="00802A91">
      <w:pPr>
        <w:pStyle w:val="Zkladntextodsazen2"/>
        <w:spacing w:before="0"/>
        <w:ind w:left="0" w:firstLine="0"/>
      </w:pPr>
    </w:p>
    <w:p w:rsidR="00DA0FF1" w:rsidRPr="00335090" w:rsidRDefault="00DA0FF1" w:rsidP="006A055A">
      <w:pPr>
        <w:spacing w:before="120"/>
        <w:ind w:left="426" w:hanging="426"/>
        <w:jc w:val="both"/>
        <w:rPr>
          <w:b/>
          <w:bCs/>
          <w:sz w:val="24"/>
          <w:szCs w:val="24"/>
          <w:highlight w:val="yellow"/>
        </w:rPr>
      </w:pPr>
      <w:r w:rsidRPr="00687D7B">
        <w:rPr>
          <w:b/>
          <w:bCs/>
          <w:sz w:val="24"/>
          <w:szCs w:val="24"/>
        </w:rPr>
        <w:t xml:space="preserve">1. </w:t>
      </w:r>
      <w:r>
        <w:rPr>
          <w:b/>
          <w:bCs/>
          <w:sz w:val="24"/>
          <w:szCs w:val="24"/>
        </w:rPr>
        <w:t>Hlavní fakturační celek</w:t>
      </w:r>
      <w:r w:rsidRPr="00687D7B">
        <w:rPr>
          <w:b/>
          <w:bCs/>
          <w:sz w:val="24"/>
          <w:szCs w:val="24"/>
        </w:rPr>
        <w:t xml:space="preserve"> Přípravné práce</w:t>
      </w:r>
      <w:r w:rsidRPr="00687D7B">
        <w:rPr>
          <w:b/>
          <w:bCs/>
          <w:i/>
          <w:iCs/>
          <w:sz w:val="24"/>
          <w:szCs w:val="24"/>
        </w:rPr>
        <w:t xml:space="preserve"> </w:t>
      </w:r>
      <w:r w:rsidRPr="00687D7B">
        <w:rPr>
          <w:b/>
          <w:bCs/>
          <w:sz w:val="24"/>
          <w:szCs w:val="24"/>
        </w:rPr>
        <w:t xml:space="preserve">je sestaven z následujících </w:t>
      </w:r>
      <w:r>
        <w:rPr>
          <w:b/>
          <w:bCs/>
          <w:sz w:val="24"/>
          <w:szCs w:val="24"/>
        </w:rPr>
        <w:t xml:space="preserve">dílčích </w:t>
      </w:r>
      <w:r w:rsidRPr="00687D7B">
        <w:rPr>
          <w:b/>
          <w:bCs/>
          <w:sz w:val="24"/>
          <w:szCs w:val="24"/>
        </w:rPr>
        <w:t>fakturačních celků</w:t>
      </w:r>
    </w:p>
    <w:p w:rsidR="007B710F" w:rsidRDefault="00DA0FF1" w:rsidP="007B710F">
      <w:pPr>
        <w:spacing w:before="120"/>
        <w:ind w:left="426"/>
        <w:jc w:val="both"/>
        <w:rPr>
          <w:sz w:val="24"/>
          <w:szCs w:val="24"/>
        </w:rPr>
      </w:pPr>
      <w:r w:rsidRPr="003B6DB1">
        <w:rPr>
          <w:sz w:val="24"/>
          <w:szCs w:val="24"/>
        </w:rPr>
        <w:t>1.1. Vyhodnocení podkladů a rozbor současného stavu</w:t>
      </w:r>
      <w:r w:rsidR="00736802">
        <w:rPr>
          <w:sz w:val="24"/>
          <w:szCs w:val="24"/>
        </w:rPr>
        <w:t xml:space="preserve">, včetně </w:t>
      </w:r>
      <w:r w:rsidR="007E2586">
        <w:rPr>
          <w:sz w:val="24"/>
          <w:szCs w:val="24"/>
        </w:rPr>
        <w:t>mapy průzkumu a mapy erozního ohrožení - současný stav</w:t>
      </w:r>
      <w:r w:rsidRPr="003B6DB1">
        <w:rPr>
          <w:i/>
          <w:iCs/>
          <w:sz w:val="24"/>
          <w:szCs w:val="24"/>
        </w:rPr>
        <w:t>.</w:t>
      </w:r>
      <w:r w:rsidRPr="003B6DB1">
        <w:rPr>
          <w:iCs/>
          <w:sz w:val="24"/>
          <w:szCs w:val="24"/>
        </w:rPr>
        <w:t xml:space="preserve"> </w:t>
      </w:r>
      <w:r w:rsidRPr="003B6DB1">
        <w:rPr>
          <w:sz w:val="24"/>
          <w:szCs w:val="24"/>
        </w:rPr>
        <w:t>Vypracování seznamu dotčených parcel a seznamu dotčených vlastníků pro úvodní jednání</w:t>
      </w:r>
      <w:r w:rsidR="008937F1" w:rsidRPr="003B6DB1">
        <w:rPr>
          <w:sz w:val="24"/>
          <w:szCs w:val="24"/>
        </w:rPr>
        <w:t xml:space="preserve"> a pro vyznačení poznámky o zahájení řízení do KN</w:t>
      </w:r>
      <w:r w:rsidRPr="003B6DB1">
        <w:rPr>
          <w:sz w:val="24"/>
          <w:szCs w:val="24"/>
        </w:rPr>
        <w:t>. Dále zhotovitel zpracuje podklady pro úvodní jednání</w:t>
      </w:r>
      <w:r w:rsidR="005108C6">
        <w:rPr>
          <w:sz w:val="24"/>
          <w:szCs w:val="24"/>
        </w:rPr>
        <w:t xml:space="preserve"> (</w:t>
      </w:r>
      <w:r w:rsidR="0025690D">
        <w:rPr>
          <w:sz w:val="24"/>
          <w:szCs w:val="24"/>
        </w:rPr>
        <w:t xml:space="preserve">včetně </w:t>
      </w:r>
      <w:r w:rsidR="00CA132C">
        <w:rPr>
          <w:sz w:val="24"/>
          <w:szCs w:val="24"/>
        </w:rPr>
        <w:t xml:space="preserve">vytištěné </w:t>
      </w:r>
      <w:r w:rsidR="005108C6">
        <w:rPr>
          <w:sz w:val="24"/>
          <w:szCs w:val="24"/>
        </w:rPr>
        <w:t>vlastnick</w:t>
      </w:r>
      <w:r w:rsidR="0025690D">
        <w:rPr>
          <w:sz w:val="24"/>
          <w:szCs w:val="24"/>
        </w:rPr>
        <w:t>é</w:t>
      </w:r>
      <w:r w:rsidR="005108C6">
        <w:rPr>
          <w:sz w:val="24"/>
          <w:szCs w:val="24"/>
        </w:rPr>
        <w:t xml:space="preserve"> map</w:t>
      </w:r>
      <w:r w:rsidR="0025690D">
        <w:rPr>
          <w:sz w:val="24"/>
          <w:szCs w:val="24"/>
        </w:rPr>
        <w:t>y</w:t>
      </w:r>
      <w:r w:rsidR="005108C6">
        <w:rPr>
          <w:sz w:val="24"/>
          <w:szCs w:val="24"/>
        </w:rPr>
        <w:t>)</w:t>
      </w:r>
      <w:r w:rsidRPr="003B6DB1">
        <w:rPr>
          <w:sz w:val="24"/>
          <w:szCs w:val="24"/>
        </w:rPr>
        <w:t>, rozbor současného stavu území</w:t>
      </w:r>
      <w:r w:rsidRPr="00B63EDF">
        <w:rPr>
          <w:sz w:val="24"/>
          <w:szCs w:val="24"/>
        </w:rPr>
        <w:t xml:space="preserve"> – průzkum území (charakter hospodaření, cestní síť, eroze, vodní režim - včetně  analýzy odtokových poměrů atd. </w:t>
      </w:r>
      <w:proofErr w:type="gramStart"/>
      <w:r>
        <w:rPr>
          <w:sz w:val="24"/>
          <w:szCs w:val="24"/>
        </w:rPr>
        <w:t>po</w:t>
      </w:r>
      <w:r w:rsidRPr="00B63EDF">
        <w:rPr>
          <w:sz w:val="24"/>
          <w:szCs w:val="24"/>
        </w:rPr>
        <w:t>dle</w:t>
      </w:r>
      <w:r>
        <w:rPr>
          <w:sz w:val="24"/>
          <w:szCs w:val="24"/>
        </w:rPr>
        <w:t> </w:t>
      </w:r>
      <w:r w:rsidRPr="00B63EDF">
        <w:rPr>
          <w:sz w:val="24"/>
          <w:szCs w:val="24"/>
        </w:rPr>
        <w:t>§</w:t>
      </w:r>
      <w:r>
        <w:rPr>
          <w:sz w:val="24"/>
          <w:szCs w:val="24"/>
        </w:rPr>
        <w:t xml:space="preserve"> </w:t>
      </w:r>
      <w:r w:rsidRPr="00B63EDF">
        <w:rPr>
          <w:sz w:val="24"/>
          <w:szCs w:val="24"/>
        </w:rPr>
        <w:t>3</w:t>
      </w:r>
      <w:r>
        <w:rPr>
          <w:sz w:val="24"/>
          <w:szCs w:val="24"/>
        </w:rPr>
        <w:t xml:space="preserve"> </w:t>
      </w:r>
      <w:r w:rsidRPr="00B63EDF">
        <w:rPr>
          <w:sz w:val="24"/>
          <w:szCs w:val="24"/>
        </w:rPr>
        <w:t xml:space="preserve"> vyhl.</w:t>
      </w:r>
      <w:proofErr w:type="gramEnd"/>
      <w:r>
        <w:rPr>
          <w:sz w:val="24"/>
          <w:szCs w:val="24"/>
        </w:rPr>
        <w:t xml:space="preserve"> </w:t>
      </w:r>
      <w:r w:rsidRPr="00B63EDF">
        <w:rPr>
          <w:sz w:val="24"/>
          <w:szCs w:val="24"/>
        </w:rPr>
        <w:t xml:space="preserve"> č. 545/2002 Sb.). Zhodnocení</w:t>
      </w:r>
      <w:r>
        <w:rPr>
          <w:sz w:val="24"/>
          <w:szCs w:val="24"/>
        </w:rPr>
        <w:t xml:space="preserve"> </w:t>
      </w:r>
      <w:r w:rsidRPr="00B63EDF">
        <w:rPr>
          <w:sz w:val="24"/>
          <w:szCs w:val="24"/>
        </w:rPr>
        <w:t>požadavků a</w:t>
      </w:r>
      <w:r>
        <w:rPr>
          <w:sz w:val="24"/>
          <w:szCs w:val="24"/>
        </w:rPr>
        <w:t xml:space="preserve"> </w:t>
      </w:r>
      <w:r w:rsidRPr="00B63EDF">
        <w:rPr>
          <w:sz w:val="24"/>
          <w:szCs w:val="24"/>
        </w:rPr>
        <w:t>stanovise</w:t>
      </w:r>
      <w:r>
        <w:rPr>
          <w:sz w:val="24"/>
          <w:szCs w:val="24"/>
        </w:rPr>
        <w:t xml:space="preserve">k </w:t>
      </w:r>
      <w:r w:rsidRPr="00B63EDF">
        <w:rPr>
          <w:sz w:val="24"/>
          <w:szCs w:val="24"/>
        </w:rPr>
        <w:t>dotčených</w:t>
      </w:r>
      <w:r>
        <w:rPr>
          <w:sz w:val="24"/>
          <w:szCs w:val="24"/>
        </w:rPr>
        <w:t xml:space="preserve">  </w:t>
      </w:r>
      <w:r w:rsidRPr="00B63EDF">
        <w:rPr>
          <w:sz w:val="24"/>
          <w:szCs w:val="24"/>
        </w:rPr>
        <w:t>orgánů</w:t>
      </w:r>
      <w:r>
        <w:rPr>
          <w:sz w:val="24"/>
          <w:szCs w:val="24"/>
        </w:rPr>
        <w:t xml:space="preserve">  </w:t>
      </w:r>
      <w:r w:rsidRPr="00B63EDF">
        <w:rPr>
          <w:sz w:val="24"/>
          <w:szCs w:val="24"/>
        </w:rPr>
        <w:t xml:space="preserve">a organizací, celkové vyhodnocení území pro využití k návrhovým pracím. </w:t>
      </w:r>
      <w:r w:rsidR="00E43C55" w:rsidRPr="00B63EDF">
        <w:rPr>
          <w:sz w:val="24"/>
          <w:szCs w:val="24"/>
        </w:rPr>
        <w:t>Dále bude součástí vyše</w:t>
      </w:r>
      <w:r w:rsidR="00E43C55">
        <w:rPr>
          <w:sz w:val="24"/>
          <w:szCs w:val="24"/>
        </w:rPr>
        <w:t>tření nesouladu druhů pozemků a </w:t>
      </w:r>
      <w:r w:rsidR="00E43C55" w:rsidRPr="00B63EDF">
        <w:rPr>
          <w:sz w:val="24"/>
          <w:szCs w:val="24"/>
        </w:rPr>
        <w:t xml:space="preserve">způsobů využití v souladu s ustanovením § 3 odst. 3 </w:t>
      </w:r>
      <w:proofErr w:type="gramStart"/>
      <w:r w:rsidR="00E43C55" w:rsidRPr="00B63EDF">
        <w:rPr>
          <w:sz w:val="24"/>
          <w:szCs w:val="24"/>
        </w:rPr>
        <w:t>vyhl.</w:t>
      </w:r>
      <w:r w:rsidR="00E43C55">
        <w:rPr>
          <w:sz w:val="24"/>
          <w:szCs w:val="24"/>
        </w:rPr>
        <w:t xml:space="preserve"> </w:t>
      </w:r>
      <w:r w:rsidR="00E43C55" w:rsidRPr="00B63EDF">
        <w:rPr>
          <w:sz w:val="24"/>
          <w:szCs w:val="24"/>
        </w:rPr>
        <w:t xml:space="preserve"> č.</w:t>
      </w:r>
      <w:proofErr w:type="gramEnd"/>
      <w:r w:rsidR="00E43C55" w:rsidRPr="00B63EDF">
        <w:rPr>
          <w:sz w:val="24"/>
          <w:szCs w:val="24"/>
        </w:rPr>
        <w:t xml:space="preserve"> </w:t>
      </w:r>
      <w:r w:rsidR="00E43C55">
        <w:rPr>
          <w:sz w:val="24"/>
          <w:szCs w:val="24"/>
        </w:rPr>
        <w:t xml:space="preserve"> </w:t>
      </w:r>
      <w:r w:rsidR="00E43C55" w:rsidRPr="00B63EDF">
        <w:rPr>
          <w:sz w:val="24"/>
          <w:szCs w:val="24"/>
        </w:rPr>
        <w:t xml:space="preserve">545/2002 Sb. </w:t>
      </w:r>
    </w:p>
    <w:p w:rsidR="00DA0FF1" w:rsidRPr="00B63EDF" w:rsidRDefault="00DA0FF1" w:rsidP="00807735">
      <w:pPr>
        <w:spacing w:before="120"/>
        <w:ind w:left="426" w:hanging="426"/>
        <w:jc w:val="both"/>
      </w:pPr>
      <w:r w:rsidRPr="00B63EDF">
        <w:rPr>
          <w:sz w:val="24"/>
          <w:szCs w:val="24"/>
        </w:rPr>
        <w:t>1.2. Dohledání a ověření stávajícího bodového pole včetně jeho doplnění (vybudování) na základě návrhu na zahuštění podrobného polohového bodového pole (PBPP), schváleného katastrálním úřadem, včetně stabilizace.</w:t>
      </w:r>
    </w:p>
    <w:p w:rsidR="00DA0FF1" w:rsidRPr="002B5362" w:rsidRDefault="00DA0FF1" w:rsidP="00807735">
      <w:pPr>
        <w:spacing w:before="120"/>
        <w:ind w:left="426" w:hanging="426"/>
        <w:jc w:val="both"/>
      </w:pPr>
      <w:r w:rsidRPr="00A850E4">
        <w:rPr>
          <w:sz w:val="24"/>
          <w:szCs w:val="24"/>
        </w:rPr>
        <w:t xml:space="preserve">1.3. </w:t>
      </w:r>
      <w:r w:rsidR="00807735" w:rsidRPr="00A850E4">
        <w:rPr>
          <w:sz w:val="24"/>
          <w:szCs w:val="24"/>
        </w:rPr>
        <w:tab/>
      </w:r>
      <w:r w:rsidRPr="00A850E4">
        <w:rPr>
          <w:sz w:val="24"/>
          <w:szCs w:val="24"/>
        </w:rPr>
        <w:t>Polohopisné zaměření zájmového území včetně druhů pozemků</w:t>
      </w:r>
      <w:r w:rsidR="00807735" w:rsidRPr="00A850E4">
        <w:rPr>
          <w:sz w:val="24"/>
          <w:szCs w:val="24"/>
        </w:rPr>
        <w:t xml:space="preserve"> a způsobů užívání.</w:t>
      </w:r>
      <w:r w:rsidRPr="00A850E4">
        <w:rPr>
          <w:sz w:val="24"/>
          <w:szCs w:val="24"/>
        </w:rPr>
        <w:t xml:space="preserve"> </w:t>
      </w:r>
      <w:r w:rsidR="00DF4250" w:rsidRPr="00A850E4">
        <w:rPr>
          <w:sz w:val="24"/>
          <w:szCs w:val="24"/>
        </w:rPr>
        <w:t>Zahrnuje též zaměření staveb</w:t>
      </w:r>
      <w:r w:rsidR="008937F1" w:rsidRPr="00A850E4">
        <w:rPr>
          <w:sz w:val="24"/>
          <w:szCs w:val="24"/>
        </w:rPr>
        <w:t>, lesních porostů</w:t>
      </w:r>
      <w:r w:rsidR="00CD44AE">
        <w:rPr>
          <w:sz w:val="24"/>
          <w:szCs w:val="24"/>
        </w:rPr>
        <w:t>,</w:t>
      </w:r>
      <w:r w:rsidR="008937F1" w:rsidRPr="00A850E4">
        <w:rPr>
          <w:sz w:val="24"/>
          <w:szCs w:val="24"/>
        </w:rPr>
        <w:t xml:space="preserve"> linio</w:t>
      </w:r>
      <w:r w:rsidR="00D3305A" w:rsidRPr="00A850E4">
        <w:rPr>
          <w:sz w:val="24"/>
          <w:szCs w:val="24"/>
        </w:rPr>
        <w:t>v</w:t>
      </w:r>
      <w:r w:rsidR="008937F1" w:rsidRPr="00A850E4">
        <w:rPr>
          <w:sz w:val="24"/>
          <w:szCs w:val="24"/>
        </w:rPr>
        <w:t>ých staveb</w:t>
      </w:r>
      <w:r w:rsidR="00CD44AE">
        <w:rPr>
          <w:sz w:val="24"/>
          <w:szCs w:val="24"/>
        </w:rPr>
        <w:t xml:space="preserve"> </w:t>
      </w:r>
      <w:r w:rsidR="00CD44AE" w:rsidRPr="002B5362">
        <w:rPr>
          <w:sz w:val="24"/>
          <w:szCs w:val="24"/>
        </w:rPr>
        <w:t>a vlastnic</w:t>
      </w:r>
      <w:r w:rsidR="0025690D">
        <w:rPr>
          <w:sz w:val="24"/>
          <w:szCs w:val="24"/>
        </w:rPr>
        <w:t>kých hranic v lesních porostech</w:t>
      </w:r>
      <w:r w:rsidR="00CD44AE" w:rsidRPr="002B5362">
        <w:rPr>
          <w:sz w:val="24"/>
          <w:szCs w:val="24"/>
        </w:rPr>
        <w:t xml:space="preserve"> (včetně stabilizace)</w:t>
      </w:r>
      <w:r w:rsidR="00DF4250" w:rsidRPr="002B5362">
        <w:rPr>
          <w:sz w:val="24"/>
          <w:szCs w:val="24"/>
        </w:rPr>
        <w:t xml:space="preserve">. </w:t>
      </w:r>
      <w:r w:rsidR="0055678C">
        <w:rPr>
          <w:sz w:val="24"/>
          <w:szCs w:val="24"/>
        </w:rPr>
        <w:t>Body polohopisu budou zaměřeny včetně nadmořské výšky.</w:t>
      </w:r>
      <w:r w:rsidR="007E2586">
        <w:rPr>
          <w:sz w:val="24"/>
          <w:szCs w:val="24"/>
        </w:rPr>
        <w:t xml:space="preserve"> </w:t>
      </w:r>
      <w:r w:rsidR="007E2586" w:rsidRPr="007E2586">
        <w:rPr>
          <w:sz w:val="24"/>
          <w:szCs w:val="24"/>
        </w:rPr>
        <w:t>Zjišťování průběhu hranic</w:t>
      </w:r>
      <w:r w:rsidR="004D50FD">
        <w:rPr>
          <w:sz w:val="24"/>
          <w:szCs w:val="24"/>
        </w:rPr>
        <w:t xml:space="preserve"> v lesních porostech a u</w:t>
      </w:r>
      <w:r w:rsidR="007E2586" w:rsidRPr="007E2586">
        <w:rPr>
          <w:sz w:val="24"/>
          <w:szCs w:val="24"/>
        </w:rPr>
        <w:t xml:space="preserve"> pozemků zastavěných stavbami a funkčně souvisejících pozemků bude provedeno v terénu za účasti vlastníků těchto pozemků</w:t>
      </w:r>
      <w:r w:rsidR="007E2586">
        <w:rPr>
          <w:sz w:val="24"/>
          <w:szCs w:val="24"/>
        </w:rPr>
        <w:t xml:space="preserve"> bez ohledu na způsob řešení (§</w:t>
      </w:r>
      <w:r w:rsidR="00564A46">
        <w:rPr>
          <w:sz w:val="24"/>
          <w:szCs w:val="24"/>
        </w:rPr>
        <w:t xml:space="preserve"> </w:t>
      </w:r>
      <w:r w:rsidR="007E2586">
        <w:rPr>
          <w:sz w:val="24"/>
          <w:szCs w:val="24"/>
        </w:rPr>
        <w:t>2 nebo 3 zákona č. 139/2002 Sb.) v KPÚ.</w:t>
      </w:r>
      <w:r w:rsidR="00564A46">
        <w:rPr>
          <w:sz w:val="24"/>
          <w:szCs w:val="24"/>
        </w:rPr>
        <w:t xml:space="preserve"> </w:t>
      </w:r>
      <w:r w:rsidR="00564A46" w:rsidRPr="00564A46">
        <w:rPr>
          <w:sz w:val="24"/>
          <w:szCs w:val="24"/>
        </w:rPr>
        <w:t>V rámci zaměřování polohopisu se předpokládá zaměření liniových zařízení za účasti správce.</w:t>
      </w:r>
    </w:p>
    <w:p w:rsidR="004F29E3" w:rsidRDefault="00DA0FF1" w:rsidP="002E62C5">
      <w:pPr>
        <w:spacing w:before="120"/>
        <w:ind w:left="426" w:hanging="426"/>
        <w:jc w:val="both"/>
        <w:rPr>
          <w:sz w:val="24"/>
          <w:szCs w:val="24"/>
        </w:rPr>
      </w:pPr>
      <w:proofErr w:type="gramStart"/>
      <w:r w:rsidRPr="00B63EDF">
        <w:rPr>
          <w:sz w:val="24"/>
          <w:szCs w:val="24"/>
        </w:rPr>
        <w:t>1.4</w:t>
      </w:r>
      <w:proofErr w:type="gramEnd"/>
      <w:r w:rsidRPr="00B63EDF">
        <w:rPr>
          <w:sz w:val="24"/>
          <w:szCs w:val="24"/>
        </w:rPr>
        <w:t>.</w:t>
      </w:r>
      <w:r w:rsidR="00807735">
        <w:rPr>
          <w:sz w:val="24"/>
          <w:szCs w:val="24"/>
        </w:rPr>
        <w:tab/>
      </w:r>
      <w:r w:rsidRPr="00AA6ADD">
        <w:rPr>
          <w:sz w:val="24"/>
          <w:szCs w:val="24"/>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KPÚ s katastrálním úřadem</w:t>
      </w:r>
      <w:r w:rsidR="00BF7B31" w:rsidRPr="00AA6ADD">
        <w:rPr>
          <w:sz w:val="24"/>
          <w:szCs w:val="24"/>
        </w:rPr>
        <w:t xml:space="preserve">. </w:t>
      </w:r>
      <w:r w:rsidR="004F29E3" w:rsidRPr="00807735">
        <w:rPr>
          <w:sz w:val="24"/>
          <w:szCs w:val="24"/>
        </w:rPr>
        <w:t xml:space="preserve">Dalším výstupem bude grafický přehled parcel, včetně parcel vedených ve zjednodušené evidenci, ve formátu DGN s dosažením souladu graficky zobrazených parcel s obsahem souboru popisných informací (grafický přehled parcel bude včetně </w:t>
      </w:r>
      <w:proofErr w:type="spellStart"/>
      <w:r w:rsidR="004F29E3" w:rsidRPr="00807735">
        <w:rPr>
          <w:sz w:val="24"/>
          <w:szCs w:val="24"/>
        </w:rPr>
        <w:t>intravilánu</w:t>
      </w:r>
      <w:proofErr w:type="spellEnd"/>
      <w:r w:rsidR="004F29E3" w:rsidRPr="00807735">
        <w:rPr>
          <w:sz w:val="24"/>
          <w:szCs w:val="24"/>
        </w:rPr>
        <w:t xml:space="preserve"> a bude průběžně aktualizován). </w:t>
      </w:r>
      <w:proofErr w:type="gramStart"/>
      <w:r w:rsidR="004F29E3" w:rsidRPr="00807735">
        <w:rPr>
          <w:sz w:val="24"/>
          <w:szCs w:val="24"/>
        </w:rPr>
        <w:t>Bude-li</w:t>
      </w:r>
      <w:proofErr w:type="gramEnd"/>
      <w:r w:rsidR="004F29E3" w:rsidRPr="00807735">
        <w:rPr>
          <w:sz w:val="24"/>
          <w:szCs w:val="24"/>
        </w:rPr>
        <w:t xml:space="preserve"> zjištěn rozdíl mezi </w:t>
      </w:r>
      <w:proofErr w:type="gramStart"/>
      <w:r w:rsidR="004F29E3" w:rsidRPr="00807735">
        <w:rPr>
          <w:sz w:val="24"/>
          <w:szCs w:val="24"/>
        </w:rPr>
        <w:t>SPI</w:t>
      </w:r>
      <w:proofErr w:type="gramEnd"/>
      <w:r w:rsidR="004F29E3" w:rsidRPr="00807735">
        <w:rPr>
          <w:sz w:val="24"/>
          <w:szCs w:val="24"/>
        </w:rPr>
        <w:t xml:space="preserve"> a SGI, projedná dodavatel rozdíly s katastrálním úřadem.</w:t>
      </w:r>
      <w:r w:rsidR="004F29E3">
        <w:rPr>
          <w:sz w:val="24"/>
          <w:szCs w:val="24"/>
        </w:rPr>
        <w:t xml:space="preserve"> Tento podklad bude sloužit pro vyhotovení seznamu parcel vstupujících do pozemkové úpravy.</w:t>
      </w:r>
    </w:p>
    <w:p w:rsidR="007B710F" w:rsidRPr="00AA6ADD" w:rsidRDefault="004F29E3" w:rsidP="007B710F">
      <w:pPr>
        <w:tabs>
          <w:tab w:val="num" w:pos="851"/>
        </w:tabs>
        <w:spacing w:before="120"/>
        <w:ind w:left="426" w:hanging="426"/>
        <w:jc w:val="both"/>
        <w:rPr>
          <w:sz w:val="24"/>
          <w:szCs w:val="24"/>
        </w:rPr>
      </w:pPr>
      <w:r>
        <w:rPr>
          <w:sz w:val="24"/>
          <w:szCs w:val="24"/>
        </w:rPr>
        <w:tab/>
      </w:r>
      <w:r w:rsidR="00CF0C18">
        <w:rPr>
          <w:sz w:val="24"/>
          <w:szCs w:val="24"/>
        </w:rPr>
        <w:t>Za dokončený fakturační celek je považováno písemné vyjádření katastrálního pracoviště o provedené kontrole kompletní dokumentace</w:t>
      </w:r>
      <w:r w:rsidR="00101F21">
        <w:rPr>
          <w:sz w:val="24"/>
          <w:szCs w:val="24"/>
        </w:rPr>
        <w:t xml:space="preserve"> (včetně potvrzených geometrických plánů)</w:t>
      </w:r>
      <w:r w:rsidR="00CF0C18">
        <w:rPr>
          <w:sz w:val="24"/>
          <w:szCs w:val="24"/>
        </w:rPr>
        <w:t xml:space="preserve"> k určení obvodu KPÚ bez nalezených vad a nedodělků</w:t>
      </w:r>
      <w:r>
        <w:rPr>
          <w:sz w:val="24"/>
          <w:szCs w:val="24"/>
        </w:rPr>
        <w:t xml:space="preserve"> a soupis rozdílů SPI a SGI předaný k řešení katastrálnímu úřadu</w:t>
      </w:r>
      <w:r w:rsidR="00CF0C18">
        <w:rPr>
          <w:sz w:val="24"/>
          <w:szCs w:val="24"/>
        </w:rPr>
        <w:t>.</w:t>
      </w:r>
    </w:p>
    <w:p w:rsidR="00C853EB" w:rsidRPr="00AA6ADD" w:rsidRDefault="00DA0FF1" w:rsidP="00C853EB">
      <w:pPr>
        <w:tabs>
          <w:tab w:val="num" w:pos="851"/>
        </w:tabs>
        <w:spacing w:before="120"/>
        <w:ind w:left="426" w:hanging="426"/>
        <w:jc w:val="both"/>
        <w:rPr>
          <w:sz w:val="24"/>
          <w:szCs w:val="24"/>
        </w:rPr>
      </w:pPr>
      <w:r w:rsidRPr="00AA6ADD">
        <w:rPr>
          <w:sz w:val="24"/>
          <w:szCs w:val="24"/>
        </w:rPr>
        <w:t>1.5.</w:t>
      </w:r>
      <w:r w:rsidR="00C853EB" w:rsidRPr="00AA6ADD">
        <w:rPr>
          <w:sz w:val="24"/>
          <w:szCs w:val="24"/>
        </w:rPr>
        <w:t xml:space="preserve"> Geometrické a polohové určení vnitřního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KPÚ s katastrálním úřadem. </w:t>
      </w:r>
      <w:r w:rsidR="00CF0C18">
        <w:rPr>
          <w:sz w:val="24"/>
          <w:szCs w:val="24"/>
        </w:rPr>
        <w:t>Za dokončený fakturační celek je považováno písemné vyjádření katastrálního pracoviště o provedené kontrole kompletní dokumentace</w:t>
      </w:r>
      <w:r w:rsidR="00101F21">
        <w:rPr>
          <w:sz w:val="24"/>
          <w:szCs w:val="24"/>
        </w:rPr>
        <w:t xml:space="preserve"> (včetně potvrzených geometrických plánů)</w:t>
      </w:r>
      <w:r w:rsidR="00CF0C18">
        <w:rPr>
          <w:sz w:val="24"/>
          <w:szCs w:val="24"/>
        </w:rPr>
        <w:t xml:space="preserve"> k určení obvodu KPÚ bez nalezených vad a nedodělků.</w:t>
      </w:r>
    </w:p>
    <w:p w:rsidR="00DA0FF1" w:rsidRDefault="00DA0FF1" w:rsidP="00807735">
      <w:pPr>
        <w:tabs>
          <w:tab w:val="num" w:pos="1080"/>
        </w:tabs>
        <w:spacing w:before="120"/>
        <w:ind w:left="426" w:hanging="426"/>
        <w:jc w:val="both"/>
        <w:rPr>
          <w:sz w:val="24"/>
          <w:szCs w:val="24"/>
        </w:rPr>
      </w:pPr>
      <w:proofErr w:type="gramStart"/>
      <w:r w:rsidRPr="00B63EDF">
        <w:rPr>
          <w:sz w:val="24"/>
          <w:szCs w:val="24"/>
        </w:rPr>
        <w:t>1.6</w:t>
      </w:r>
      <w:proofErr w:type="gramEnd"/>
      <w:r w:rsidRPr="00B63EDF">
        <w:rPr>
          <w:sz w:val="24"/>
          <w:szCs w:val="24"/>
        </w:rPr>
        <w:t>.</w:t>
      </w:r>
      <w:r w:rsidR="003D73C1">
        <w:rPr>
          <w:sz w:val="24"/>
          <w:szCs w:val="24"/>
        </w:rPr>
        <w:tab/>
      </w:r>
      <w:r w:rsidRPr="00B63EDF">
        <w:rPr>
          <w:sz w:val="24"/>
          <w:szCs w:val="24"/>
        </w:rPr>
        <w:t xml:space="preserve">Zjišťování a zaměření hranic pozemků neřešených </w:t>
      </w:r>
      <w:r>
        <w:rPr>
          <w:sz w:val="24"/>
          <w:szCs w:val="24"/>
        </w:rPr>
        <w:t>po</w:t>
      </w:r>
      <w:r w:rsidRPr="00B63EDF">
        <w:rPr>
          <w:sz w:val="24"/>
          <w:szCs w:val="24"/>
        </w:rPr>
        <w:t>dle § 2 zákona č. 139/2002 Sb. Zjišťování hranic pozemků a jejich zaměření bude provedeno v souladu s ustanovením § 7 odst. 6 vyhl. č. 545/2002 Sb.</w:t>
      </w:r>
      <w:r>
        <w:rPr>
          <w:sz w:val="24"/>
          <w:szCs w:val="24"/>
        </w:rPr>
        <w:t xml:space="preserve"> a dle požadavků příslušného pracoviště katastrálního úřadu uvedených v dohodě s pozemkovým úřadem (bod 3c náležitosti návrhu pozemkových úprav – příloha k vyhlášce č.</w:t>
      </w:r>
      <w:r w:rsidR="00356B1B">
        <w:rPr>
          <w:sz w:val="24"/>
          <w:szCs w:val="24"/>
        </w:rPr>
        <w:t> </w:t>
      </w:r>
      <w:r>
        <w:rPr>
          <w:sz w:val="24"/>
          <w:szCs w:val="24"/>
        </w:rPr>
        <w:t>545/2002 Sb., v platném znění).</w:t>
      </w:r>
      <w:r w:rsidR="00444F8E" w:rsidRPr="00444F8E">
        <w:rPr>
          <w:sz w:val="24"/>
          <w:szCs w:val="24"/>
        </w:rPr>
        <w:t xml:space="preserve"> </w:t>
      </w:r>
    </w:p>
    <w:p w:rsidR="00564A46" w:rsidRDefault="00564A46" w:rsidP="00564A46">
      <w:pPr>
        <w:tabs>
          <w:tab w:val="num" w:pos="1080"/>
        </w:tabs>
        <w:spacing w:before="120"/>
        <w:ind w:left="426" w:hanging="426"/>
        <w:jc w:val="both"/>
        <w:rPr>
          <w:color w:val="FF0000"/>
          <w:sz w:val="24"/>
          <w:szCs w:val="24"/>
        </w:rPr>
      </w:pPr>
      <w:r>
        <w:rPr>
          <w:sz w:val="24"/>
          <w:szCs w:val="24"/>
        </w:rPr>
        <w:tab/>
      </w:r>
      <w:r w:rsidRPr="00423BA6">
        <w:rPr>
          <w:sz w:val="24"/>
          <w:szCs w:val="24"/>
        </w:rPr>
        <w:t>Předpokládá se zahrnutí všech pozemků mezi pozemky tzv. „řešené“ dle § 2 zákona, což představuje oceňování lesních porostů pro účely stanovení nároků vlastníků. Jednotky určené krycím listem pro zjišťování hranic pozemků neřešených dle § 2 zákona se využijí pouze v případě, že se nepodaří od některého z vlastníků pozemků vyjmenovaných v § 3 zákona, získat potřebný souhlas.</w:t>
      </w:r>
    </w:p>
    <w:p w:rsidR="00DA0FF1" w:rsidRDefault="00DA0FF1" w:rsidP="00807735">
      <w:pPr>
        <w:spacing w:before="120"/>
        <w:ind w:left="426" w:hanging="426"/>
        <w:jc w:val="both"/>
        <w:rPr>
          <w:sz w:val="24"/>
          <w:szCs w:val="24"/>
        </w:rPr>
      </w:pPr>
      <w:r w:rsidRPr="00B63EDF">
        <w:rPr>
          <w:sz w:val="24"/>
          <w:szCs w:val="24"/>
        </w:rPr>
        <w:t>1.</w:t>
      </w:r>
      <w:r>
        <w:rPr>
          <w:sz w:val="24"/>
          <w:szCs w:val="24"/>
        </w:rPr>
        <w:t>7</w:t>
      </w:r>
      <w:r w:rsidRPr="00B63EDF">
        <w:rPr>
          <w:sz w:val="24"/>
          <w:szCs w:val="24"/>
        </w:rPr>
        <w:t>. Zpracování dokumentace soupisu nároků vlastníků pozemků pro vypracování návrhu nového uspořádání</w:t>
      </w:r>
      <w:r>
        <w:rPr>
          <w:sz w:val="24"/>
          <w:szCs w:val="24"/>
        </w:rPr>
        <w:t xml:space="preserve"> pozemků</w:t>
      </w:r>
      <w:r w:rsidR="00FD31F6">
        <w:rPr>
          <w:sz w:val="24"/>
          <w:szCs w:val="24"/>
        </w:rPr>
        <w:t xml:space="preserve"> včetně ocenění porostů</w:t>
      </w:r>
      <w:r w:rsidRPr="00B63EDF">
        <w:rPr>
          <w:sz w:val="24"/>
          <w:szCs w:val="24"/>
        </w:rPr>
        <w:t xml:space="preserve">. </w:t>
      </w:r>
      <w:r>
        <w:rPr>
          <w:sz w:val="24"/>
          <w:szCs w:val="24"/>
        </w:rPr>
        <w:t>Identifikace</w:t>
      </w:r>
      <w:r w:rsidRPr="00B63EDF">
        <w:rPr>
          <w:sz w:val="24"/>
          <w:szCs w:val="24"/>
        </w:rPr>
        <w:t xml:space="preserve"> případných nedokončených restitučních nároků, spolupráce při zjištění zemřelých vlastníků a dat jejich úmrtí, návrh na ustanovení opatrovníků, které pak usnesením ustanoví pozemkový úřad. </w:t>
      </w:r>
      <w:r>
        <w:rPr>
          <w:sz w:val="24"/>
          <w:szCs w:val="24"/>
        </w:rPr>
        <w:t>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zhotovitel s příslušným katastrálním úřadem.</w:t>
      </w:r>
      <w:r w:rsidR="00390CFC">
        <w:rPr>
          <w:sz w:val="24"/>
          <w:szCs w:val="24"/>
        </w:rPr>
        <w:t xml:space="preserve"> Soupisy nároků budou zaslány všem vlastníkům a budou s nimi projednány. Za dokončen</w:t>
      </w:r>
      <w:r w:rsidR="004C4F9D">
        <w:rPr>
          <w:sz w:val="24"/>
          <w:szCs w:val="24"/>
        </w:rPr>
        <w:t>ý dílčí fakturační celek bude považováno vyhotovení soupisů nároků</w:t>
      </w:r>
      <w:r w:rsidR="00D963AF">
        <w:rPr>
          <w:sz w:val="24"/>
          <w:szCs w:val="24"/>
        </w:rPr>
        <w:t xml:space="preserve"> a</w:t>
      </w:r>
      <w:r w:rsidR="004C4F9D">
        <w:rPr>
          <w:sz w:val="24"/>
          <w:szCs w:val="24"/>
        </w:rPr>
        <w:t xml:space="preserve"> jejich projednání.</w:t>
      </w:r>
    </w:p>
    <w:p w:rsidR="007B710F" w:rsidRDefault="00DA0FF1" w:rsidP="007B710F">
      <w:pPr>
        <w:ind w:left="426"/>
        <w:jc w:val="both"/>
        <w:rPr>
          <w:sz w:val="24"/>
          <w:szCs w:val="24"/>
        </w:rPr>
      </w:pPr>
      <w:r w:rsidRPr="00B63EDF">
        <w:rPr>
          <w:sz w:val="24"/>
          <w:szCs w:val="24"/>
        </w:rPr>
        <w:t>Součástí a podkladem pro vypracování dokumentace nároků vlastníků bude topologická úprava linií BPEJ na zaměřený skutečný stav, odsouhlasené  VÚMOP</w:t>
      </w:r>
      <w:r>
        <w:rPr>
          <w:sz w:val="24"/>
          <w:szCs w:val="24"/>
        </w:rPr>
        <w:t xml:space="preserve">, </w:t>
      </w:r>
      <w:proofErr w:type="gramStart"/>
      <w:r>
        <w:rPr>
          <w:sz w:val="24"/>
          <w:szCs w:val="24"/>
        </w:rPr>
        <w:t>v.v.</w:t>
      </w:r>
      <w:proofErr w:type="gramEnd"/>
      <w:r>
        <w:rPr>
          <w:sz w:val="24"/>
          <w:szCs w:val="24"/>
        </w:rPr>
        <w:t>i</w:t>
      </w:r>
      <w:r w:rsidR="00356B1B">
        <w:rPr>
          <w:sz w:val="24"/>
          <w:szCs w:val="24"/>
        </w:rPr>
        <w:t xml:space="preserve"> (dle platného metodického postupu pro aktualizaci BPEJ)</w:t>
      </w:r>
      <w:r w:rsidRPr="00B63EDF">
        <w:rPr>
          <w:sz w:val="24"/>
          <w:szCs w:val="24"/>
        </w:rPr>
        <w:t xml:space="preserve">. Elaborát </w:t>
      </w:r>
      <w:r>
        <w:rPr>
          <w:sz w:val="24"/>
          <w:szCs w:val="24"/>
        </w:rPr>
        <w:t xml:space="preserve"> </w:t>
      </w:r>
      <w:r w:rsidRPr="00B63EDF">
        <w:rPr>
          <w:sz w:val="24"/>
          <w:szCs w:val="24"/>
        </w:rPr>
        <w:t xml:space="preserve">bude </w:t>
      </w:r>
      <w:r>
        <w:rPr>
          <w:sz w:val="24"/>
          <w:szCs w:val="24"/>
        </w:rPr>
        <w:t xml:space="preserve"> </w:t>
      </w:r>
      <w:r w:rsidRPr="00B63EDF">
        <w:rPr>
          <w:sz w:val="24"/>
          <w:szCs w:val="24"/>
        </w:rPr>
        <w:t>vypracován</w:t>
      </w:r>
      <w:r>
        <w:rPr>
          <w:sz w:val="24"/>
          <w:szCs w:val="24"/>
        </w:rPr>
        <w:t xml:space="preserve"> </w:t>
      </w:r>
      <w:r w:rsidRPr="00B63EDF">
        <w:rPr>
          <w:sz w:val="24"/>
          <w:szCs w:val="24"/>
        </w:rPr>
        <w:t xml:space="preserve"> v </w:t>
      </w:r>
      <w:r>
        <w:rPr>
          <w:sz w:val="24"/>
          <w:szCs w:val="24"/>
        </w:rPr>
        <w:t xml:space="preserve"> </w:t>
      </w:r>
      <w:proofErr w:type="gramStart"/>
      <w:r w:rsidRPr="00B63EDF">
        <w:rPr>
          <w:sz w:val="24"/>
          <w:szCs w:val="24"/>
        </w:rPr>
        <w:t xml:space="preserve">souladu </w:t>
      </w:r>
      <w:r>
        <w:rPr>
          <w:sz w:val="24"/>
          <w:szCs w:val="24"/>
        </w:rPr>
        <w:t xml:space="preserve"> </w:t>
      </w:r>
      <w:r w:rsidRPr="00B63EDF">
        <w:rPr>
          <w:sz w:val="24"/>
          <w:szCs w:val="24"/>
        </w:rPr>
        <w:t>s </w:t>
      </w:r>
      <w:r>
        <w:rPr>
          <w:sz w:val="24"/>
          <w:szCs w:val="24"/>
        </w:rPr>
        <w:t xml:space="preserve"> </w:t>
      </w:r>
      <w:proofErr w:type="spellStart"/>
      <w:r w:rsidRPr="00B63EDF">
        <w:rPr>
          <w:sz w:val="24"/>
          <w:szCs w:val="24"/>
        </w:rPr>
        <w:t>ust</w:t>
      </w:r>
      <w:proofErr w:type="spellEnd"/>
      <w:proofErr w:type="gramEnd"/>
      <w:r w:rsidRPr="00B63EDF">
        <w:rPr>
          <w:sz w:val="24"/>
          <w:szCs w:val="24"/>
        </w:rPr>
        <w:t xml:space="preserve">. </w:t>
      </w:r>
      <w:r>
        <w:rPr>
          <w:sz w:val="24"/>
          <w:szCs w:val="24"/>
        </w:rPr>
        <w:t xml:space="preserve"> </w:t>
      </w:r>
      <w:proofErr w:type="gramStart"/>
      <w:r w:rsidRPr="00B63EDF">
        <w:rPr>
          <w:sz w:val="24"/>
          <w:szCs w:val="24"/>
        </w:rPr>
        <w:t xml:space="preserve">§ </w:t>
      </w:r>
      <w:r>
        <w:rPr>
          <w:sz w:val="24"/>
          <w:szCs w:val="24"/>
        </w:rPr>
        <w:t xml:space="preserve"> </w:t>
      </w:r>
      <w:r w:rsidRPr="00B63EDF">
        <w:rPr>
          <w:sz w:val="24"/>
          <w:szCs w:val="24"/>
        </w:rPr>
        <w:t>8 zákona</w:t>
      </w:r>
      <w:proofErr w:type="gramEnd"/>
      <w:r w:rsidRPr="00B63EDF">
        <w:rPr>
          <w:sz w:val="24"/>
          <w:szCs w:val="24"/>
        </w:rPr>
        <w:t xml:space="preserve">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w:t>
      </w:r>
      <w:smartTag w:uri="urn:schemas-microsoft-com:office:smarttags" w:element="metricconverter">
        <w:smartTagPr>
          <w:attr w:name="ProductID" w:val="4 a"/>
        </w:smartTagPr>
        <w:r w:rsidRPr="00B63EDF">
          <w:rPr>
            <w:sz w:val="24"/>
            <w:szCs w:val="24"/>
          </w:rPr>
          <w:t>4 a</w:t>
        </w:r>
      </w:smartTag>
      <w:r w:rsidRPr="00B63EDF">
        <w:rPr>
          <w:sz w:val="24"/>
          <w:szCs w:val="24"/>
        </w:rPr>
        <w:t xml:space="preserve"> 5 zákona č. 139/2002 Sb. </w:t>
      </w:r>
    </w:p>
    <w:p w:rsidR="00DA0FF1" w:rsidRDefault="00DA0FF1" w:rsidP="006A055A">
      <w:pPr>
        <w:spacing w:before="120"/>
        <w:ind w:left="426" w:hanging="426"/>
        <w:jc w:val="both"/>
        <w:rPr>
          <w:b/>
          <w:bCs/>
          <w:sz w:val="24"/>
          <w:szCs w:val="24"/>
        </w:rPr>
      </w:pPr>
      <w:r w:rsidRPr="00B63EDF">
        <w:rPr>
          <w:b/>
          <w:bCs/>
          <w:sz w:val="24"/>
          <w:szCs w:val="24"/>
        </w:rPr>
        <w:t>2.</w:t>
      </w:r>
      <w:r w:rsidRPr="00B63EDF">
        <w:rPr>
          <w:sz w:val="24"/>
          <w:szCs w:val="24"/>
        </w:rPr>
        <w:t xml:space="preserve"> </w:t>
      </w:r>
      <w:r>
        <w:rPr>
          <w:b/>
          <w:bCs/>
          <w:sz w:val="24"/>
          <w:szCs w:val="24"/>
        </w:rPr>
        <w:t>Hlavní fakturační celek</w:t>
      </w:r>
      <w:r w:rsidRPr="00B63EDF">
        <w:rPr>
          <w:b/>
          <w:bCs/>
          <w:sz w:val="24"/>
          <w:szCs w:val="24"/>
        </w:rPr>
        <w:t xml:space="preserve"> Návrhové práce je sestaven z následujících </w:t>
      </w:r>
      <w:r>
        <w:rPr>
          <w:b/>
          <w:bCs/>
          <w:sz w:val="24"/>
          <w:szCs w:val="24"/>
        </w:rPr>
        <w:t xml:space="preserve">dílčích </w:t>
      </w:r>
      <w:r w:rsidRPr="00B63EDF">
        <w:rPr>
          <w:b/>
          <w:bCs/>
          <w:sz w:val="24"/>
          <w:szCs w:val="24"/>
        </w:rPr>
        <w:t>fakturačních celků</w:t>
      </w:r>
    </w:p>
    <w:p w:rsidR="00D963AF" w:rsidRDefault="00DA0FF1" w:rsidP="006A055A">
      <w:pPr>
        <w:pStyle w:val="Zkladntextodsazen3"/>
        <w:spacing w:before="120"/>
        <w:ind w:left="426" w:hanging="426"/>
      </w:pPr>
      <w:proofErr w:type="gramStart"/>
      <w:r w:rsidRPr="00E04BC6">
        <w:t>2.1</w:t>
      </w:r>
      <w:proofErr w:type="gramEnd"/>
      <w:r w:rsidRPr="00E04BC6">
        <w:t>.</w:t>
      </w:r>
      <w:r w:rsidR="00B42291">
        <w:tab/>
      </w:r>
      <w:r w:rsidRPr="00E04BC6">
        <w:t>Vypracování plánu společných zařízení</w:t>
      </w:r>
      <w:r w:rsidR="001617A2">
        <w:t xml:space="preserve"> (PSZ)</w:t>
      </w:r>
      <w:r w:rsidRPr="00E04BC6">
        <w:t>, vč. vyjádření orgánů a organizací v průběhu zpracování plánu</w:t>
      </w:r>
      <w:r>
        <w:t xml:space="preserve"> a vyhotovení celkové bilance půdního fondu, kterou je nutné vyčlenit k jeho provedení, včetně bilance použitých pozemků ve vlastnictví státu, obce popř. jiných vlastníků</w:t>
      </w:r>
      <w:r w:rsidRPr="00E04BC6">
        <w:t xml:space="preserve">. </w:t>
      </w:r>
      <w:r w:rsidR="001617A2">
        <w:t xml:space="preserve">PSZ musí obsahovat konečné polohové a dostatečně dimenzované určení pozemků potřebných pro umístění společných zařízení. </w:t>
      </w:r>
      <w:r w:rsidRPr="00E04BC6">
        <w:t>Dokumentace k plánu společných zařízení bude vyhotovena dle výsledků rozboru současného stavu území a požadavků objednatele</w:t>
      </w:r>
      <w:r w:rsidR="004F29E3">
        <w:t>, včetně dokumentací technického řešení ověřených příslušnou odborně způsobilou osobou</w:t>
      </w:r>
      <w:r w:rsidR="00285F9F">
        <w:t>.</w:t>
      </w:r>
      <w:r w:rsidRPr="00E04BC6">
        <w:t xml:space="preserve"> Plán společných zařízení bude projednán a odsouhlasen se sborem zástupc</w:t>
      </w:r>
      <w:r>
        <w:t>ů vlastníků, dotčenými orgány a </w:t>
      </w:r>
      <w:r w:rsidRPr="00E04BC6">
        <w:t xml:space="preserve">organizacemi, včetně vyřešení všech připomínek, </w:t>
      </w:r>
      <w:r w:rsidR="00F4519A">
        <w:t xml:space="preserve">bude schválen </w:t>
      </w:r>
      <w:r w:rsidR="00CC79B8">
        <w:t>technicko-</w:t>
      </w:r>
      <w:r w:rsidR="00F4519A">
        <w:t xml:space="preserve">dokumentační komisí </w:t>
      </w:r>
      <w:r w:rsidR="00CC79B8">
        <w:t xml:space="preserve">ÚPÚ </w:t>
      </w:r>
      <w:r w:rsidR="00F4519A">
        <w:t>a</w:t>
      </w:r>
      <w:r w:rsidR="00F4519A" w:rsidRPr="00E04BC6">
        <w:t xml:space="preserve"> </w:t>
      </w:r>
      <w:r w:rsidRPr="00E04BC6">
        <w:t xml:space="preserve">bude projednán a schválen zastupitelstvem příslušné obce na veřejném zasedání. </w:t>
      </w:r>
      <w:r w:rsidR="00285F9F">
        <w:t>Bude</w:t>
      </w:r>
      <w:r w:rsidRPr="00E04BC6">
        <w:t xml:space="preserve"> funkčně provázán na sousední </w:t>
      </w:r>
      <w:proofErr w:type="gramStart"/>
      <w:r w:rsidRPr="00E04BC6">
        <w:t>k.</w:t>
      </w:r>
      <w:proofErr w:type="spellStart"/>
      <w:r w:rsidRPr="00E04BC6">
        <w:t>ú</w:t>
      </w:r>
      <w:proofErr w:type="spellEnd"/>
      <w:r w:rsidRPr="00E04BC6">
        <w:t xml:space="preserve">. </w:t>
      </w:r>
      <w:r w:rsidR="0068208C">
        <w:t xml:space="preserve">a </w:t>
      </w:r>
      <w:proofErr w:type="spellStart"/>
      <w:r w:rsidR="0068208C">
        <w:t>intravilán</w:t>
      </w:r>
      <w:proofErr w:type="spellEnd"/>
      <w:proofErr w:type="gramEnd"/>
      <w:r w:rsidR="0068208C">
        <w:t xml:space="preserve"> obce. </w:t>
      </w:r>
      <w:r w:rsidRPr="00E04BC6">
        <w:t>Součástí díla bude i posouzení navržených změn v situování společných zařízení ve srovnání se schváleným územním plánem řešeného katastrálního území. Součástí díla nejsou projekty pro stavební povolení a realizaci staveb.</w:t>
      </w:r>
    </w:p>
    <w:p w:rsidR="00DA0FF1" w:rsidRPr="00E04BC6" w:rsidRDefault="00D963AF" w:rsidP="006A055A">
      <w:pPr>
        <w:pStyle w:val="Zkladntextodsazen3"/>
        <w:spacing w:before="120"/>
        <w:ind w:left="426" w:hanging="426"/>
      </w:pPr>
      <w:r>
        <w:tab/>
      </w:r>
      <w:r w:rsidR="0058273E">
        <w:t xml:space="preserve">Vzhledem ke složitosti schvalovacího procesu je nezbytné, aby zpracovatel předal </w:t>
      </w:r>
      <w:r w:rsidR="00AF0320">
        <w:t xml:space="preserve">kompletně </w:t>
      </w:r>
      <w:r w:rsidR="0058273E">
        <w:t>dokončený PSZ</w:t>
      </w:r>
      <w:r w:rsidR="00AF0320">
        <w:t xml:space="preserve"> (včetně dokumentace technického řešení)</w:t>
      </w:r>
      <w:r w:rsidR="0058273E">
        <w:t xml:space="preserve"> nejméně 3 měsíce před uplynutím termínu pozemkovému úřadu ke kontrole.</w:t>
      </w:r>
      <w:r w:rsidR="00E3586F">
        <w:t xml:space="preserve"> </w:t>
      </w:r>
      <w:r>
        <w:t>Pokud tato podmínka nebude splněna, nemůže pozemkový úřad zaručit včasné předání PSZ k projednání v technicko-dokumentační komisi ÚPÚ.</w:t>
      </w:r>
    </w:p>
    <w:p w:rsidR="007B710F" w:rsidRDefault="00DA0FF1" w:rsidP="007B710F">
      <w:pPr>
        <w:pStyle w:val="Zkladntextodsazen3"/>
        <w:spacing w:before="120"/>
        <w:ind w:left="426" w:hanging="426"/>
      </w:pPr>
      <w:proofErr w:type="gramStart"/>
      <w:r w:rsidRPr="00E04BC6">
        <w:t>2.2</w:t>
      </w:r>
      <w:proofErr w:type="gramEnd"/>
      <w:r w:rsidRPr="00E04BC6">
        <w:t>.</w:t>
      </w:r>
      <w:r w:rsidR="00B42291">
        <w:tab/>
      </w:r>
      <w:r w:rsidRPr="00E04BC6">
        <w:t>Výškopisné zaměření zájmového území. Zaměření bude provedeno v nezbytném rozsahu u pozemků ohrožených vodní erozí nebo u pozemků, na nichž se předpokládá výs</w:t>
      </w:r>
      <w:r>
        <w:t>tavba a realizace</w:t>
      </w:r>
      <w:r w:rsidRPr="00E04BC6">
        <w:t xml:space="preserve"> společných zařízení</w:t>
      </w:r>
      <w:r>
        <w:t>.</w:t>
      </w:r>
      <w:r w:rsidR="003D73C1">
        <w:t xml:space="preserve"> </w:t>
      </w:r>
      <w:r w:rsidR="003D73C1" w:rsidRPr="00330649">
        <w:t xml:space="preserve">Potřebnou plochu navrhne zpracovatel a konečný rozsah plochy </w:t>
      </w:r>
      <w:r w:rsidR="00BF7B31">
        <w:t>odsouhlasí</w:t>
      </w:r>
      <w:r w:rsidR="003D73C1" w:rsidRPr="00330649">
        <w:t xml:space="preserve"> objednatel</w:t>
      </w:r>
      <w:r w:rsidR="003D73C1">
        <w:t>.</w:t>
      </w:r>
    </w:p>
    <w:p w:rsidR="00AB5A9F" w:rsidRDefault="00DA0FF1" w:rsidP="00AB5A9F">
      <w:pPr>
        <w:pStyle w:val="Zkladntextodsazen3"/>
        <w:spacing w:before="120"/>
        <w:ind w:left="426" w:hanging="426"/>
      </w:pPr>
      <w:proofErr w:type="gramStart"/>
      <w:r w:rsidRPr="00E04BC6">
        <w:t>2.3</w:t>
      </w:r>
      <w:proofErr w:type="gramEnd"/>
      <w:r w:rsidRPr="00E04BC6">
        <w:t>.</w:t>
      </w:r>
      <w:r w:rsidR="00B42291">
        <w:tab/>
      </w:r>
      <w:r w:rsidRPr="00E04BC6">
        <w:t xml:space="preserve">Potřebné podélné a příčné profily společných zařízení pro stanovení plochy záboru půdy, </w:t>
      </w:r>
      <w:r>
        <w:t>z</w:t>
      </w:r>
      <w:r w:rsidRPr="00E04BC6">
        <w:t xml:space="preserve">ejména </w:t>
      </w:r>
      <w:r>
        <w:t>u hlavních</w:t>
      </w:r>
      <w:r w:rsidRPr="00E04BC6">
        <w:t xml:space="preserve"> komunikací a dalších staveb (s ohledem na případné násypy nebo zářezy)</w:t>
      </w:r>
      <w:r>
        <w:t xml:space="preserve"> </w:t>
      </w:r>
      <w:r w:rsidRPr="00E04BC6">
        <w:t xml:space="preserve">včetně </w:t>
      </w:r>
      <w:proofErr w:type="spellStart"/>
      <w:r w:rsidRPr="00E04BC6">
        <w:t>geol</w:t>
      </w:r>
      <w:proofErr w:type="spellEnd"/>
      <w:r w:rsidRPr="00E04BC6">
        <w:t xml:space="preserve">. </w:t>
      </w:r>
      <w:r>
        <w:t>p</w:t>
      </w:r>
      <w:r w:rsidRPr="00E04BC6">
        <w:t>růzkumu</w:t>
      </w:r>
      <w:r>
        <w:t>, vyžaduje-li to charakter území</w:t>
      </w:r>
      <w:r w:rsidR="003D73C1">
        <w:t>.</w:t>
      </w:r>
      <w:r>
        <w:t xml:space="preserve"> </w:t>
      </w:r>
      <w:r w:rsidR="002551FB">
        <w:t>Do předpokládan</w:t>
      </w:r>
      <w:r w:rsidR="008C3E8B">
        <w:t xml:space="preserve">ého počtu </w:t>
      </w:r>
      <w:proofErr w:type="gramStart"/>
      <w:r w:rsidR="008C3E8B">
        <w:t xml:space="preserve">měrných </w:t>
      </w:r>
      <w:r w:rsidR="002551FB">
        <w:t xml:space="preserve"> jednotek</w:t>
      </w:r>
      <w:proofErr w:type="gramEnd"/>
      <w:r w:rsidR="002551FB">
        <w:t xml:space="preserve"> v krycím listu </w:t>
      </w:r>
      <w:r w:rsidR="008C3E8B">
        <w:t xml:space="preserve">nabídkové ceny </w:t>
      </w:r>
      <w:r w:rsidR="002551FB">
        <w:t xml:space="preserve">je započítána pouze </w:t>
      </w:r>
      <w:r w:rsidR="004D36AC">
        <w:t xml:space="preserve">vodorovná </w:t>
      </w:r>
      <w:r w:rsidR="002551FB">
        <w:t xml:space="preserve">délka podélných řezů. Příčné řezy budou vyhotoveny ke každému </w:t>
      </w:r>
      <w:proofErr w:type="gramStart"/>
      <w:r w:rsidR="002551FB">
        <w:t>podélném</w:t>
      </w:r>
      <w:proofErr w:type="gramEnd"/>
      <w:r w:rsidR="002551FB">
        <w:t xml:space="preserve"> řezu min. </w:t>
      </w:r>
      <w:r w:rsidR="001E16FF">
        <w:t>ve</w:t>
      </w:r>
      <w:r w:rsidR="002551FB">
        <w:t xml:space="preserve"> vzdálenosti </w:t>
      </w:r>
      <w:r w:rsidR="008C3E8B">
        <w:t xml:space="preserve">po </w:t>
      </w:r>
      <w:r w:rsidR="002551FB">
        <w:t>40 m</w:t>
      </w:r>
      <w:r w:rsidR="00FB7E36">
        <w:t xml:space="preserve"> a jsou zahrnuty do kalkulace ceny.</w:t>
      </w:r>
      <w:r w:rsidR="002551FB">
        <w:t xml:space="preserve"> </w:t>
      </w:r>
      <w:r w:rsidRPr="00BF2B00">
        <w:t xml:space="preserve">Provedení předběžných </w:t>
      </w:r>
      <w:proofErr w:type="spellStart"/>
      <w:r w:rsidRPr="00BF2B00">
        <w:t>geotechnických</w:t>
      </w:r>
      <w:proofErr w:type="spellEnd"/>
      <w:r w:rsidRPr="00BF2B00">
        <w:t xml:space="preserve"> průzkumů pro stavby plánu SZ</w:t>
      </w:r>
      <w:r>
        <w:t xml:space="preserve"> s prioritní potřebou realizace.</w:t>
      </w:r>
      <w:r w:rsidR="00AB5A9F">
        <w:t xml:space="preserve"> </w:t>
      </w:r>
      <w:r w:rsidR="00AB5A9F" w:rsidRPr="00330649">
        <w:t>Potřebn</w:t>
      </w:r>
      <w:r w:rsidR="00AB5A9F">
        <w:t>ý</w:t>
      </w:r>
      <w:r w:rsidR="00AB5A9F" w:rsidRPr="00330649">
        <w:t xml:space="preserve"> </w:t>
      </w:r>
      <w:r w:rsidR="00AB5A9F">
        <w:t>rozsah</w:t>
      </w:r>
      <w:r w:rsidR="00AB5A9F" w:rsidRPr="00330649">
        <w:t xml:space="preserve"> navrhne zpracovatel a </w:t>
      </w:r>
      <w:r w:rsidR="00AB5A9F">
        <w:t>odsouhlasí</w:t>
      </w:r>
      <w:r w:rsidR="00AB5A9F" w:rsidRPr="00330649">
        <w:t xml:space="preserve"> </w:t>
      </w:r>
      <w:r w:rsidR="00AB5A9F">
        <w:t xml:space="preserve">ho </w:t>
      </w:r>
      <w:r w:rsidR="00AB5A9F" w:rsidRPr="00330649">
        <w:t>objednatel</w:t>
      </w:r>
      <w:r w:rsidR="00AB5A9F">
        <w:t>.</w:t>
      </w:r>
    </w:p>
    <w:p w:rsidR="00AB5A9F" w:rsidRDefault="00DA0FF1" w:rsidP="00AB5A9F">
      <w:pPr>
        <w:pStyle w:val="Zkladntextodsazen3"/>
        <w:spacing w:before="120"/>
        <w:ind w:left="426" w:hanging="426"/>
      </w:pPr>
      <w:proofErr w:type="gramStart"/>
      <w:r w:rsidRPr="00E04BC6">
        <w:t>2.4</w:t>
      </w:r>
      <w:proofErr w:type="gramEnd"/>
      <w:r w:rsidRPr="00E04BC6">
        <w:t>.</w:t>
      </w:r>
      <w:r w:rsidR="00B42291">
        <w:tab/>
      </w:r>
      <w:r w:rsidRPr="00E04BC6">
        <w:t xml:space="preserve">Potřebné podélné a příčné profily společných zařízení pro stanovení plochy záboru půdy, včetně </w:t>
      </w:r>
      <w:proofErr w:type="spellStart"/>
      <w:r w:rsidRPr="00E04BC6">
        <w:t>geol</w:t>
      </w:r>
      <w:proofErr w:type="spellEnd"/>
      <w:r w:rsidRPr="00E04BC6">
        <w:t>. průzkumu a nezbytných výpočtů pro vodohospodářskou část plánu společných zařízení. To vše s ohledem na potřeby správy a provozu jednotlivých vodohospodářských zařízení.</w:t>
      </w:r>
      <w:r w:rsidR="00AB5A9F">
        <w:t xml:space="preserve"> </w:t>
      </w:r>
      <w:r w:rsidR="008C3E8B">
        <w:t xml:space="preserve">Do předpokládaného počtu </w:t>
      </w:r>
      <w:proofErr w:type="gramStart"/>
      <w:r w:rsidR="008C3E8B">
        <w:t>měrných  jednotek</w:t>
      </w:r>
      <w:proofErr w:type="gramEnd"/>
      <w:r w:rsidR="008C3E8B">
        <w:t xml:space="preserve"> v krycím listu nabídkové ceny je započítána pouze vodorovná délka podélných řezů</w:t>
      </w:r>
      <w:r w:rsidR="004F29E3">
        <w:t xml:space="preserve"> vodohospodářských a protierozních opatření</w:t>
      </w:r>
      <w:r w:rsidR="008C3E8B">
        <w:t xml:space="preserve">. Příčné řezy budou vyhotoveny ke každému </w:t>
      </w:r>
      <w:proofErr w:type="gramStart"/>
      <w:r w:rsidR="008C3E8B">
        <w:t>podélném</w:t>
      </w:r>
      <w:proofErr w:type="gramEnd"/>
      <w:r w:rsidR="008C3E8B">
        <w:t xml:space="preserve"> řezu min. ve vzdálenosti po 40 m</w:t>
      </w:r>
      <w:r w:rsidR="00FB7E36">
        <w:t xml:space="preserve"> a jsou zahrnuty do kalkulace ceny.</w:t>
      </w:r>
      <w:r w:rsidR="008C3E8B">
        <w:t xml:space="preserve"> </w:t>
      </w:r>
      <w:r w:rsidR="00AB5A9F" w:rsidRPr="00330649">
        <w:t>Potřebn</w:t>
      </w:r>
      <w:r w:rsidR="00AB5A9F">
        <w:t>ý</w:t>
      </w:r>
      <w:r w:rsidR="00AB5A9F" w:rsidRPr="00330649">
        <w:t xml:space="preserve"> </w:t>
      </w:r>
      <w:r w:rsidR="00AB5A9F">
        <w:t>rozsah</w:t>
      </w:r>
      <w:r w:rsidR="00AB5A9F" w:rsidRPr="00330649">
        <w:t xml:space="preserve"> navrhne zpracovatel a </w:t>
      </w:r>
      <w:r w:rsidR="00AB5A9F">
        <w:t>odsouhlasí</w:t>
      </w:r>
      <w:r w:rsidR="00AB5A9F" w:rsidRPr="00330649">
        <w:t xml:space="preserve"> </w:t>
      </w:r>
      <w:r w:rsidR="00AB5A9F">
        <w:t xml:space="preserve">ho </w:t>
      </w:r>
      <w:r w:rsidR="00AB5A9F" w:rsidRPr="00330649">
        <w:t>objednatel</w:t>
      </w:r>
      <w:r w:rsidR="00AB5A9F">
        <w:t>.</w:t>
      </w:r>
    </w:p>
    <w:p w:rsidR="00DA0FF1" w:rsidRDefault="00DA0FF1" w:rsidP="006A055A">
      <w:pPr>
        <w:pStyle w:val="Zkladntextodsazen3"/>
        <w:spacing w:before="120"/>
        <w:ind w:left="426" w:hanging="426"/>
      </w:pPr>
      <w:proofErr w:type="gramStart"/>
      <w:r w:rsidRPr="003B6DB1">
        <w:t>2.5</w:t>
      </w:r>
      <w:proofErr w:type="gramEnd"/>
      <w:r w:rsidRPr="003B6DB1">
        <w:t>.</w:t>
      </w:r>
      <w:r w:rsidR="00B42291" w:rsidRPr="003B6DB1">
        <w:tab/>
      </w:r>
      <w:r w:rsidRPr="003B6DB1">
        <w:t>Vypracování návrhu nového uspořádání pozemků včetně bilancí</w:t>
      </w:r>
      <w:r w:rsidR="008F2CA0" w:rsidRPr="003B6DB1">
        <w:t xml:space="preserve"> a jim odpovídají</w:t>
      </w:r>
      <w:r w:rsidR="00AB5A9F">
        <w:t>cích</w:t>
      </w:r>
      <w:r w:rsidR="008F2CA0" w:rsidRPr="003B6DB1">
        <w:t xml:space="preserve"> mapových podkladů</w:t>
      </w:r>
      <w:r w:rsidRPr="003B6DB1">
        <w:t>. Optimální prostorové a funkční uspořádání nových pozemků  včetně bilancí</w:t>
      </w:r>
      <w:r w:rsidRPr="00F977B2">
        <w:t xml:space="preserve"> odsouhlasených vlastníky nejméně</w:t>
      </w:r>
      <w:r>
        <w:t xml:space="preserve"> </w:t>
      </w:r>
      <w:r w:rsidRPr="00F977B2">
        <w:t xml:space="preserve">75 % výměry pozemků řešených podle § 2 zákona č. 139/2002 Sb., zpracovaných v souladu s §§ </w:t>
      </w:r>
      <w:smartTag w:uri="urn:schemas-microsoft-com:office:smarttags" w:element="metricconverter">
        <w:smartTagPr>
          <w:attr w:name="ProductID" w:val="9 a"/>
        </w:smartTagPr>
        <w:r w:rsidRPr="00F977B2">
          <w:t>9 a</w:t>
        </w:r>
      </w:smartTag>
      <w:r w:rsidRPr="00F977B2">
        <w:t xml:space="preserve"> 10 zákona č. 139/2002 Sb., s § 10 vyhl. č. 545/2002 Sb. a tabulkou č. 2 </w:t>
      </w:r>
      <w:proofErr w:type="gramStart"/>
      <w:r w:rsidRPr="00F977B2">
        <w:t>této</w:t>
      </w:r>
      <w:proofErr w:type="gramEnd"/>
      <w:r w:rsidRPr="00F977B2">
        <w:t xml:space="preserve"> vyhlášky. Dokumentace návrhu nového uspořádání</w:t>
      </w:r>
      <w:r>
        <w:t xml:space="preserve"> pozemků bude v rozsahu uvedeném v bodech </w:t>
      </w:r>
      <w:smartTag w:uri="urn:schemas-microsoft-com:office:smarttags" w:element="metricconverter">
        <w:smartTagPr>
          <w:attr w:name="ProductID" w:val="8 a"/>
        </w:smartTagPr>
        <w:r>
          <w:t>8 a</w:t>
        </w:r>
      </w:smartTag>
      <w:r>
        <w:t xml:space="preserve"> 9 přílohy k vyhl. č. 545/2002 </w:t>
      </w:r>
      <w:proofErr w:type="spellStart"/>
      <w:r>
        <w:t>Sb</w:t>
      </w:r>
      <w:proofErr w:type="spellEnd"/>
      <w:r w:rsidR="007E2586">
        <w:t>, včetně příloh pro vydání rozhodnutí o schválení návrhu KPÚ</w:t>
      </w:r>
      <w:r>
        <w:t>. Zpracování znaleckých posudků na ocenění věcných břemen a na ocenění pozemků vlastníků, které budou vykupovány ve prospěch státu pro dosažení cíle pozemkových úprav.</w:t>
      </w:r>
    </w:p>
    <w:p w:rsidR="0068208C" w:rsidRDefault="00B42291" w:rsidP="0068208C">
      <w:pPr>
        <w:pStyle w:val="Zkladntextodsazen3"/>
        <w:spacing w:before="120"/>
        <w:ind w:left="426" w:hanging="426"/>
      </w:pPr>
      <w:proofErr w:type="gramStart"/>
      <w:r>
        <w:t>2.6</w:t>
      </w:r>
      <w:proofErr w:type="gramEnd"/>
      <w:r>
        <w:t>.</w:t>
      </w:r>
      <w:r>
        <w:tab/>
      </w:r>
      <w:r w:rsidR="00DA0FF1" w:rsidRPr="00F977B2">
        <w:t xml:space="preserve">Předložení kompletní dokumentace návrhu KPÚ. Kompletní dokumentace bude předložena v rozsahu stanoveném přílohou k vyhl. č. 545/2002 Sb., a to v počtu </w:t>
      </w:r>
      <w:r w:rsidR="00E43C55">
        <w:t>dvou</w:t>
      </w:r>
      <w:r w:rsidR="00E43C55" w:rsidRPr="00F977B2">
        <w:t xml:space="preserve"> </w:t>
      </w:r>
      <w:r w:rsidR="00DA0FF1" w:rsidRPr="00F977B2">
        <w:t>vyhotovení v papírové formě a 1 x digitálně</w:t>
      </w:r>
      <w:r w:rsidR="00DA0FF1">
        <w:t xml:space="preserve">; </w:t>
      </w:r>
      <w:proofErr w:type="spellStart"/>
      <w:r w:rsidR="00DA0FF1">
        <w:t>paré</w:t>
      </w:r>
      <w:proofErr w:type="spellEnd"/>
      <w:r w:rsidR="00DA0FF1">
        <w:t xml:space="preserve"> č. 1 bude obsahovat originály dokladů.</w:t>
      </w:r>
      <w:r w:rsidR="00DA0FF1" w:rsidRPr="00F977B2">
        <w:t xml:space="preserve"> Vše bude řádně označeno, podepsáno s příslušným razítkem </w:t>
      </w:r>
      <w:r w:rsidR="00DA0FF1">
        <w:t>zhotovitele</w:t>
      </w:r>
      <w:r w:rsidR="00DA0FF1" w:rsidRPr="00F977B2">
        <w:t xml:space="preserve"> a osoby s předepsaným úředním oprávněním. Návrh KPÚ</w:t>
      </w:r>
      <w:r w:rsidR="00DA0FF1">
        <w:t xml:space="preserve"> bude předán včetně zapracovaných připomínek a námitek, podaných v době vystavení návrhu.</w:t>
      </w:r>
      <w:r w:rsidR="0068208C">
        <w:t xml:space="preserve"> V případě odvolání bude vypracována aktualizace kompletní dokumentace návrhu KPÚ.</w:t>
      </w:r>
    </w:p>
    <w:p w:rsidR="00DA0FF1" w:rsidRPr="00F977B2" w:rsidRDefault="00DA0FF1" w:rsidP="006A055A">
      <w:pPr>
        <w:spacing w:before="120"/>
        <w:ind w:left="426" w:hanging="426"/>
        <w:jc w:val="both"/>
        <w:rPr>
          <w:sz w:val="24"/>
          <w:szCs w:val="24"/>
        </w:rPr>
      </w:pPr>
      <w:r w:rsidRPr="00F977B2">
        <w:rPr>
          <w:b/>
          <w:bCs/>
          <w:sz w:val="24"/>
          <w:szCs w:val="24"/>
        </w:rPr>
        <w:t xml:space="preserve">3. </w:t>
      </w:r>
      <w:r>
        <w:rPr>
          <w:b/>
          <w:bCs/>
          <w:sz w:val="24"/>
          <w:szCs w:val="24"/>
        </w:rPr>
        <w:t>Hlavní fakturační celek</w:t>
      </w:r>
      <w:r w:rsidRPr="00F977B2">
        <w:rPr>
          <w:sz w:val="24"/>
          <w:szCs w:val="24"/>
        </w:rPr>
        <w:t xml:space="preserve"> </w:t>
      </w:r>
      <w:r w:rsidRPr="00F977B2">
        <w:rPr>
          <w:b/>
          <w:bCs/>
          <w:sz w:val="24"/>
          <w:szCs w:val="24"/>
        </w:rPr>
        <w:t>Vytyčení pozemků podle schváleného návrhu</w:t>
      </w:r>
      <w:r>
        <w:rPr>
          <w:b/>
          <w:bCs/>
          <w:sz w:val="24"/>
          <w:szCs w:val="24"/>
        </w:rPr>
        <w:t xml:space="preserve"> a</w:t>
      </w:r>
      <w:r w:rsidRPr="00F977B2">
        <w:rPr>
          <w:b/>
          <w:bCs/>
          <w:sz w:val="24"/>
          <w:szCs w:val="24"/>
        </w:rPr>
        <w:t xml:space="preserve"> mapové dílo je sestaven z následujících </w:t>
      </w:r>
      <w:r>
        <w:rPr>
          <w:b/>
          <w:bCs/>
          <w:sz w:val="24"/>
          <w:szCs w:val="24"/>
        </w:rPr>
        <w:t xml:space="preserve">dílčích </w:t>
      </w:r>
      <w:r w:rsidRPr="00F977B2">
        <w:rPr>
          <w:b/>
          <w:bCs/>
          <w:sz w:val="24"/>
          <w:szCs w:val="24"/>
        </w:rPr>
        <w:t>fakturačních celků</w:t>
      </w:r>
    </w:p>
    <w:p w:rsidR="00DA0FF1" w:rsidRPr="00F977B2" w:rsidRDefault="00DA0FF1" w:rsidP="006A055A">
      <w:pPr>
        <w:spacing w:before="120"/>
        <w:ind w:left="426" w:hanging="426"/>
        <w:jc w:val="both"/>
        <w:rPr>
          <w:sz w:val="24"/>
          <w:szCs w:val="24"/>
        </w:rPr>
      </w:pPr>
      <w:r w:rsidRPr="00F977B2">
        <w:rPr>
          <w:sz w:val="24"/>
          <w:szCs w:val="24"/>
        </w:rPr>
        <w:t xml:space="preserve">3.1. Vytyčení </w:t>
      </w:r>
      <w:r>
        <w:rPr>
          <w:sz w:val="24"/>
          <w:szCs w:val="24"/>
        </w:rPr>
        <w:t xml:space="preserve">a označení </w:t>
      </w:r>
      <w:r w:rsidRPr="00F977B2">
        <w:rPr>
          <w:sz w:val="24"/>
          <w:szCs w:val="24"/>
        </w:rPr>
        <w:t>hranic</w:t>
      </w:r>
      <w:r>
        <w:rPr>
          <w:sz w:val="24"/>
          <w:szCs w:val="24"/>
        </w:rPr>
        <w:t xml:space="preserve"> </w:t>
      </w:r>
      <w:r w:rsidRPr="00F977B2">
        <w:rPr>
          <w:sz w:val="24"/>
          <w:szCs w:val="24"/>
        </w:rPr>
        <w:t xml:space="preserve">pozemků </w:t>
      </w:r>
      <w:r>
        <w:rPr>
          <w:sz w:val="24"/>
          <w:szCs w:val="24"/>
        </w:rPr>
        <w:t xml:space="preserve">(trvalá stabilizace lomových bodů) a protokolární předání hranic navržených pozemků </w:t>
      </w:r>
      <w:r w:rsidRPr="00F977B2">
        <w:rPr>
          <w:sz w:val="24"/>
          <w:szCs w:val="24"/>
        </w:rPr>
        <w:t>dle</w:t>
      </w:r>
      <w:r>
        <w:rPr>
          <w:sz w:val="24"/>
          <w:szCs w:val="24"/>
        </w:rPr>
        <w:t xml:space="preserve"> </w:t>
      </w:r>
      <w:r w:rsidRPr="00F977B2">
        <w:rPr>
          <w:sz w:val="24"/>
          <w:szCs w:val="24"/>
        </w:rPr>
        <w:t>schváleného návrhu KPÚ</w:t>
      </w:r>
      <w:r>
        <w:rPr>
          <w:sz w:val="24"/>
          <w:szCs w:val="24"/>
        </w:rPr>
        <w:t>,</w:t>
      </w:r>
      <w:r w:rsidRPr="00F977B2">
        <w:rPr>
          <w:sz w:val="24"/>
          <w:szCs w:val="24"/>
        </w:rPr>
        <w:t xml:space="preserve"> dle požadavků vlastníků a podle rozhodnutí objednatele</w:t>
      </w:r>
      <w:r w:rsidRPr="00F977B2">
        <w:t xml:space="preserve">. </w:t>
      </w:r>
      <w:r w:rsidRPr="00F977B2">
        <w:rPr>
          <w:sz w:val="24"/>
          <w:szCs w:val="24"/>
        </w:rPr>
        <w:t xml:space="preserve">Pro fakturaci bude rozhodující skutečný počet měrných jednotek. </w:t>
      </w:r>
    </w:p>
    <w:p w:rsidR="0068208C" w:rsidRPr="00AD6EB7" w:rsidRDefault="00DA0FF1" w:rsidP="0068208C">
      <w:pPr>
        <w:spacing w:before="120"/>
        <w:ind w:left="426" w:hanging="426"/>
        <w:jc w:val="both"/>
        <w:rPr>
          <w:sz w:val="24"/>
          <w:szCs w:val="24"/>
        </w:rPr>
      </w:pPr>
      <w:r w:rsidRPr="00F977B2">
        <w:rPr>
          <w:sz w:val="24"/>
          <w:szCs w:val="24"/>
        </w:rPr>
        <w:t>3.2. Zpracování mapového díla</w:t>
      </w:r>
      <w:r>
        <w:rPr>
          <w:sz w:val="24"/>
          <w:szCs w:val="24"/>
        </w:rPr>
        <w:t xml:space="preserve"> </w:t>
      </w:r>
      <w:r w:rsidRPr="00F977B2">
        <w:rPr>
          <w:sz w:val="24"/>
          <w:szCs w:val="24"/>
        </w:rPr>
        <w:t xml:space="preserve">včetně </w:t>
      </w:r>
      <w:r>
        <w:rPr>
          <w:sz w:val="24"/>
          <w:szCs w:val="24"/>
        </w:rPr>
        <w:t>digitální katastrální mapy (dále jen „DKM“),</w:t>
      </w:r>
      <w:r w:rsidRPr="00F977B2">
        <w:rPr>
          <w:sz w:val="24"/>
          <w:szCs w:val="24"/>
        </w:rPr>
        <w:t xml:space="preserve"> SPI </w:t>
      </w:r>
      <w:r>
        <w:rPr>
          <w:sz w:val="24"/>
          <w:szCs w:val="24"/>
        </w:rPr>
        <w:t>a </w:t>
      </w:r>
      <w:r w:rsidRPr="00F977B2">
        <w:rPr>
          <w:sz w:val="24"/>
          <w:szCs w:val="24"/>
        </w:rPr>
        <w:t>podkladů potřebných pro</w:t>
      </w:r>
      <w:r w:rsidR="008E16E1">
        <w:rPr>
          <w:sz w:val="24"/>
          <w:szCs w:val="24"/>
        </w:rPr>
        <w:t xml:space="preserve"> vydání rozhodnutí o výměně vlastnických práv a</w:t>
      </w:r>
      <w:r w:rsidRPr="00F977B2">
        <w:rPr>
          <w:sz w:val="24"/>
          <w:szCs w:val="24"/>
        </w:rPr>
        <w:t xml:space="preserve"> zavedení výsledků pozemkových úprav do KN.</w:t>
      </w:r>
      <w:r w:rsidR="0068208C">
        <w:rPr>
          <w:sz w:val="24"/>
          <w:szCs w:val="24"/>
        </w:rPr>
        <w:t xml:space="preserve"> </w:t>
      </w:r>
      <w:r w:rsidR="0068208C" w:rsidRPr="0038217E">
        <w:rPr>
          <w:sz w:val="24"/>
          <w:szCs w:val="24"/>
        </w:rPr>
        <w:t xml:space="preserve">Topologická úprava platných linií BPEJ na DKM, schválená VÚMOP, </w:t>
      </w:r>
      <w:proofErr w:type="gramStart"/>
      <w:r w:rsidR="0068208C" w:rsidRPr="0038217E">
        <w:rPr>
          <w:sz w:val="24"/>
          <w:szCs w:val="24"/>
        </w:rPr>
        <w:t>v.v.</w:t>
      </w:r>
      <w:proofErr w:type="gramEnd"/>
      <w:r w:rsidR="0068208C" w:rsidRPr="0038217E">
        <w:rPr>
          <w:sz w:val="24"/>
          <w:szCs w:val="24"/>
        </w:rPr>
        <w:t>i.</w:t>
      </w:r>
      <w:r w:rsidR="0068208C" w:rsidRPr="003F0ED3">
        <w:rPr>
          <w:sz w:val="24"/>
          <w:szCs w:val="24"/>
        </w:rPr>
        <w:t xml:space="preserve"> </w:t>
      </w:r>
      <w:r w:rsidR="0068208C">
        <w:rPr>
          <w:sz w:val="24"/>
          <w:szCs w:val="24"/>
        </w:rPr>
        <w:t>(dle platného metodického postupu pro aktualizaci BPEJ)</w:t>
      </w:r>
      <w:r w:rsidR="0068208C" w:rsidRPr="00B63EDF">
        <w:rPr>
          <w:sz w:val="24"/>
          <w:szCs w:val="24"/>
        </w:rPr>
        <w:t>.</w:t>
      </w:r>
    </w:p>
    <w:p w:rsidR="000525AF" w:rsidRDefault="008E16E1">
      <w:pPr>
        <w:spacing w:before="120"/>
        <w:ind w:left="426"/>
        <w:jc w:val="both"/>
        <w:rPr>
          <w:sz w:val="24"/>
          <w:szCs w:val="24"/>
        </w:rPr>
      </w:pPr>
      <w:r>
        <w:rPr>
          <w:sz w:val="24"/>
          <w:szCs w:val="24"/>
        </w:rPr>
        <w:t xml:space="preserve">Za předané dílo v termínu (dle čl. VI. bodu 5.) je považováno předání veškerých podkladů v rozsahu </w:t>
      </w:r>
      <w:r w:rsidRPr="00345CB7">
        <w:rPr>
          <w:sz w:val="24"/>
          <w:szCs w:val="24"/>
        </w:rPr>
        <w:t>§ 66 odst. 2 vyhlášky č. 26/2007 Sb.</w:t>
      </w:r>
      <w:r>
        <w:rPr>
          <w:sz w:val="24"/>
          <w:szCs w:val="24"/>
        </w:rPr>
        <w:t xml:space="preserve"> v digitální podobě a příloh k rozhodnutí v digitální i písemné podobě</w:t>
      </w:r>
      <w:r w:rsidR="00365F7C">
        <w:rPr>
          <w:sz w:val="24"/>
          <w:szCs w:val="24"/>
        </w:rPr>
        <w:t>.</w:t>
      </w:r>
      <w:r w:rsidR="008D5FFF">
        <w:rPr>
          <w:sz w:val="24"/>
          <w:szCs w:val="24"/>
        </w:rPr>
        <w:t xml:space="preserve"> Tisková podoba celé dokumentace k obnově katastrálního operátu bude vyhotovena do 30 dní od vydání písemného ověření způsobilosti převzetí dat do katastru nemovitostí.</w:t>
      </w:r>
    </w:p>
    <w:p w:rsidR="00B42291" w:rsidRDefault="00B42291" w:rsidP="0093760B">
      <w:pPr>
        <w:jc w:val="center"/>
        <w:rPr>
          <w:b/>
          <w:bCs/>
          <w:snapToGrid w:val="0"/>
          <w:sz w:val="24"/>
          <w:szCs w:val="24"/>
        </w:rPr>
      </w:pPr>
    </w:p>
    <w:p w:rsidR="00DA0FF1" w:rsidRDefault="00DA0FF1" w:rsidP="0093760B">
      <w:pPr>
        <w:jc w:val="center"/>
        <w:rPr>
          <w:b/>
          <w:bCs/>
          <w:snapToGrid w:val="0"/>
          <w:sz w:val="24"/>
          <w:szCs w:val="24"/>
        </w:rPr>
      </w:pPr>
      <w:r>
        <w:rPr>
          <w:b/>
          <w:bCs/>
          <w:snapToGrid w:val="0"/>
          <w:sz w:val="24"/>
          <w:szCs w:val="24"/>
        </w:rPr>
        <w:t>Čl. IV.</w:t>
      </w:r>
    </w:p>
    <w:p w:rsidR="00DA0FF1" w:rsidRPr="0099193F" w:rsidRDefault="00DA0FF1" w:rsidP="0093760B">
      <w:pPr>
        <w:pStyle w:val="Nadpis3"/>
      </w:pPr>
      <w:r w:rsidRPr="0099193F">
        <w:t>Technické požadavky na provedení díla</w:t>
      </w:r>
    </w:p>
    <w:p w:rsidR="00DA0FF1" w:rsidRPr="0099193F" w:rsidRDefault="00DA0FF1" w:rsidP="0099193F"/>
    <w:p w:rsidR="003B5D36" w:rsidRDefault="00DA0FF1" w:rsidP="00A758A7">
      <w:pPr>
        <w:pStyle w:val="Zkladntextodsazen3"/>
        <w:numPr>
          <w:ilvl w:val="0"/>
          <w:numId w:val="6"/>
        </w:numPr>
        <w:tabs>
          <w:tab w:val="left" w:pos="426"/>
        </w:tabs>
        <w:spacing w:before="120"/>
        <w:ind w:left="426"/>
      </w:pPr>
      <w:r w:rsidRPr="0099193F">
        <w:t>V</w:t>
      </w:r>
      <w:r w:rsidRPr="003B5D36">
        <w:rPr>
          <w:rFonts w:cs="Arial"/>
        </w:rPr>
        <w:t xml:space="preserve">ýsledky jednotlivých etap díla (fakturačních celků příp. ucelených částí) budou předávány ve formátech </w:t>
      </w:r>
      <w:r w:rsidRPr="003B5D36">
        <w:rPr>
          <w:rFonts w:cs="Arial"/>
          <w:vertAlign w:val="superscript"/>
        </w:rPr>
        <w:t>*</w:t>
      </w:r>
      <w:r w:rsidRPr="003B5D36">
        <w:rPr>
          <w:rFonts w:cs="Arial"/>
        </w:rPr>
        <w:t>.</w:t>
      </w:r>
      <w:proofErr w:type="spellStart"/>
      <w:r w:rsidRPr="003B5D36">
        <w:rPr>
          <w:rFonts w:cs="Arial"/>
        </w:rPr>
        <w:t>doc</w:t>
      </w:r>
      <w:r w:rsidR="00D42B1B" w:rsidRPr="003B5D36">
        <w:rPr>
          <w:rFonts w:cs="Arial"/>
        </w:rPr>
        <w:t>x</w:t>
      </w:r>
      <w:proofErr w:type="spellEnd"/>
      <w:r w:rsidRPr="003B5D36">
        <w:rPr>
          <w:rFonts w:cs="Arial"/>
        </w:rPr>
        <w:t>,</w:t>
      </w:r>
      <w:r w:rsidR="00D42B1B" w:rsidRPr="003B5D36">
        <w:rPr>
          <w:rFonts w:cs="Arial"/>
        </w:rPr>
        <w:t xml:space="preserve"> *.</w:t>
      </w:r>
      <w:proofErr w:type="spellStart"/>
      <w:r w:rsidR="00D42B1B" w:rsidRPr="003B5D36">
        <w:rPr>
          <w:rFonts w:cs="Arial"/>
        </w:rPr>
        <w:t>doc</w:t>
      </w:r>
      <w:proofErr w:type="spellEnd"/>
      <w:r w:rsidR="00D42B1B" w:rsidRPr="003B5D36">
        <w:rPr>
          <w:rFonts w:cs="Arial"/>
        </w:rPr>
        <w:t>, *.</w:t>
      </w:r>
      <w:proofErr w:type="spellStart"/>
      <w:r w:rsidR="00D42B1B" w:rsidRPr="003B5D36">
        <w:rPr>
          <w:rFonts w:cs="Arial"/>
        </w:rPr>
        <w:t>xl</w:t>
      </w:r>
      <w:r w:rsidR="00BF7B31" w:rsidRPr="003B5D36">
        <w:rPr>
          <w:rFonts w:cs="Arial"/>
        </w:rPr>
        <w:t>s</w:t>
      </w:r>
      <w:r w:rsidR="00D42B1B" w:rsidRPr="003B5D36">
        <w:rPr>
          <w:rFonts w:cs="Arial"/>
        </w:rPr>
        <w:t>x</w:t>
      </w:r>
      <w:proofErr w:type="spellEnd"/>
      <w:r w:rsidRPr="003B5D36">
        <w:rPr>
          <w:rFonts w:cs="Arial"/>
        </w:rPr>
        <w:t xml:space="preserve"> </w:t>
      </w:r>
      <w:r w:rsidRPr="003B5D36">
        <w:rPr>
          <w:rFonts w:cs="Arial"/>
          <w:vertAlign w:val="superscript"/>
        </w:rPr>
        <w:t>*</w:t>
      </w:r>
      <w:r w:rsidRPr="003B5D36">
        <w:rPr>
          <w:rFonts w:cs="Arial"/>
        </w:rPr>
        <w:t>.</w:t>
      </w:r>
      <w:proofErr w:type="spellStart"/>
      <w:r w:rsidRPr="003B5D36">
        <w:rPr>
          <w:rFonts w:cs="Arial"/>
        </w:rPr>
        <w:t>xls</w:t>
      </w:r>
      <w:proofErr w:type="spellEnd"/>
      <w:r w:rsidRPr="003B5D36">
        <w:rPr>
          <w:rFonts w:cs="Arial"/>
        </w:rPr>
        <w:t xml:space="preserve">, výsledky geodetických a grafických prací budou předávány ve formátu </w:t>
      </w:r>
      <w:r w:rsidRPr="003B5D36">
        <w:rPr>
          <w:rFonts w:cs="Arial"/>
          <w:vertAlign w:val="superscript"/>
        </w:rPr>
        <w:t>*</w:t>
      </w:r>
      <w:r w:rsidRPr="003B5D36">
        <w:rPr>
          <w:rFonts w:cs="Arial"/>
        </w:rPr>
        <w:t>.</w:t>
      </w:r>
      <w:proofErr w:type="spellStart"/>
      <w:r w:rsidRPr="003B5D36">
        <w:rPr>
          <w:rFonts w:cs="Arial"/>
        </w:rPr>
        <w:t>dgn</w:t>
      </w:r>
      <w:proofErr w:type="spellEnd"/>
      <w:r w:rsidRPr="003B5D36">
        <w:rPr>
          <w:rFonts w:cs="Arial"/>
        </w:rPr>
        <w:t xml:space="preserve">, rastrová data ve formátu </w:t>
      </w:r>
      <w:proofErr w:type="spellStart"/>
      <w:r w:rsidR="007B710F" w:rsidRPr="003B5D36">
        <w:rPr>
          <w:rFonts w:cs="Arial"/>
        </w:rPr>
        <w:t>georefere</w:t>
      </w:r>
      <w:r w:rsidR="00BF7B31" w:rsidRPr="003B5D36">
        <w:rPr>
          <w:rFonts w:cs="Arial"/>
        </w:rPr>
        <w:t>ncovaného</w:t>
      </w:r>
      <w:proofErr w:type="spellEnd"/>
      <w:r w:rsidR="00BF7B31" w:rsidRPr="003B5D36">
        <w:rPr>
          <w:rFonts w:cs="Arial"/>
        </w:rPr>
        <w:t xml:space="preserve"> </w:t>
      </w:r>
      <w:proofErr w:type="spellStart"/>
      <w:r w:rsidR="00BF7B31" w:rsidRPr="003B5D36">
        <w:rPr>
          <w:rFonts w:cs="Arial"/>
        </w:rPr>
        <w:t>tiff</w:t>
      </w:r>
      <w:proofErr w:type="spellEnd"/>
      <w:r w:rsidRPr="003B5D36">
        <w:rPr>
          <w:rFonts w:cs="Arial"/>
        </w:rPr>
        <w:t xml:space="preserve"> (v případě požadavku PÚ v jiných formátech), neboť zadavatel používá softwarové vybavení pracující s těmito formáty.</w:t>
      </w:r>
      <w:r w:rsidRPr="00772FA6">
        <w:t xml:space="preserve"> Součástí návrhu budou</w:t>
      </w:r>
      <w:r>
        <w:t xml:space="preserve"> </w:t>
      </w:r>
      <w:r w:rsidR="000415BB" w:rsidRPr="003B6DB1">
        <w:t>jednotlivé</w:t>
      </w:r>
      <w:r w:rsidR="000415BB">
        <w:t xml:space="preserve"> </w:t>
      </w:r>
      <w:r w:rsidRPr="00772FA6">
        <w:t>výstupy pro přílohu k rozhodnutí o schválení návrhu</w:t>
      </w:r>
      <w:r>
        <w:t xml:space="preserve"> </w:t>
      </w:r>
      <w:r w:rsidR="008E16E1">
        <w:t xml:space="preserve">(viz čl. III., bod 2.5) </w:t>
      </w:r>
      <w:r w:rsidRPr="00772FA6">
        <w:t>a o výměně nebo přechodu vlastnických práv, příp. určení výše úhrady a lhůty podle § 10 odst. 2 zákona č. 139/2002 Sb., popřípadě o zřízení nebo zrušení věcného břemene k dotčeným pozemkům v dohodnuté formě</w:t>
      </w:r>
      <w:r w:rsidR="008E16E1">
        <w:t xml:space="preserve"> (viz čl. III., bod 3.2</w:t>
      </w:r>
      <w:r w:rsidR="003B5D36">
        <w:t>).</w:t>
      </w:r>
    </w:p>
    <w:p w:rsidR="005108C6" w:rsidRPr="003B5D36" w:rsidRDefault="006C63DC" w:rsidP="003B5D36">
      <w:pPr>
        <w:pStyle w:val="Zkladntextodsazen3"/>
        <w:tabs>
          <w:tab w:val="left" w:pos="426"/>
        </w:tabs>
        <w:spacing w:before="120"/>
        <w:ind w:left="426" w:firstLine="0"/>
      </w:pPr>
      <w:r w:rsidRPr="003B5D36">
        <w:t>Všechny požadované výstupy bude zhotovitel povinen předat objednateli rovněž ve formátu *.</w:t>
      </w:r>
      <w:proofErr w:type="spellStart"/>
      <w:r w:rsidRPr="003B5D36">
        <w:t>pdf</w:t>
      </w:r>
      <w:proofErr w:type="spellEnd"/>
      <w:r w:rsidRPr="003B5D36">
        <w:t xml:space="preserve"> v členění, které umožní objednateli jejich použití pro správní řízení (např. v elektronické spisové službě).</w:t>
      </w:r>
    </w:p>
    <w:p w:rsidR="00DA0FF1" w:rsidRPr="00931A50" w:rsidRDefault="005108C6" w:rsidP="005108C6">
      <w:pPr>
        <w:tabs>
          <w:tab w:val="left" w:pos="426"/>
        </w:tabs>
        <w:ind w:left="426"/>
        <w:jc w:val="both"/>
        <w:rPr>
          <w:sz w:val="24"/>
          <w:szCs w:val="24"/>
        </w:rPr>
      </w:pPr>
      <w:r w:rsidRPr="00931A50">
        <w:rPr>
          <w:sz w:val="24"/>
          <w:szCs w:val="24"/>
        </w:rPr>
        <w:t>Pokud v průběhu plnění zakázky, nejpozději však do doby vystavení nároků vlastníků, bude zveřejněn výměnný formát pozemkových úprav (VFP)</w:t>
      </w:r>
      <w:r w:rsidR="0058273E" w:rsidRPr="00931A50">
        <w:rPr>
          <w:sz w:val="24"/>
          <w:szCs w:val="24"/>
        </w:rPr>
        <w:t>,</w:t>
      </w:r>
      <w:r w:rsidRPr="00931A50">
        <w:rPr>
          <w:sz w:val="24"/>
          <w:szCs w:val="24"/>
        </w:rPr>
        <w:t xml:space="preserve"> bude probíhat předávání digitální podoby díla pomocí něho.</w:t>
      </w:r>
    </w:p>
    <w:p w:rsidR="00DA0FF1" w:rsidRDefault="00DA0FF1" w:rsidP="006A055A">
      <w:pPr>
        <w:pStyle w:val="Zkladntextodsazen2"/>
        <w:numPr>
          <w:ilvl w:val="0"/>
          <w:numId w:val="6"/>
        </w:numPr>
        <w:tabs>
          <w:tab w:val="left" w:pos="426"/>
        </w:tabs>
        <w:ind w:left="426" w:hanging="426"/>
      </w:pPr>
      <w:r>
        <w:t>Ukončené fakturační celky budou odevzdány s náležitostmi podle odstavce 1. článku IV. této smlouvy v následujícím počtu vyhotovení a formě:</w:t>
      </w:r>
    </w:p>
    <w:p w:rsidR="00DA0FF1" w:rsidRDefault="00DA0FF1" w:rsidP="006A055A">
      <w:pPr>
        <w:tabs>
          <w:tab w:val="left" w:pos="426"/>
        </w:tabs>
        <w:spacing w:before="120"/>
        <w:ind w:left="426"/>
        <w:jc w:val="both"/>
        <w:rPr>
          <w:iCs/>
          <w:sz w:val="24"/>
          <w:szCs w:val="24"/>
        </w:rPr>
      </w:pPr>
      <w:r w:rsidRPr="00B63EDF">
        <w:rPr>
          <w:sz w:val="24"/>
          <w:szCs w:val="24"/>
        </w:rPr>
        <w:t>1.1. Vyhodnocení podkladů a</w:t>
      </w:r>
      <w:r>
        <w:rPr>
          <w:sz w:val="24"/>
          <w:szCs w:val="24"/>
        </w:rPr>
        <w:t xml:space="preserve"> rozbor</w:t>
      </w:r>
      <w:r w:rsidRPr="00B63EDF">
        <w:rPr>
          <w:sz w:val="24"/>
          <w:szCs w:val="24"/>
        </w:rPr>
        <w:t xml:space="preserve"> současného stavu</w:t>
      </w:r>
      <w:r>
        <w:rPr>
          <w:sz w:val="24"/>
          <w:szCs w:val="24"/>
        </w:rPr>
        <w:t xml:space="preserve"> - 2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1.2. Dohledání</w:t>
      </w:r>
      <w:r>
        <w:rPr>
          <w:sz w:val="24"/>
          <w:szCs w:val="24"/>
        </w:rPr>
        <w:t>, doplnění</w:t>
      </w:r>
      <w:r w:rsidRPr="00B63EDF">
        <w:rPr>
          <w:sz w:val="24"/>
          <w:szCs w:val="24"/>
        </w:rPr>
        <w:t xml:space="preserve"> a ověření stávajícího bodového pole</w:t>
      </w:r>
      <w:r>
        <w:rPr>
          <w:sz w:val="24"/>
          <w:szCs w:val="24"/>
        </w:rPr>
        <w:t xml:space="preserve"> - 2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 xml:space="preserve">1.3. Polohopisné zaměření zájmového území </w:t>
      </w:r>
      <w:r>
        <w:rPr>
          <w:sz w:val="24"/>
          <w:szCs w:val="24"/>
        </w:rPr>
        <w:t xml:space="preserve">- 1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Pr="00AA6ADD" w:rsidRDefault="00DA0FF1" w:rsidP="006A055A">
      <w:pPr>
        <w:tabs>
          <w:tab w:val="left" w:pos="426"/>
        </w:tabs>
        <w:spacing w:before="120"/>
        <w:ind w:left="426"/>
        <w:jc w:val="both"/>
        <w:rPr>
          <w:iCs/>
          <w:sz w:val="24"/>
          <w:szCs w:val="24"/>
        </w:rPr>
      </w:pPr>
      <w:r w:rsidRPr="00AA6ADD">
        <w:rPr>
          <w:sz w:val="24"/>
          <w:szCs w:val="24"/>
        </w:rPr>
        <w:t xml:space="preserve">1.4. Geometrické a polohové určení vnějšího obvodu - 2 x papírové </w:t>
      </w:r>
      <w:proofErr w:type="spellStart"/>
      <w:r w:rsidRPr="00AA6ADD">
        <w:rPr>
          <w:sz w:val="24"/>
          <w:szCs w:val="24"/>
        </w:rPr>
        <w:t>zprac</w:t>
      </w:r>
      <w:proofErr w:type="spellEnd"/>
      <w:r w:rsidRPr="00AA6ADD">
        <w:rPr>
          <w:sz w:val="24"/>
          <w:szCs w:val="24"/>
        </w:rPr>
        <w:t>. a CD</w:t>
      </w:r>
      <w:r w:rsidRPr="00AA6ADD">
        <w:rPr>
          <w:i/>
          <w:iCs/>
          <w:sz w:val="24"/>
          <w:szCs w:val="24"/>
        </w:rPr>
        <w:t>.</w:t>
      </w:r>
    </w:p>
    <w:p w:rsidR="00C853EB" w:rsidRPr="00AA6ADD" w:rsidRDefault="00DA0FF1" w:rsidP="00C853EB">
      <w:pPr>
        <w:tabs>
          <w:tab w:val="left" w:pos="426"/>
        </w:tabs>
        <w:spacing w:before="120"/>
        <w:ind w:left="426"/>
        <w:jc w:val="both"/>
        <w:rPr>
          <w:iCs/>
          <w:sz w:val="24"/>
          <w:szCs w:val="24"/>
        </w:rPr>
      </w:pPr>
      <w:r w:rsidRPr="00AA6ADD">
        <w:rPr>
          <w:sz w:val="24"/>
          <w:szCs w:val="24"/>
        </w:rPr>
        <w:t xml:space="preserve">1.5. </w:t>
      </w:r>
      <w:r w:rsidR="00C853EB" w:rsidRPr="00AA6ADD">
        <w:rPr>
          <w:sz w:val="24"/>
          <w:szCs w:val="24"/>
        </w:rPr>
        <w:t xml:space="preserve">Geometrické a polohové určení vnitřního obvodu - 2 x papírové </w:t>
      </w:r>
      <w:proofErr w:type="spellStart"/>
      <w:r w:rsidR="00C853EB" w:rsidRPr="00AA6ADD">
        <w:rPr>
          <w:sz w:val="24"/>
          <w:szCs w:val="24"/>
        </w:rPr>
        <w:t>zprac</w:t>
      </w:r>
      <w:proofErr w:type="spellEnd"/>
      <w:r w:rsidR="00C853EB" w:rsidRPr="00AA6ADD">
        <w:rPr>
          <w:sz w:val="24"/>
          <w:szCs w:val="24"/>
        </w:rPr>
        <w:t>. a CD</w:t>
      </w:r>
      <w:r w:rsidR="00C853EB" w:rsidRPr="00AA6ADD">
        <w:rPr>
          <w:i/>
          <w:iCs/>
          <w:sz w:val="24"/>
          <w:szCs w:val="24"/>
        </w:rPr>
        <w:t>.</w:t>
      </w:r>
    </w:p>
    <w:p w:rsidR="00DA0FF1" w:rsidRDefault="00DA0FF1" w:rsidP="006A055A">
      <w:pPr>
        <w:tabs>
          <w:tab w:val="left" w:pos="426"/>
        </w:tabs>
        <w:spacing w:before="120"/>
        <w:ind w:left="426"/>
        <w:jc w:val="both"/>
        <w:rPr>
          <w:iCs/>
          <w:sz w:val="24"/>
          <w:szCs w:val="24"/>
        </w:rPr>
      </w:pPr>
      <w:r w:rsidRPr="00B63EDF">
        <w:rPr>
          <w:sz w:val="24"/>
          <w:szCs w:val="24"/>
        </w:rPr>
        <w:t xml:space="preserve">1.6. Zjišťování a zaměření hranic pozemků neřešených </w:t>
      </w:r>
      <w:r>
        <w:rPr>
          <w:sz w:val="24"/>
          <w:szCs w:val="24"/>
        </w:rPr>
        <w:t xml:space="preserve">- 2 x papírové </w:t>
      </w:r>
      <w:proofErr w:type="spellStart"/>
      <w:r>
        <w:rPr>
          <w:sz w:val="24"/>
          <w:szCs w:val="24"/>
        </w:rPr>
        <w:t>zprac</w:t>
      </w:r>
      <w:proofErr w:type="spellEnd"/>
      <w:r>
        <w:rPr>
          <w:sz w:val="24"/>
          <w:szCs w:val="24"/>
        </w:rPr>
        <w:t>. a CD</w:t>
      </w:r>
      <w:r w:rsidRPr="00B63EDF">
        <w:rPr>
          <w:i/>
          <w:iCs/>
          <w:sz w:val="24"/>
          <w:szCs w:val="24"/>
        </w:rPr>
        <w:t>.</w:t>
      </w:r>
    </w:p>
    <w:p w:rsidR="00DA0FF1" w:rsidRDefault="00DA0FF1" w:rsidP="006A055A">
      <w:pPr>
        <w:tabs>
          <w:tab w:val="left" w:pos="426"/>
        </w:tabs>
        <w:spacing w:before="120"/>
        <w:ind w:left="426"/>
        <w:jc w:val="both"/>
        <w:rPr>
          <w:iCs/>
          <w:sz w:val="24"/>
          <w:szCs w:val="24"/>
        </w:rPr>
      </w:pPr>
      <w:r w:rsidRPr="00B63EDF">
        <w:rPr>
          <w:sz w:val="24"/>
          <w:szCs w:val="24"/>
        </w:rPr>
        <w:t xml:space="preserve">1.7. Dokumentace nároků vlastníků </w:t>
      </w:r>
      <w:r>
        <w:rPr>
          <w:sz w:val="24"/>
          <w:szCs w:val="24"/>
        </w:rPr>
        <w:t xml:space="preserve">- </w:t>
      </w:r>
      <w:r w:rsidR="00345CB7">
        <w:rPr>
          <w:sz w:val="24"/>
          <w:szCs w:val="24"/>
        </w:rPr>
        <w:t xml:space="preserve">2 </w:t>
      </w:r>
      <w:r>
        <w:rPr>
          <w:sz w:val="24"/>
          <w:szCs w:val="24"/>
        </w:rPr>
        <w:t xml:space="preserve">x papírové </w:t>
      </w:r>
      <w:proofErr w:type="spellStart"/>
      <w:r>
        <w:rPr>
          <w:sz w:val="24"/>
          <w:szCs w:val="24"/>
        </w:rPr>
        <w:t>zprac</w:t>
      </w:r>
      <w:proofErr w:type="spellEnd"/>
      <w:r>
        <w:rPr>
          <w:sz w:val="24"/>
          <w:szCs w:val="24"/>
        </w:rPr>
        <w:t>. a CD</w:t>
      </w:r>
      <w:r w:rsidRPr="00B63EDF">
        <w:rPr>
          <w:i/>
          <w:iCs/>
          <w:sz w:val="24"/>
          <w:szCs w:val="24"/>
        </w:rPr>
        <w:t>.</w:t>
      </w:r>
      <w:r>
        <w:rPr>
          <w:sz w:val="24"/>
          <w:szCs w:val="24"/>
        </w:rPr>
        <w:t xml:space="preserve"> </w:t>
      </w:r>
      <w:r w:rsidRPr="00B63EDF">
        <w:rPr>
          <w:iCs/>
          <w:sz w:val="24"/>
          <w:szCs w:val="24"/>
        </w:rPr>
        <w:t xml:space="preserve"> </w:t>
      </w:r>
    </w:p>
    <w:p w:rsidR="00DA0FF1" w:rsidRDefault="00DA0FF1" w:rsidP="006A055A">
      <w:pPr>
        <w:tabs>
          <w:tab w:val="left" w:pos="426"/>
          <w:tab w:val="left" w:pos="567"/>
          <w:tab w:val="left" w:pos="1134"/>
        </w:tabs>
        <w:spacing w:before="120"/>
        <w:ind w:left="426"/>
        <w:jc w:val="both"/>
        <w:rPr>
          <w:iCs/>
          <w:sz w:val="24"/>
          <w:szCs w:val="24"/>
        </w:rPr>
      </w:pPr>
      <w:r>
        <w:rPr>
          <w:sz w:val="24"/>
          <w:szCs w:val="24"/>
        </w:rPr>
        <w:t xml:space="preserve">2.1. </w:t>
      </w:r>
      <w:r w:rsidRPr="00902418">
        <w:rPr>
          <w:sz w:val="24"/>
          <w:szCs w:val="24"/>
        </w:rPr>
        <w:t>Vypracování plánu společných zařízení</w:t>
      </w:r>
      <w:r>
        <w:rPr>
          <w:sz w:val="24"/>
          <w:szCs w:val="24"/>
        </w:rPr>
        <w:t xml:space="preserve"> - </w:t>
      </w:r>
      <w:r w:rsidR="00345CB7">
        <w:rPr>
          <w:sz w:val="24"/>
          <w:szCs w:val="24"/>
        </w:rPr>
        <w:t xml:space="preserve">3 </w:t>
      </w:r>
      <w:r>
        <w:rPr>
          <w:sz w:val="24"/>
          <w:szCs w:val="24"/>
        </w:rPr>
        <w:t xml:space="preserve">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r w:rsidRPr="00902418">
        <w:rPr>
          <w:sz w:val="24"/>
          <w:szCs w:val="24"/>
        </w:rPr>
        <w:t>Návrh plánu společných zařízení v měřítku 1 : 2000 nebo 1 : 5000 (měřítka stanoví objednatel podle potřeby v průběhu zpracování KPÚ).</w:t>
      </w:r>
    </w:p>
    <w:p w:rsidR="00DA0FF1" w:rsidRDefault="00DA0FF1" w:rsidP="006A055A">
      <w:pPr>
        <w:tabs>
          <w:tab w:val="left" w:pos="426"/>
        </w:tabs>
        <w:spacing w:before="120"/>
        <w:ind w:left="426"/>
        <w:jc w:val="both"/>
        <w:rPr>
          <w:iCs/>
          <w:sz w:val="24"/>
          <w:szCs w:val="24"/>
        </w:rPr>
      </w:pPr>
      <w:r w:rsidRPr="00902418">
        <w:rPr>
          <w:sz w:val="24"/>
          <w:szCs w:val="24"/>
        </w:rPr>
        <w:t>2.2. Výškopisné zaměření zájmového území</w:t>
      </w:r>
      <w:r w:rsidRPr="00C85BFF">
        <w:rPr>
          <w:sz w:val="24"/>
          <w:szCs w:val="24"/>
        </w:rPr>
        <w:t xml:space="preserve"> </w:t>
      </w:r>
      <w:r>
        <w:rPr>
          <w:sz w:val="24"/>
          <w:szCs w:val="24"/>
        </w:rPr>
        <w:t xml:space="preserve">- 1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 w:val="left" w:pos="1134"/>
        </w:tabs>
        <w:spacing w:before="120"/>
        <w:ind w:left="426"/>
        <w:jc w:val="both"/>
        <w:rPr>
          <w:iCs/>
          <w:sz w:val="24"/>
          <w:szCs w:val="24"/>
        </w:rPr>
      </w:pPr>
      <w:r w:rsidRPr="00902418">
        <w:rPr>
          <w:sz w:val="24"/>
          <w:szCs w:val="24"/>
        </w:rPr>
        <w:t xml:space="preserve">2.3. Potřebné podélné a příčné profily společných zařízení </w:t>
      </w:r>
      <w:r>
        <w:rPr>
          <w:sz w:val="24"/>
          <w:szCs w:val="24"/>
        </w:rPr>
        <w:t xml:space="preserve">- 1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2.4. Potřebné podélné a příčné profily společných zařízení </w:t>
      </w:r>
      <w:r>
        <w:rPr>
          <w:sz w:val="24"/>
          <w:szCs w:val="24"/>
        </w:rPr>
        <w:t xml:space="preserve">- </w:t>
      </w:r>
      <w:r w:rsidR="00345CB7">
        <w:rPr>
          <w:sz w:val="24"/>
          <w:szCs w:val="24"/>
        </w:rPr>
        <w:t xml:space="preserve">1 </w:t>
      </w:r>
      <w:r>
        <w:rPr>
          <w:sz w:val="24"/>
          <w:szCs w:val="24"/>
        </w:rPr>
        <w:t xml:space="preserve">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2.5. Vypracování návrhu nového uspořádání pozemků </w:t>
      </w:r>
      <w:r>
        <w:rPr>
          <w:sz w:val="24"/>
          <w:szCs w:val="24"/>
        </w:rPr>
        <w:t xml:space="preserve">- 2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2.6. Předložení kompletní dokumentace návrhu KPÚ. </w:t>
      </w:r>
      <w:r>
        <w:rPr>
          <w:sz w:val="24"/>
          <w:szCs w:val="24"/>
        </w:rPr>
        <w:t xml:space="preserve">- </w:t>
      </w:r>
      <w:r w:rsidR="00345CB7">
        <w:rPr>
          <w:sz w:val="24"/>
          <w:szCs w:val="24"/>
        </w:rPr>
        <w:t xml:space="preserve">2 </w:t>
      </w:r>
      <w:r>
        <w:rPr>
          <w:sz w:val="24"/>
          <w:szCs w:val="24"/>
        </w:rPr>
        <w:t xml:space="preserve">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sz w:val="24"/>
          <w:szCs w:val="24"/>
        </w:rPr>
      </w:pPr>
      <w:r w:rsidRPr="00F977B2">
        <w:rPr>
          <w:sz w:val="24"/>
          <w:szCs w:val="24"/>
        </w:rPr>
        <w:t>3.1. Vytyčení hranic po</w:t>
      </w:r>
      <w:r>
        <w:rPr>
          <w:sz w:val="24"/>
          <w:szCs w:val="24"/>
        </w:rPr>
        <w:t>zemků – v náležitostech podle katastrálních předpisů</w:t>
      </w:r>
      <w:r w:rsidRPr="00F977B2">
        <w:rPr>
          <w:sz w:val="24"/>
          <w:szCs w:val="24"/>
        </w:rPr>
        <w:t xml:space="preserve">. </w:t>
      </w:r>
    </w:p>
    <w:p w:rsidR="00DA0FF1" w:rsidRDefault="00DA0FF1" w:rsidP="006A055A">
      <w:pPr>
        <w:pStyle w:val="Zkladntextodsazen2"/>
        <w:tabs>
          <w:tab w:val="left" w:pos="-142"/>
          <w:tab w:val="left" w:pos="426"/>
          <w:tab w:val="left" w:pos="1134"/>
        </w:tabs>
        <w:ind w:left="426" w:firstLine="0"/>
      </w:pPr>
      <w:r w:rsidRPr="00D82C4B">
        <w:t xml:space="preserve">3.2. Zpracování mapového díla - 2 x papírové </w:t>
      </w:r>
      <w:proofErr w:type="spellStart"/>
      <w:r w:rsidRPr="00D82C4B">
        <w:t>zprac</w:t>
      </w:r>
      <w:proofErr w:type="spellEnd"/>
      <w:r w:rsidRPr="00D82C4B">
        <w:t>. a CD</w:t>
      </w:r>
      <w:r w:rsidRPr="00D82C4B">
        <w:rPr>
          <w:i/>
          <w:iCs/>
        </w:rPr>
        <w:t>.</w:t>
      </w:r>
      <w:r w:rsidRPr="00D82C4B">
        <w:rPr>
          <w:iCs/>
        </w:rPr>
        <w:t xml:space="preserve"> Mapové dílo</w:t>
      </w:r>
      <w:r w:rsidRPr="00D82C4B">
        <w:t xml:space="preserve"> bude zpracováno podle zvláštního předpisu (Návod pro obnovu katastrálního operátu a převod, ČÚZK 2007, ve znění dodatků).</w:t>
      </w:r>
      <w:r w:rsidRPr="00D82C4B">
        <w:rPr>
          <w:iCs/>
        </w:rPr>
        <w:t xml:space="preserve"> </w:t>
      </w:r>
      <w:r w:rsidRPr="00D82C4B">
        <w:t xml:space="preserve">DKM bude zpracována a předána ve výměnném formátu ISKN  podle vyhl. č. 26/2007 Sb. </w:t>
      </w:r>
    </w:p>
    <w:p w:rsidR="00DA0FF1" w:rsidRPr="00972B62" w:rsidRDefault="00DA0FF1" w:rsidP="006A055A">
      <w:pPr>
        <w:pStyle w:val="Zkladntextodsazen2"/>
        <w:numPr>
          <w:ilvl w:val="0"/>
          <w:numId w:val="6"/>
        </w:numPr>
        <w:tabs>
          <w:tab w:val="left" w:pos="426"/>
        </w:tabs>
        <w:ind w:left="426" w:hanging="426"/>
      </w:pPr>
      <w:r w:rsidRPr="00972B62">
        <w:t xml:space="preserve">Grafické výstupy budou zpracovány v měřítku stanoveném příslušným katastrálním úřadem. Návrh plánu společných zařízení v měřítku 1 : 2000 nebo 1 : 5000 (měřítka stanoví </w:t>
      </w:r>
      <w:r>
        <w:t>objednatel</w:t>
      </w:r>
      <w:r w:rsidRPr="00972B62">
        <w:t xml:space="preserve"> podle potřeby v průběhu zpracování KPÚ).</w:t>
      </w:r>
    </w:p>
    <w:p w:rsidR="00DA0FF1" w:rsidRPr="0093760B" w:rsidRDefault="00DA0FF1" w:rsidP="006A055A">
      <w:pPr>
        <w:pStyle w:val="Zkladntextodsazen2"/>
        <w:numPr>
          <w:ilvl w:val="0"/>
          <w:numId w:val="6"/>
        </w:numPr>
        <w:tabs>
          <w:tab w:val="left" w:pos="426"/>
        </w:tabs>
        <w:ind w:left="426" w:hanging="426"/>
      </w:pPr>
      <w:r>
        <w:t xml:space="preserve">Grafické počítačové soubory </w:t>
      </w:r>
      <w:r w:rsidRPr="007150E6">
        <w:t>mapového díla i návrhu KPÚ budou respektovat požadavky objednatele a příslušného katastrálního úřadu. Součástí výsledných digitálních katastrálních map budou podklady podle zadání objednatele na základě</w:t>
      </w:r>
      <w:r>
        <w:t xml:space="preserve"> dohody s příslušným katastrálním úřadem.</w:t>
      </w:r>
    </w:p>
    <w:p w:rsidR="008533DE" w:rsidRDefault="008533DE">
      <w:pPr>
        <w:jc w:val="center"/>
        <w:rPr>
          <w:b/>
          <w:bCs/>
          <w:snapToGrid w:val="0"/>
          <w:sz w:val="24"/>
          <w:szCs w:val="24"/>
        </w:rPr>
      </w:pPr>
    </w:p>
    <w:p w:rsidR="008533DE" w:rsidRDefault="008533DE">
      <w:pPr>
        <w:jc w:val="center"/>
        <w:rPr>
          <w:b/>
          <w:bCs/>
          <w:snapToGrid w:val="0"/>
          <w:sz w:val="24"/>
          <w:szCs w:val="24"/>
        </w:rPr>
      </w:pPr>
    </w:p>
    <w:p w:rsidR="008533DE" w:rsidRDefault="008533DE">
      <w:pPr>
        <w:jc w:val="center"/>
        <w:rPr>
          <w:b/>
          <w:bCs/>
          <w:snapToGrid w:val="0"/>
          <w:sz w:val="24"/>
          <w:szCs w:val="24"/>
        </w:rPr>
      </w:pPr>
    </w:p>
    <w:p w:rsidR="00DA0FF1" w:rsidRPr="00993B48" w:rsidRDefault="00DA0FF1">
      <w:pPr>
        <w:jc w:val="center"/>
        <w:rPr>
          <w:b/>
          <w:bCs/>
          <w:snapToGrid w:val="0"/>
          <w:sz w:val="24"/>
          <w:szCs w:val="24"/>
        </w:rPr>
      </w:pPr>
      <w:r>
        <w:rPr>
          <w:b/>
          <w:bCs/>
          <w:snapToGrid w:val="0"/>
          <w:sz w:val="24"/>
          <w:szCs w:val="24"/>
        </w:rPr>
        <w:t xml:space="preserve">Čl. </w:t>
      </w:r>
      <w:r w:rsidRPr="00993B48">
        <w:rPr>
          <w:b/>
          <w:bCs/>
          <w:snapToGrid w:val="0"/>
          <w:sz w:val="24"/>
          <w:szCs w:val="24"/>
        </w:rPr>
        <w:t>V.</w:t>
      </w:r>
    </w:p>
    <w:p w:rsidR="00DA0FF1" w:rsidRPr="0024535F" w:rsidRDefault="00DA0FF1">
      <w:pPr>
        <w:pStyle w:val="Nadpis3"/>
      </w:pPr>
      <w:r w:rsidRPr="0024535F">
        <w:t>Čas a místo předání díla</w:t>
      </w:r>
    </w:p>
    <w:p w:rsidR="007B710F" w:rsidRDefault="00DA0FF1" w:rsidP="007B710F">
      <w:pPr>
        <w:pStyle w:val="Zkladntextodsazen2"/>
        <w:numPr>
          <w:ilvl w:val="1"/>
          <w:numId w:val="11"/>
        </w:numPr>
        <w:tabs>
          <w:tab w:val="clear" w:pos="1506"/>
          <w:tab w:val="num" w:pos="567"/>
          <w:tab w:val="right" w:pos="9072"/>
        </w:tabs>
        <w:ind w:left="426"/>
        <w:rPr>
          <w:snapToGrid w:val="0"/>
        </w:rPr>
      </w:pPr>
      <w:r>
        <w:rPr>
          <w:snapToGrid w:val="0"/>
        </w:rPr>
        <w:t>D</w:t>
      </w:r>
      <w:r w:rsidRPr="0024535F">
        <w:rPr>
          <w:snapToGrid w:val="0"/>
        </w:rPr>
        <w:t xml:space="preserve">ílo bude předáváno v sídle objednatele po ukončených </w:t>
      </w:r>
      <w:r>
        <w:rPr>
          <w:snapToGrid w:val="0"/>
        </w:rPr>
        <w:t xml:space="preserve">hlavních </w:t>
      </w:r>
      <w:r w:rsidRPr="0024535F">
        <w:rPr>
          <w:snapToGrid w:val="0"/>
        </w:rPr>
        <w:t xml:space="preserve">fakturačních celcích </w:t>
      </w:r>
      <w:r>
        <w:rPr>
          <w:snapToGrid w:val="0"/>
        </w:rPr>
        <w:t>příp.</w:t>
      </w:r>
      <w:r w:rsidRPr="0024535F">
        <w:rPr>
          <w:snapToGrid w:val="0"/>
        </w:rPr>
        <w:t xml:space="preserve"> </w:t>
      </w:r>
      <w:r>
        <w:rPr>
          <w:snapToGrid w:val="0"/>
        </w:rPr>
        <w:t>dílčích fakturačních celcích</w:t>
      </w:r>
      <w:r w:rsidRPr="0024535F">
        <w:rPr>
          <w:snapToGrid w:val="0"/>
        </w:rPr>
        <w:t xml:space="preserve"> ve smyslu článku III. této smlouvy, a to v termínech jak jsou uvedeny v příloze č. 1, která je nedílnou součástí této smlouvy</w:t>
      </w:r>
      <w:r>
        <w:rPr>
          <w:snapToGrid w:val="0"/>
        </w:rPr>
        <w:t>, v sídle pozemkového úřadu</w:t>
      </w:r>
      <w:r w:rsidRPr="0024535F">
        <w:rPr>
          <w:snapToGrid w:val="0"/>
        </w:rPr>
        <w:t>.</w:t>
      </w:r>
    </w:p>
    <w:p w:rsidR="001E3EA6" w:rsidRPr="006352C2" w:rsidRDefault="001F691F" w:rsidP="007B710F">
      <w:pPr>
        <w:pStyle w:val="Zkladntextodsazen2"/>
        <w:numPr>
          <w:ilvl w:val="1"/>
          <w:numId w:val="11"/>
        </w:numPr>
        <w:tabs>
          <w:tab w:val="clear" w:pos="1506"/>
          <w:tab w:val="num" w:pos="567"/>
          <w:tab w:val="right" w:pos="9072"/>
        </w:tabs>
        <w:ind w:left="426"/>
        <w:rPr>
          <w:snapToGrid w:val="0"/>
        </w:rPr>
      </w:pPr>
      <w:r w:rsidRPr="006352C2">
        <w:rPr>
          <w:snapToGrid w:val="0"/>
        </w:rPr>
        <w:t>Termín ukončení dílčí</w:t>
      </w:r>
      <w:r w:rsidR="00E435AB">
        <w:rPr>
          <w:snapToGrid w:val="0"/>
        </w:rPr>
        <w:t>ho</w:t>
      </w:r>
      <w:r w:rsidRPr="006352C2">
        <w:rPr>
          <w:snapToGrid w:val="0"/>
        </w:rPr>
        <w:t xml:space="preserve"> fakturační</w:t>
      </w:r>
      <w:r w:rsidR="00E435AB">
        <w:rPr>
          <w:snapToGrid w:val="0"/>
        </w:rPr>
        <w:t>ho</w:t>
      </w:r>
      <w:r w:rsidRPr="006352C2">
        <w:rPr>
          <w:snapToGrid w:val="0"/>
        </w:rPr>
        <w:t xml:space="preserve"> celk</w:t>
      </w:r>
      <w:r w:rsidR="00E435AB">
        <w:rPr>
          <w:snapToGrid w:val="0"/>
        </w:rPr>
        <w:t>u</w:t>
      </w:r>
      <w:r w:rsidRPr="006352C2">
        <w:rPr>
          <w:snapToGrid w:val="0"/>
        </w:rPr>
        <w:t xml:space="preserve"> Vyhodnocení podkladů a rozbor </w:t>
      </w:r>
      <w:proofErr w:type="spellStart"/>
      <w:r w:rsidRPr="006352C2">
        <w:rPr>
          <w:snapToGrid w:val="0"/>
        </w:rPr>
        <w:t>souč</w:t>
      </w:r>
      <w:proofErr w:type="spellEnd"/>
      <w:r w:rsidRPr="006352C2">
        <w:rPr>
          <w:snapToGrid w:val="0"/>
        </w:rPr>
        <w:t xml:space="preserve">. stavu </w:t>
      </w:r>
      <w:r w:rsidR="000839A7">
        <w:rPr>
          <w:snapToGrid w:val="0"/>
        </w:rPr>
        <w:t>(1.1.)</w:t>
      </w:r>
      <w:r w:rsidRPr="006352C2">
        <w:rPr>
          <w:snapToGrid w:val="0"/>
        </w:rPr>
        <w:tab/>
      </w:r>
    </w:p>
    <w:p w:rsidR="001F691F" w:rsidRPr="00131524" w:rsidRDefault="001E3EA6" w:rsidP="001E3EA6">
      <w:pPr>
        <w:pStyle w:val="Zkladntextodsazen2"/>
        <w:tabs>
          <w:tab w:val="right" w:pos="9072"/>
        </w:tabs>
        <w:ind w:left="66" w:firstLine="0"/>
        <w:rPr>
          <w:b/>
          <w:snapToGrid w:val="0"/>
        </w:rPr>
      </w:pPr>
      <w:r w:rsidRPr="006352C2">
        <w:rPr>
          <w:snapToGrid w:val="0"/>
        </w:rPr>
        <w:tab/>
      </w:r>
      <w:r w:rsidR="008D32DB" w:rsidRPr="008D32DB">
        <w:rPr>
          <w:b/>
          <w:snapToGrid w:val="0"/>
        </w:rPr>
        <w:t xml:space="preserve">do </w:t>
      </w:r>
      <w:proofErr w:type="gramStart"/>
      <w:r w:rsidR="008D32DB" w:rsidRPr="008D32DB">
        <w:rPr>
          <w:b/>
          <w:snapToGrid w:val="0"/>
        </w:rPr>
        <w:t>30.</w:t>
      </w:r>
      <w:r w:rsidR="00E435AB">
        <w:rPr>
          <w:b/>
          <w:snapToGrid w:val="0"/>
        </w:rPr>
        <w:t>8</w:t>
      </w:r>
      <w:r w:rsidR="008D32DB" w:rsidRPr="008D32DB">
        <w:rPr>
          <w:b/>
          <w:snapToGrid w:val="0"/>
        </w:rPr>
        <w:t>.2014</w:t>
      </w:r>
      <w:proofErr w:type="gramEnd"/>
    </w:p>
    <w:p w:rsidR="001E3EA6" w:rsidRPr="006352C2" w:rsidRDefault="001E3EA6" w:rsidP="001E3EA6">
      <w:pPr>
        <w:pStyle w:val="Zkladntextodsazen2"/>
        <w:tabs>
          <w:tab w:val="right" w:pos="9072"/>
        </w:tabs>
        <w:ind w:left="426" w:firstLine="0"/>
        <w:rPr>
          <w:snapToGrid w:val="0"/>
        </w:rPr>
      </w:pPr>
      <w:r w:rsidRPr="006352C2">
        <w:rPr>
          <w:snapToGrid w:val="0"/>
        </w:rPr>
        <w:t>Do tohoto termínu musí být splněny rovněž všechny datumově předcházející dílčí fakturační celky (</w:t>
      </w:r>
      <w:r w:rsidR="0065267F">
        <w:rPr>
          <w:snapToGrid w:val="0"/>
        </w:rPr>
        <w:t xml:space="preserve">tedy </w:t>
      </w:r>
      <w:proofErr w:type="gramStart"/>
      <w:r w:rsidRPr="006352C2">
        <w:rPr>
          <w:snapToGrid w:val="0"/>
        </w:rPr>
        <w:t>1.2.</w:t>
      </w:r>
      <w:r w:rsidR="0065267F">
        <w:rPr>
          <w:snapToGrid w:val="0"/>
        </w:rPr>
        <w:t xml:space="preserve"> až</w:t>
      </w:r>
      <w:proofErr w:type="gramEnd"/>
      <w:r w:rsidR="00E435AB">
        <w:rPr>
          <w:snapToGrid w:val="0"/>
        </w:rPr>
        <w:t xml:space="preserve"> 1.5.</w:t>
      </w:r>
      <w:r w:rsidRPr="006352C2">
        <w:rPr>
          <w:snapToGrid w:val="0"/>
        </w:rPr>
        <w:t>).</w:t>
      </w:r>
    </w:p>
    <w:p w:rsidR="007B710F" w:rsidRPr="0065267F" w:rsidRDefault="007B710F" w:rsidP="007B710F">
      <w:pPr>
        <w:pStyle w:val="Zkladntextodsazen2"/>
        <w:numPr>
          <w:ilvl w:val="1"/>
          <w:numId w:val="11"/>
        </w:numPr>
        <w:tabs>
          <w:tab w:val="clear" w:pos="1506"/>
          <w:tab w:val="num" w:pos="0"/>
          <w:tab w:val="right" w:pos="9072"/>
        </w:tabs>
        <w:ind w:left="426"/>
        <w:rPr>
          <w:snapToGrid w:val="0"/>
        </w:rPr>
      </w:pPr>
      <w:r w:rsidRPr="007B710F">
        <w:rPr>
          <w:snapToGrid w:val="0"/>
        </w:rPr>
        <w:t>Termín ukončení hlavního fakturačního celku Přípravné práce:</w:t>
      </w:r>
      <w:r w:rsidRPr="007B710F">
        <w:rPr>
          <w:snapToGrid w:val="0"/>
        </w:rPr>
        <w:tab/>
      </w:r>
      <w:r w:rsidR="008D32DB" w:rsidRPr="008D32DB">
        <w:rPr>
          <w:b/>
          <w:snapToGrid w:val="0"/>
        </w:rPr>
        <w:t xml:space="preserve">do </w:t>
      </w:r>
      <w:proofErr w:type="gramStart"/>
      <w:r w:rsidR="008D32DB" w:rsidRPr="008D32DB">
        <w:rPr>
          <w:b/>
          <w:snapToGrid w:val="0"/>
        </w:rPr>
        <w:t>30.6.2015</w:t>
      </w:r>
      <w:proofErr w:type="gramEnd"/>
    </w:p>
    <w:p w:rsidR="0065267F" w:rsidRPr="006352C2" w:rsidRDefault="0065267F" w:rsidP="0065267F">
      <w:pPr>
        <w:pStyle w:val="Zkladntextodsazen2"/>
        <w:tabs>
          <w:tab w:val="right" w:pos="9072"/>
        </w:tabs>
        <w:ind w:left="426" w:firstLine="0"/>
        <w:rPr>
          <w:snapToGrid w:val="0"/>
        </w:rPr>
      </w:pPr>
      <w:r w:rsidRPr="006352C2">
        <w:rPr>
          <w:snapToGrid w:val="0"/>
        </w:rPr>
        <w:t>Do tohoto termínu musí být splněny rovněž všechny datumově předcházející dílčí fakturační celky (</w:t>
      </w:r>
      <w:r>
        <w:rPr>
          <w:snapToGrid w:val="0"/>
        </w:rPr>
        <w:t xml:space="preserve">tedy </w:t>
      </w:r>
      <w:proofErr w:type="gramStart"/>
      <w:r>
        <w:rPr>
          <w:snapToGrid w:val="0"/>
        </w:rPr>
        <w:t>2.1. až</w:t>
      </w:r>
      <w:proofErr w:type="gramEnd"/>
      <w:r>
        <w:rPr>
          <w:snapToGrid w:val="0"/>
        </w:rPr>
        <w:t xml:space="preserve"> 2.4.</w:t>
      </w:r>
      <w:r w:rsidRPr="006352C2">
        <w:rPr>
          <w:snapToGrid w:val="0"/>
        </w:rPr>
        <w:t>).</w:t>
      </w:r>
    </w:p>
    <w:p w:rsidR="007B710F" w:rsidRPr="00E7510E" w:rsidRDefault="007B710F" w:rsidP="007B710F">
      <w:pPr>
        <w:pStyle w:val="Zkladntextodsazen2"/>
        <w:numPr>
          <w:ilvl w:val="1"/>
          <w:numId w:val="11"/>
        </w:numPr>
        <w:tabs>
          <w:tab w:val="clear" w:pos="1506"/>
          <w:tab w:val="num" w:pos="567"/>
          <w:tab w:val="right" w:pos="9072"/>
        </w:tabs>
        <w:ind w:left="426"/>
        <w:rPr>
          <w:snapToGrid w:val="0"/>
        </w:rPr>
      </w:pPr>
      <w:r w:rsidRPr="007B710F">
        <w:rPr>
          <w:snapToGrid w:val="0"/>
        </w:rPr>
        <w:t>Termín ukončení hlavního fakturačního celku Návrhové práce:</w:t>
      </w:r>
      <w:r w:rsidRPr="007B710F">
        <w:rPr>
          <w:snapToGrid w:val="0"/>
        </w:rPr>
        <w:tab/>
      </w:r>
      <w:r w:rsidR="008D32DB" w:rsidRPr="008D32DB">
        <w:rPr>
          <w:b/>
          <w:snapToGrid w:val="0"/>
        </w:rPr>
        <w:t xml:space="preserve">do </w:t>
      </w:r>
      <w:proofErr w:type="gramStart"/>
      <w:r w:rsidR="008D32DB" w:rsidRPr="008D32DB">
        <w:rPr>
          <w:b/>
          <w:snapToGrid w:val="0"/>
        </w:rPr>
        <w:t>30.6.2016</w:t>
      </w:r>
      <w:proofErr w:type="gramEnd"/>
    </w:p>
    <w:p w:rsidR="00931A50" w:rsidRDefault="00DA0FF1" w:rsidP="00931A50">
      <w:pPr>
        <w:pStyle w:val="Zkladntextodsazen2"/>
        <w:numPr>
          <w:ilvl w:val="1"/>
          <w:numId w:val="11"/>
        </w:numPr>
        <w:tabs>
          <w:tab w:val="clear" w:pos="1506"/>
          <w:tab w:val="num" w:pos="567"/>
        </w:tabs>
        <w:ind w:left="426"/>
        <w:rPr>
          <w:snapToGrid w:val="0"/>
        </w:rPr>
      </w:pPr>
      <w:r w:rsidRPr="00B42FBD">
        <w:rPr>
          <w:snapToGrid w:val="0"/>
        </w:rPr>
        <w:t xml:space="preserve">Fakturační celek 3.1. - Vytyčení pozemků a stabilizace vlastnických hranic dle návrhu KPÚ bude provedeno do </w:t>
      </w:r>
      <w:r w:rsidR="001F691F">
        <w:rPr>
          <w:snapToGrid w:val="0"/>
        </w:rPr>
        <w:t>tří</w:t>
      </w:r>
      <w:r w:rsidR="001F7348">
        <w:rPr>
          <w:snapToGrid w:val="0"/>
        </w:rPr>
        <w:t xml:space="preserve"> měsíců</w:t>
      </w:r>
      <w:r w:rsidR="00BA13A3">
        <w:rPr>
          <w:snapToGrid w:val="0"/>
        </w:rPr>
        <w:t xml:space="preserve"> od </w:t>
      </w:r>
      <w:r w:rsidR="00DA47BC">
        <w:rPr>
          <w:snapToGrid w:val="0"/>
        </w:rPr>
        <w:t xml:space="preserve">doručení písemné výzvy objednatele </w:t>
      </w:r>
      <w:r w:rsidR="00BA13A3">
        <w:rPr>
          <w:snapToGrid w:val="0"/>
        </w:rPr>
        <w:t>k provedení těchto prací.</w:t>
      </w:r>
      <w:r w:rsidR="00931A50">
        <w:rPr>
          <w:snapToGrid w:val="0"/>
        </w:rPr>
        <w:t xml:space="preserve"> Výzva objednatele k provedení těchto prací musí být doručena nejpozději 3 měsíce před termínem ukončení realizace služeb. Může být odeslána i vícekrát dle shromáždění požadavků vlastníků (např. jarní a podzimní termín). </w:t>
      </w:r>
    </w:p>
    <w:p w:rsidR="007B710F" w:rsidRDefault="00BA13A3" w:rsidP="007B710F">
      <w:pPr>
        <w:pStyle w:val="Zkladntextodsazen2"/>
        <w:numPr>
          <w:ilvl w:val="1"/>
          <w:numId w:val="11"/>
        </w:numPr>
        <w:tabs>
          <w:tab w:val="clear" w:pos="1506"/>
          <w:tab w:val="num" w:pos="567"/>
        </w:tabs>
        <w:ind w:left="426"/>
        <w:rPr>
          <w:snapToGrid w:val="0"/>
        </w:rPr>
      </w:pPr>
      <w:r>
        <w:rPr>
          <w:snapToGrid w:val="0"/>
        </w:rPr>
        <w:t xml:space="preserve">Fakturační celek 3.2. - Mapové dílo, včetně DKM a SPI, bude </w:t>
      </w:r>
      <w:r w:rsidR="00DA47BC">
        <w:rPr>
          <w:snapToGrid w:val="0"/>
        </w:rPr>
        <w:t xml:space="preserve">provedeno </w:t>
      </w:r>
      <w:r>
        <w:rPr>
          <w:snapToGrid w:val="0"/>
        </w:rPr>
        <w:t xml:space="preserve">do </w:t>
      </w:r>
      <w:r w:rsidR="001F7348">
        <w:rPr>
          <w:snapToGrid w:val="0"/>
        </w:rPr>
        <w:t>tří</w:t>
      </w:r>
      <w:r>
        <w:rPr>
          <w:snapToGrid w:val="0"/>
        </w:rPr>
        <w:t xml:space="preserve"> měsíců od </w:t>
      </w:r>
      <w:r w:rsidR="00DA47BC">
        <w:rPr>
          <w:snapToGrid w:val="0"/>
        </w:rPr>
        <w:t xml:space="preserve">doručení </w:t>
      </w:r>
      <w:r>
        <w:rPr>
          <w:snapToGrid w:val="0"/>
        </w:rPr>
        <w:t>písemné výzvy objednatele k zahájení těchto prací. Objednatel vyzve zhotovitele nejpozději do 30 dnů od právní moci rozhodnutí o schválení návrhu KPÚ. V případě, že právní moc rozhodnutí o schválení byla závislá na rozhodnutí o odvolání, lhůta se prodlužuje na 90 dnů.</w:t>
      </w:r>
    </w:p>
    <w:p w:rsidR="00720FF9" w:rsidRDefault="00720FF9" w:rsidP="00720FF9">
      <w:pPr>
        <w:pStyle w:val="Zkladntextodsazen2"/>
        <w:numPr>
          <w:ilvl w:val="1"/>
          <w:numId w:val="11"/>
        </w:numPr>
        <w:tabs>
          <w:tab w:val="clear" w:pos="1506"/>
          <w:tab w:val="num" w:pos="567"/>
        </w:tabs>
        <w:ind w:left="426"/>
        <w:rPr>
          <w:snapToGrid w:val="0"/>
        </w:rPr>
      </w:pPr>
      <w:r w:rsidRPr="004E6353">
        <w:rPr>
          <w:snapToGrid w:val="0"/>
        </w:rPr>
        <w:t xml:space="preserve">Termíny ukončení </w:t>
      </w:r>
      <w:r w:rsidRPr="006352C2">
        <w:rPr>
          <w:snapToGrid w:val="0"/>
        </w:rPr>
        <w:t>ostatních, výše nejmenovaných</w:t>
      </w:r>
      <w:r w:rsidRPr="001F691F">
        <w:rPr>
          <w:snapToGrid w:val="0"/>
          <w:color w:val="FF0000"/>
        </w:rPr>
        <w:t xml:space="preserve"> </w:t>
      </w:r>
      <w:r w:rsidRPr="004E6353">
        <w:rPr>
          <w:snapToGrid w:val="0"/>
        </w:rPr>
        <w:t>dílčích fakturačních celků mají charakter harmonogramu prací</w:t>
      </w:r>
      <w:r>
        <w:rPr>
          <w:snapToGrid w:val="0"/>
        </w:rPr>
        <w:t>, jsou orientační a slouží pouze ke kontrole průběhu prací</w:t>
      </w:r>
      <w:r w:rsidRPr="004E6353">
        <w:rPr>
          <w:snapToGrid w:val="0"/>
        </w:rPr>
        <w:t xml:space="preserve">.   </w:t>
      </w:r>
    </w:p>
    <w:p w:rsidR="007B710F" w:rsidRDefault="007B710F" w:rsidP="007B710F">
      <w:pPr>
        <w:jc w:val="both"/>
        <w:rPr>
          <w:b/>
          <w:bCs/>
          <w:snapToGrid w:val="0"/>
          <w:sz w:val="24"/>
          <w:szCs w:val="24"/>
        </w:rPr>
      </w:pPr>
    </w:p>
    <w:p w:rsidR="00DA0FF1" w:rsidRPr="00B42FBD" w:rsidRDefault="00BA13A3">
      <w:pPr>
        <w:jc w:val="center"/>
        <w:rPr>
          <w:b/>
          <w:bCs/>
          <w:snapToGrid w:val="0"/>
          <w:sz w:val="24"/>
          <w:szCs w:val="24"/>
        </w:rPr>
      </w:pPr>
      <w:r>
        <w:rPr>
          <w:b/>
          <w:bCs/>
          <w:snapToGrid w:val="0"/>
          <w:sz w:val="24"/>
          <w:szCs w:val="24"/>
        </w:rPr>
        <w:t>Čl. VI.</w:t>
      </w:r>
    </w:p>
    <w:p w:rsidR="00DA0FF1" w:rsidRPr="00B42FBD" w:rsidRDefault="007B710F">
      <w:pPr>
        <w:pStyle w:val="Nadpis3"/>
        <w:rPr>
          <w:snapToGrid w:val="0"/>
        </w:rPr>
      </w:pPr>
      <w:r w:rsidRPr="007B710F">
        <w:rPr>
          <w:snapToGrid w:val="0"/>
        </w:rPr>
        <w:t>Předání a převzetí díla, sankce, záruky</w:t>
      </w:r>
    </w:p>
    <w:p w:rsidR="007B710F" w:rsidRPr="007B710F" w:rsidRDefault="007B710F" w:rsidP="000525AF">
      <w:pPr>
        <w:pStyle w:val="Zkladntextodsazen2"/>
        <w:numPr>
          <w:ilvl w:val="0"/>
          <w:numId w:val="17"/>
        </w:numPr>
        <w:ind w:left="426"/>
      </w:pPr>
      <w:r w:rsidRPr="007B710F">
        <w:rPr>
          <w:snapToGrid w:val="0"/>
        </w:rPr>
        <w:t>Zhotovitel se zavazuje odevzdávat objednateli dílo po hlavních fakturačních celcích příp. ukončených dílčích fakturačních celcích v souladu s čl. č. III. v t</w:t>
      </w:r>
      <w:r w:rsidR="00BA13A3">
        <w:t>e</w:t>
      </w:r>
      <w:r w:rsidR="00DA0FF1">
        <w:t xml:space="preserve">rmínech uvedených v příloze č. 1, která je nedílnou součástí této smlouvy. </w:t>
      </w:r>
    </w:p>
    <w:p w:rsidR="001F691F" w:rsidRPr="006352C2" w:rsidRDefault="001F691F" w:rsidP="000525AF">
      <w:pPr>
        <w:pStyle w:val="Zkladntextodsazen2"/>
        <w:numPr>
          <w:ilvl w:val="0"/>
          <w:numId w:val="17"/>
        </w:numPr>
        <w:ind w:left="426"/>
      </w:pPr>
      <w:r w:rsidRPr="006352C2">
        <w:rPr>
          <w:snapToGrid w:val="0"/>
        </w:rPr>
        <w:t xml:space="preserve">Sankce za nesplnění </w:t>
      </w:r>
      <w:r w:rsidR="0065267F" w:rsidRPr="006352C2">
        <w:rPr>
          <w:snapToGrid w:val="0"/>
        </w:rPr>
        <w:t>dílčí</w:t>
      </w:r>
      <w:r w:rsidR="0065267F">
        <w:rPr>
          <w:snapToGrid w:val="0"/>
        </w:rPr>
        <w:t>ho</w:t>
      </w:r>
      <w:r w:rsidR="0065267F" w:rsidRPr="006352C2">
        <w:rPr>
          <w:snapToGrid w:val="0"/>
        </w:rPr>
        <w:t xml:space="preserve"> </w:t>
      </w:r>
      <w:r w:rsidRPr="006352C2">
        <w:rPr>
          <w:snapToGrid w:val="0"/>
        </w:rPr>
        <w:t>fakturační</w:t>
      </w:r>
      <w:r w:rsidR="0065267F">
        <w:rPr>
          <w:snapToGrid w:val="0"/>
        </w:rPr>
        <w:t>ho</w:t>
      </w:r>
      <w:r w:rsidRPr="006352C2">
        <w:rPr>
          <w:snapToGrid w:val="0"/>
        </w:rPr>
        <w:t xml:space="preserve"> celk</w:t>
      </w:r>
      <w:r w:rsidR="0065267F">
        <w:rPr>
          <w:snapToGrid w:val="0"/>
        </w:rPr>
        <w:t>u</w:t>
      </w:r>
      <w:r w:rsidRPr="006352C2">
        <w:rPr>
          <w:snapToGrid w:val="0"/>
        </w:rPr>
        <w:t xml:space="preserve"> Vyhodnocení podkladů a rozbor </w:t>
      </w:r>
      <w:proofErr w:type="spellStart"/>
      <w:r w:rsidRPr="006352C2">
        <w:rPr>
          <w:snapToGrid w:val="0"/>
        </w:rPr>
        <w:t>souč</w:t>
      </w:r>
      <w:proofErr w:type="spellEnd"/>
      <w:r w:rsidRPr="006352C2">
        <w:rPr>
          <w:snapToGrid w:val="0"/>
        </w:rPr>
        <w:t xml:space="preserve">. stavu </w:t>
      </w:r>
      <w:r w:rsidR="000839A7">
        <w:rPr>
          <w:snapToGrid w:val="0"/>
        </w:rPr>
        <w:t>(</w:t>
      </w:r>
      <w:proofErr w:type="gramStart"/>
      <w:r w:rsidR="000839A7">
        <w:rPr>
          <w:snapToGrid w:val="0"/>
        </w:rPr>
        <w:t xml:space="preserve">1.1.) </w:t>
      </w:r>
      <w:r w:rsidRPr="006352C2">
        <w:rPr>
          <w:snapToGrid w:val="0"/>
        </w:rPr>
        <w:t>ve</w:t>
      </w:r>
      <w:proofErr w:type="gramEnd"/>
      <w:r w:rsidRPr="006352C2">
        <w:rPr>
          <w:snapToGrid w:val="0"/>
        </w:rPr>
        <w:t xml:space="preserve"> sjednaném termínu prokazatelně zaviněné zhotovitelem činí </w:t>
      </w:r>
      <w:r w:rsidR="00720FF9">
        <w:rPr>
          <w:snapToGrid w:val="0"/>
        </w:rPr>
        <w:t>2</w:t>
      </w:r>
      <w:r w:rsidRPr="006352C2">
        <w:rPr>
          <w:snapToGrid w:val="0"/>
        </w:rPr>
        <w:t xml:space="preserve">000,- Kč za každý </w:t>
      </w:r>
      <w:r w:rsidR="000525AF">
        <w:t xml:space="preserve">započatý kalendářní </w:t>
      </w:r>
      <w:r w:rsidR="000525AF" w:rsidRPr="00330649">
        <w:t>den prodlení</w:t>
      </w:r>
      <w:r w:rsidRPr="006352C2">
        <w:rPr>
          <w:snapToGrid w:val="0"/>
        </w:rPr>
        <w:t xml:space="preserve">. </w:t>
      </w:r>
      <w:r w:rsidR="001E3EA6" w:rsidRPr="006352C2">
        <w:rPr>
          <w:snapToGrid w:val="0"/>
        </w:rPr>
        <w:t>Sankce se uplatní i v případě, pokud by do termínu splnění uveden</w:t>
      </w:r>
      <w:r w:rsidR="0065267F">
        <w:rPr>
          <w:snapToGrid w:val="0"/>
        </w:rPr>
        <w:t>ého</w:t>
      </w:r>
      <w:r w:rsidR="001E3EA6" w:rsidRPr="006352C2">
        <w:rPr>
          <w:snapToGrid w:val="0"/>
        </w:rPr>
        <w:t xml:space="preserve"> dílčí</w:t>
      </w:r>
      <w:r w:rsidR="0065267F">
        <w:rPr>
          <w:snapToGrid w:val="0"/>
        </w:rPr>
        <w:t xml:space="preserve">ho </w:t>
      </w:r>
      <w:r w:rsidR="001E3EA6" w:rsidRPr="006352C2">
        <w:rPr>
          <w:snapToGrid w:val="0"/>
        </w:rPr>
        <w:t>fakturační</w:t>
      </w:r>
      <w:r w:rsidR="0065267F">
        <w:rPr>
          <w:snapToGrid w:val="0"/>
        </w:rPr>
        <w:t>ho</w:t>
      </w:r>
      <w:r w:rsidR="001E3EA6" w:rsidRPr="006352C2">
        <w:rPr>
          <w:snapToGrid w:val="0"/>
        </w:rPr>
        <w:t xml:space="preserve"> celk</w:t>
      </w:r>
      <w:r w:rsidR="0065267F">
        <w:rPr>
          <w:snapToGrid w:val="0"/>
        </w:rPr>
        <w:t>u</w:t>
      </w:r>
      <w:r w:rsidR="001E3EA6" w:rsidRPr="006352C2">
        <w:rPr>
          <w:snapToGrid w:val="0"/>
        </w:rPr>
        <w:t xml:space="preserve"> nebyly splněny některé z dílčích fakturačních celků datumově předcházející</w:t>
      </w:r>
      <w:r w:rsidR="00CE38A2" w:rsidRPr="006352C2">
        <w:rPr>
          <w:snapToGrid w:val="0"/>
        </w:rPr>
        <w:t>ch</w:t>
      </w:r>
      <w:r w:rsidR="001E3EA6" w:rsidRPr="006352C2">
        <w:rPr>
          <w:snapToGrid w:val="0"/>
        </w:rPr>
        <w:t xml:space="preserve"> (</w:t>
      </w:r>
      <w:proofErr w:type="gramStart"/>
      <w:r w:rsidR="001E3EA6" w:rsidRPr="006352C2">
        <w:rPr>
          <w:snapToGrid w:val="0"/>
        </w:rPr>
        <w:t xml:space="preserve">1.2. </w:t>
      </w:r>
      <w:r w:rsidR="0065267F">
        <w:rPr>
          <w:snapToGrid w:val="0"/>
        </w:rPr>
        <w:t>až</w:t>
      </w:r>
      <w:proofErr w:type="gramEnd"/>
      <w:r w:rsidR="0065267F">
        <w:rPr>
          <w:snapToGrid w:val="0"/>
        </w:rPr>
        <w:t xml:space="preserve"> 1.</w:t>
      </w:r>
      <w:r w:rsidR="00720FF9">
        <w:rPr>
          <w:snapToGrid w:val="0"/>
        </w:rPr>
        <w:t>5</w:t>
      </w:r>
      <w:r w:rsidR="0065267F">
        <w:rPr>
          <w:snapToGrid w:val="0"/>
        </w:rPr>
        <w:t>.</w:t>
      </w:r>
      <w:r w:rsidR="001E3EA6" w:rsidRPr="006352C2">
        <w:rPr>
          <w:snapToGrid w:val="0"/>
        </w:rPr>
        <w:t xml:space="preserve">). </w:t>
      </w:r>
    </w:p>
    <w:p w:rsidR="0065267F" w:rsidRPr="006352C2" w:rsidRDefault="007B710F" w:rsidP="0065267F">
      <w:pPr>
        <w:pStyle w:val="Zkladntextodsazen2"/>
        <w:numPr>
          <w:ilvl w:val="0"/>
          <w:numId w:val="17"/>
        </w:numPr>
        <w:ind w:left="426"/>
      </w:pPr>
      <w:r w:rsidRPr="0065267F">
        <w:rPr>
          <w:snapToGrid w:val="0"/>
        </w:rPr>
        <w:t xml:space="preserve">Sankce za nesplnění hlavního fakturačního celku Přípravné práce ve sjednaném termínu prokazatelně zaviněné zhotovitelem činí </w:t>
      </w:r>
      <w:r w:rsidR="00720FF9">
        <w:rPr>
          <w:snapToGrid w:val="0"/>
        </w:rPr>
        <w:t>4</w:t>
      </w:r>
      <w:r w:rsidRPr="0065267F">
        <w:rPr>
          <w:snapToGrid w:val="0"/>
        </w:rPr>
        <w:t xml:space="preserve">000,- Kč za každý </w:t>
      </w:r>
      <w:r w:rsidR="000525AF">
        <w:t xml:space="preserve">započatý kalendářní </w:t>
      </w:r>
      <w:r w:rsidR="000525AF" w:rsidRPr="00330649">
        <w:t>den prodlení</w:t>
      </w:r>
      <w:r w:rsidRPr="0065267F">
        <w:rPr>
          <w:snapToGrid w:val="0"/>
        </w:rPr>
        <w:t>.</w:t>
      </w:r>
      <w:r w:rsidR="00B55889" w:rsidRPr="0065267F">
        <w:rPr>
          <w:snapToGrid w:val="0"/>
        </w:rPr>
        <w:t xml:space="preserve"> </w:t>
      </w:r>
      <w:r w:rsidR="0065267F" w:rsidRPr="006352C2">
        <w:rPr>
          <w:snapToGrid w:val="0"/>
        </w:rPr>
        <w:t xml:space="preserve">Sankce se uplatní i v případě, pokud by do termínu splnění </w:t>
      </w:r>
      <w:r w:rsidR="0065267F">
        <w:rPr>
          <w:snapToGrid w:val="0"/>
        </w:rPr>
        <w:t xml:space="preserve">hlavního </w:t>
      </w:r>
      <w:r w:rsidR="0065267F" w:rsidRPr="006352C2">
        <w:rPr>
          <w:snapToGrid w:val="0"/>
        </w:rPr>
        <w:t>fakturační</w:t>
      </w:r>
      <w:r w:rsidR="0065267F">
        <w:rPr>
          <w:snapToGrid w:val="0"/>
        </w:rPr>
        <w:t>ho</w:t>
      </w:r>
      <w:r w:rsidR="0065267F" w:rsidRPr="006352C2">
        <w:rPr>
          <w:snapToGrid w:val="0"/>
        </w:rPr>
        <w:t xml:space="preserve"> celk</w:t>
      </w:r>
      <w:r w:rsidR="0065267F">
        <w:rPr>
          <w:snapToGrid w:val="0"/>
        </w:rPr>
        <w:t>u</w:t>
      </w:r>
      <w:r w:rsidR="0065267F" w:rsidRPr="006352C2">
        <w:rPr>
          <w:snapToGrid w:val="0"/>
        </w:rPr>
        <w:t xml:space="preserve"> nebyly splněny některé z dílčích fakturačních celků datumově předcházejících (</w:t>
      </w:r>
      <w:proofErr w:type="gramStart"/>
      <w:r w:rsidR="0065267F">
        <w:rPr>
          <w:snapToGrid w:val="0"/>
        </w:rPr>
        <w:t>2.1</w:t>
      </w:r>
      <w:r w:rsidR="0065267F" w:rsidRPr="006352C2">
        <w:rPr>
          <w:snapToGrid w:val="0"/>
        </w:rPr>
        <w:t xml:space="preserve">. </w:t>
      </w:r>
      <w:r w:rsidR="0065267F">
        <w:rPr>
          <w:snapToGrid w:val="0"/>
        </w:rPr>
        <w:t>až</w:t>
      </w:r>
      <w:proofErr w:type="gramEnd"/>
      <w:r w:rsidR="0065267F">
        <w:rPr>
          <w:snapToGrid w:val="0"/>
        </w:rPr>
        <w:t xml:space="preserve"> 2.4.</w:t>
      </w:r>
      <w:r w:rsidR="0065267F" w:rsidRPr="006352C2">
        <w:rPr>
          <w:snapToGrid w:val="0"/>
        </w:rPr>
        <w:t xml:space="preserve">). </w:t>
      </w:r>
    </w:p>
    <w:p w:rsidR="007B710F" w:rsidRDefault="00DA0FF1" w:rsidP="000525AF">
      <w:pPr>
        <w:pStyle w:val="Zkladntextodsazen2"/>
        <w:numPr>
          <w:ilvl w:val="0"/>
          <w:numId w:val="17"/>
        </w:numPr>
        <w:ind w:left="426"/>
      </w:pPr>
      <w:r w:rsidRPr="00AB0640">
        <w:t xml:space="preserve">Sankce za nesplnění </w:t>
      </w:r>
      <w:r>
        <w:t>hlavního fakturačního celku Návrhové práce</w:t>
      </w:r>
      <w:r w:rsidRPr="00AB0640">
        <w:t xml:space="preserve"> ve sjednaném termínu </w:t>
      </w:r>
      <w:r>
        <w:t xml:space="preserve">prokazatelně zaviněné zhotovitelem </w:t>
      </w:r>
      <w:r w:rsidRPr="00AB0640">
        <w:t xml:space="preserve">činí </w:t>
      </w:r>
      <w:r w:rsidR="00720FF9">
        <w:t>4</w:t>
      </w:r>
      <w:r w:rsidR="004C0CEB" w:rsidRPr="00330649">
        <w:t xml:space="preserve">000,- Kč za každý </w:t>
      </w:r>
      <w:r w:rsidR="000525AF">
        <w:t xml:space="preserve">započatý kalendářní </w:t>
      </w:r>
      <w:r w:rsidR="004C0CEB" w:rsidRPr="00330649">
        <w:t>den prodlení.</w:t>
      </w:r>
      <w:r w:rsidR="00C76E1C">
        <w:t xml:space="preserve"> </w:t>
      </w:r>
    </w:p>
    <w:p w:rsidR="000525AF" w:rsidRPr="000525AF" w:rsidRDefault="007B0159" w:rsidP="000525AF">
      <w:pPr>
        <w:pStyle w:val="Zkladntextodsazen2"/>
        <w:numPr>
          <w:ilvl w:val="0"/>
          <w:numId w:val="17"/>
        </w:numPr>
        <w:ind w:left="426"/>
        <w:rPr>
          <w:snapToGrid w:val="0"/>
        </w:rPr>
      </w:pPr>
      <w:r w:rsidRPr="00131524">
        <w:t xml:space="preserve">Sankce za nesplnění </w:t>
      </w:r>
      <w:r w:rsidR="00931A50">
        <w:t xml:space="preserve">dílčího fakturačního celku </w:t>
      </w:r>
      <w:r w:rsidR="00931A50">
        <w:rPr>
          <w:snapToGrid w:val="0"/>
        </w:rPr>
        <w:t>Mapové dílo, včetně DKM a SPI</w:t>
      </w:r>
      <w:r w:rsidR="00931A50" w:rsidRPr="00131524">
        <w:t xml:space="preserve"> </w:t>
      </w:r>
      <w:r w:rsidR="00931A50">
        <w:t>(</w:t>
      </w:r>
      <w:proofErr w:type="gramStart"/>
      <w:r w:rsidR="00931A50">
        <w:t>3.2.)</w:t>
      </w:r>
      <w:r w:rsidR="00131524" w:rsidRPr="00131524">
        <w:t xml:space="preserve"> </w:t>
      </w:r>
      <w:r w:rsidR="00F87BA4" w:rsidRPr="00131524">
        <w:t>ve</w:t>
      </w:r>
      <w:proofErr w:type="gramEnd"/>
      <w:r w:rsidR="00F87BA4" w:rsidRPr="00131524">
        <w:t xml:space="preserve"> sjednaném termínu prokazatelně zaviněné zhotovitelem </w:t>
      </w:r>
      <w:r w:rsidRPr="00131524">
        <w:t xml:space="preserve">činí </w:t>
      </w:r>
      <w:r w:rsidR="00720FF9">
        <w:t>2</w:t>
      </w:r>
      <w:r w:rsidR="00131524">
        <w:t>000,-</w:t>
      </w:r>
      <w:r w:rsidR="00131524" w:rsidRPr="00131524">
        <w:t xml:space="preserve"> </w:t>
      </w:r>
      <w:r w:rsidRPr="00131524">
        <w:t xml:space="preserve">Kč </w:t>
      </w:r>
      <w:r w:rsidR="00131524" w:rsidRPr="00330649">
        <w:t xml:space="preserve">za každý </w:t>
      </w:r>
      <w:r w:rsidR="000525AF">
        <w:t xml:space="preserve">započatý kalendářní </w:t>
      </w:r>
      <w:r w:rsidR="000525AF" w:rsidRPr="00330649">
        <w:t>den prodlení</w:t>
      </w:r>
      <w:r w:rsidR="00131524" w:rsidRPr="00330649">
        <w:t>.</w:t>
      </w:r>
      <w:r w:rsidR="00131524">
        <w:t xml:space="preserve"> </w:t>
      </w:r>
      <w:r w:rsidRPr="00131524">
        <w:t xml:space="preserve"> </w:t>
      </w:r>
    </w:p>
    <w:p w:rsidR="000525AF" w:rsidRPr="000525AF" w:rsidRDefault="000525AF" w:rsidP="000525AF">
      <w:pPr>
        <w:pStyle w:val="Zkladntextodsazen2"/>
        <w:numPr>
          <w:ilvl w:val="0"/>
          <w:numId w:val="17"/>
        </w:numPr>
        <w:ind w:left="426"/>
        <w:rPr>
          <w:snapToGrid w:val="0"/>
        </w:rPr>
      </w:pPr>
      <w:r w:rsidRPr="000525AF">
        <w:rPr>
          <w:snapToGrid w:val="0"/>
        </w:rPr>
        <w:t xml:space="preserve">Sankce se počítají od </w:t>
      </w:r>
      <w:r>
        <w:rPr>
          <w:snapToGrid w:val="0"/>
        </w:rPr>
        <w:t>prvního</w:t>
      </w:r>
      <w:r w:rsidRPr="000525AF">
        <w:rPr>
          <w:snapToGrid w:val="0"/>
        </w:rPr>
        <w:t xml:space="preserve"> dne následujícího po </w:t>
      </w:r>
      <w:r>
        <w:rPr>
          <w:snapToGrid w:val="0"/>
        </w:rPr>
        <w:t xml:space="preserve">termínu </w:t>
      </w:r>
      <w:r w:rsidRPr="000525AF">
        <w:rPr>
          <w:snapToGrid w:val="0"/>
        </w:rPr>
        <w:t xml:space="preserve">ukončení </w:t>
      </w:r>
      <w:r>
        <w:rPr>
          <w:snapToGrid w:val="0"/>
        </w:rPr>
        <w:t>daného předmětu</w:t>
      </w:r>
      <w:r w:rsidRPr="000525AF">
        <w:rPr>
          <w:snapToGrid w:val="0"/>
        </w:rPr>
        <w:t xml:space="preserve">, a to i v případě, že termín ukončení připadl na den, který není pracovním dnem. V případě, že termín ukončení připadne na den, který není pracovním dnem, musí zhotovitel dílo odevzdat nejpozději poslední pracovní den předcházející datu ukončení. </w:t>
      </w:r>
    </w:p>
    <w:p w:rsidR="007B710F" w:rsidRDefault="00DA0FF1" w:rsidP="000525AF">
      <w:pPr>
        <w:pStyle w:val="Zkladntextodsazen2"/>
        <w:numPr>
          <w:ilvl w:val="0"/>
          <w:numId w:val="17"/>
        </w:numPr>
        <w:ind w:left="426"/>
      </w:pPr>
      <w:r w:rsidRPr="000525AF">
        <w:t>Zhotovitel objednateli poskytuje záruku za jakost předaného</w:t>
      </w:r>
      <w:r>
        <w:t xml:space="preserve"> díla. Záruční lhůta se stanovuje </w:t>
      </w:r>
      <w:r w:rsidR="004C0CEB">
        <w:t xml:space="preserve">na 60 </w:t>
      </w:r>
      <w:r>
        <w:t xml:space="preserve">měsíců od předání celého díla zhotovitelem objednateli. U ucelených částí, případně fakturačních celků se záruční lhůta prodlužuje o dobu, která uplyne mezi dílčím plněním a předáním celého díla. V případě přerušení prací ze strany objednatele platí dohodnutá záruční lhůta </w:t>
      </w:r>
      <w:r w:rsidR="00BE47F2">
        <w:t xml:space="preserve">60 </w:t>
      </w:r>
      <w:r>
        <w:t>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KPÚ zpochybněno. Po dobu záruční lhůty má objednatel právo požadovat bezplatné odstranění vad. O odstranění vad bude oběma stranami sepsán protokol. Doba odstranění vad se do záruční lhůty nezapočítává. Zhotovitel ručí objednateli podle Obchodního zákoníku do výše čistého obchodního jmění.</w:t>
      </w:r>
      <w:r w:rsidR="00C76E1C">
        <w:t xml:space="preserve"> </w:t>
      </w:r>
    </w:p>
    <w:p w:rsidR="007B710F" w:rsidRDefault="00DA0FF1" w:rsidP="000525AF">
      <w:pPr>
        <w:pStyle w:val="Zkladntextodsazen2"/>
        <w:numPr>
          <w:ilvl w:val="0"/>
          <w:numId w:val="17"/>
        </w:numPr>
        <w:ind w:left="426"/>
      </w:pPr>
      <w:r>
        <w:t>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562 Obchodního zákoníku a potvrzení zhotovitele o uznání vady.</w:t>
      </w:r>
    </w:p>
    <w:p w:rsidR="007B710F" w:rsidRDefault="00DA0FF1" w:rsidP="000525AF">
      <w:pPr>
        <w:pStyle w:val="Zkladntextodsazen2"/>
        <w:numPr>
          <w:ilvl w:val="0"/>
          <w:numId w:val="17"/>
        </w:numPr>
        <w:ind w:left="426"/>
      </w:pPr>
      <w:r>
        <w:t xml:space="preserve">Je-li zhotovitel v prodlení s odstraněním vad, uhradí objednateli smluvní pokutu ve výši </w:t>
      </w:r>
      <w:r w:rsidR="00931A50">
        <w:t>4</w:t>
      </w:r>
      <w:r w:rsidR="004C0CEB">
        <w:t xml:space="preserve">000,- Kč </w:t>
      </w:r>
      <w:r>
        <w:t xml:space="preserve">za každý započatý den prodlení po uplynutí lhůty dohodnuté podle bodu 6. </w:t>
      </w:r>
    </w:p>
    <w:p w:rsidR="007B710F" w:rsidRPr="007B710F" w:rsidRDefault="003D6F87" w:rsidP="000525AF">
      <w:pPr>
        <w:pStyle w:val="Zkladntextodsazen2"/>
        <w:numPr>
          <w:ilvl w:val="0"/>
          <w:numId w:val="17"/>
        </w:numPr>
        <w:ind w:left="426"/>
      </w:pPr>
      <w:r w:rsidRPr="003D6F87">
        <w:t>Objednatel je oprávněn pozastavit či jednostranně započíst proti pohledávkám zhotovitele kteroukoli z plateb z důvodu (1) neopravených vad a nedodělků, (2) oprávněných nároků vznesených třetími stranami v souvislosti s neplněním povinností zhotovitelem, (3) nezaplacení ze strany zhotovitele za práci, materiál, zařízení anebo subdodavatelům, (4) škody způsobené objednateli nebo jinému zhotoviteli či subdodavateli, (5) zřejmosti, že dílo nebude dokončeno ve stanovené lhůtě a že nezaplacená částka je přiměřená k pokrytí škod vzniklých v důsledku zpoždění/prodlení s dokončením díla, (6) opakovaného neplnění ze strany zhotovitele a nepostupování v souladu s prováděcími dokumenty, nebo (7) v případě existence jakýchkoliv oprávněných finančních či jiných nároků objednatele vůči zhotoviteli. Zhotovitel není oprávněn započíst žádnou svou pohledávku proti pohledávce objednatele z této smlouvy.</w:t>
      </w:r>
    </w:p>
    <w:p w:rsidR="00C76E1C" w:rsidRDefault="00C76E1C">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VII.</w:t>
      </w:r>
    </w:p>
    <w:p w:rsidR="00DA0FF1" w:rsidRDefault="00DA0FF1">
      <w:pPr>
        <w:pStyle w:val="Nadpis3"/>
      </w:pPr>
      <w:r w:rsidRPr="0033611F">
        <w:t>Cena za provedení díla</w:t>
      </w:r>
    </w:p>
    <w:p w:rsidR="00DA0FF1" w:rsidRDefault="00DA0FF1"/>
    <w:p w:rsidR="00DA0FF1" w:rsidRPr="006A055A" w:rsidRDefault="00DA0FF1" w:rsidP="00A21BB4">
      <w:pPr>
        <w:numPr>
          <w:ilvl w:val="1"/>
          <w:numId w:val="5"/>
        </w:numPr>
        <w:tabs>
          <w:tab w:val="clear" w:pos="1364"/>
          <w:tab w:val="num" w:pos="284"/>
        </w:tabs>
        <w:ind w:left="284" w:hanging="284"/>
        <w:jc w:val="both"/>
        <w:rPr>
          <w:snapToGrid w:val="0"/>
          <w:sz w:val="24"/>
          <w:szCs w:val="24"/>
        </w:rPr>
      </w:pPr>
      <w:r>
        <w:rPr>
          <w:snapToGrid w:val="0"/>
          <w:sz w:val="24"/>
          <w:szCs w:val="24"/>
        </w:rPr>
        <w:t>Cena za provedení díla je sjednána na základě vítězné nabídky veřejné zakázky, vyhlášené objednatelem. Podrobnosti kalkulace ceny obsahuje příloha č. 1, která je nedílnou součástí této smlouvy. Rekapitulace ceny:</w:t>
      </w:r>
    </w:p>
    <w:p w:rsidR="00DA0FF1" w:rsidRDefault="00DA0FF1" w:rsidP="00A21BB4">
      <w:pPr>
        <w:jc w:val="both"/>
        <w:rPr>
          <w:snapToGrid w:val="0"/>
          <w:sz w:val="24"/>
          <w:szCs w:val="24"/>
        </w:rPr>
      </w:pPr>
    </w:p>
    <w:p w:rsidR="00DA0FF1" w:rsidRDefault="00694C82" w:rsidP="004666A5">
      <w:pPr>
        <w:ind w:left="426"/>
        <w:jc w:val="both"/>
        <w:rPr>
          <w:snapToGrid w:val="0"/>
          <w:sz w:val="24"/>
          <w:szCs w:val="24"/>
        </w:rPr>
      </w:pPr>
      <w:r w:rsidRPr="00614690">
        <w:rPr>
          <w:snapToGrid w:val="0"/>
          <w:sz w:val="24"/>
          <w:szCs w:val="24"/>
        </w:rPr>
        <w:object w:dxaOrig="8936" w:dyaOrig="23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6pt;height:113.95pt" o:ole="">
            <v:imagedata r:id="rId8" o:title=""/>
          </v:shape>
          <o:OLEObject Type="Embed" ProgID="Excel.Sheet.8" ShapeID="_x0000_i1025" DrawAspect="Content" ObjectID="_1416899503" r:id="rId9"/>
        </w:object>
      </w:r>
    </w:p>
    <w:p w:rsidR="00DA0FF1" w:rsidRDefault="00DA0FF1" w:rsidP="004666A5">
      <w:pPr>
        <w:ind w:left="426"/>
        <w:jc w:val="both"/>
        <w:rPr>
          <w:snapToGrid w:val="0"/>
          <w:sz w:val="24"/>
          <w:szCs w:val="24"/>
        </w:rPr>
      </w:pPr>
    </w:p>
    <w:p w:rsidR="00DA0FF1" w:rsidRDefault="007B710F" w:rsidP="004666A5">
      <w:pPr>
        <w:pStyle w:val="Zkladntext"/>
        <w:spacing w:line="240" w:lineRule="auto"/>
        <w:ind w:left="426"/>
        <w:jc w:val="both"/>
      </w:pPr>
      <w:r w:rsidRPr="007B710F">
        <w:rPr>
          <w:b w:val="0"/>
        </w:rPr>
        <w:t>Sjednaná celková cena je neměnná po celou dobu realizace díla a tuto lze změnit pouze v případě, že v průběhu plnění dojde ke změnám sazeb DPH</w:t>
      </w:r>
      <w:r w:rsidR="00720FF9">
        <w:rPr>
          <w:b w:val="0"/>
        </w:rPr>
        <w:t>.</w:t>
      </w:r>
      <w:r w:rsidRPr="007B710F">
        <w:rPr>
          <w:b w:val="0"/>
        </w:rPr>
        <w:t xml:space="preserve"> </w:t>
      </w:r>
      <w:r w:rsidR="00DA0FF1" w:rsidRPr="00344EE3">
        <w:rPr>
          <w:b w:val="0"/>
        </w:rPr>
        <w:t>Sjednaná celková cena je určena na základě zada</w:t>
      </w:r>
      <w:r w:rsidR="00DA0FF1">
        <w:rPr>
          <w:b w:val="0"/>
        </w:rPr>
        <w:t>ného rozsahu měrných jednotek a </w:t>
      </w:r>
      <w:r w:rsidR="00DA0FF1" w:rsidRPr="00344EE3">
        <w:rPr>
          <w:b w:val="0"/>
        </w:rPr>
        <w:t>jím odpovídajících</w:t>
      </w:r>
      <w:r w:rsidR="00DA0FF1">
        <w:t xml:space="preserve"> </w:t>
      </w:r>
      <w:r w:rsidR="00DA0FF1" w:rsidRPr="00344EE3">
        <w:rPr>
          <w:b w:val="0"/>
        </w:rPr>
        <w:t>jednotkových položkových cen nabídnutých zhotovitelem</w:t>
      </w:r>
      <w:r w:rsidR="00DA0FF1">
        <w:t>.</w:t>
      </w:r>
    </w:p>
    <w:p w:rsidR="00DA0FF1" w:rsidRDefault="00DA0FF1" w:rsidP="004666A5">
      <w:pPr>
        <w:spacing w:before="120"/>
        <w:ind w:left="426" w:hanging="426"/>
        <w:jc w:val="both"/>
        <w:rPr>
          <w:sz w:val="24"/>
          <w:szCs w:val="24"/>
        </w:rPr>
      </w:pPr>
      <w:r w:rsidRPr="00F717E2">
        <w:rPr>
          <w:snapToGrid w:val="0"/>
          <w:sz w:val="24"/>
          <w:szCs w:val="24"/>
        </w:rPr>
        <w:t xml:space="preserve">2. </w:t>
      </w:r>
      <w:r>
        <w:rPr>
          <w:snapToGrid w:val="0"/>
          <w:sz w:val="24"/>
          <w:szCs w:val="24"/>
        </w:rPr>
        <w:tab/>
      </w:r>
      <w:r w:rsidRPr="00F717E2">
        <w:rPr>
          <w:snapToGrid w:val="0"/>
          <w:sz w:val="24"/>
          <w:szCs w:val="24"/>
        </w:rPr>
        <w:t>V případě menšího množství měrných jednotek u geodetických i projektových prací budou fakturovány skutečně zpracované měrné jednotky.</w:t>
      </w:r>
      <w:r w:rsidRPr="00F717E2">
        <w:rPr>
          <w:sz w:val="24"/>
          <w:szCs w:val="24"/>
        </w:rPr>
        <w:t xml:space="preserve"> </w:t>
      </w:r>
      <w:r w:rsidRPr="00F717E2">
        <w:rPr>
          <w:snapToGrid w:val="0"/>
          <w:sz w:val="24"/>
          <w:szCs w:val="24"/>
        </w:rPr>
        <w:t xml:space="preserve">Bude-li skutečný počet měrných jednotek u geodetických i projektových prací vyšší než je předpoklad objednatele, bude objednatel postupovat </w:t>
      </w:r>
      <w:r>
        <w:rPr>
          <w:snapToGrid w:val="0"/>
          <w:sz w:val="24"/>
          <w:szCs w:val="24"/>
        </w:rPr>
        <w:t>v souladu se</w:t>
      </w:r>
      <w:r w:rsidRPr="00F717E2">
        <w:rPr>
          <w:snapToGrid w:val="0"/>
          <w:sz w:val="24"/>
          <w:szCs w:val="24"/>
        </w:rPr>
        <w:t xml:space="preserve"> zákon</w:t>
      </w:r>
      <w:r>
        <w:rPr>
          <w:snapToGrid w:val="0"/>
          <w:sz w:val="24"/>
          <w:szCs w:val="24"/>
        </w:rPr>
        <w:t>em</w:t>
      </w:r>
      <w:r w:rsidRPr="00F717E2">
        <w:rPr>
          <w:snapToGrid w:val="0"/>
          <w:sz w:val="24"/>
          <w:szCs w:val="24"/>
        </w:rPr>
        <w:t xml:space="preserve"> o zadávání veřejných zakázek</w:t>
      </w:r>
      <w:r w:rsidR="00694C82">
        <w:rPr>
          <w:snapToGrid w:val="0"/>
          <w:sz w:val="24"/>
          <w:szCs w:val="24"/>
        </w:rPr>
        <w:t>, v platném znění</w:t>
      </w:r>
      <w:r>
        <w:rPr>
          <w:snapToGrid w:val="0"/>
          <w:sz w:val="24"/>
          <w:szCs w:val="24"/>
        </w:rPr>
        <w:t>.</w:t>
      </w:r>
    </w:p>
    <w:p w:rsidR="00DA0FF1" w:rsidRDefault="00DA0FF1" w:rsidP="004666A5">
      <w:pPr>
        <w:pStyle w:val="Zkladntext3"/>
        <w:spacing w:before="120"/>
        <w:ind w:left="426" w:hanging="426"/>
      </w:pPr>
      <w:r>
        <w:t xml:space="preserve">3. </w:t>
      </w:r>
      <w:r>
        <w:tab/>
        <w:t xml:space="preserve">U cen geodetických a projekčních prací, u nichž je měrná jednotka 100 </w:t>
      </w:r>
      <w:proofErr w:type="spellStart"/>
      <w:r>
        <w:t>bm</w:t>
      </w:r>
      <w:proofErr w:type="spellEnd"/>
      <w:r>
        <w:t>,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A0FF1" w:rsidRPr="00D3305A" w:rsidRDefault="00DA0FF1" w:rsidP="004666A5">
      <w:pPr>
        <w:spacing w:before="120"/>
        <w:ind w:left="426" w:hanging="426"/>
        <w:jc w:val="both"/>
        <w:rPr>
          <w:snapToGrid w:val="0"/>
          <w:color w:val="C00000"/>
          <w:sz w:val="24"/>
          <w:szCs w:val="24"/>
        </w:rPr>
      </w:pPr>
      <w:r>
        <w:rPr>
          <w:snapToGrid w:val="0"/>
          <w:sz w:val="24"/>
          <w:szCs w:val="24"/>
        </w:rPr>
        <w:t xml:space="preserve">4. </w:t>
      </w:r>
      <w:r>
        <w:rPr>
          <w:snapToGrid w:val="0"/>
          <w:sz w:val="24"/>
          <w:szCs w:val="24"/>
        </w:rPr>
        <w:tab/>
        <w:t xml:space="preserve">Tisk nutných mapových podkladů </w:t>
      </w:r>
      <w:r w:rsidR="00694C82">
        <w:rPr>
          <w:snapToGrid w:val="0"/>
          <w:sz w:val="24"/>
          <w:szCs w:val="24"/>
        </w:rPr>
        <w:t xml:space="preserve">a veškeré cestovní náklady </w:t>
      </w:r>
      <w:r>
        <w:rPr>
          <w:snapToGrid w:val="0"/>
          <w:sz w:val="24"/>
          <w:szCs w:val="24"/>
        </w:rPr>
        <w:t>j</w:t>
      </w:r>
      <w:r w:rsidR="00694C82">
        <w:rPr>
          <w:snapToGrid w:val="0"/>
          <w:sz w:val="24"/>
          <w:szCs w:val="24"/>
        </w:rPr>
        <w:t>sou</w:t>
      </w:r>
      <w:r>
        <w:rPr>
          <w:snapToGrid w:val="0"/>
          <w:sz w:val="24"/>
          <w:szCs w:val="24"/>
        </w:rPr>
        <w:t xml:space="preserve"> zahrnut</w:t>
      </w:r>
      <w:r w:rsidR="00694C82">
        <w:rPr>
          <w:snapToGrid w:val="0"/>
          <w:sz w:val="24"/>
          <w:szCs w:val="24"/>
        </w:rPr>
        <w:t>y</w:t>
      </w:r>
      <w:r>
        <w:rPr>
          <w:snapToGrid w:val="0"/>
          <w:sz w:val="24"/>
          <w:szCs w:val="24"/>
        </w:rPr>
        <w:t xml:space="preserve"> do cenové kalkulace.</w:t>
      </w:r>
      <w:r w:rsidR="00D3305A">
        <w:rPr>
          <w:snapToGrid w:val="0"/>
          <w:sz w:val="24"/>
          <w:szCs w:val="24"/>
        </w:rPr>
        <w:t xml:space="preserve"> </w:t>
      </w:r>
    </w:p>
    <w:p w:rsidR="00DA0FF1" w:rsidRDefault="00DA0FF1">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VIII.</w:t>
      </w:r>
    </w:p>
    <w:p w:rsidR="00DA0FF1" w:rsidRDefault="00DA0FF1">
      <w:pPr>
        <w:pStyle w:val="Nadpis3"/>
      </w:pPr>
      <w:r>
        <w:t>Platební a fakturační podmínky</w:t>
      </w:r>
    </w:p>
    <w:p w:rsidR="00DA0FF1" w:rsidRPr="00EB3679"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napToGrid w:val="0"/>
          <w:sz w:val="24"/>
          <w:szCs w:val="24"/>
        </w:rPr>
        <w:t xml:space="preserve">Fakturace bude prováděna po dokončení jednotlivých hlavních fakturačních celků příp. dílčích fakturačních celků, na základě objednatelem vyhotoveného a objednatelem a zhotovitelem potvrzeného schvalovacího protokolu o předání a převzetí prací bez vad a nedodělků.  Bez tohoto </w:t>
      </w:r>
      <w:r w:rsidRPr="00615415">
        <w:rPr>
          <w:snapToGrid w:val="0"/>
          <w:sz w:val="24"/>
          <w:szCs w:val="24"/>
        </w:rPr>
        <w:t xml:space="preserve">potvrzeného protokolu nesmí být faktura vystavena. </w:t>
      </w:r>
      <w:r w:rsidRPr="00615415">
        <w:rPr>
          <w:sz w:val="24"/>
          <w:szCs w:val="24"/>
        </w:rPr>
        <w:t xml:space="preserve">Dřívější </w:t>
      </w:r>
      <w:r>
        <w:rPr>
          <w:sz w:val="24"/>
          <w:szCs w:val="24"/>
        </w:rPr>
        <w:t xml:space="preserve">termín </w:t>
      </w:r>
      <w:r w:rsidRPr="00615415">
        <w:rPr>
          <w:sz w:val="24"/>
          <w:szCs w:val="24"/>
        </w:rPr>
        <w:t xml:space="preserve">plnění </w:t>
      </w:r>
      <w:r>
        <w:rPr>
          <w:sz w:val="24"/>
          <w:szCs w:val="24"/>
        </w:rPr>
        <w:t>hlavních</w:t>
      </w:r>
      <w:r w:rsidRPr="00615415">
        <w:rPr>
          <w:sz w:val="24"/>
          <w:szCs w:val="24"/>
        </w:rPr>
        <w:t xml:space="preserve"> fakturačních celků </w:t>
      </w:r>
      <w:r>
        <w:rPr>
          <w:sz w:val="24"/>
          <w:szCs w:val="24"/>
        </w:rPr>
        <w:t xml:space="preserve">příp. dílčích fakturačních celků </w:t>
      </w:r>
      <w:r w:rsidRPr="00615415">
        <w:rPr>
          <w:sz w:val="24"/>
          <w:szCs w:val="24"/>
        </w:rPr>
        <w:t>se připouští za podmínky, že k financování díla budou ze státního rozpočtu uvolněny potřebné finanční prostředky na účet objednatele v době dřívějšího plnění. Podmínkou dřívější fakturace je písemný souhlas objednatele</w:t>
      </w:r>
      <w:r>
        <w:rPr>
          <w:sz w:val="24"/>
          <w:szCs w:val="24"/>
        </w:rPr>
        <w:t>.</w:t>
      </w:r>
      <w:r w:rsidR="004C0CEB">
        <w:rPr>
          <w:sz w:val="24"/>
          <w:szCs w:val="24"/>
        </w:rPr>
        <w:t xml:space="preserve"> </w:t>
      </w:r>
    </w:p>
    <w:p w:rsidR="00DA0FF1"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z w:val="24"/>
          <w:szCs w:val="24"/>
        </w:rPr>
        <w:t>U prací podléhajících rozhodnutí pozemkového úřadu nebo kontrole katastrálního úřadu bude zadavatelem při jejich převzetí vyplacena částka ve výši 80% dohodnuté ceny dílčího fak</w:t>
      </w:r>
      <w:r w:rsidR="006E0BC2">
        <w:rPr>
          <w:sz w:val="24"/>
          <w:szCs w:val="24"/>
        </w:rPr>
        <w:t>t</w:t>
      </w:r>
      <w:r>
        <w:rPr>
          <w:sz w:val="24"/>
          <w:szCs w:val="24"/>
        </w:rPr>
        <w:t>uračního celku příp. hlavního fakturačního celku a zbývající část bude uhrazena až po nabytí právní moci rozhodnutí o schválení návrhu KPÚ, případně po provedení zápisu do KN.</w:t>
      </w:r>
      <w:r w:rsidR="006E0BC2">
        <w:rPr>
          <w:sz w:val="24"/>
          <w:szCs w:val="24"/>
        </w:rPr>
        <w:t xml:space="preserve"> U fakturačního celku </w:t>
      </w:r>
      <w:r w:rsidR="006E0BC2" w:rsidRPr="006E0BC2">
        <w:rPr>
          <w:sz w:val="24"/>
          <w:szCs w:val="24"/>
        </w:rPr>
        <w:t>Polohopisné zaměření zájmového území</w:t>
      </w:r>
      <w:r w:rsidR="006E0BC2">
        <w:rPr>
          <w:sz w:val="24"/>
          <w:szCs w:val="24"/>
        </w:rPr>
        <w:t xml:space="preserve"> (</w:t>
      </w:r>
      <w:proofErr w:type="gramStart"/>
      <w:r w:rsidR="006E0BC2">
        <w:rPr>
          <w:sz w:val="24"/>
          <w:szCs w:val="24"/>
        </w:rPr>
        <w:t>1.3.) bude</w:t>
      </w:r>
      <w:proofErr w:type="gramEnd"/>
      <w:r w:rsidR="006E0BC2">
        <w:rPr>
          <w:sz w:val="24"/>
          <w:szCs w:val="24"/>
        </w:rPr>
        <w:t xml:space="preserve"> zadavatelem při jeho převzetí vyplacena částka ve výši 90% dohodnuté ceny fakturačního celku a zbývající část bude uhrazena až po upřesnění stanoveného obvodu dle skutečné výměry pozemkové úpravy, po schválení příslušných dokumentů týkajících se obvodu katastrálním úřadem.</w:t>
      </w:r>
    </w:p>
    <w:p w:rsidR="00DA0FF1"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napToGrid w:val="0"/>
          <w:sz w:val="24"/>
          <w:szCs w:val="24"/>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DA0FF1" w:rsidRPr="004271D7" w:rsidRDefault="00DA0FF1" w:rsidP="004666A5">
      <w:pPr>
        <w:numPr>
          <w:ilvl w:val="0"/>
          <w:numId w:val="7"/>
        </w:numPr>
        <w:tabs>
          <w:tab w:val="clear" w:pos="502"/>
          <w:tab w:val="left" w:pos="426"/>
        </w:tabs>
        <w:spacing w:before="120"/>
        <w:ind w:left="426" w:hanging="426"/>
        <w:jc w:val="both"/>
        <w:rPr>
          <w:sz w:val="24"/>
          <w:szCs w:val="24"/>
        </w:rPr>
      </w:pPr>
      <w:r w:rsidRPr="00615415">
        <w:rPr>
          <w:snapToGrid w:val="0"/>
          <w:sz w:val="24"/>
          <w:szCs w:val="24"/>
        </w:rPr>
        <w:t xml:space="preserve">Zhotovitel označí každou fakturu textem "dílčí" s označením </w:t>
      </w:r>
      <w:r>
        <w:rPr>
          <w:snapToGrid w:val="0"/>
          <w:sz w:val="24"/>
          <w:szCs w:val="24"/>
        </w:rPr>
        <w:t>fakturačního celku příp. dílčího fakturačního celku</w:t>
      </w:r>
      <w:r w:rsidRPr="00615415">
        <w:rPr>
          <w:snapToGrid w:val="0"/>
          <w:sz w:val="24"/>
          <w:szCs w:val="24"/>
        </w:rPr>
        <w:t>, a poslední fakturu označí textem „konečná“.</w:t>
      </w:r>
    </w:p>
    <w:p w:rsidR="00DA0FF1" w:rsidRPr="000852EE" w:rsidRDefault="00DA0FF1" w:rsidP="004666A5">
      <w:pPr>
        <w:numPr>
          <w:ilvl w:val="0"/>
          <w:numId w:val="7"/>
        </w:numPr>
        <w:tabs>
          <w:tab w:val="clear" w:pos="502"/>
          <w:tab w:val="left" w:pos="426"/>
        </w:tabs>
        <w:spacing w:before="120"/>
        <w:ind w:left="426" w:hanging="426"/>
        <w:jc w:val="both"/>
        <w:rPr>
          <w:b/>
          <w:bCs/>
          <w:snapToGrid w:val="0"/>
          <w:sz w:val="24"/>
          <w:szCs w:val="24"/>
        </w:rPr>
      </w:pPr>
      <w:r>
        <w:rPr>
          <w:sz w:val="24"/>
          <w:szCs w:val="24"/>
        </w:rPr>
        <w:t xml:space="preserve">Splatnost jednotlivých faktur je </w:t>
      </w:r>
      <w:r w:rsidR="002E62C5">
        <w:rPr>
          <w:sz w:val="24"/>
          <w:szCs w:val="24"/>
        </w:rPr>
        <w:t>45</w:t>
      </w:r>
      <w:r w:rsidR="004F7210">
        <w:rPr>
          <w:sz w:val="24"/>
          <w:szCs w:val="24"/>
        </w:rPr>
        <w:t xml:space="preserve"> </w:t>
      </w:r>
      <w:r>
        <w:rPr>
          <w:sz w:val="24"/>
          <w:szCs w:val="24"/>
        </w:rPr>
        <w:t xml:space="preserve">kalendářních dnů ode dne doručení objednateli. </w:t>
      </w:r>
      <w:r>
        <w:rPr>
          <w:color w:val="000000"/>
          <w:sz w:val="24"/>
          <w:lang w:eastAsia="ar-SA"/>
        </w:rPr>
        <w:t>Objednatel se zavazuje zaplatit pokutu ve výši 0,05% z ceny uvedené na faktuře za každý den prodlení splatnosti faktury.</w:t>
      </w:r>
    </w:p>
    <w:p w:rsidR="007B710F" w:rsidRDefault="00DA0FF1" w:rsidP="007B710F">
      <w:pPr>
        <w:spacing w:before="120"/>
        <w:jc w:val="center"/>
        <w:rPr>
          <w:b/>
          <w:bCs/>
          <w:snapToGrid w:val="0"/>
          <w:sz w:val="24"/>
          <w:szCs w:val="24"/>
        </w:rPr>
      </w:pPr>
      <w:r>
        <w:rPr>
          <w:color w:val="000000"/>
          <w:sz w:val="24"/>
          <w:lang w:eastAsia="ar-SA"/>
        </w:rPr>
        <w:t xml:space="preserve"> </w:t>
      </w:r>
      <w:r>
        <w:rPr>
          <w:b/>
          <w:bCs/>
          <w:snapToGrid w:val="0"/>
          <w:sz w:val="24"/>
          <w:szCs w:val="24"/>
        </w:rPr>
        <w:t>Čl. IX.</w:t>
      </w:r>
    </w:p>
    <w:p w:rsidR="00DA0FF1" w:rsidRDefault="00DA0FF1" w:rsidP="00067ADE">
      <w:pPr>
        <w:jc w:val="center"/>
        <w:rPr>
          <w:rFonts w:cs="Tahoma"/>
          <w:color w:val="000000"/>
          <w:sz w:val="24"/>
          <w:szCs w:val="24"/>
          <w:lang w:eastAsia="en-US"/>
        </w:rPr>
      </w:pPr>
      <w:r w:rsidRPr="00067ADE">
        <w:rPr>
          <w:rFonts w:cs="Tahoma"/>
          <w:b/>
          <w:color w:val="000000"/>
          <w:sz w:val="24"/>
          <w:szCs w:val="24"/>
          <w:lang w:eastAsia="en-US"/>
        </w:rPr>
        <w:t>Důvody pro změnu nebo zrušení smlouvy</w:t>
      </w:r>
    </w:p>
    <w:p w:rsidR="00DA0FF1" w:rsidRDefault="00DA0FF1" w:rsidP="00291A1B">
      <w:pPr>
        <w:ind w:left="142" w:hanging="142"/>
        <w:jc w:val="both"/>
        <w:rPr>
          <w:bCs/>
          <w:snapToGrid w:val="0"/>
          <w:sz w:val="24"/>
          <w:szCs w:val="24"/>
        </w:rPr>
      </w:pPr>
    </w:p>
    <w:p w:rsidR="00DA0FF1" w:rsidRDefault="00DA0FF1" w:rsidP="004666A5">
      <w:pPr>
        <w:numPr>
          <w:ilvl w:val="0"/>
          <w:numId w:val="9"/>
        </w:numPr>
        <w:tabs>
          <w:tab w:val="clear" w:pos="720"/>
          <w:tab w:val="num" w:pos="142"/>
          <w:tab w:val="left" w:pos="426"/>
          <w:tab w:val="left" w:pos="567"/>
        </w:tabs>
        <w:ind w:left="426" w:hanging="426"/>
        <w:jc w:val="both"/>
        <w:rPr>
          <w:sz w:val="24"/>
          <w:szCs w:val="24"/>
        </w:rPr>
      </w:pPr>
      <w:r w:rsidRPr="00291A1B">
        <w:rPr>
          <w:sz w:val="24"/>
          <w:szCs w:val="24"/>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w:t>
      </w:r>
      <w:r>
        <w:rPr>
          <w:sz w:val="24"/>
          <w:szCs w:val="24"/>
        </w:rPr>
        <w:t>otovitel díla tak neučiní ani v </w:t>
      </w:r>
      <w:r w:rsidRPr="00291A1B">
        <w:rPr>
          <w:sz w:val="24"/>
          <w:szCs w:val="24"/>
        </w:rPr>
        <w:t>přiměřené lhůtě mu k tomu poskytnuté a postup z</w:t>
      </w:r>
      <w:r>
        <w:rPr>
          <w:sz w:val="24"/>
          <w:szCs w:val="24"/>
        </w:rPr>
        <w:t>hotovitele by vedl nepochybně k </w:t>
      </w:r>
      <w:r w:rsidRPr="00291A1B">
        <w:rPr>
          <w:sz w:val="24"/>
          <w:szCs w:val="24"/>
        </w:rPr>
        <w:t xml:space="preserve">podstatnému porušení smlouvy, je objednatel oprávněn odstoupit od smlouvy (§ 550 obch. </w:t>
      </w:r>
      <w:proofErr w:type="gramStart"/>
      <w:r w:rsidRPr="00291A1B">
        <w:rPr>
          <w:sz w:val="24"/>
          <w:szCs w:val="24"/>
        </w:rPr>
        <w:t>zák.</w:t>
      </w:r>
      <w:proofErr w:type="gramEnd"/>
      <w:r w:rsidRPr="00291A1B">
        <w:rPr>
          <w:sz w:val="24"/>
          <w:szCs w:val="24"/>
        </w:rPr>
        <w:t>).</w:t>
      </w:r>
      <w:r>
        <w:rPr>
          <w:sz w:val="24"/>
          <w:szCs w:val="24"/>
        </w:rPr>
        <w:t xml:space="preserve"> Vznikne-li z těchto důvodů </w:t>
      </w:r>
      <w:r w:rsidRPr="00574FDE">
        <w:rPr>
          <w:sz w:val="24"/>
          <w:szCs w:val="24"/>
        </w:rPr>
        <w:t>objednateli škoda, je zhotovitel povinen průkazně vyčíslenou škodu uhradit.</w:t>
      </w:r>
    </w:p>
    <w:p w:rsidR="00DA0FF1" w:rsidRPr="00C57903" w:rsidRDefault="00DA0FF1" w:rsidP="004666A5">
      <w:pPr>
        <w:tabs>
          <w:tab w:val="left" w:pos="426"/>
          <w:tab w:val="left" w:pos="567"/>
        </w:tabs>
        <w:ind w:left="426" w:hanging="426"/>
        <w:jc w:val="both"/>
      </w:pPr>
    </w:p>
    <w:p w:rsidR="00DA0FF1" w:rsidRDefault="00DA0FF1" w:rsidP="004666A5">
      <w:pPr>
        <w:numPr>
          <w:ilvl w:val="0"/>
          <w:numId w:val="9"/>
        </w:numPr>
        <w:tabs>
          <w:tab w:val="clear" w:pos="720"/>
          <w:tab w:val="left" w:pos="426"/>
        </w:tabs>
        <w:ind w:left="426" w:hanging="426"/>
        <w:jc w:val="both"/>
        <w:rPr>
          <w:sz w:val="24"/>
          <w:szCs w:val="24"/>
        </w:rPr>
      </w:pPr>
      <w:r w:rsidRPr="004666A5">
        <w:rPr>
          <w:sz w:val="24"/>
          <w:szCs w:val="24"/>
        </w:rPr>
        <w:t>Zjistí-li objednatel v průběhu plnění předmětu smlouvy, že dochází k prodlení se zahájením nebo prováděním prací oproti harmonogramu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rsidR="00DA0FF1" w:rsidRPr="00C57903" w:rsidRDefault="00DA0FF1" w:rsidP="004666A5">
      <w:pPr>
        <w:tabs>
          <w:tab w:val="left" w:pos="426"/>
        </w:tabs>
        <w:ind w:left="426" w:hanging="426"/>
        <w:jc w:val="both"/>
      </w:pPr>
    </w:p>
    <w:p w:rsidR="00DA0FF1" w:rsidRDefault="00DA0FF1" w:rsidP="004666A5">
      <w:pPr>
        <w:numPr>
          <w:ilvl w:val="0"/>
          <w:numId w:val="9"/>
        </w:numPr>
        <w:tabs>
          <w:tab w:val="clear" w:pos="720"/>
          <w:tab w:val="left" w:pos="426"/>
        </w:tabs>
        <w:ind w:left="426" w:hanging="426"/>
        <w:jc w:val="both"/>
        <w:rPr>
          <w:sz w:val="24"/>
          <w:szCs w:val="24"/>
        </w:rPr>
      </w:pPr>
      <w:r w:rsidRPr="004666A5">
        <w:rPr>
          <w:sz w:val="24"/>
          <w:szCs w:val="24"/>
        </w:rPr>
        <w:t>Pokud na straně objednatele vznik</w:t>
      </w:r>
      <w:r>
        <w:rPr>
          <w:sz w:val="24"/>
          <w:szCs w:val="24"/>
        </w:rPr>
        <w:t>l</w:t>
      </w:r>
      <w:r w:rsidRPr="004666A5">
        <w:rPr>
          <w:sz w:val="24"/>
          <w:szCs w:val="24"/>
        </w:rPr>
        <w:t xml:space="preserve"> důvod pro změnu</w:t>
      </w:r>
      <w:r>
        <w:rPr>
          <w:sz w:val="24"/>
          <w:szCs w:val="24"/>
        </w:rPr>
        <w:t>,</w:t>
      </w:r>
      <w:r w:rsidRPr="004666A5">
        <w:rPr>
          <w:sz w:val="24"/>
          <w:szCs w:val="24"/>
        </w:rPr>
        <w:t xml:space="preserve">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rozhodnout pro změnu nebo zrušení závazku. Veškeré změny této smlouvy lze provést toliko písemnými dodatky. </w:t>
      </w:r>
    </w:p>
    <w:p w:rsidR="00DA0FF1" w:rsidRPr="00C57903" w:rsidRDefault="00DA0FF1" w:rsidP="004666A5">
      <w:pPr>
        <w:tabs>
          <w:tab w:val="left" w:pos="426"/>
        </w:tabs>
        <w:ind w:left="426" w:hanging="426"/>
        <w:jc w:val="both"/>
      </w:pPr>
    </w:p>
    <w:p w:rsidR="00DA0FF1" w:rsidRDefault="00DA0FF1" w:rsidP="004666A5">
      <w:pPr>
        <w:pStyle w:val="11"/>
        <w:numPr>
          <w:ilvl w:val="0"/>
          <w:numId w:val="9"/>
        </w:numPr>
        <w:tabs>
          <w:tab w:val="clear" w:pos="720"/>
          <w:tab w:val="left" w:pos="426"/>
        </w:tabs>
        <w:ind w:left="426" w:hanging="426"/>
      </w:pPr>
      <w:r w:rsidRPr="00BD77F1">
        <w:t>Objednatel si vyhrazuje právo přerušit práce v případě nedostatku finančních prostředků na tyto práce přidělených ze státního rozpočtu, popř. při zastavení řízení o pozemkových úpravách podle § 6 odst. 8 zákona č.139/2002 Sb. Při přerušení prací ze strany objednatele se provede inventarizace rozpracovanosti, zho</w:t>
      </w:r>
      <w:r>
        <w:t>tovitel doloží rozpracovanost a </w:t>
      </w:r>
      <w:r w:rsidRPr="00BD77F1">
        <w:t>tyto práce budou v této výši uhrazeny na základě obous</w:t>
      </w:r>
      <w:r>
        <w:t>tranně potvrzeného protokolu. O </w:t>
      </w:r>
      <w:r w:rsidRPr="00BD77F1">
        <w:t xml:space="preserve">dobu přerušení prací se prodlouží </w:t>
      </w:r>
      <w:r>
        <w:t>l</w:t>
      </w:r>
      <w:r w:rsidRPr="00BD77F1">
        <w:t>hůty k předání díla a jeho ucelených částí, pokud nebude dohodnuto jinak.</w:t>
      </w:r>
      <w:r>
        <w:t xml:space="preserve"> Zhotovitel toto právo objednatele plně akceptuje.</w:t>
      </w:r>
    </w:p>
    <w:p w:rsidR="00DA0FF1" w:rsidRPr="00C57903" w:rsidRDefault="00DA0FF1" w:rsidP="004666A5">
      <w:pPr>
        <w:pStyle w:val="11"/>
        <w:tabs>
          <w:tab w:val="left" w:pos="426"/>
        </w:tabs>
        <w:rPr>
          <w:sz w:val="20"/>
        </w:rPr>
      </w:pPr>
    </w:p>
    <w:p w:rsidR="00DA0FF1" w:rsidRPr="004666A5" w:rsidRDefault="00DA0FF1" w:rsidP="004666A5">
      <w:pPr>
        <w:pStyle w:val="11"/>
        <w:numPr>
          <w:ilvl w:val="0"/>
          <w:numId w:val="9"/>
        </w:numPr>
        <w:tabs>
          <w:tab w:val="clear" w:pos="720"/>
          <w:tab w:val="left" w:pos="426"/>
        </w:tabs>
        <w:ind w:left="426" w:hanging="426"/>
      </w:pPr>
      <w:r w:rsidRPr="00AB2DA9">
        <w:rPr>
          <w:szCs w:val="24"/>
        </w:rPr>
        <w:t>Objednatel si dále vyhrazuje právo odstoupit od smlouvy, když přerušení prací z výše citovaných důvodů bude trvat více než šest měsíců nebo důvody pro dopracování pozemkové úpravy pominou.</w:t>
      </w:r>
      <w:r>
        <w:rPr>
          <w:szCs w:val="24"/>
        </w:rPr>
        <w:t xml:space="preserve"> Zhotovitel toto právo plně akceptuje.</w:t>
      </w:r>
    </w:p>
    <w:p w:rsidR="00DA0FF1" w:rsidRPr="00461D10" w:rsidRDefault="00DA0FF1" w:rsidP="004666A5">
      <w:pPr>
        <w:pStyle w:val="11"/>
        <w:tabs>
          <w:tab w:val="left" w:pos="284"/>
        </w:tabs>
        <w:ind w:left="0" w:firstLine="0"/>
      </w:pPr>
    </w:p>
    <w:p w:rsidR="00DA0FF1" w:rsidRPr="00461D10" w:rsidRDefault="00DA0FF1" w:rsidP="004666A5">
      <w:pPr>
        <w:pStyle w:val="11"/>
        <w:numPr>
          <w:ilvl w:val="0"/>
          <w:numId w:val="7"/>
        </w:numPr>
        <w:tabs>
          <w:tab w:val="clear" w:pos="502"/>
          <w:tab w:val="num" w:pos="426"/>
        </w:tabs>
        <w:ind w:left="426" w:hanging="426"/>
      </w:pPr>
      <w:r>
        <w:rPr>
          <w:szCs w:val="24"/>
        </w:rPr>
        <w:t>Každá ze smluvních stran je oprávněna písemně odstoupit od smlouvy, pokud:</w:t>
      </w:r>
    </w:p>
    <w:p w:rsidR="00DA0FF1" w:rsidRDefault="00DA0FF1" w:rsidP="004666A5">
      <w:pPr>
        <w:pStyle w:val="11"/>
        <w:numPr>
          <w:ilvl w:val="1"/>
          <w:numId w:val="7"/>
        </w:numPr>
        <w:tabs>
          <w:tab w:val="clear" w:pos="607"/>
          <w:tab w:val="num" w:pos="851"/>
        </w:tabs>
        <w:ind w:left="851" w:hanging="425"/>
        <w:rPr>
          <w:szCs w:val="24"/>
        </w:rPr>
      </w:pPr>
      <w:r>
        <w:rPr>
          <w:szCs w:val="24"/>
        </w:rPr>
        <w:t xml:space="preserve">vůči majetku zhotovitele probíhá </w:t>
      </w:r>
      <w:proofErr w:type="spellStart"/>
      <w:r>
        <w:rPr>
          <w:szCs w:val="24"/>
        </w:rPr>
        <w:t>insolvenční</w:t>
      </w:r>
      <w:proofErr w:type="spellEnd"/>
      <w:r>
        <w:rPr>
          <w:szCs w:val="24"/>
        </w:rPr>
        <w:t xml:space="preserve"> řízení, v němž bylo vydáno rozhodnutí o úpadku;</w:t>
      </w:r>
    </w:p>
    <w:p w:rsidR="00DA0FF1" w:rsidRPr="004666A5" w:rsidRDefault="00DA0FF1" w:rsidP="004666A5">
      <w:pPr>
        <w:pStyle w:val="11"/>
        <w:numPr>
          <w:ilvl w:val="1"/>
          <w:numId w:val="7"/>
        </w:numPr>
        <w:tabs>
          <w:tab w:val="clear" w:pos="607"/>
          <w:tab w:val="num" w:pos="851"/>
        </w:tabs>
        <w:ind w:left="851" w:hanging="425"/>
        <w:rPr>
          <w:szCs w:val="24"/>
        </w:rPr>
      </w:pPr>
      <w:proofErr w:type="spellStart"/>
      <w:r w:rsidRPr="004666A5">
        <w:rPr>
          <w:szCs w:val="24"/>
        </w:rPr>
        <w:t>insolvenční</w:t>
      </w:r>
      <w:proofErr w:type="spellEnd"/>
      <w:r w:rsidRPr="004666A5">
        <w:rPr>
          <w:szCs w:val="24"/>
        </w:rPr>
        <w:t xml:space="preserve"> návrh byl zamítnut proto, že majetek zhotovitele nepostačuje k úhradě nákladů </w:t>
      </w:r>
      <w:proofErr w:type="spellStart"/>
      <w:r w:rsidRPr="004666A5">
        <w:rPr>
          <w:szCs w:val="24"/>
        </w:rPr>
        <w:t>insolvenčního</w:t>
      </w:r>
      <w:proofErr w:type="spellEnd"/>
      <w:r w:rsidRPr="004666A5">
        <w:rPr>
          <w:szCs w:val="24"/>
        </w:rPr>
        <w:t xml:space="preserve"> řízení;</w:t>
      </w:r>
    </w:p>
    <w:p w:rsidR="00DA0FF1" w:rsidRPr="004953A7" w:rsidRDefault="00DA0FF1" w:rsidP="004666A5">
      <w:pPr>
        <w:pStyle w:val="11"/>
        <w:numPr>
          <w:ilvl w:val="1"/>
          <w:numId w:val="7"/>
        </w:numPr>
        <w:tabs>
          <w:tab w:val="clear" w:pos="607"/>
          <w:tab w:val="num" w:pos="851"/>
        </w:tabs>
        <w:ind w:left="851" w:hanging="425"/>
      </w:pPr>
      <w:r>
        <w:rPr>
          <w:szCs w:val="24"/>
        </w:rPr>
        <w:t>zhotovitel vstoupí do likvidace;</w:t>
      </w:r>
    </w:p>
    <w:p w:rsidR="00DA0FF1" w:rsidRPr="004953A7" w:rsidRDefault="00DA0FF1" w:rsidP="004666A5">
      <w:pPr>
        <w:pStyle w:val="11"/>
        <w:numPr>
          <w:ilvl w:val="1"/>
          <w:numId w:val="7"/>
        </w:numPr>
        <w:tabs>
          <w:tab w:val="clear" w:pos="607"/>
          <w:tab w:val="num" w:pos="851"/>
        </w:tabs>
        <w:ind w:left="851" w:hanging="425"/>
      </w:pPr>
      <w:r>
        <w:rPr>
          <w:szCs w:val="24"/>
        </w:rPr>
        <w:t>nastane vyšší moc, kdy dojde k okolnostem, které nemohou smluvní strany ovlivnit a které zcela nebo na dobu delší než 90 dnů znemožní některé ze smluvních stran plnit své závazky ze smlouvy;</w:t>
      </w:r>
    </w:p>
    <w:p w:rsidR="00DA0FF1" w:rsidRDefault="00DA0FF1" w:rsidP="004953A7">
      <w:pPr>
        <w:pStyle w:val="11"/>
        <w:rPr>
          <w:szCs w:val="24"/>
        </w:rPr>
      </w:pPr>
    </w:p>
    <w:p w:rsidR="00DA0FF1" w:rsidRDefault="00DA0FF1" w:rsidP="006A055A">
      <w:pPr>
        <w:pStyle w:val="11"/>
        <w:numPr>
          <w:ilvl w:val="0"/>
          <w:numId w:val="7"/>
        </w:numPr>
        <w:tabs>
          <w:tab w:val="clear" w:pos="502"/>
          <w:tab w:val="left" w:pos="426"/>
        </w:tabs>
        <w:ind w:left="426" w:hanging="426"/>
      </w:pPr>
      <w:r>
        <w:t>Vznik některé ze skutečností uvedených v odst. 6 tohoto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DA0FF1" w:rsidRDefault="00DA0FF1" w:rsidP="006A055A">
      <w:pPr>
        <w:pStyle w:val="11"/>
        <w:tabs>
          <w:tab w:val="left" w:pos="426"/>
        </w:tabs>
        <w:ind w:left="284"/>
      </w:pPr>
    </w:p>
    <w:p w:rsidR="00DA0FF1" w:rsidRDefault="00DA0FF1" w:rsidP="006A055A">
      <w:pPr>
        <w:pStyle w:val="11"/>
        <w:numPr>
          <w:ilvl w:val="0"/>
          <w:numId w:val="7"/>
        </w:numPr>
        <w:tabs>
          <w:tab w:val="clear" w:pos="502"/>
          <w:tab w:val="left" w:pos="426"/>
        </w:tabs>
        <w:ind w:left="426" w:hanging="426"/>
      </w:pPr>
      <w:r>
        <w:t xml:space="preserve">Pokud odstoupí od smlouvy objednatel z důvodů uvedených v odstavci </w:t>
      </w:r>
      <w:smartTag w:uri="urn:schemas-microsoft-com:office:smarttags" w:element="metricconverter">
        <w:smartTagPr>
          <w:attr w:name="ProductID" w:val="1. a"/>
        </w:smartTagPr>
        <w:r>
          <w:t>1. a</w:t>
        </w:r>
      </w:smartTag>
      <w:r>
        <w:t xml:space="preserve"> 2. tohoto článku nebo některá ze smluvních stran z důvodů uvedených v odstavci 6 tohoto článku,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DA0FF1" w:rsidRPr="00C57903" w:rsidRDefault="00DA0FF1" w:rsidP="006A055A">
      <w:pPr>
        <w:pStyle w:val="11"/>
        <w:tabs>
          <w:tab w:val="left" w:pos="426"/>
        </w:tabs>
        <w:ind w:left="0"/>
        <w:rPr>
          <w:sz w:val="20"/>
        </w:rPr>
      </w:pPr>
    </w:p>
    <w:p w:rsidR="00DA0FF1" w:rsidRDefault="00DA0FF1" w:rsidP="006A055A">
      <w:pPr>
        <w:pStyle w:val="11"/>
        <w:numPr>
          <w:ilvl w:val="0"/>
          <w:numId w:val="7"/>
        </w:numPr>
        <w:tabs>
          <w:tab w:val="clear" w:pos="502"/>
          <w:tab w:val="num" w:pos="426"/>
        </w:tabs>
        <w:ind w:left="426" w:hanging="426"/>
      </w:pPr>
      <w:r>
        <w:t>Odstoupení od smlouvy bude oznámeno písemně formou doporučeného dopisu s doručenkou. Účinky odstoupení od smlouvy nastávají dnem doručení oznámení o odstoupení druhé straně.</w:t>
      </w:r>
    </w:p>
    <w:p w:rsidR="00DA0FF1" w:rsidRDefault="00DA0FF1" w:rsidP="006A055A">
      <w:pPr>
        <w:pStyle w:val="Odstavecseseznamem"/>
        <w:tabs>
          <w:tab w:val="left" w:pos="426"/>
        </w:tabs>
        <w:ind w:hanging="426"/>
      </w:pPr>
    </w:p>
    <w:p w:rsidR="00DA0FF1" w:rsidRDefault="00DA0FF1" w:rsidP="006A055A">
      <w:pPr>
        <w:pStyle w:val="11"/>
        <w:numPr>
          <w:ilvl w:val="0"/>
          <w:numId w:val="7"/>
        </w:numPr>
        <w:tabs>
          <w:tab w:val="clear" w:pos="502"/>
          <w:tab w:val="left" w:pos="426"/>
        </w:tabs>
        <w:ind w:left="426" w:hanging="426"/>
      </w:pPr>
      <w:r>
        <w:t>Ve všech výše uvedených případech odstoupení zaviněného zhotovitelem je objednatel oprávněn uplatnit smluvní pokutu ve výši 10%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rsidR="00DA0FF1" w:rsidRPr="00C57903" w:rsidRDefault="00DA0FF1" w:rsidP="006A055A">
      <w:pPr>
        <w:pStyle w:val="11"/>
        <w:tabs>
          <w:tab w:val="left" w:pos="426"/>
        </w:tabs>
        <w:ind w:left="0"/>
        <w:rPr>
          <w:sz w:val="20"/>
        </w:rPr>
      </w:pPr>
    </w:p>
    <w:p w:rsidR="00DA0FF1" w:rsidRDefault="00DA0FF1" w:rsidP="006A055A">
      <w:pPr>
        <w:pStyle w:val="11"/>
        <w:numPr>
          <w:ilvl w:val="0"/>
          <w:numId w:val="7"/>
        </w:numPr>
        <w:tabs>
          <w:tab w:val="left" w:pos="426"/>
        </w:tabs>
        <w:ind w:hanging="502"/>
      </w:pPr>
      <w:r>
        <w:t>V případě odstoupení od smlouvy se zhotovitel zavazuje na žádost objednatele vrátit podklady, příp. i poskytnout nebo dát k dispozici všechny doklady spjaté s vyhotovením díla.</w:t>
      </w:r>
    </w:p>
    <w:p w:rsidR="00DA0FF1" w:rsidRPr="00C57903" w:rsidRDefault="00DA0FF1" w:rsidP="006A055A">
      <w:pPr>
        <w:pStyle w:val="11"/>
        <w:tabs>
          <w:tab w:val="left" w:pos="426"/>
        </w:tabs>
        <w:ind w:left="0" w:firstLine="0"/>
        <w:rPr>
          <w:sz w:val="20"/>
        </w:rPr>
      </w:pPr>
    </w:p>
    <w:p w:rsidR="00DA0FF1" w:rsidRDefault="00DA0FF1" w:rsidP="006A055A">
      <w:pPr>
        <w:pStyle w:val="11"/>
        <w:numPr>
          <w:ilvl w:val="0"/>
          <w:numId w:val="7"/>
        </w:numPr>
        <w:tabs>
          <w:tab w:val="clear" w:pos="502"/>
          <w:tab w:val="left" w:pos="142"/>
          <w:tab w:val="num" w:pos="426"/>
        </w:tabs>
        <w:ind w:left="426" w:hanging="426"/>
      </w:pPr>
      <w:r>
        <w:t>Odstoupením od smlouvy nejsou dotčena práva smluvních stran na úhradu splatné smluvní pokuty a na náhradu škody.</w:t>
      </w:r>
    </w:p>
    <w:p w:rsidR="00DA0FF1" w:rsidRPr="00C57903" w:rsidRDefault="00DA0FF1" w:rsidP="006A055A">
      <w:pPr>
        <w:pStyle w:val="11"/>
        <w:tabs>
          <w:tab w:val="left" w:pos="426"/>
        </w:tabs>
        <w:ind w:left="0" w:firstLine="0"/>
        <w:rPr>
          <w:sz w:val="20"/>
        </w:rPr>
      </w:pPr>
    </w:p>
    <w:p w:rsidR="00DA0FF1" w:rsidRDefault="00DA0FF1" w:rsidP="006A055A">
      <w:pPr>
        <w:pStyle w:val="11"/>
        <w:numPr>
          <w:ilvl w:val="0"/>
          <w:numId w:val="7"/>
        </w:numPr>
        <w:tabs>
          <w:tab w:val="clear" w:pos="502"/>
          <w:tab w:val="left" w:pos="284"/>
          <w:tab w:val="num" w:pos="426"/>
        </w:tabs>
        <w:ind w:left="426" w:hanging="426"/>
      </w:pPr>
      <w:r>
        <w:t>V případě odstoupení od smlouvy jednou ze smluvních stran, bude k datu účinnosti odstoupení vyhotoven protokol o předání a převzetí nedokončeného díla, který popíše stav nedokončeného díla a vzájemné nároky smluvních stran.</w:t>
      </w:r>
    </w:p>
    <w:p w:rsidR="00DA0FF1" w:rsidRDefault="00DA0FF1" w:rsidP="00C57903">
      <w:pPr>
        <w:pStyle w:val="Odstavecseseznamem"/>
      </w:pPr>
    </w:p>
    <w:p w:rsidR="00DA0FF1" w:rsidRDefault="00DA0FF1" w:rsidP="00C57903">
      <w:pPr>
        <w:pStyle w:val="11"/>
        <w:numPr>
          <w:ilvl w:val="0"/>
          <w:numId w:val="7"/>
        </w:numPr>
        <w:tabs>
          <w:tab w:val="clear" w:pos="502"/>
          <w:tab w:val="left" w:pos="284"/>
          <w:tab w:val="num" w:pos="426"/>
        </w:tabs>
        <w:ind w:left="426" w:hanging="426"/>
      </w:pPr>
      <w:r>
        <w:t xml:space="preserve">Do doby vyčíslení oprávněných nároků smluvních stran a do doby dohody o vzájemném vyrovnání těchto nároků, je objednatel oprávněn zadržet veškeré fakturované a splatné platby zhotoviteli. </w:t>
      </w:r>
    </w:p>
    <w:p w:rsidR="00DA0FF1" w:rsidRPr="00C57903" w:rsidRDefault="00DA0FF1" w:rsidP="006A055A">
      <w:pPr>
        <w:pStyle w:val="11"/>
        <w:tabs>
          <w:tab w:val="left" w:pos="284"/>
        </w:tabs>
        <w:ind w:firstLine="0"/>
        <w:rPr>
          <w:sz w:val="20"/>
        </w:rPr>
      </w:pPr>
    </w:p>
    <w:p w:rsidR="00DA0FF1" w:rsidRDefault="00DA0FF1" w:rsidP="006A055A">
      <w:pPr>
        <w:pStyle w:val="11"/>
        <w:numPr>
          <w:ilvl w:val="0"/>
          <w:numId w:val="7"/>
        </w:numPr>
        <w:tabs>
          <w:tab w:val="left" w:pos="426"/>
        </w:tabs>
        <w:ind w:left="426" w:hanging="426"/>
      </w:pPr>
      <w:r>
        <w:t>V dalším se v případě odstoupení od smlouvy postupuje dle příslušných ustanovení obchodního zákoníku.</w:t>
      </w:r>
    </w:p>
    <w:p w:rsidR="00DA0FF1" w:rsidRPr="00C57903" w:rsidRDefault="00DA0FF1" w:rsidP="006A055A">
      <w:pPr>
        <w:pStyle w:val="11"/>
        <w:tabs>
          <w:tab w:val="left" w:pos="426"/>
        </w:tabs>
        <w:ind w:left="0" w:firstLine="0"/>
        <w:rPr>
          <w:sz w:val="20"/>
        </w:rPr>
      </w:pPr>
    </w:p>
    <w:p w:rsidR="00DA0FF1" w:rsidRPr="00C54E1C" w:rsidRDefault="00DA0FF1" w:rsidP="006A055A">
      <w:pPr>
        <w:pStyle w:val="11"/>
        <w:numPr>
          <w:ilvl w:val="0"/>
          <w:numId w:val="7"/>
        </w:numPr>
        <w:tabs>
          <w:tab w:val="left" w:pos="426"/>
        </w:tabs>
        <w:ind w:left="426" w:hanging="426"/>
        <w:rPr>
          <w:color w:val="auto"/>
        </w:rPr>
      </w:pPr>
      <w:r w:rsidRPr="00131DB3">
        <w:rPr>
          <w:szCs w:val="24"/>
        </w:rPr>
        <w:t>Smluvní strany se dohodly, že objednatel je od této smlouvy oprávněn odstoupit bez jakýchkoliv sankcí, pokud nebude schválena částka ze státního rozpočtu následujícího roku, která je potřebná k úhradě za plnění poskytované podle této smlouvy v následujícím roce</w:t>
      </w:r>
      <w:r>
        <w:rPr>
          <w:szCs w:val="24"/>
        </w:rPr>
        <w:t>, pokud se smluvní strany nedohodnou jinak</w:t>
      </w:r>
      <w:r w:rsidRPr="00131DB3">
        <w:rPr>
          <w:szCs w:val="24"/>
        </w:rPr>
        <w:t xml:space="preserve">. </w:t>
      </w:r>
      <w:r w:rsidRPr="004A200E">
        <w:rPr>
          <w:color w:val="auto"/>
          <w:szCs w:val="24"/>
        </w:rPr>
        <w:t xml:space="preserve">Objednatel prohlašuje, že do 30 dnů po vyhlášení zákona o státním rozpočtu ve Sbírce zákonů </w:t>
      </w:r>
      <w:r w:rsidR="002D1012" w:rsidRPr="00003517">
        <w:t xml:space="preserve">a potvrzení finančního limitu ze strany ústředního pozemkového úřadu </w:t>
      </w:r>
      <w:r w:rsidRPr="004A200E">
        <w:rPr>
          <w:color w:val="auto"/>
          <w:szCs w:val="24"/>
        </w:rPr>
        <w:t>oznámí druhé smluvní straně, zda byla schválená částka ze státního rozpočtu následujícího roku, která je potřebná k úhradě za plnění poskytované podle této smlouvy v následujícím roce.</w:t>
      </w:r>
    </w:p>
    <w:p w:rsidR="00C54E1C" w:rsidRDefault="00C54E1C" w:rsidP="00C54E1C">
      <w:pPr>
        <w:pStyle w:val="Odstavecseseznamem"/>
      </w:pPr>
    </w:p>
    <w:p w:rsidR="008533DE" w:rsidRDefault="008533DE">
      <w:pPr>
        <w:jc w:val="center"/>
        <w:rPr>
          <w:b/>
          <w:bCs/>
          <w:snapToGrid w:val="0"/>
          <w:sz w:val="24"/>
          <w:szCs w:val="24"/>
        </w:rPr>
      </w:pPr>
    </w:p>
    <w:p w:rsidR="008533DE" w:rsidRDefault="008533DE">
      <w:pPr>
        <w:jc w:val="center"/>
        <w:rPr>
          <w:b/>
          <w:bCs/>
          <w:snapToGrid w:val="0"/>
          <w:sz w:val="24"/>
          <w:szCs w:val="24"/>
        </w:rPr>
      </w:pPr>
    </w:p>
    <w:p w:rsidR="008533DE" w:rsidRDefault="008533DE">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X.</w:t>
      </w:r>
    </w:p>
    <w:p w:rsidR="00DA0FF1" w:rsidRDefault="00DA0FF1">
      <w:pPr>
        <w:pStyle w:val="Nadpis3"/>
      </w:pPr>
      <w:r>
        <w:t>Jiná ujednání</w:t>
      </w:r>
    </w:p>
    <w:p w:rsidR="00DA0FF1" w:rsidRDefault="00DA0FF1" w:rsidP="00C57903">
      <w:pPr>
        <w:numPr>
          <w:ilvl w:val="0"/>
          <w:numId w:val="4"/>
        </w:numPr>
        <w:tabs>
          <w:tab w:val="clear" w:pos="360"/>
          <w:tab w:val="num" w:pos="426"/>
        </w:tabs>
        <w:spacing w:before="120"/>
        <w:ind w:left="426" w:hanging="426"/>
        <w:jc w:val="both"/>
        <w:rPr>
          <w:snapToGrid w:val="0"/>
          <w:sz w:val="24"/>
          <w:szCs w:val="24"/>
        </w:rPr>
      </w:pPr>
      <w:r>
        <w:rPr>
          <w:snapToGrid w:val="0"/>
          <w:sz w:val="24"/>
          <w:szCs w:val="24"/>
        </w:rPr>
        <w:t>Při provádění díla je zhotovitel vázán pokyny objednatele. Objednatel i zhotovitel se zavazují průběžně vzájemně konzultovat odbornou problematiku předmětu smlouvy. Pracovníci zhotovitele jsou vázáni mlčenlivostí vůči třetím osobám týkající se veškerých podkladů a dat, se kterými přijdou při zpracování díla do styku. Smluvní strany se dohodly na tom, že zhotovitel není oprávněn dílo, které je předmětem plnění této smlouvy, bez písemného souhlasu objednatele, dále prodávat či s ním jinak nakládat.</w:t>
      </w:r>
    </w:p>
    <w:p w:rsidR="00DA0FF1" w:rsidRDefault="00DA0FF1" w:rsidP="00C57903">
      <w:pPr>
        <w:numPr>
          <w:ilvl w:val="0"/>
          <w:numId w:val="4"/>
        </w:numPr>
        <w:tabs>
          <w:tab w:val="clear" w:pos="360"/>
          <w:tab w:val="num" w:pos="426"/>
        </w:tabs>
        <w:spacing w:before="120"/>
        <w:ind w:left="426" w:hanging="426"/>
        <w:jc w:val="both"/>
        <w:rPr>
          <w:sz w:val="24"/>
          <w:szCs w:val="24"/>
        </w:rPr>
      </w:pPr>
      <w:r>
        <w:rPr>
          <w:sz w:val="24"/>
          <w:szCs w:val="24"/>
        </w:rPr>
        <w:t>Zhotovitel se zavazuje během plnění smlouvy i po ukončení smlouvy (i po předání díla objednateli), zachovávat mlčenlivost o všech skutečnostech, o kterých se dozví od objednatele v souvislosti se zhotovením díla. Tím není dotčena možnost zhotovitele uvádět činnost podle této smlouvy jako svou referenci ve svých nabídkách v zákonem stanoveném rozsahu, popř. rozsahu stanoveném zadavatelem veřejné zakázky.</w:t>
      </w:r>
    </w:p>
    <w:p w:rsidR="00DA0FF1" w:rsidRDefault="00DA0FF1" w:rsidP="00C57903">
      <w:pPr>
        <w:numPr>
          <w:ilvl w:val="0"/>
          <w:numId w:val="4"/>
        </w:numPr>
        <w:tabs>
          <w:tab w:val="clear" w:pos="360"/>
          <w:tab w:val="num" w:pos="426"/>
        </w:tabs>
        <w:spacing w:before="120"/>
        <w:ind w:left="426" w:hanging="426"/>
        <w:jc w:val="both"/>
        <w:rPr>
          <w:snapToGrid w:val="0"/>
          <w:sz w:val="24"/>
          <w:szCs w:val="24"/>
        </w:rPr>
      </w:pPr>
      <w:r>
        <w:rPr>
          <w:sz w:val="24"/>
          <w:szCs w:val="24"/>
        </w:rPr>
        <w:t>Za porušení povinnosti mlčenlivosti specifikované v článku X., odstavec 2.  této smlouvy, je zhotovitel povinen uhradit objednateli smluvní pokutu ve výši 10 000,-Kč, a to za každý jednotlivý případ porušení povinnosti.</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t>Zhotovitel je povinen provést dílo na svůj náklad a nebezpečí.</w:t>
      </w:r>
    </w:p>
    <w:p w:rsidR="00DA0FF1" w:rsidRPr="00750B6F" w:rsidRDefault="00DA0FF1" w:rsidP="00C57903">
      <w:pPr>
        <w:numPr>
          <w:ilvl w:val="0"/>
          <w:numId w:val="4"/>
        </w:numPr>
        <w:tabs>
          <w:tab w:val="clear" w:pos="360"/>
          <w:tab w:val="num" w:pos="426"/>
        </w:tabs>
        <w:spacing w:before="120"/>
        <w:ind w:left="426" w:hanging="426"/>
        <w:jc w:val="both"/>
        <w:rPr>
          <w:snapToGrid w:val="0"/>
          <w:sz w:val="24"/>
          <w:szCs w:val="24"/>
        </w:rPr>
      </w:pPr>
      <w:r>
        <w:rPr>
          <w:sz w:val="24"/>
          <w:szCs w:val="24"/>
        </w:rPr>
        <w:t xml:space="preserve">Objednatel je oprávněn průběžně kontrolovat provádění díla. Zjistí-li, že zhotovitel provádí dílo v rozporu se svými povinnostmi, touto smlouvou nebo pokyny objednatele, je objednatel oprávněn dožadovat se toho, aby zhotovitel odstranil vady vzniklé vadným prováděním a dílo prováděl řádným způsobem. Jestliže zhotovitel tak neučiní ani ve lhůtě mu k tomu poskytnuté a postup zhotovitele by vedl nepochybně k podstatnému porušení smlouvy, je objednatel oprávněn odstoupit od smlouvy. V tomto případě je zhotovitel </w:t>
      </w:r>
      <w:r w:rsidRPr="00750B6F">
        <w:rPr>
          <w:sz w:val="24"/>
          <w:szCs w:val="24"/>
        </w:rPr>
        <w:t>povinen uhradit škody vzniklé zadavateli odstoupením od smlouvy.</w:t>
      </w:r>
    </w:p>
    <w:p w:rsidR="000525AF" w:rsidRDefault="00DA0FF1">
      <w:pPr>
        <w:numPr>
          <w:ilvl w:val="0"/>
          <w:numId w:val="4"/>
        </w:numPr>
        <w:tabs>
          <w:tab w:val="clear" w:pos="360"/>
          <w:tab w:val="num" w:pos="426"/>
        </w:tabs>
        <w:spacing w:before="120"/>
        <w:ind w:left="425" w:hanging="425"/>
        <w:jc w:val="both"/>
        <w:rPr>
          <w:sz w:val="24"/>
          <w:szCs w:val="24"/>
        </w:rPr>
      </w:pPr>
      <w:r>
        <w:rPr>
          <w:snapToGrid w:val="0"/>
          <w:sz w:val="24"/>
          <w:szCs w:val="24"/>
        </w:rPr>
        <w:t>K průběžným kontrolám provádění díla bude docházet na kontrolních dnech. Tyto kontrolní dny je oprávněn svolávat objednatel 1 x za měsíc. Zhotovitel je povinen se těchto kontrolních dnů zúčastnit a předložit ke kontrole doklady o provádění díla.</w:t>
      </w:r>
    </w:p>
    <w:p w:rsidR="000525AF" w:rsidRDefault="00C53909">
      <w:pPr>
        <w:pStyle w:val="Zkladntextodsazen2"/>
        <w:numPr>
          <w:ilvl w:val="0"/>
          <w:numId w:val="4"/>
        </w:numPr>
        <w:tabs>
          <w:tab w:val="clear" w:pos="360"/>
          <w:tab w:val="num" w:pos="426"/>
        </w:tabs>
        <w:ind w:left="426" w:hanging="426"/>
      </w:pPr>
      <w:r>
        <w:t xml:space="preserve">Zhotovitel se zavazuje, že </w:t>
      </w:r>
      <w:r w:rsidRPr="0010158E">
        <w:t xml:space="preserve">osoba zodpovědná dle § 18 zákona č. 139/2002 Sb. v platném znění </w:t>
      </w:r>
      <w:r>
        <w:t>po</w:t>
      </w:r>
      <w:r w:rsidRPr="0010158E">
        <w:t>ved</w:t>
      </w:r>
      <w:r>
        <w:t>e</w:t>
      </w:r>
      <w:r w:rsidRPr="0010158E">
        <w:t xml:space="preserve"> a</w:t>
      </w:r>
      <w:r>
        <w:t xml:space="preserve"> bude</w:t>
      </w:r>
      <w:r w:rsidRPr="0010158E">
        <w:t xml:space="preserve"> organizova</w:t>
      </w:r>
      <w:r>
        <w:t>t</w:t>
      </w:r>
      <w:r w:rsidRPr="0010158E">
        <w:t xml:space="preserve"> řízení o KPÚ </w:t>
      </w:r>
      <w:r>
        <w:t>tak,</w:t>
      </w:r>
      <w:r w:rsidRPr="0010158E">
        <w:t xml:space="preserve"> </w:t>
      </w:r>
      <w:r>
        <w:t>že bude</w:t>
      </w:r>
      <w:r w:rsidRPr="0010158E">
        <w:t xml:space="preserve"> přítomna na všech jednáních ke KPÚ</w:t>
      </w:r>
      <w:r>
        <w:t xml:space="preserve"> </w:t>
      </w:r>
      <w:r w:rsidRPr="0010158E">
        <w:t>(např. při zjišťování průběhu hranic na obvodech i uvnitř KPÚ, projednávání PSZ, nároků a návrhu nových pozemků).</w:t>
      </w:r>
      <w:r>
        <w:t xml:space="preserve"> Výjimku povoluje pozemkový úřad na základě písemné žádosti.</w:t>
      </w:r>
      <w:r w:rsidRPr="0010158E">
        <w:t xml:space="preserve"> </w:t>
      </w:r>
      <w:r>
        <w:t xml:space="preserve">Porušení této povinnosti se považuje za hrubé porušení smluvních ujednání. </w:t>
      </w:r>
    </w:p>
    <w:p w:rsidR="00DA0FF1" w:rsidRPr="00750B6F" w:rsidRDefault="00DA0FF1" w:rsidP="00C57903">
      <w:pPr>
        <w:numPr>
          <w:ilvl w:val="0"/>
          <w:numId w:val="4"/>
        </w:numPr>
        <w:tabs>
          <w:tab w:val="clear" w:pos="360"/>
          <w:tab w:val="num" w:pos="426"/>
        </w:tabs>
        <w:spacing w:before="120"/>
        <w:ind w:left="426" w:hanging="426"/>
        <w:jc w:val="both"/>
        <w:rPr>
          <w:sz w:val="24"/>
          <w:szCs w:val="24"/>
        </w:rPr>
      </w:pPr>
      <w:r w:rsidRPr="00750B6F">
        <w:rPr>
          <w:sz w:val="24"/>
          <w:szCs w:val="24"/>
        </w:rPr>
        <w:t xml:space="preserve">Zhotovitel je povinen úzce spolupracovat především s obcemi a s orgány státní správy, které jsou specifikované v </w:t>
      </w:r>
      <w:proofErr w:type="spellStart"/>
      <w:r w:rsidRPr="00750B6F">
        <w:rPr>
          <w:sz w:val="24"/>
          <w:szCs w:val="24"/>
        </w:rPr>
        <w:t>ust</w:t>
      </w:r>
      <w:proofErr w:type="spellEnd"/>
      <w:r w:rsidRPr="00750B6F">
        <w:rPr>
          <w:sz w:val="24"/>
          <w:szCs w:val="24"/>
        </w:rPr>
        <w:t>. § 6 odst. 6 zákona č.139/2002 Sb., a dále se sborem zástupců vlastníků, který je volen ve smyslu § 5 odst. 5 zákona č.139/2002 Sb., je-li zvolen.</w:t>
      </w:r>
    </w:p>
    <w:p w:rsidR="00DA0FF1" w:rsidRPr="00750B6F" w:rsidRDefault="00DA0FF1" w:rsidP="00C57903">
      <w:pPr>
        <w:numPr>
          <w:ilvl w:val="0"/>
          <w:numId w:val="4"/>
        </w:numPr>
        <w:tabs>
          <w:tab w:val="clear" w:pos="360"/>
          <w:tab w:val="num" w:pos="426"/>
        </w:tabs>
        <w:spacing w:before="120"/>
        <w:ind w:left="426" w:hanging="426"/>
        <w:jc w:val="both"/>
        <w:rPr>
          <w:sz w:val="24"/>
          <w:szCs w:val="24"/>
        </w:rPr>
      </w:pPr>
      <w:r w:rsidRPr="00750B6F">
        <w:rPr>
          <w:sz w:val="24"/>
          <w:szCs w:val="24"/>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w:t>
      </w:r>
      <w:r>
        <w:rPr>
          <w:sz w:val="24"/>
          <w:szCs w:val="24"/>
        </w:rPr>
        <w:t> </w:t>
      </w:r>
      <w:r w:rsidRPr="00750B6F">
        <w:rPr>
          <w:sz w:val="24"/>
          <w:szCs w:val="24"/>
        </w:rPr>
        <w:t xml:space="preserve">souvislosti </w:t>
      </w:r>
      <w:r>
        <w:rPr>
          <w:sz w:val="24"/>
          <w:szCs w:val="24"/>
        </w:rPr>
        <w:t>prověřováním hospodárného využití veřejných prostředků</w:t>
      </w:r>
      <w:r w:rsidRPr="00750B6F">
        <w:rPr>
          <w:sz w:val="24"/>
          <w:szCs w:val="24"/>
        </w:rPr>
        <w:t>.</w:t>
      </w:r>
    </w:p>
    <w:p w:rsidR="00DA0FF1" w:rsidRPr="00750B6F" w:rsidRDefault="00DA0FF1" w:rsidP="00C57903">
      <w:pPr>
        <w:numPr>
          <w:ilvl w:val="0"/>
          <w:numId w:val="4"/>
        </w:numPr>
        <w:tabs>
          <w:tab w:val="clear" w:pos="360"/>
          <w:tab w:val="num" w:pos="426"/>
        </w:tabs>
        <w:spacing w:before="120"/>
        <w:ind w:left="426" w:hanging="426"/>
        <w:jc w:val="both"/>
        <w:rPr>
          <w:snapToGrid w:val="0"/>
          <w:sz w:val="24"/>
          <w:szCs w:val="24"/>
        </w:rPr>
      </w:pPr>
      <w:r w:rsidRPr="00750B6F">
        <w:rPr>
          <w:snapToGrid w:val="0"/>
          <w:sz w:val="24"/>
          <w:szCs w:val="24"/>
        </w:rPr>
        <w:t>Zhotovitel bere na vědomí, že objednatel je organizační složkou státu a jeho stav účtu závisí na převodu finančních zdrojů ze státního rozpočtu. V případě nedostatku finančních prostředků pro pozemkové úpravy na</w:t>
      </w:r>
      <w:r>
        <w:rPr>
          <w:snapToGrid w:val="0"/>
          <w:sz w:val="24"/>
          <w:szCs w:val="24"/>
        </w:rPr>
        <w:t xml:space="preserve"> </w:t>
      </w:r>
      <w:r w:rsidRPr="00750B6F">
        <w:rPr>
          <w:snapToGrid w:val="0"/>
          <w:sz w:val="24"/>
          <w:szCs w:val="24"/>
        </w:rPr>
        <w:t>účtu objednatele se smluvní strany zavazují jednat o vyřešení této situace.</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t>Při přerušení prací ze strany objednatele, má při dalším pokračování zhotovitel nárok na vysta</w:t>
      </w:r>
      <w:r>
        <w:rPr>
          <w:sz w:val="24"/>
          <w:szCs w:val="24"/>
        </w:rPr>
        <w:t>vení dodatku smlouvy na prodloužení termínu o časový úsek, odpovídající délce přerušení prací.</w:t>
      </w:r>
    </w:p>
    <w:p w:rsidR="00DA0FF1" w:rsidRDefault="00DA0FF1" w:rsidP="00C57903">
      <w:pPr>
        <w:numPr>
          <w:ilvl w:val="0"/>
          <w:numId w:val="4"/>
        </w:numPr>
        <w:tabs>
          <w:tab w:val="clear" w:pos="360"/>
          <w:tab w:val="num" w:pos="426"/>
        </w:tabs>
        <w:spacing w:before="120"/>
        <w:ind w:left="426" w:hanging="426"/>
        <w:jc w:val="both"/>
        <w:rPr>
          <w:sz w:val="24"/>
          <w:szCs w:val="24"/>
        </w:rPr>
      </w:pPr>
      <w:r>
        <w:rPr>
          <w:sz w:val="24"/>
          <w:szCs w:val="24"/>
        </w:rPr>
        <w:t>V případě dodatečných služeb bude postupováno podle zákona č. 137/2006 Sb., v </w:t>
      </w:r>
      <w:proofErr w:type="spellStart"/>
      <w:r>
        <w:rPr>
          <w:sz w:val="24"/>
          <w:szCs w:val="24"/>
        </w:rPr>
        <w:t>pl</w:t>
      </w:r>
      <w:proofErr w:type="spellEnd"/>
      <w:r>
        <w:rPr>
          <w:sz w:val="24"/>
          <w:szCs w:val="24"/>
        </w:rPr>
        <w:t>. znění.</w:t>
      </w:r>
    </w:p>
    <w:p w:rsidR="00002079" w:rsidRDefault="00002079">
      <w:pPr>
        <w:ind w:left="360"/>
        <w:jc w:val="both"/>
        <w:rPr>
          <w:rFonts w:ascii="Arial" w:hAnsi="Arial" w:cs="Arial"/>
        </w:rPr>
      </w:pPr>
    </w:p>
    <w:p w:rsidR="000B39C2" w:rsidRPr="000B39C2" w:rsidRDefault="00B66E65" w:rsidP="000B39C2">
      <w:pPr>
        <w:numPr>
          <w:ilvl w:val="0"/>
          <w:numId w:val="4"/>
        </w:numPr>
        <w:jc w:val="both"/>
        <w:rPr>
          <w:sz w:val="24"/>
          <w:szCs w:val="24"/>
        </w:rPr>
      </w:pPr>
      <w:r w:rsidRPr="00B66E65">
        <w:rPr>
          <w:sz w:val="24"/>
          <w:szCs w:val="24"/>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0B39C2">
        <w:rPr>
          <w:sz w:val="24"/>
          <w:szCs w:val="24"/>
        </w:rPr>
        <w:t>2</w:t>
      </w:r>
      <w:r w:rsidRPr="00B66E65">
        <w:rPr>
          <w:sz w:val="24"/>
          <w:szCs w:val="24"/>
        </w:rPr>
        <w:t xml:space="preserve"> mil. Kč. Zhotovitel se zavazuje, že po celou dobu trvání této smlouvy a po dobu záruční doby bude pojištěn ve smyslu tohoto ustanovení a že nedojde ke snížení pojistného plnění pod částku uvedenou v předchozí větě.</w:t>
      </w:r>
    </w:p>
    <w:p w:rsidR="000B39C2" w:rsidRPr="000B39C2" w:rsidRDefault="000B39C2" w:rsidP="000B39C2">
      <w:pPr>
        <w:pStyle w:val="Odstavecseseznamem"/>
        <w:rPr>
          <w:sz w:val="24"/>
          <w:szCs w:val="24"/>
        </w:rPr>
      </w:pPr>
    </w:p>
    <w:p w:rsidR="000B39C2" w:rsidRPr="000B39C2" w:rsidRDefault="00B66E65" w:rsidP="000B39C2">
      <w:pPr>
        <w:numPr>
          <w:ilvl w:val="0"/>
          <w:numId w:val="4"/>
        </w:numPr>
        <w:jc w:val="both"/>
        <w:rPr>
          <w:sz w:val="24"/>
          <w:szCs w:val="24"/>
        </w:rPr>
      </w:pPr>
      <w:r w:rsidRPr="00B66E65">
        <w:rPr>
          <w:sz w:val="24"/>
          <w:szCs w:val="24"/>
        </w:rPr>
        <w:t xml:space="preserve">Úředně ověřené kopie pojistné smlouvy (pojistných smluv) zhotovitele, resp. akceptované návrhy na uzavření pojistné smlouvy ze strany pojišťovny dle tohoto článku musí být doručeny objednateli nejpozději </w:t>
      </w:r>
      <w:r w:rsidR="000B39C2">
        <w:rPr>
          <w:sz w:val="24"/>
          <w:szCs w:val="24"/>
        </w:rPr>
        <w:t>před podpisem smlouvy o dílo</w:t>
      </w:r>
      <w:r w:rsidRPr="00B66E65">
        <w:rPr>
          <w:sz w:val="24"/>
          <w:szCs w:val="24"/>
        </w:rPr>
        <w:t>, pokud je již objednatel neobdržel od zhotovitele v rámci zadávacího řízení. Na žádost objednatele je zhotovitel povinen kdykoliv později předložit uspokojivé doklady o tom, že pojistná smlouva (pojistné smlouvy) uzavřené zhotovitelem jsou a zůstávají v platnosti.</w:t>
      </w:r>
    </w:p>
    <w:p w:rsidR="000B39C2" w:rsidRPr="000B39C2" w:rsidRDefault="000B39C2" w:rsidP="000B39C2">
      <w:pPr>
        <w:pStyle w:val="Odstavecseseznamem"/>
        <w:rPr>
          <w:sz w:val="24"/>
          <w:szCs w:val="24"/>
        </w:rPr>
      </w:pPr>
    </w:p>
    <w:p w:rsidR="000B39C2" w:rsidRDefault="00B66E65" w:rsidP="000B39C2">
      <w:pPr>
        <w:numPr>
          <w:ilvl w:val="0"/>
          <w:numId w:val="4"/>
        </w:numPr>
        <w:jc w:val="both"/>
        <w:rPr>
          <w:sz w:val="24"/>
          <w:szCs w:val="24"/>
        </w:rPr>
      </w:pPr>
      <w:r w:rsidRPr="00B66E65">
        <w:rPr>
          <w:sz w:val="24"/>
          <w:szCs w:val="24"/>
        </w:rPr>
        <w:t>Zhotovitel je povinen řádně platit pojistné tak, aby pojistná smlouva či smlouvy sjednané dle této smlouvy či v souvislosti s ní byly platné po celou dobu provádění díla a v přiměřeném rozsahu i po dobu záruky.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rsidR="00720FF9" w:rsidRDefault="00720FF9" w:rsidP="00720FF9">
      <w:pPr>
        <w:ind w:left="360"/>
        <w:jc w:val="both"/>
        <w:rPr>
          <w:sz w:val="24"/>
          <w:szCs w:val="24"/>
        </w:rPr>
      </w:pPr>
    </w:p>
    <w:p w:rsidR="00720FF9" w:rsidRDefault="00720FF9" w:rsidP="00720FF9">
      <w:pPr>
        <w:numPr>
          <w:ilvl w:val="0"/>
          <w:numId w:val="4"/>
        </w:numPr>
        <w:jc w:val="both"/>
        <w:rPr>
          <w:sz w:val="24"/>
          <w:szCs w:val="24"/>
        </w:rPr>
      </w:pPr>
      <w:r w:rsidRPr="00C127FE">
        <w:rPr>
          <w:sz w:val="24"/>
          <w:szCs w:val="24"/>
        </w:rPr>
        <w:t xml:space="preserve">Zhotovitel je povinen splnit vůči objednateli povinnosti stanovené v § 147a odst. 4 a 5 zákona č. 137/2006 Sb., o veřejných zakázkách, ve znění pozdějších předpisů. </w:t>
      </w:r>
    </w:p>
    <w:p w:rsidR="00720FF9" w:rsidRDefault="00720FF9" w:rsidP="00720FF9">
      <w:pPr>
        <w:numPr>
          <w:ilvl w:val="0"/>
          <w:numId w:val="4"/>
        </w:numPr>
        <w:tabs>
          <w:tab w:val="clear" w:pos="360"/>
          <w:tab w:val="num" w:pos="426"/>
        </w:tabs>
        <w:spacing w:before="120"/>
        <w:ind w:left="426" w:hanging="426"/>
        <w:jc w:val="both"/>
        <w:rPr>
          <w:sz w:val="24"/>
          <w:szCs w:val="24"/>
        </w:rPr>
      </w:pPr>
      <w:r w:rsidRPr="00A93129">
        <w:rPr>
          <w:sz w:val="24"/>
          <w:szCs w:val="24"/>
        </w:rPr>
        <w:t xml:space="preserve">Za porušení povinností </w:t>
      </w:r>
      <w:r w:rsidRPr="00C127FE">
        <w:rPr>
          <w:sz w:val="24"/>
          <w:szCs w:val="24"/>
        </w:rPr>
        <w:t>stanoven</w:t>
      </w:r>
      <w:r>
        <w:rPr>
          <w:sz w:val="24"/>
          <w:szCs w:val="24"/>
        </w:rPr>
        <w:t>ých</w:t>
      </w:r>
      <w:r w:rsidRPr="00C127FE">
        <w:rPr>
          <w:sz w:val="24"/>
          <w:szCs w:val="24"/>
        </w:rPr>
        <w:t xml:space="preserve"> v § 147a odst. 4 a 5 zákona č. 137/2006 Sb., o veřejných zakázkách, ve znění pozdějších předpisů</w:t>
      </w:r>
      <w:r>
        <w:rPr>
          <w:sz w:val="24"/>
          <w:szCs w:val="24"/>
        </w:rPr>
        <w:t xml:space="preserve"> </w:t>
      </w:r>
      <w:r w:rsidRPr="00A93129">
        <w:rPr>
          <w:sz w:val="24"/>
          <w:szCs w:val="24"/>
        </w:rPr>
        <w:t>je zhotovitel povinen zaplatit objednateli smluvní pokutu ve výši 10.000,- Kč, a to za každý jednotlivý případ porušení této povinnosti.</w:t>
      </w:r>
    </w:p>
    <w:p w:rsidR="00720FF9" w:rsidRPr="00A93129" w:rsidRDefault="00720FF9" w:rsidP="00720FF9">
      <w:pPr>
        <w:numPr>
          <w:ilvl w:val="0"/>
          <w:numId w:val="4"/>
        </w:numPr>
        <w:tabs>
          <w:tab w:val="clear" w:pos="360"/>
          <w:tab w:val="num" w:pos="426"/>
        </w:tabs>
        <w:spacing w:before="120"/>
        <w:ind w:left="426" w:hanging="426"/>
        <w:jc w:val="both"/>
        <w:rPr>
          <w:sz w:val="24"/>
          <w:szCs w:val="24"/>
        </w:rPr>
      </w:pPr>
      <w:r w:rsidRPr="00A93129">
        <w:rPr>
          <w:sz w:val="24"/>
          <w:szCs w:val="24"/>
        </w:rPr>
        <w:t xml:space="preserve">Bude-li ze strany zhotovitele porušena právní povinnost, která je stanovena právními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720FF9" w:rsidRDefault="00720FF9" w:rsidP="00720FF9">
      <w:pPr>
        <w:ind w:left="360"/>
        <w:jc w:val="both"/>
        <w:rPr>
          <w:sz w:val="24"/>
          <w:szCs w:val="24"/>
        </w:rPr>
      </w:pPr>
    </w:p>
    <w:p w:rsidR="00720FF9" w:rsidRDefault="00720FF9" w:rsidP="00720FF9">
      <w:pPr>
        <w:numPr>
          <w:ilvl w:val="0"/>
          <w:numId w:val="4"/>
        </w:numPr>
        <w:jc w:val="both"/>
        <w:rPr>
          <w:sz w:val="24"/>
          <w:szCs w:val="24"/>
        </w:rPr>
      </w:pPr>
      <w:r w:rsidRPr="00C127FE">
        <w:rPr>
          <w:sz w:val="24"/>
          <w:szCs w:val="24"/>
        </w:rPr>
        <w:t>Dle § 147a odst. 1 písm. a) zákona č. 137/2006 Sb., o veřejných zakázkách, ve znění pozdějších předpisů (dále jen „ZVZ“), objednatel uveřejní na svém profilu smlouvu uzavřenou na veřejnou zakázku včetně všech jejích změn a dodatků, přičemž profilem objednatele se ve smyslu § 17 písm. x) ZVZ rozumí elektronický nástroj, prostřednictvím kterého zadavatel podle tohoto zákona uveřejňuje informace a dokumenty ke svým veřejným zakázkám způsobem, který umožňuje neomezený a přímý dálkový přístup, a jehož internetová adresa je uveřejněna ve Věstníku veřejných zakázek; požadavky na náležitosti profilu objednatele stanoví prováděcí právní předpis. Dále dle písmene b) § 147a odst. 1 výše uvedeného zákona objednatel uveřejní na svém profilu výši skutečně uhrazené ceny za plnění veřejné zakázky a dle písmene c) seznam subdodavatelů dodavatele veřejné zakázky.</w:t>
      </w:r>
    </w:p>
    <w:p w:rsidR="00720FF9" w:rsidRDefault="00720FF9" w:rsidP="00720FF9">
      <w:pPr>
        <w:ind w:left="360"/>
        <w:jc w:val="both"/>
        <w:rPr>
          <w:sz w:val="24"/>
          <w:szCs w:val="24"/>
        </w:rPr>
      </w:pPr>
    </w:p>
    <w:p w:rsidR="00720FF9" w:rsidRDefault="00720FF9" w:rsidP="00720FF9">
      <w:pPr>
        <w:ind w:left="360"/>
        <w:jc w:val="both"/>
        <w:rPr>
          <w:sz w:val="24"/>
          <w:szCs w:val="24"/>
        </w:rPr>
      </w:pPr>
    </w:p>
    <w:p w:rsidR="00720FF9" w:rsidRDefault="00720FF9" w:rsidP="00720FF9">
      <w:pPr>
        <w:ind w:left="360"/>
        <w:jc w:val="both"/>
        <w:rPr>
          <w:sz w:val="24"/>
          <w:szCs w:val="24"/>
        </w:rPr>
      </w:pPr>
    </w:p>
    <w:p w:rsidR="00720FF9" w:rsidRDefault="00720FF9" w:rsidP="00720FF9">
      <w:pPr>
        <w:ind w:left="360"/>
        <w:jc w:val="both"/>
        <w:rPr>
          <w:sz w:val="24"/>
          <w:szCs w:val="24"/>
        </w:rPr>
      </w:pPr>
    </w:p>
    <w:p w:rsidR="00720FF9" w:rsidRDefault="00720FF9" w:rsidP="00720FF9">
      <w:pPr>
        <w:ind w:left="360"/>
        <w:jc w:val="both"/>
        <w:rPr>
          <w:sz w:val="24"/>
          <w:szCs w:val="24"/>
        </w:rPr>
      </w:pPr>
    </w:p>
    <w:p w:rsidR="00720FF9" w:rsidRDefault="00720FF9" w:rsidP="00720FF9">
      <w:pPr>
        <w:ind w:left="360"/>
        <w:jc w:val="both"/>
        <w:rPr>
          <w:sz w:val="24"/>
          <w:szCs w:val="24"/>
        </w:rPr>
      </w:pPr>
    </w:p>
    <w:p w:rsidR="00720FF9" w:rsidRDefault="00720FF9" w:rsidP="00720FF9">
      <w:pPr>
        <w:jc w:val="center"/>
        <w:rPr>
          <w:b/>
          <w:bCs/>
          <w:snapToGrid w:val="0"/>
          <w:sz w:val="24"/>
          <w:szCs w:val="24"/>
        </w:rPr>
      </w:pPr>
      <w:r>
        <w:rPr>
          <w:b/>
          <w:bCs/>
          <w:snapToGrid w:val="0"/>
          <w:sz w:val="24"/>
          <w:szCs w:val="24"/>
        </w:rPr>
        <w:t>Čl. XI.</w:t>
      </w:r>
    </w:p>
    <w:p w:rsidR="00720FF9" w:rsidRDefault="00720FF9" w:rsidP="00720FF9">
      <w:pPr>
        <w:pStyle w:val="Nadpis3"/>
      </w:pPr>
      <w:r>
        <w:t>Ochrana osobních údajů</w:t>
      </w:r>
    </w:p>
    <w:p w:rsidR="00720FF9" w:rsidRDefault="00720FF9" w:rsidP="00720FF9">
      <w:pPr>
        <w:ind w:left="360"/>
        <w:jc w:val="both"/>
        <w:rPr>
          <w:sz w:val="24"/>
          <w:szCs w:val="24"/>
        </w:rPr>
      </w:pPr>
    </w:p>
    <w:p w:rsidR="00720FF9" w:rsidRDefault="00720FF9" w:rsidP="00720FF9">
      <w:pPr>
        <w:pStyle w:val="Odstavecseseznamem"/>
        <w:numPr>
          <w:ilvl w:val="0"/>
          <w:numId w:val="19"/>
        </w:numPr>
        <w:spacing w:before="120"/>
        <w:ind w:left="426"/>
        <w:jc w:val="both"/>
        <w:rPr>
          <w:snapToGrid w:val="0"/>
          <w:sz w:val="24"/>
          <w:szCs w:val="24"/>
        </w:rPr>
      </w:pPr>
      <w:r w:rsidRPr="00522E6F">
        <w:rPr>
          <w:sz w:val="24"/>
          <w:szCs w:val="24"/>
        </w:rPr>
        <w:t xml:space="preserve">Objednatel je správcem osobních údajů ve smyslu § 4 písm. a) zákona č. 101/2000 Sb., o ochraně osobních údajů a o změně některých zákonů, ve znění pozdějších předpisů v rozsahu </w:t>
      </w:r>
      <w:r>
        <w:rPr>
          <w:sz w:val="24"/>
          <w:szCs w:val="24"/>
        </w:rPr>
        <w:t xml:space="preserve">zejména </w:t>
      </w:r>
      <w:r w:rsidRPr="00522E6F">
        <w:rPr>
          <w:sz w:val="24"/>
          <w:szCs w:val="24"/>
        </w:rPr>
        <w:t xml:space="preserve">těchto položek: jméno, příjmení, datum narození, bydliště, k. </w:t>
      </w:r>
      <w:proofErr w:type="spellStart"/>
      <w:r w:rsidRPr="00522E6F">
        <w:rPr>
          <w:sz w:val="24"/>
          <w:szCs w:val="24"/>
        </w:rPr>
        <w:t>ú</w:t>
      </w:r>
      <w:proofErr w:type="spellEnd"/>
      <w:r w:rsidRPr="00522E6F">
        <w:rPr>
          <w:sz w:val="24"/>
          <w:szCs w:val="24"/>
        </w:rPr>
        <w:t>. + číslo LV, rodné číslo.</w:t>
      </w:r>
    </w:p>
    <w:p w:rsidR="00720FF9" w:rsidRDefault="00720FF9" w:rsidP="00720FF9">
      <w:pPr>
        <w:pStyle w:val="Odstavecseseznamem"/>
        <w:numPr>
          <w:ilvl w:val="0"/>
          <w:numId w:val="19"/>
        </w:numPr>
        <w:spacing w:before="120"/>
        <w:ind w:left="426"/>
        <w:jc w:val="both"/>
        <w:rPr>
          <w:snapToGrid w:val="0"/>
          <w:sz w:val="24"/>
          <w:szCs w:val="24"/>
        </w:rPr>
      </w:pPr>
      <w:r w:rsidRPr="00522E6F">
        <w:rPr>
          <w:sz w:val="24"/>
          <w:szCs w:val="24"/>
        </w:rPr>
        <w:t xml:space="preserve">Zhotovitel se zavazuje, jako zpracovatel osobních údajů, vymezených v bodě 1, zpracovávat </w:t>
      </w:r>
      <w:r>
        <w:rPr>
          <w:sz w:val="24"/>
          <w:szCs w:val="24"/>
        </w:rPr>
        <w:t xml:space="preserve">pouze v souladu s touto smlouvou a příslušnými předpisy vztahujícími se k provádění díla, zejména zákonem 139/2002 Sb. </w:t>
      </w:r>
      <w:r w:rsidRPr="00522E6F">
        <w:rPr>
          <w:sz w:val="24"/>
          <w:szCs w:val="24"/>
        </w:rPr>
        <w:t>Zpracování se nesmí účastnit třetí osoba.</w:t>
      </w:r>
    </w:p>
    <w:p w:rsidR="00720FF9" w:rsidRDefault="00720FF9" w:rsidP="00720FF9">
      <w:pPr>
        <w:pStyle w:val="Odstavecseseznamem"/>
        <w:numPr>
          <w:ilvl w:val="0"/>
          <w:numId w:val="19"/>
        </w:numPr>
        <w:spacing w:before="120"/>
        <w:ind w:left="426"/>
        <w:jc w:val="both"/>
        <w:rPr>
          <w:snapToGrid w:val="0"/>
          <w:sz w:val="24"/>
          <w:szCs w:val="24"/>
        </w:rPr>
      </w:pPr>
      <w:r w:rsidRPr="00522E6F">
        <w:rPr>
          <w:sz w:val="24"/>
          <w:szCs w:val="24"/>
        </w:rPr>
        <w:t xml:space="preserve">Jakékoli zpracování osobních údajů, odlišné od zpracování podle bodu 2, se zakazuje. Zhotovitel není oprávněn osobní údaje zpřístupnit jiným subjektům, neukládá-li mu to zvláštní zákon, ani je využít pro vlastní potřebu. </w:t>
      </w:r>
    </w:p>
    <w:p w:rsidR="00720FF9" w:rsidRDefault="00720FF9" w:rsidP="00720FF9">
      <w:pPr>
        <w:pStyle w:val="Odstavecseseznamem"/>
        <w:numPr>
          <w:ilvl w:val="0"/>
          <w:numId w:val="19"/>
        </w:numPr>
        <w:spacing w:before="120"/>
        <w:ind w:left="426"/>
        <w:jc w:val="both"/>
        <w:rPr>
          <w:snapToGrid w:val="0"/>
          <w:sz w:val="24"/>
          <w:szCs w:val="24"/>
        </w:rPr>
      </w:pPr>
      <w:r w:rsidRPr="00522E6F">
        <w:rPr>
          <w:sz w:val="24"/>
          <w:szCs w:val="24"/>
        </w:rPr>
        <w:t xml:space="preserve">Zhotovitel prohlašuje, že k zamezení nahodilého nebo neoprávněného přístupu k osobním údajům, k jejich neoprávněné změně, zničení nebo ztrátě nebo jinému neoprávněnému zpracování a zneužití, přijal </w:t>
      </w:r>
      <w:r w:rsidRPr="00522E6F">
        <w:rPr>
          <w:i/>
          <w:sz w:val="24"/>
          <w:szCs w:val="24"/>
          <w:highlight w:val="yellow"/>
        </w:rPr>
        <w:t xml:space="preserve">……(konkrétně vymezit přijatá opatření, např. </w:t>
      </w:r>
      <w:r w:rsidRPr="00522E6F">
        <w:rPr>
          <w:b/>
          <w:i/>
          <w:sz w:val="24"/>
          <w:szCs w:val="24"/>
          <w:highlight w:val="yellow"/>
        </w:rPr>
        <w:t xml:space="preserve">zabezpečení </w:t>
      </w:r>
      <w:r w:rsidRPr="00522E6F">
        <w:rPr>
          <w:i/>
          <w:sz w:val="24"/>
          <w:szCs w:val="24"/>
          <w:highlight w:val="yellow"/>
        </w:rPr>
        <w:t xml:space="preserve">místnosti, přístupu k výpočetní technice, ke konkrétním SW aplikacím, a dále uvést přijaté interní pokyny pro všechny zaměstnance nakládající s daty, či pro všechny </w:t>
      </w:r>
      <w:proofErr w:type="gramStart"/>
      <w:r w:rsidRPr="00522E6F">
        <w:rPr>
          <w:i/>
          <w:sz w:val="24"/>
          <w:szCs w:val="24"/>
          <w:highlight w:val="yellow"/>
        </w:rPr>
        <w:t>zaměstnance kteří</w:t>
      </w:r>
      <w:proofErr w:type="gramEnd"/>
      <w:r w:rsidRPr="00522E6F">
        <w:rPr>
          <w:i/>
          <w:sz w:val="24"/>
          <w:szCs w:val="24"/>
          <w:highlight w:val="yellow"/>
        </w:rPr>
        <w:t xml:space="preserve"> mohou ovlivnit bezpečnost dat, </w:t>
      </w:r>
      <w:r w:rsidRPr="00522E6F">
        <w:rPr>
          <w:b/>
          <w:i/>
          <w:sz w:val="24"/>
          <w:szCs w:val="24"/>
          <w:highlight w:val="yellow"/>
        </w:rPr>
        <w:t>pokud bude uveden odkaz na certifikovaný proces, příslušný certifikát přiložit ke smlouvě formou její přílohy</w:t>
      </w:r>
      <w:r w:rsidRPr="00522E6F">
        <w:rPr>
          <w:i/>
          <w:sz w:val="24"/>
          <w:szCs w:val="24"/>
          <w:highlight w:val="yellow"/>
        </w:rPr>
        <w:t>)</w:t>
      </w:r>
      <w:r w:rsidRPr="00522E6F">
        <w:rPr>
          <w:sz w:val="24"/>
          <w:szCs w:val="24"/>
        </w:rPr>
        <w:t>.</w:t>
      </w:r>
    </w:p>
    <w:p w:rsidR="00720FF9" w:rsidRDefault="00720FF9" w:rsidP="00720FF9">
      <w:pPr>
        <w:pStyle w:val="Odstavecseseznamem"/>
        <w:numPr>
          <w:ilvl w:val="0"/>
          <w:numId w:val="19"/>
        </w:numPr>
        <w:spacing w:before="120"/>
        <w:ind w:left="426"/>
        <w:jc w:val="both"/>
        <w:rPr>
          <w:snapToGrid w:val="0"/>
          <w:sz w:val="24"/>
          <w:szCs w:val="24"/>
        </w:rPr>
      </w:pPr>
      <w:r w:rsidRPr="00522E6F">
        <w:rPr>
          <w:sz w:val="24"/>
          <w:szCs w:val="24"/>
        </w:rPr>
        <w:t xml:space="preserve">Zhotovitel se zavazuje neprodleně informovat objednatele, pokud by došlo k porušení povinností podle bodů 3 a 4 anebo k ohrožení jejich plnění. </w:t>
      </w:r>
    </w:p>
    <w:p w:rsidR="00720FF9" w:rsidRDefault="00720FF9" w:rsidP="00720FF9">
      <w:pPr>
        <w:pStyle w:val="Odstavecseseznamem"/>
        <w:numPr>
          <w:ilvl w:val="0"/>
          <w:numId w:val="19"/>
        </w:numPr>
        <w:spacing w:before="120"/>
        <w:ind w:left="426"/>
        <w:jc w:val="both"/>
        <w:rPr>
          <w:snapToGrid w:val="0"/>
          <w:sz w:val="24"/>
          <w:szCs w:val="24"/>
        </w:rPr>
      </w:pPr>
      <w:r w:rsidRPr="00522E6F">
        <w:rPr>
          <w:sz w:val="24"/>
          <w:szCs w:val="24"/>
        </w:rPr>
        <w:t xml:space="preserve">Zhotovitel se zavazuje zachovávat mlčenlivost o všech osobních údajích, které mu objednatel předal k plnění předmětu smlouvy podle </w:t>
      </w:r>
      <w:proofErr w:type="gramStart"/>
      <w:r w:rsidRPr="00522E6F">
        <w:rPr>
          <w:sz w:val="24"/>
          <w:szCs w:val="24"/>
        </w:rPr>
        <w:t>bodů 1 a 2,  a o bezpečnostních</w:t>
      </w:r>
      <w:proofErr w:type="gramEnd"/>
      <w:r w:rsidRPr="00522E6F">
        <w:rPr>
          <w:sz w:val="24"/>
          <w:szCs w:val="24"/>
        </w:rPr>
        <w:t xml:space="preserve"> opatřeních, jejich zveřejnění by ohrozilo zabezpečení těchto osobních údajů. Závazek mlčenlivosti trvá i po skončení platnosti této smlouvy.</w:t>
      </w:r>
    </w:p>
    <w:p w:rsidR="00720FF9" w:rsidRDefault="00720FF9" w:rsidP="00720FF9">
      <w:pPr>
        <w:pStyle w:val="Odstavecseseznamem"/>
        <w:numPr>
          <w:ilvl w:val="0"/>
          <w:numId w:val="19"/>
        </w:numPr>
        <w:spacing w:before="120"/>
        <w:ind w:left="426"/>
        <w:jc w:val="both"/>
        <w:rPr>
          <w:snapToGrid w:val="0"/>
          <w:sz w:val="24"/>
          <w:szCs w:val="24"/>
        </w:rPr>
      </w:pPr>
      <w:r w:rsidRPr="00522E6F">
        <w:rPr>
          <w:sz w:val="24"/>
          <w:szCs w:val="24"/>
        </w:rPr>
        <w:t xml:space="preserve">Zaměstnanci zhotovitele, kteří v rámci plnění svých pracovních povinností přicházejí do styku s osobními údaji klientů, jsou vázáni povinností mlčenlivosti, a to i po skončení pracovního poměru. </w:t>
      </w:r>
    </w:p>
    <w:p w:rsidR="00720FF9" w:rsidRDefault="00720FF9" w:rsidP="00720FF9">
      <w:pPr>
        <w:pStyle w:val="Odstavecseseznamem"/>
        <w:numPr>
          <w:ilvl w:val="0"/>
          <w:numId w:val="19"/>
        </w:numPr>
        <w:spacing w:before="120"/>
        <w:ind w:left="426"/>
        <w:jc w:val="both"/>
        <w:rPr>
          <w:snapToGrid w:val="0"/>
          <w:sz w:val="24"/>
          <w:szCs w:val="24"/>
        </w:rPr>
      </w:pPr>
      <w:r w:rsidRPr="00522E6F">
        <w:rPr>
          <w:sz w:val="24"/>
          <w:szCs w:val="24"/>
        </w:rPr>
        <w:t>Jakmile pomine účel zpracování osobních údajů, tyto dále nebudou zhotovitelem zpracovány. Zhotovitel provede po pominutí účelu zpracování osobních údajů jejich likvidaci ve smyslu § 4 písm. i)zákona č. 101/2000 Sb. a předá nosiče obsahující osobní údaje objednateli. O těchto úkonech písemně vyrozumí objednatele.</w:t>
      </w:r>
    </w:p>
    <w:p w:rsidR="00720FF9" w:rsidRDefault="00720FF9" w:rsidP="00720FF9">
      <w:pPr>
        <w:pStyle w:val="Odstavecseseznamem"/>
        <w:numPr>
          <w:ilvl w:val="0"/>
          <w:numId w:val="19"/>
        </w:numPr>
        <w:spacing w:before="120"/>
        <w:ind w:left="425" w:hanging="357"/>
        <w:jc w:val="both"/>
        <w:rPr>
          <w:sz w:val="24"/>
          <w:szCs w:val="24"/>
        </w:rPr>
      </w:pPr>
      <w:r w:rsidRPr="00522E6F">
        <w:rPr>
          <w:sz w:val="24"/>
          <w:szCs w:val="24"/>
        </w:rPr>
        <w:t>Objednatel je oprávněn kontrolovat plnění povinností, které jsou zhotoviteli uloženy touto smlouvou. Bude-li při zpracování osobních údajů některou ze stran zjištěno, že zpracovávané osobní údaje nejsou pravdivé nebo přesné, budou tyto údaje blokovány a bez zbytečného odkladu opraveny nebo doplněny. O tom se strany neprodleně vzájemně informují.</w:t>
      </w:r>
    </w:p>
    <w:p w:rsidR="00720FF9" w:rsidRPr="000B39C2" w:rsidRDefault="00720FF9" w:rsidP="00720FF9">
      <w:pPr>
        <w:ind w:left="360"/>
        <w:jc w:val="both"/>
        <w:rPr>
          <w:sz w:val="24"/>
          <w:szCs w:val="24"/>
        </w:rPr>
      </w:pPr>
    </w:p>
    <w:p w:rsidR="00DA0FF1" w:rsidRDefault="00DA0FF1" w:rsidP="005E0E59">
      <w:pPr>
        <w:tabs>
          <w:tab w:val="num" w:pos="284"/>
        </w:tabs>
        <w:ind w:left="284" w:hanging="284"/>
        <w:rPr>
          <w:snapToGrid w:val="0"/>
          <w:sz w:val="24"/>
          <w:szCs w:val="24"/>
        </w:rPr>
      </w:pPr>
    </w:p>
    <w:p w:rsidR="00DA0FF1" w:rsidRDefault="00DA0FF1" w:rsidP="005E0E59">
      <w:pPr>
        <w:pStyle w:val="Nadpis1"/>
        <w:tabs>
          <w:tab w:val="num" w:pos="284"/>
        </w:tabs>
        <w:ind w:left="284" w:hanging="284"/>
        <w:jc w:val="center"/>
      </w:pPr>
      <w:r>
        <w:t>Čl. XI</w:t>
      </w:r>
      <w:r w:rsidR="00F87BA4">
        <w:t>I</w:t>
      </w:r>
      <w:r>
        <w:t>.</w:t>
      </w:r>
    </w:p>
    <w:p w:rsidR="00DA0FF1" w:rsidRDefault="00DA0FF1">
      <w:pPr>
        <w:pStyle w:val="Nadpis3"/>
      </w:pPr>
      <w:r>
        <w:t>Závěrečná ustanovení</w:t>
      </w:r>
    </w:p>
    <w:p w:rsidR="00694C82" w:rsidRPr="00694C82" w:rsidRDefault="00694C82" w:rsidP="00C57903">
      <w:pPr>
        <w:numPr>
          <w:ilvl w:val="0"/>
          <w:numId w:val="8"/>
        </w:numPr>
        <w:tabs>
          <w:tab w:val="left" w:pos="426"/>
        </w:tabs>
        <w:spacing w:before="120"/>
        <w:ind w:left="426" w:hanging="426"/>
        <w:jc w:val="both"/>
        <w:rPr>
          <w:snapToGrid w:val="0"/>
          <w:sz w:val="24"/>
          <w:szCs w:val="24"/>
        </w:rPr>
      </w:pPr>
      <w:r w:rsidRPr="00694C82">
        <w:rPr>
          <w:snapToGrid w:val="0"/>
          <w:sz w:val="24"/>
          <w:szCs w:val="24"/>
        </w:rPr>
        <w:t>Práva a povinnosti smluvních stran touto smlouvou výslovně neupravené se řídí zákonem č. 513/1991 Sb., obchodní zákoník, ve znění pozdějších předpisů a příslušnými právními předpisy souvisejícími.</w:t>
      </w:r>
    </w:p>
    <w:p w:rsidR="00DA0FF1" w:rsidRDefault="00DA0FF1" w:rsidP="00C57903">
      <w:pPr>
        <w:numPr>
          <w:ilvl w:val="0"/>
          <w:numId w:val="8"/>
        </w:numPr>
        <w:tabs>
          <w:tab w:val="left" w:pos="426"/>
        </w:tabs>
        <w:spacing w:before="120"/>
        <w:ind w:left="426" w:hanging="426"/>
        <w:jc w:val="both"/>
        <w:rPr>
          <w:snapToGrid w:val="0"/>
          <w:sz w:val="24"/>
          <w:szCs w:val="24"/>
        </w:rPr>
      </w:pPr>
      <w:r>
        <w:rPr>
          <w:snapToGrid w:val="0"/>
          <w:sz w:val="24"/>
          <w:szCs w:val="24"/>
        </w:rPr>
        <w:t>Zhotovitel nebude uplatňovat autorská práva na řešení KPÚ</w:t>
      </w:r>
      <w:r w:rsidR="00F87BA4">
        <w:rPr>
          <w:snapToGrid w:val="0"/>
          <w:sz w:val="24"/>
          <w:szCs w:val="24"/>
        </w:rPr>
        <w:t>.</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 xml:space="preserve">Smlouva je vyhotovena </w:t>
      </w:r>
      <w:proofErr w:type="gramStart"/>
      <w:r w:rsidRPr="00B21015">
        <w:rPr>
          <w:snapToGrid w:val="0"/>
          <w:sz w:val="24"/>
          <w:szCs w:val="24"/>
        </w:rPr>
        <w:t xml:space="preserve">ve </w:t>
      </w:r>
      <w:r w:rsidR="00131524" w:rsidRPr="00720FF9">
        <w:rPr>
          <w:snapToGrid w:val="0"/>
          <w:sz w:val="24"/>
          <w:szCs w:val="24"/>
          <w:highlight w:val="yellow"/>
        </w:rPr>
        <w:t>.............</w:t>
      </w:r>
      <w:r w:rsidR="00131524" w:rsidRPr="00B21015">
        <w:rPr>
          <w:snapToGrid w:val="0"/>
          <w:sz w:val="24"/>
          <w:szCs w:val="24"/>
        </w:rPr>
        <w:t xml:space="preserve"> </w:t>
      </w:r>
      <w:r w:rsidRPr="00B21015">
        <w:rPr>
          <w:snapToGrid w:val="0"/>
          <w:sz w:val="24"/>
          <w:szCs w:val="24"/>
        </w:rPr>
        <w:t>stejnopisech</w:t>
      </w:r>
      <w:proofErr w:type="gramEnd"/>
      <w:r w:rsidRPr="00B21015">
        <w:rPr>
          <w:snapToGrid w:val="0"/>
          <w:sz w:val="24"/>
          <w:szCs w:val="24"/>
        </w:rPr>
        <w:t>, ve dvou</w:t>
      </w:r>
      <w:r>
        <w:rPr>
          <w:snapToGrid w:val="0"/>
          <w:sz w:val="24"/>
          <w:szCs w:val="24"/>
        </w:rPr>
        <w:t xml:space="preserve"> vyhotoveních pro objednatele a </w:t>
      </w:r>
      <w:r w:rsidRPr="00B21015">
        <w:rPr>
          <w:snapToGrid w:val="0"/>
          <w:sz w:val="24"/>
          <w:szCs w:val="24"/>
        </w:rPr>
        <w:t xml:space="preserve">ve </w:t>
      </w:r>
      <w:r w:rsidR="00131524" w:rsidRPr="00720FF9">
        <w:rPr>
          <w:snapToGrid w:val="0"/>
          <w:sz w:val="24"/>
          <w:szCs w:val="24"/>
          <w:highlight w:val="yellow"/>
        </w:rPr>
        <w:t>............</w:t>
      </w:r>
      <w:r w:rsidR="00131524" w:rsidRPr="00B21015">
        <w:rPr>
          <w:snapToGrid w:val="0"/>
          <w:sz w:val="24"/>
          <w:szCs w:val="24"/>
        </w:rPr>
        <w:t xml:space="preserve"> </w:t>
      </w:r>
      <w:r w:rsidRPr="00B21015">
        <w:rPr>
          <w:snapToGrid w:val="0"/>
          <w:sz w:val="24"/>
          <w:szCs w:val="24"/>
        </w:rPr>
        <w:t>vyhotoveních pro zhotovitele a každý z nich má váhu originálu.</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Smlouva může být měněna pouze na základě písemných dodatků podepsaných oběma smluvními stranami.</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Závazky za plnění této smlouvy přecházejí v případě transformace zhotovitele nebo objednatele na právního nástupce organizace.</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z w:val="24"/>
          <w:szCs w:val="24"/>
        </w:rPr>
        <w:t>Podklady pro zpracování díla a výsledek činností, jež jsou předmětem této smlouvy, není zhotovitel oprávněn poskytovat</w:t>
      </w:r>
      <w:r>
        <w:rPr>
          <w:sz w:val="24"/>
          <w:szCs w:val="24"/>
        </w:rPr>
        <w:t xml:space="preserve"> </w:t>
      </w:r>
      <w:r w:rsidRPr="00B21015">
        <w:rPr>
          <w:sz w:val="24"/>
          <w:szCs w:val="24"/>
        </w:rPr>
        <w:t>jiným</w:t>
      </w:r>
      <w:r>
        <w:rPr>
          <w:sz w:val="24"/>
          <w:szCs w:val="24"/>
        </w:rPr>
        <w:t xml:space="preserve"> </w:t>
      </w:r>
      <w:r w:rsidRPr="00B21015">
        <w:rPr>
          <w:sz w:val="24"/>
          <w:szCs w:val="24"/>
        </w:rPr>
        <w:t>osobám bez souhlasu</w:t>
      </w:r>
      <w:r w:rsidR="00C54E1C">
        <w:rPr>
          <w:sz w:val="24"/>
          <w:szCs w:val="24"/>
        </w:rPr>
        <w:t xml:space="preserve"> </w:t>
      </w:r>
      <w:r w:rsidRPr="00B21015">
        <w:rPr>
          <w:sz w:val="24"/>
          <w:szCs w:val="24"/>
        </w:rPr>
        <w:t>objednatele (viz</w:t>
      </w:r>
      <w:r>
        <w:rPr>
          <w:sz w:val="24"/>
          <w:szCs w:val="24"/>
        </w:rPr>
        <w:t xml:space="preserve"> zákon č. </w:t>
      </w:r>
      <w:r w:rsidRPr="00B21015">
        <w:rPr>
          <w:sz w:val="24"/>
          <w:szCs w:val="24"/>
        </w:rPr>
        <w:t>101/2000 Sb., v platném znění, o ochraně osobních údajů).</w:t>
      </w:r>
    </w:p>
    <w:p w:rsidR="00DA0FF1" w:rsidRDefault="00DA0FF1" w:rsidP="00C57903">
      <w:pPr>
        <w:numPr>
          <w:ilvl w:val="0"/>
          <w:numId w:val="8"/>
        </w:numPr>
        <w:tabs>
          <w:tab w:val="left" w:pos="426"/>
        </w:tabs>
        <w:spacing w:before="120"/>
        <w:ind w:left="426" w:hanging="426"/>
        <w:jc w:val="both"/>
        <w:rPr>
          <w:snapToGrid w:val="0"/>
          <w:sz w:val="24"/>
          <w:szCs w:val="24"/>
        </w:rPr>
      </w:pPr>
      <w:r w:rsidRPr="004A1055">
        <w:rPr>
          <w:snapToGrid w:val="0"/>
          <w:sz w:val="24"/>
          <w:szCs w:val="24"/>
        </w:rPr>
        <w:t>Smlouva nabývá účinnosti dnem jejího podpisu smluvními stranami.</w:t>
      </w:r>
    </w:p>
    <w:p w:rsidR="00DA0FF1" w:rsidRPr="00262251" w:rsidRDefault="00DA0FF1" w:rsidP="00C57903">
      <w:pPr>
        <w:numPr>
          <w:ilvl w:val="0"/>
          <w:numId w:val="8"/>
        </w:numPr>
        <w:tabs>
          <w:tab w:val="left" w:pos="426"/>
        </w:tabs>
        <w:spacing w:before="120"/>
        <w:ind w:left="426" w:hanging="426"/>
        <w:jc w:val="both"/>
        <w:rPr>
          <w:snapToGrid w:val="0"/>
          <w:sz w:val="24"/>
          <w:szCs w:val="24"/>
        </w:rPr>
      </w:pPr>
      <w:r w:rsidRPr="00262251">
        <w:rPr>
          <w:sz w:val="24"/>
          <w:szCs w:val="24"/>
        </w:rPr>
        <w:t>Objednatel i zhotovitel prohlašují, že si smlouvu přečetli a že souhlasí s jejím obsahem, dále prohlašují, že smlouva nebyla sepsána v tísni ani za nápadně nevýhodných podmínek. Na důkaz toho připojují své podpisy.</w:t>
      </w:r>
    </w:p>
    <w:p w:rsidR="00694C82" w:rsidRDefault="00694C82" w:rsidP="00694C82">
      <w:pPr>
        <w:numPr>
          <w:ilvl w:val="0"/>
          <w:numId w:val="8"/>
        </w:numPr>
        <w:tabs>
          <w:tab w:val="left" w:pos="426"/>
        </w:tabs>
        <w:autoSpaceDE w:val="0"/>
        <w:autoSpaceDN w:val="0"/>
        <w:adjustRightInd w:val="0"/>
        <w:spacing w:before="120"/>
        <w:ind w:left="426" w:hanging="426"/>
        <w:jc w:val="both"/>
        <w:rPr>
          <w:sz w:val="24"/>
          <w:szCs w:val="24"/>
        </w:rPr>
      </w:pPr>
      <w:r w:rsidRPr="00262251">
        <w:rPr>
          <w:sz w:val="24"/>
          <w:szCs w:val="24"/>
        </w:rPr>
        <w:t xml:space="preserve">Zhotovitel ke dni podpisu této smlouvy </w:t>
      </w:r>
      <w:r w:rsidR="00262251">
        <w:rPr>
          <w:sz w:val="24"/>
          <w:szCs w:val="24"/>
        </w:rPr>
        <w:t xml:space="preserve">prohlašuje, že </w:t>
      </w:r>
      <w:r w:rsidRPr="00262251">
        <w:rPr>
          <w:sz w:val="24"/>
          <w:szCs w:val="24"/>
        </w:rPr>
        <w:t xml:space="preserve">není v úpadku dle platného a účinného </w:t>
      </w:r>
      <w:proofErr w:type="spellStart"/>
      <w:r w:rsidRPr="00262251">
        <w:rPr>
          <w:sz w:val="24"/>
          <w:szCs w:val="24"/>
        </w:rPr>
        <w:t>insolvenčního</w:t>
      </w:r>
      <w:proofErr w:type="spellEnd"/>
      <w:r w:rsidRPr="00262251">
        <w:rPr>
          <w:sz w:val="24"/>
          <w:szCs w:val="24"/>
        </w:rPr>
        <w:t xml:space="preserve"> zákona</w:t>
      </w:r>
      <w:r w:rsidR="00262251" w:rsidRPr="00262251">
        <w:rPr>
          <w:sz w:val="24"/>
          <w:szCs w:val="24"/>
        </w:rPr>
        <w:t xml:space="preserve"> </w:t>
      </w:r>
      <w:r w:rsidRPr="00262251">
        <w:rPr>
          <w:sz w:val="24"/>
          <w:szCs w:val="24"/>
        </w:rPr>
        <w:t xml:space="preserve">ani v likvidaci, a že návrh na zahájení </w:t>
      </w:r>
      <w:proofErr w:type="spellStart"/>
      <w:r w:rsidRPr="00262251">
        <w:rPr>
          <w:sz w:val="24"/>
          <w:szCs w:val="24"/>
        </w:rPr>
        <w:t>insolvenčního</w:t>
      </w:r>
      <w:proofErr w:type="spellEnd"/>
      <w:r w:rsidRPr="00262251">
        <w:rPr>
          <w:sz w:val="24"/>
          <w:szCs w:val="24"/>
        </w:rPr>
        <w:t xml:space="preserve"> řízení vůči zhotoviteli nebyl zamítnut pro</w:t>
      </w:r>
      <w:r w:rsidR="00262251" w:rsidRPr="00262251">
        <w:rPr>
          <w:sz w:val="24"/>
          <w:szCs w:val="24"/>
        </w:rPr>
        <w:t xml:space="preserve"> </w:t>
      </w:r>
      <w:r w:rsidRPr="00262251">
        <w:rPr>
          <w:sz w:val="24"/>
          <w:szCs w:val="24"/>
        </w:rPr>
        <w:t>nedostatek jeho majetku, a zavazuje se udržovat toto prohlášení v pravdivosti a objednatele</w:t>
      </w:r>
      <w:r w:rsidR="00262251" w:rsidRPr="00262251">
        <w:rPr>
          <w:sz w:val="24"/>
          <w:szCs w:val="24"/>
        </w:rPr>
        <w:t xml:space="preserve"> </w:t>
      </w:r>
      <w:r w:rsidRPr="00262251">
        <w:rPr>
          <w:sz w:val="24"/>
          <w:szCs w:val="24"/>
        </w:rPr>
        <w:t>bezodkladně informovat o všech skutečnostech, které mohou mít dopad na pravdivost, úplnost nebo</w:t>
      </w:r>
      <w:r w:rsidR="00262251" w:rsidRPr="00262251">
        <w:rPr>
          <w:sz w:val="24"/>
          <w:szCs w:val="24"/>
        </w:rPr>
        <w:t xml:space="preserve"> </w:t>
      </w:r>
      <w:r w:rsidRPr="00262251">
        <w:rPr>
          <w:sz w:val="24"/>
          <w:szCs w:val="24"/>
        </w:rPr>
        <w:t>přesnost předmětného prohlášení a o změnách v jeho kvalifikaci, kterou prokázal v rámci své nabídky</w:t>
      </w:r>
      <w:r w:rsidR="00262251" w:rsidRPr="00262251">
        <w:rPr>
          <w:sz w:val="24"/>
          <w:szCs w:val="24"/>
        </w:rPr>
        <w:t xml:space="preserve"> </w:t>
      </w:r>
      <w:r w:rsidRPr="00262251">
        <w:rPr>
          <w:sz w:val="24"/>
          <w:szCs w:val="24"/>
        </w:rPr>
        <w:t>na plnění veřejné zakázky.</w:t>
      </w:r>
    </w:p>
    <w:p w:rsidR="00262251" w:rsidRPr="00262251" w:rsidRDefault="00262251" w:rsidP="00262251">
      <w:pPr>
        <w:numPr>
          <w:ilvl w:val="0"/>
          <w:numId w:val="8"/>
        </w:numPr>
        <w:tabs>
          <w:tab w:val="left" w:pos="426"/>
        </w:tabs>
        <w:autoSpaceDE w:val="0"/>
        <w:autoSpaceDN w:val="0"/>
        <w:adjustRightInd w:val="0"/>
        <w:spacing w:before="120"/>
        <w:ind w:left="426" w:hanging="426"/>
        <w:jc w:val="both"/>
        <w:rPr>
          <w:rFonts w:ascii="Calibri-Italic" w:hAnsi="Calibri-Italic" w:cs="Calibri-Italic"/>
          <w:iCs/>
          <w:sz w:val="22"/>
          <w:szCs w:val="22"/>
        </w:rPr>
      </w:pPr>
      <w:r w:rsidRPr="00262251">
        <w:rPr>
          <w:sz w:val="24"/>
          <w:szCs w:val="24"/>
        </w:rPr>
        <w:t xml:space="preserve">Nedílnou součástí smlouvy je příloha č. 1 – Krycí list k nabídkové ceně. </w:t>
      </w:r>
    </w:p>
    <w:p w:rsidR="00C54E1C" w:rsidRDefault="00C54E1C">
      <w:pPr>
        <w:rPr>
          <w:snapToGrid w:val="0"/>
          <w:sz w:val="24"/>
          <w:szCs w:val="24"/>
        </w:rPr>
      </w:pPr>
    </w:p>
    <w:p w:rsidR="00C54E1C" w:rsidRDefault="00C54E1C">
      <w:pPr>
        <w:rPr>
          <w:snapToGrid w:val="0"/>
          <w:sz w:val="24"/>
          <w:szCs w:val="24"/>
        </w:rPr>
      </w:pPr>
    </w:p>
    <w:p w:rsidR="00131524" w:rsidRDefault="00DA0FF1" w:rsidP="00131524">
      <w:pPr>
        <w:rPr>
          <w:snapToGrid w:val="0"/>
          <w:sz w:val="24"/>
          <w:szCs w:val="24"/>
        </w:rPr>
      </w:pPr>
      <w:r>
        <w:rPr>
          <w:snapToGrid w:val="0"/>
          <w:sz w:val="24"/>
          <w:szCs w:val="24"/>
        </w:rPr>
        <w:t>V ………………… dne ……………</w:t>
      </w:r>
      <w:proofErr w:type="gramStart"/>
      <w:r>
        <w:rPr>
          <w:snapToGrid w:val="0"/>
          <w:sz w:val="24"/>
          <w:szCs w:val="24"/>
        </w:rPr>
        <w:t>…..</w:t>
      </w:r>
      <w:r w:rsidR="00131524">
        <w:rPr>
          <w:snapToGrid w:val="0"/>
          <w:sz w:val="24"/>
          <w:szCs w:val="24"/>
        </w:rPr>
        <w:tab/>
      </w:r>
      <w:r w:rsidR="00131524">
        <w:rPr>
          <w:snapToGrid w:val="0"/>
          <w:sz w:val="24"/>
          <w:szCs w:val="24"/>
        </w:rPr>
        <w:tab/>
      </w:r>
      <w:r w:rsidR="00131524">
        <w:rPr>
          <w:snapToGrid w:val="0"/>
          <w:sz w:val="24"/>
          <w:szCs w:val="24"/>
        </w:rPr>
        <w:tab/>
      </w:r>
      <w:r w:rsidR="00131524">
        <w:rPr>
          <w:snapToGrid w:val="0"/>
          <w:sz w:val="24"/>
          <w:szCs w:val="24"/>
        </w:rPr>
        <w:tab/>
      </w:r>
      <w:r w:rsidR="00131524">
        <w:rPr>
          <w:snapToGrid w:val="0"/>
          <w:sz w:val="24"/>
          <w:szCs w:val="24"/>
        </w:rPr>
        <w:tab/>
      </w:r>
      <w:r w:rsidR="00131524">
        <w:rPr>
          <w:snapToGrid w:val="0"/>
          <w:sz w:val="24"/>
          <w:szCs w:val="24"/>
        </w:rPr>
        <w:tab/>
        <w:t>V …</w:t>
      </w:r>
      <w:proofErr w:type="gramEnd"/>
      <w:r w:rsidR="00131524">
        <w:rPr>
          <w:snapToGrid w:val="0"/>
          <w:sz w:val="24"/>
          <w:szCs w:val="24"/>
        </w:rPr>
        <w:t>……………… dne ………………..</w:t>
      </w:r>
    </w:p>
    <w:p w:rsidR="00230A70" w:rsidRDefault="00230A70" w:rsidP="0079305D">
      <w:pPr>
        <w:tabs>
          <w:tab w:val="left" w:pos="5670"/>
        </w:tabs>
        <w:rPr>
          <w:b/>
          <w:bCs/>
          <w:snapToGrid w:val="0"/>
          <w:sz w:val="24"/>
          <w:szCs w:val="24"/>
        </w:rPr>
      </w:pPr>
    </w:p>
    <w:p w:rsidR="00C54E1C" w:rsidRDefault="00C54E1C" w:rsidP="0079305D">
      <w:pPr>
        <w:tabs>
          <w:tab w:val="left" w:pos="5670"/>
        </w:tabs>
        <w:rPr>
          <w:b/>
          <w:bCs/>
          <w:snapToGrid w:val="0"/>
          <w:sz w:val="24"/>
          <w:szCs w:val="24"/>
        </w:rPr>
      </w:pPr>
    </w:p>
    <w:p w:rsidR="00DA0FF1" w:rsidRDefault="00DA0FF1" w:rsidP="0079305D">
      <w:pPr>
        <w:tabs>
          <w:tab w:val="left" w:pos="5670"/>
        </w:tabs>
        <w:rPr>
          <w:b/>
          <w:bCs/>
          <w:snapToGrid w:val="0"/>
          <w:sz w:val="24"/>
          <w:szCs w:val="24"/>
        </w:rPr>
      </w:pPr>
      <w:proofErr w:type="gramStart"/>
      <w:r>
        <w:rPr>
          <w:b/>
          <w:bCs/>
          <w:snapToGrid w:val="0"/>
          <w:sz w:val="24"/>
          <w:szCs w:val="24"/>
        </w:rPr>
        <w:t>Z a  o b j e d n a t e l e:</w:t>
      </w:r>
      <w:r>
        <w:rPr>
          <w:b/>
          <w:bCs/>
          <w:snapToGrid w:val="0"/>
          <w:sz w:val="24"/>
          <w:szCs w:val="24"/>
        </w:rPr>
        <w:tab/>
        <w:t>Z a   z h o t o v i t e l e:</w:t>
      </w:r>
      <w:proofErr w:type="gramEnd"/>
    </w:p>
    <w:p w:rsidR="00DA0FF1" w:rsidRDefault="00DA0FF1">
      <w:pPr>
        <w:rPr>
          <w:snapToGrid w:val="0"/>
          <w:sz w:val="24"/>
          <w:szCs w:val="24"/>
        </w:rPr>
      </w:pPr>
    </w:p>
    <w:p w:rsidR="00230A70" w:rsidRDefault="00230A70">
      <w:pPr>
        <w:rPr>
          <w:snapToGrid w:val="0"/>
          <w:sz w:val="24"/>
          <w:szCs w:val="24"/>
        </w:rPr>
      </w:pPr>
    </w:p>
    <w:p w:rsidR="00230A70" w:rsidRDefault="00230A70">
      <w:pPr>
        <w:rPr>
          <w:snapToGrid w:val="0"/>
          <w:sz w:val="24"/>
          <w:szCs w:val="24"/>
        </w:rPr>
      </w:pPr>
    </w:p>
    <w:p w:rsidR="00DA0FF1" w:rsidRPr="000B39C2" w:rsidRDefault="00B66E65" w:rsidP="00D52A85">
      <w:pPr>
        <w:tabs>
          <w:tab w:val="left" w:pos="5670"/>
        </w:tabs>
        <w:rPr>
          <w:sz w:val="24"/>
          <w:szCs w:val="24"/>
        </w:rPr>
      </w:pPr>
      <w:r w:rsidRPr="00B66E65">
        <w:rPr>
          <w:sz w:val="24"/>
          <w:szCs w:val="24"/>
        </w:rPr>
        <w:t>……………………………</w:t>
      </w:r>
      <w:r w:rsidRPr="00B66E65">
        <w:rPr>
          <w:sz w:val="24"/>
          <w:szCs w:val="24"/>
        </w:rPr>
        <w:tab/>
        <w:t>………………………………</w:t>
      </w:r>
    </w:p>
    <w:p w:rsidR="00DA0FF1" w:rsidRPr="000B39C2" w:rsidRDefault="00B66E65" w:rsidP="008B59BD">
      <w:pPr>
        <w:tabs>
          <w:tab w:val="left" w:pos="5670"/>
        </w:tabs>
        <w:rPr>
          <w:sz w:val="24"/>
          <w:szCs w:val="24"/>
        </w:rPr>
      </w:pPr>
      <w:r w:rsidRPr="00B66E65">
        <w:rPr>
          <w:sz w:val="24"/>
          <w:szCs w:val="24"/>
        </w:rPr>
        <w:t xml:space="preserve">Ing. Hana Jeníčková, </w:t>
      </w:r>
      <w:proofErr w:type="spellStart"/>
      <w:r w:rsidRPr="00B66E65">
        <w:rPr>
          <w:sz w:val="24"/>
          <w:szCs w:val="24"/>
        </w:rPr>
        <w:t>Ph.D</w:t>
      </w:r>
      <w:proofErr w:type="spellEnd"/>
      <w:r w:rsidRPr="00B66E65">
        <w:rPr>
          <w:sz w:val="24"/>
          <w:szCs w:val="24"/>
        </w:rPr>
        <w:t xml:space="preserve">. </w:t>
      </w:r>
      <w:r w:rsidRPr="00B66E65">
        <w:rPr>
          <w:sz w:val="24"/>
          <w:szCs w:val="24"/>
        </w:rPr>
        <w:tab/>
        <w:t>statutární orgán</w:t>
      </w:r>
      <w:r w:rsidRPr="00B66E65">
        <w:rPr>
          <w:sz w:val="24"/>
          <w:szCs w:val="24"/>
        </w:rPr>
        <w:tab/>
      </w:r>
      <w:r w:rsidRPr="00B66E65">
        <w:rPr>
          <w:sz w:val="24"/>
          <w:szCs w:val="24"/>
        </w:rPr>
        <w:tab/>
      </w:r>
      <w:r w:rsidRPr="00B66E65">
        <w:rPr>
          <w:sz w:val="24"/>
          <w:szCs w:val="24"/>
        </w:rPr>
        <w:tab/>
      </w:r>
    </w:p>
    <w:p w:rsidR="00DA0FF1" w:rsidRPr="000B39C2" w:rsidRDefault="00B66E65" w:rsidP="008B59BD">
      <w:pPr>
        <w:tabs>
          <w:tab w:val="left" w:pos="5670"/>
        </w:tabs>
        <w:rPr>
          <w:sz w:val="24"/>
          <w:szCs w:val="24"/>
        </w:rPr>
      </w:pPr>
      <w:r w:rsidRPr="00B66E65">
        <w:rPr>
          <w:sz w:val="24"/>
          <w:szCs w:val="24"/>
        </w:rPr>
        <w:t>ředitelka Pozemkového úřadu Ústí nad Orlicí</w:t>
      </w:r>
      <w:r w:rsidRPr="00B66E65">
        <w:rPr>
          <w:sz w:val="24"/>
          <w:szCs w:val="24"/>
        </w:rPr>
        <w:tab/>
        <w:t>zhotovitele</w:t>
      </w:r>
    </w:p>
    <w:sectPr w:rsidR="00DA0FF1" w:rsidRPr="000B39C2" w:rsidSect="00C54E1C">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FF9" w:rsidRDefault="00720FF9">
      <w:r>
        <w:separator/>
      </w:r>
    </w:p>
  </w:endnote>
  <w:endnote w:type="continuationSeparator" w:id="0">
    <w:p w:rsidR="00720FF9" w:rsidRDefault="00720F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Italic">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FF9" w:rsidRDefault="00DF18C8">
    <w:pPr>
      <w:pStyle w:val="Zpat"/>
      <w:framePr w:wrap="around" w:vAnchor="text" w:hAnchor="margin" w:xAlign="center" w:y="1"/>
      <w:rPr>
        <w:rStyle w:val="slostrnky"/>
      </w:rPr>
    </w:pPr>
    <w:r>
      <w:rPr>
        <w:rStyle w:val="slostrnky"/>
      </w:rPr>
      <w:fldChar w:fldCharType="begin"/>
    </w:r>
    <w:r w:rsidR="00720FF9">
      <w:rPr>
        <w:rStyle w:val="slostrnky"/>
      </w:rPr>
      <w:instrText xml:space="preserve">PAGE  </w:instrText>
    </w:r>
    <w:r>
      <w:rPr>
        <w:rStyle w:val="slostrnky"/>
      </w:rPr>
      <w:fldChar w:fldCharType="separate"/>
    </w:r>
    <w:r w:rsidR="00720FF9">
      <w:rPr>
        <w:rStyle w:val="slostrnky"/>
        <w:noProof/>
      </w:rPr>
      <w:t>1</w:t>
    </w:r>
    <w:r>
      <w:rPr>
        <w:rStyle w:val="slostrnky"/>
      </w:rPr>
      <w:fldChar w:fldCharType="end"/>
    </w:r>
  </w:p>
  <w:p w:rsidR="00720FF9" w:rsidRDefault="00720FF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FF9" w:rsidRDefault="00DF18C8">
    <w:pPr>
      <w:pStyle w:val="Zpat"/>
      <w:framePr w:wrap="around" w:vAnchor="text" w:hAnchor="margin" w:xAlign="center" w:y="1"/>
      <w:rPr>
        <w:rStyle w:val="slostrnky"/>
      </w:rPr>
    </w:pPr>
    <w:r>
      <w:rPr>
        <w:rStyle w:val="slostrnky"/>
      </w:rPr>
      <w:fldChar w:fldCharType="begin"/>
    </w:r>
    <w:r w:rsidR="00720FF9">
      <w:rPr>
        <w:rStyle w:val="slostrnky"/>
      </w:rPr>
      <w:instrText xml:space="preserve">PAGE  </w:instrText>
    </w:r>
    <w:r>
      <w:rPr>
        <w:rStyle w:val="slostrnky"/>
      </w:rPr>
      <w:fldChar w:fldCharType="separate"/>
    </w:r>
    <w:r w:rsidR="003B5D36">
      <w:rPr>
        <w:rStyle w:val="slostrnky"/>
        <w:noProof/>
      </w:rPr>
      <w:t>7</w:t>
    </w:r>
    <w:r>
      <w:rPr>
        <w:rStyle w:val="slostrnky"/>
      </w:rPr>
      <w:fldChar w:fldCharType="end"/>
    </w:r>
  </w:p>
  <w:p w:rsidR="00720FF9" w:rsidRDefault="00720FF9">
    <w:r>
      <w:rPr>
        <w:snapToGrid w:val="0"/>
        <w:sz w:val="24"/>
        <w:szCs w:val="2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FF9" w:rsidRDefault="00DF18C8">
    <w:pPr>
      <w:pStyle w:val="Zpat"/>
      <w:jc w:val="center"/>
    </w:pPr>
    <w:fldSimple w:instr=" PAGE   \* MERGEFORMAT ">
      <w:r w:rsidR="003B5D36">
        <w:rPr>
          <w:noProof/>
        </w:rPr>
        <w:t>1</w:t>
      </w:r>
    </w:fldSimple>
  </w:p>
  <w:p w:rsidR="00720FF9" w:rsidRDefault="00720FF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FF9" w:rsidRDefault="00720FF9">
      <w:r>
        <w:separator/>
      </w:r>
    </w:p>
  </w:footnote>
  <w:footnote w:type="continuationSeparator" w:id="0">
    <w:p w:rsidR="00720FF9" w:rsidRDefault="00720F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FF9" w:rsidRDefault="00720FF9">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FF9" w:rsidRDefault="00720FF9">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FF9" w:rsidRPr="00741C4D" w:rsidRDefault="00720FF9" w:rsidP="00F15CDA">
    <w:pPr>
      <w:pStyle w:val="Zhlav"/>
      <w:jc w:val="right"/>
      <w:rPr>
        <w:b/>
      </w:rPr>
    </w:pPr>
    <w:r w:rsidRPr="007B710F">
      <w:rPr>
        <w:b/>
      </w:rPr>
      <w:t xml:space="preserve">Příloha </w:t>
    </w:r>
    <w:proofErr w:type="gramStart"/>
    <w:r w:rsidRPr="007B710F">
      <w:rPr>
        <w:b/>
      </w:rPr>
      <w:t>č.2 k zadávací</w:t>
    </w:r>
    <w:proofErr w:type="gramEnd"/>
    <w:r w:rsidRPr="007B710F">
      <w:rPr>
        <w:b/>
      </w:rPr>
      <w:t xml:space="preserve"> dokumentaci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D5F44"/>
    <w:multiLevelType w:val="hybridMultilevel"/>
    <w:tmpl w:val="DE1C59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
    <w:nsid w:val="0CBB0B23"/>
    <w:multiLevelType w:val="hybridMultilevel"/>
    <w:tmpl w:val="F1223D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D504C18"/>
    <w:multiLevelType w:val="hybridMultilevel"/>
    <w:tmpl w:val="04C66FA8"/>
    <w:lvl w:ilvl="0" w:tplc="B76E662C">
      <w:start w:val="1"/>
      <w:numFmt w:val="lowerLetter"/>
      <w:lvlText w:val="%1)"/>
      <w:lvlJc w:val="left"/>
      <w:pPr>
        <w:tabs>
          <w:tab w:val="num" w:pos="786"/>
        </w:tabs>
        <w:ind w:left="786" w:hanging="360"/>
      </w:pPr>
      <w:rPr>
        <w:rFonts w:cs="Times New Roman" w:hint="default"/>
      </w:rPr>
    </w:lvl>
    <w:lvl w:ilvl="1" w:tplc="ED80F4E6">
      <w:start w:val="1"/>
      <w:numFmt w:val="ordinal"/>
      <w:lvlText w:val="%2"/>
      <w:lvlJc w:val="left"/>
      <w:pPr>
        <w:tabs>
          <w:tab w:val="num" w:pos="1506"/>
        </w:tabs>
        <w:ind w:left="1506" w:hanging="360"/>
      </w:pPr>
      <w:rPr>
        <w:rFonts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5">
    <w:nsid w:val="222E730D"/>
    <w:multiLevelType w:val="hybridMultilevel"/>
    <w:tmpl w:val="04E6454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7">
    <w:nsid w:val="3FD100EB"/>
    <w:multiLevelType w:val="hybridMultilevel"/>
    <w:tmpl w:val="D082BEC6"/>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4BA3622D"/>
    <w:multiLevelType w:val="hybridMultilevel"/>
    <w:tmpl w:val="31865E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1">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2">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3">
    <w:nsid w:val="6230114F"/>
    <w:multiLevelType w:val="hybridMultilevel"/>
    <w:tmpl w:val="701A0C36"/>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nsid w:val="629707F7"/>
    <w:multiLevelType w:val="hybridMultilevel"/>
    <w:tmpl w:val="6F56D486"/>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16">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7">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7B5B2B3B"/>
    <w:multiLevelType w:val="hybridMultilevel"/>
    <w:tmpl w:val="8618C9EA"/>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2"/>
  </w:num>
  <w:num w:numId="3">
    <w:abstractNumId w:val="1"/>
  </w:num>
  <w:num w:numId="4">
    <w:abstractNumId w:val="3"/>
  </w:num>
  <w:num w:numId="5">
    <w:abstractNumId w:val="6"/>
  </w:num>
  <w:num w:numId="6">
    <w:abstractNumId w:val="13"/>
  </w:num>
  <w:num w:numId="7">
    <w:abstractNumId w:val="11"/>
  </w:num>
  <w:num w:numId="8">
    <w:abstractNumId w:val="17"/>
  </w:num>
  <w:num w:numId="9">
    <w:abstractNumId w:val="8"/>
  </w:num>
  <w:num w:numId="10">
    <w:abstractNumId w:val="16"/>
  </w:num>
  <w:num w:numId="11">
    <w:abstractNumId w:val="4"/>
  </w:num>
  <w:num w:numId="12">
    <w:abstractNumId w:val="7"/>
  </w:num>
  <w:num w:numId="13">
    <w:abstractNumId w:val="14"/>
  </w:num>
  <w:num w:numId="14">
    <w:abstractNumId w:val="9"/>
  </w:num>
  <w:num w:numId="15">
    <w:abstractNumId w:val="18"/>
  </w:num>
  <w:num w:numId="16">
    <w:abstractNumId w:val="5"/>
  </w:num>
  <w:num w:numId="17">
    <w:abstractNumId w:val="2"/>
  </w:num>
  <w:num w:numId="18">
    <w:abstractNumId w:val="15"/>
  </w:num>
  <w:num w:numId="19">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removePersonalInformation/>
  <w:removeDateAndTime/>
  <w:embedSystemFonts/>
  <w:bordersDoNotSurroundHeader/>
  <w:bordersDoNotSurroundFooter/>
  <w:proofState w:spelling="clean" w:grammar="clean"/>
  <w:stylePaneFormatFilter w:val="3F01"/>
  <w:defaultTabStop w:val="284"/>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hdrShapeDefaults>
    <o:shapedefaults v:ext="edit" spidmax="87041"/>
  </w:hdrShapeDefaults>
  <w:footnotePr>
    <w:footnote w:id="-1"/>
    <w:footnote w:id="0"/>
  </w:footnotePr>
  <w:endnotePr>
    <w:endnote w:id="-1"/>
    <w:endnote w:id="0"/>
  </w:endnotePr>
  <w:compat/>
  <w:rsids>
    <w:rsidRoot w:val="00017038"/>
    <w:rsid w:val="00002079"/>
    <w:rsid w:val="0001562E"/>
    <w:rsid w:val="00017038"/>
    <w:rsid w:val="000229F8"/>
    <w:rsid w:val="000269D9"/>
    <w:rsid w:val="00032DCA"/>
    <w:rsid w:val="00033BE7"/>
    <w:rsid w:val="000415BB"/>
    <w:rsid w:val="00045335"/>
    <w:rsid w:val="000525AF"/>
    <w:rsid w:val="0005783B"/>
    <w:rsid w:val="00063B74"/>
    <w:rsid w:val="00065B45"/>
    <w:rsid w:val="00067ADE"/>
    <w:rsid w:val="00070D56"/>
    <w:rsid w:val="00074737"/>
    <w:rsid w:val="000751A0"/>
    <w:rsid w:val="00080938"/>
    <w:rsid w:val="000839A7"/>
    <w:rsid w:val="000852EE"/>
    <w:rsid w:val="000A0E48"/>
    <w:rsid w:val="000A2B6A"/>
    <w:rsid w:val="000A5FF8"/>
    <w:rsid w:val="000B39C2"/>
    <w:rsid w:val="000B415F"/>
    <w:rsid w:val="000C5E83"/>
    <w:rsid w:val="000D19D9"/>
    <w:rsid w:val="000D2939"/>
    <w:rsid w:val="000D586C"/>
    <w:rsid w:val="000D5C77"/>
    <w:rsid w:val="000E0130"/>
    <w:rsid w:val="000E3790"/>
    <w:rsid w:val="000E4759"/>
    <w:rsid w:val="000F3FE9"/>
    <w:rsid w:val="0010158E"/>
    <w:rsid w:val="00101F21"/>
    <w:rsid w:val="00103BEB"/>
    <w:rsid w:val="0010716D"/>
    <w:rsid w:val="0011767A"/>
    <w:rsid w:val="001247BF"/>
    <w:rsid w:val="001252AB"/>
    <w:rsid w:val="0012709B"/>
    <w:rsid w:val="00130C7E"/>
    <w:rsid w:val="00131524"/>
    <w:rsid w:val="00131DB3"/>
    <w:rsid w:val="001454E7"/>
    <w:rsid w:val="001617A2"/>
    <w:rsid w:val="00167C89"/>
    <w:rsid w:val="00167DD7"/>
    <w:rsid w:val="00181180"/>
    <w:rsid w:val="00183873"/>
    <w:rsid w:val="00184827"/>
    <w:rsid w:val="00193601"/>
    <w:rsid w:val="00193F6F"/>
    <w:rsid w:val="001A41DE"/>
    <w:rsid w:val="001B75F0"/>
    <w:rsid w:val="001C7EAF"/>
    <w:rsid w:val="001D6C13"/>
    <w:rsid w:val="001E16FF"/>
    <w:rsid w:val="001E3EA6"/>
    <w:rsid w:val="001E4C3A"/>
    <w:rsid w:val="001E7CCE"/>
    <w:rsid w:val="001F41DE"/>
    <w:rsid w:val="001F691F"/>
    <w:rsid w:val="001F7348"/>
    <w:rsid w:val="00201A0C"/>
    <w:rsid w:val="002027E7"/>
    <w:rsid w:val="0020311C"/>
    <w:rsid w:val="00205D0B"/>
    <w:rsid w:val="00206196"/>
    <w:rsid w:val="002138E0"/>
    <w:rsid w:val="002258D2"/>
    <w:rsid w:val="00230A70"/>
    <w:rsid w:val="002374E4"/>
    <w:rsid w:val="00237986"/>
    <w:rsid w:val="0024535F"/>
    <w:rsid w:val="0024626B"/>
    <w:rsid w:val="00252A97"/>
    <w:rsid w:val="002551FB"/>
    <w:rsid w:val="0025690D"/>
    <w:rsid w:val="00262251"/>
    <w:rsid w:val="002846C2"/>
    <w:rsid w:val="00285F9F"/>
    <w:rsid w:val="0029082E"/>
    <w:rsid w:val="00291A1B"/>
    <w:rsid w:val="00292085"/>
    <w:rsid w:val="00292B9F"/>
    <w:rsid w:val="00295E2B"/>
    <w:rsid w:val="002A06E1"/>
    <w:rsid w:val="002B5362"/>
    <w:rsid w:val="002C1762"/>
    <w:rsid w:val="002C1E23"/>
    <w:rsid w:val="002C533E"/>
    <w:rsid w:val="002C7761"/>
    <w:rsid w:val="002D1012"/>
    <w:rsid w:val="002D23C2"/>
    <w:rsid w:val="002E62C5"/>
    <w:rsid w:val="002F2897"/>
    <w:rsid w:val="002F43FC"/>
    <w:rsid w:val="00300763"/>
    <w:rsid w:val="003018D5"/>
    <w:rsid w:val="00310FD5"/>
    <w:rsid w:val="0031153A"/>
    <w:rsid w:val="00335090"/>
    <w:rsid w:val="0033611F"/>
    <w:rsid w:val="00341C00"/>
    <w:rsid w:val="00342ED3"/>
    <w:rsid w:val="00344EE3"/>
    <w:rsid w:val="00345CB7"/>
    <w:rsid w:val="003463DD"/>
    <w:rsid w:val="0035111F"/>
    <w:rsid w:val="0035676F"/>
    <w:rsid w:val="00356B1B"/>
    <w:rsid w:val="00363478"/>
    <w:rsid w:val="00364844"/>
    <w:rsid w:val="00365F7C"/>
    <w:rsid w:val="00377327"/>
    <w:rsid w:val="0037781A"/>
    <w:rsid w:val="00380057"/>
    <w:rsid w:val="00384065"/>
    <w:rsid w:val="00384D28"/>
    <w:rsid w:val="003903ED"/>
    <w:rsid w:val="00390CFC"/>
    <w:rsid w:val="00394C86"/>
    <w:rsid w:val="003A27A1"/>
    <w:rsid w:val="003A5098"/>
    <w:rsid w:val="003A6A78"/>
    <w:rsid w:val="003B13CA"/>
    <w:rsid w:val="003B5D36"/>
    <w:rsid w:val="003B6DB1"/>
    <w:rsid w:val="003B7A8F"/>
    <w:rsid w:val="003B7C1A"/>
    <w:rsid w:val="003C1CC2"/>
    <w:rsid w:val="003D2889"/>
    <w:rsid w:val="003D6F87"/>
    <w:rsid w:val="003D73C1"/>
    <w:rsid w:val="003E2546"/>
    <w:rsid w:val="003F2F2F"/>
    <w:rsid w:val="0042070A"/>
    <w:rsid w:val="00424B21"/>
    <w:rsid w:val="004271D7"/>
    <w:rsid w:val="00444F8E"/>
    <w:rsid w:val="00450BD0"/>
    <w:rsid w:val="00454E6E"/>
    <w:rsid w:val="00461D10"/>
    <w:rsid w:val="0046231B"/>
    <w:rsid w:val="00465EA2"/>
    <w:rsid w:val="004665F6"/>
    <w:rsid w:val="004666A5"/>
    <w:rsid w:val="00467682"/>
    <w:rsid w:val="00476CCF"/>
    <w:rsid w:val="00481178"/>
    <w:rsid w:val="004953A7"/>
    <w:rsid w:val="00496C65"/>
    <w:rsid w:val="0049770F"/>
    <w:rsid w:val="004A1055"/>
    <w:rsid w:val="004A1366"/>
    <w:rsid w:val="004A200E"/>
    <w:rsid w:val="004A3163"/>
    <w:rsid w:val="004A4970"/>
    <w:rsid w:val="004C0CEB"/>
    <w:rsid w:val="004C38EA"/>
    <w:rsid w:val="004C3C39"/>
    <w:rsid w:val="004C4F9D"/>
    <w:rsid w:val="004C7498"/>
    <w:rsid w:val="004D36AC"/>
    <w:rsid w:val="004D50FD"/>
    <w:rsid w:val="004E6353"/>
    <w:rsid w:val="004E65D8"/>
    <w:rsid w:val="004F29E3"/>
    <w:rsid w:val="004F7210"/>
    <w:rsid w:val="005108C6"/>
    <w:rsid w:val="0051287B"/>
    <w:rsid w:val="00513689"/>
    <w:rsid w:val="005233E4"/>
    <w:rsid w:val="0053470A"/>
    <w:rsid w:val="00543177"/>
    <w:rsid w:val="005438EE"/>
    <w:rsid w:val="005459C5"/>
    <w:rsid w:val="00546A02"/>
    <w:rsid w:val="00552622"/>
    <w:rsid w:val="00553829"/>
    <w:rsid w:val="00554385"/>
    <w:rsid w:val="0055678C"/>
    <w:rsid w:val="005629DF"/>
    <w:rsid w:val="0056304D"/>
    <w:rsid w:val="00564A46"/>
    <w:rsid w:val="00572002"/>
    <w:rsid w:val="00574FDE"/>
    <w:rsid w:val="0058273E"/>
    <w:rsid w:val="0059350A"/>
    <w:rsid w:val="005A3B1D"/>
    <w:rsid w:val="005B4F96"/>
    <w:rsid w:val="005B7476"/>
    <w:rsid w:val="005D7BFC"/>
    <w:rsid w:val="005E0E59"/>
    <w:rsid w:val="005F5AD2"/>
    <w:rsid w:val="00600BA1"/>
    <w:rsid w:val="00601FF3"/>
    <w:rsid w:val="00613238"/>
    <w:rsid w:val="00614690"/>
    <w:rsid w:val="00615415"/>
    <w:rsid w:val="00615B17"/>
    <w:rsid w:val="00622028"/>
    <w:rsid w:val="00623E54"/>
    <w:rsid w:val="006352C2"/>
    <w:rsid w:val="0064086B"/>
    <w:rsid w:val="006438D2"/>
    <w:rsid w:val="0064635A"/>
    <w:rsid w:val="0065267F"/>
    <w:rsid w:val="0066105F"/>
    <w:rsid w:val="006756AD"/>
    <w:rsid w:val="0068208C"/>
    <w:rsid w:val="00684669"/>
    <w:rsid w:val="00687D7B"/>
    <w:rsid w:val="00694C82"/>
    <w:rsid w:val="006972DE"/>
    <w:rsid w:val="00697F8B"/>
    <w:rsid w:val="006A055A"/>
    <w:rsid w:val="006A2F29"/>
    <w:rsid w:val="006A4711"/>
    <w:rsid w:val="006A6A67"/>
    <w:rsid w:val="006B1F10"/>
    <w:rsid w:val="006B6821"/>
    <w:rsid w:val="006C63C0"/>
    <w:rsid w:val="006C63DC"/>
    <w:rsid w:val="006D003D"/>
    <w:rsid w:val="006E06F3"/>
    <w:rsid w:val="006E0BC2"/>
    <w:rsid w:val="006E2A0F"/>
    <w:rsid w:val="006E474D"/>
    <w:rsid w:val="006E57DF"/>
    <w:rsid w:val="006E7449"/>
    <w:rsid w:val="006F0EA7"/>
    <w:rsid w:val="00700F61"/>
    <w:rsid w:val="00713FA4"/>
    <w:rsid w:val="007150E6"/>
    <w:rsid w:val="00715F3F"/>
    <w:rsid w:val="00717251"/>
    <w:rsid w:val="00720FF9"/>
    <w:rsid w:val="00722C8B"/>
    <w:rsid w:val="00723BBB"/>
    <w:rsid w:val="00724C23"/>
    <w:rsid w:val="007317DD"/>
    <w:rsid w:val="007357D0"/>
    <w:rsid w:val="00736802"/>
    <w:rsid w:val="00740D42"/>
    <w:rsid w:val="00741C4D"/>
    <w:rsid w:val="0074326D"/>
    <w:rsid w:val="007450B4"/>
    <w:rsid w:val="00750931"/>
    <w:rsid w:val="00750B6F"/>
    <w:rsid w:val="00750C7F"/>
    <w:rsid w:val="007540BD"/>
    <w:rsid w:val="007557AA"/>
    <w:rsid w:val="00761E85"/>
    <w:rsid w:val="00772FA6"/>
    <w:rsid w:val="00773F01"/>
    <w:rsid w:val="007849FB"/>
    <w:rsid w:val="00791735"/>
    <w:rsid w:val="00792E55"/>
    <w:rsid w:val="0079305D"/>
    <w:rsid w:val="00796934"/>
    <w:rsid w:val="007A0DF7"/>
    <w:rsid w:val="007A177A"/>
    <w:rsid w:val="007B0159"/>
    <w:rsid w:val="007B710F"/>
    <w:rsid w:val="007C21DB"/>
    <w:rsid w:val="007E2586"/>
    <w:rsid w:val="007E4859"/>
    <w:rsid w:val="007F1527"/>
    <w:rsid w:val="007F2353"/>
    <w:rsid w:val="007F7164"/>
    <w:rsid w:val="007F79C1"/>
    <w:rsid w:val="00801EAF"/>
    <w:rsid w:val="00802A91"/>
    <w:rsid w:val="00807735"/>
    <w:rsid w:val="00807F3C"/>
    <w:rsid w:val="00816521"/>
    <w:rsid w:val="00822DE8"/>
    <w:rsid w:val="00823DDF"/>
    <w:rsid w:val="0082544B"/>
    <w:rsid w:val="00826696"/>
    <w:rsid w:val="0083302F"/>
    <w:rsid w:val="008365DC"/>
    <w:rsid w:val="00843F46"/>
    <w:rsid w:val="00844C83"/>
    <w:rsid w:val="00846568"/>
    <w:rsid w:val="00847D3C"/>
    <w:rsid w:val="008533DE"/>
    <w:rsid w:val="00856190"/>
    <w:rsid w:val="00857CCE"/>
    <w:rsid w:val="0086443B"/>
    <w:rsid w:val="0086778A"/>
    <w:rsid w:val="008808FE"/>
    <w:rsid w:val="008829D9"/>
    <w:rsid w:val="00882F2C"/>
    <w:rsid w:val="008878F6"/>
    <w:rsid w:val="008937F1"/>
    <w:rsid w:val="00897C0D"/>
    <w:rsid w:val="008A14A6"/>
    <w:rsid w:val="008A1AAB"/>
    <w:rsid w:val="008A63BE"/>
    <w:rsid w:val="008B4C94"/>
    <w:rsid w:val="008B59BD"/>
    <w:rsid w:val="008C0F09"/>
    <w:rsid w:val="008C3E8B"/>
    <w:rsid w:val="008C7C94"/>
    <w:rsid w:val="008D32DB"/>
    <w:rsid w:val="008D5FFF"/>
    <w:rsid w:val="008E16E1"/>
    <w:rsid w:val="008E4BED"/>
    <w:rsid w:val="008E7261"/>
    <w:rsid w:val="008F2CA0"/>
    <w:rsid w:val="00902418"/>
    <w:rsid w:val="00904589"/>
    <w:rsid w:val="009240CE"/>
    <w:rsid w:val="00925454"/>
    <w:rsid w:val="0092665C"/>
    <w:rsid w:val="009268DB"/>
    <w:rsid w:val="00931A50"/>
    <w:rsid w:val="0093254F"/>
    <w:rsid w:val="00932954"/>
    <w:rsid w:val="0093760B"/>
    <w:rsid w:val="009508C8"/>
    <w:rsid w:val="009540B3"/>
    <w:rsid w:val="00954EA7"/>
    <w:rsid w:val="009565A2"/>
    <w:rsid w:val="00960E36"/>
    <w:rsid w:val="00967E3A"/>
    <w:rsid w:val="00967E76"/>
    <w:rsid w:val="00970297"/>
    <w:rsid w:val="00972B62"/>
    <w:rsid w:val="0099193F"/>
    <w:rsid w:val="00993B48"/>
    <w:rsid w:val="00994665"/>
    <w:rsid w:val="009A7FDB"/>
    <w:rsid w:val="009B0F8C"/>
    <w:rsid w:val="009C3F88"/>
    <w:rsid w:val="009C4483"/>
    <w:rsid w:val="009C52A5"/>
    <w:rsid w:val="009D0853"/>
    <w:rsid w:val="009D455D"/>
    <w:rsid w:val="009E05A1"/>
    <w:rsid w:val="009E4DAD"/>
    <w:rsid w:val="009E4F97"/>
    <w:rsid w:val="009E767F"/>
    <w:rsid w:val="009F4208"/>
    <w:rsid w:val="009F69E6"/>
    <w:rsid w:val="00A15411"/>
    <w:rsid w:val="00A21BB4"/>
    <w:rsid w:val="00A24B76"/>
    <w:rsid w:val="00A30D3A"/>
    <w:rsid w:val="00A52D9A"/>
    <w:rsid w:val="00A60905"/>
    <w:rsid w:val="00A64105"/>
    <w:rsid w:val="00A705BE"/>
    <w:rsid w:val="00A7568F"/>
    <w:rsid w:val="00A758A7"/>
    <w:rsid w:val="00A850E4"/>
    <w:rsid w:val="00A9063B"/>
    <w:rsid w:val="00A94597"/>
    <w:rsid w:val="00A95CEB"/>
    <w:rsid w:val="00AA08F7"/>
    <w:rsid w:val="00AA6ADD"/>
    <w:rsid w:val="00AB0640"/>
    <w:rsid w:val="00AB205C"/>
    <w:rsid w:val="00AB20AD"/>
    <w:rsid w:val="00AB2DA9"/>
    <w:rsid w:val="00AB2FA1"/>
    <w:rsid w:val="00AB5A9F"/>
    <w:rsid w:val="00AB7E35"/>
    <w:rsid w:val="00AC6094"/>
    <w:rsid w:val="00AF0320"/>
    <w:rsid w:val="00B07F52"/>
    <w:rsid w:val="00B104DD"/>
    <w:rsid w:val="00B14E5C"/>
    <w:rsid w:val="00B15BFE"/>
    <w:rsid w:val="00B21015"/>
    <w:rsid w:val="00B22638"/>
    <w:rsid w:val="00B2343A"/>
    <w:rsid w:val="00B25101"/>
    <w:rsid w:val="00B26585"/>
    <w:rsid w:val="00B31546"/>
    <w:rsid w:val="00B42291"/>
    <w:rsid w:val="00B42FBD"/>
    <w:rsid w:val="00B462B6"/>
    <w:rsid w:val="00B468C6"/>
    <w:rsid w:val="00B55460"/>
    <w:rsid w:val="00B55889"/>
    <w:rsid w:val="00B63EDF"/>
    <w:rsid w:val="00B66E65"/>
    <w:rsid w:val="00B70E36"/>
    <w:rsid w:val="00B71310"/>
    <w:rsid w:val="00B71B04"/>
    <w:rsid w:val="00B75777"/>
    <w:rsid w:val="00B82BF6"/>
    <w:rsid w:val="00B8489D"/>
    <w:rsid w:val="00B92E20"/>
    <w:rsid w:val="00B93CF0"/>
    <w:rsid w:val="00BA13A3"/>
    <w:rsid w:val="00BA24AF"/>
    <w:rsid w:val="00BB0270"/>
    <w:rsid w:val="00BC395A"/>
    <w:rsid w:val="00BC6A5C"/>
    <w:rsid w:val="00BC7564"/>
    <w:rsid w:val="00BC7BF2"/>
    <w:rsid w:val="00BC7C44"/>
    <w:rsid w:val="00BD207C"/>
    <w:rsid w:val="00BD2D66"/>
    <w:rsid w:val="00BD77F1"/>
    <w:rsid w:val="00BE47F2"/>
    <w:rsid w:val="00BF2B00"/>
    <w:rsid w:val="00BF2B90"/>
    <w:rsid w:val="00BF37C5"/>
    <w:rsid w:val="00BF7B31"/>
    <w:rsid w:val="00C00902"/>
    <w:rsid w:val="00C01EBF"/>
    <w:rsid w:val="00C0523E"/>
    <w:rsid w:val="00C12BCE"/>
    <w:rsid w:val="00C143E4"/>
    <w:rsid w:val="00C31954"/>
    <w:rsid w:val="00C352FB"/>
    <w:rsid w:val="00C37BB9"/>
    <w:rsid w:val="00C53909"/>
    <w:rsid w:val="00C54E1C"/>
    <w:rsid w:val="00C57903"/>
    <w:rsid w:val="00C645E6"/>
    <w:rsid w:val="00C70201"/>
    <w:rsid w:val="00C742DC"/>
    <w:rsid w:val="00C748F8"/>
    <w:rsid w:val="00C76E1C"/>
    <w:rsid w:val="00C84B47"/>
    <w:rsid w:val="00C853EB"/>
    <w:rsid w:val="00C85BFF"/>
    <w:rsid w:val="00C86FDE"/>
    <w:rsid w:val="00C876DD"/>
    <w:rsid w:val="00C92CB8"/>
    <w:rsid w:val="00C93966"/>
    <w:rsid w:val="00CA02E2"/>
    <w:rsid w:val="00CA132C"/>
    <w:rsid w:val="00CC1205"/>
    <w:rsid w:val="00CC3372"/>
    <w:rsid w:val="00CC79B8"/>
    <w:rsid w:val="00CD44AE"/>
    <w:rsid w:val="00CD4906"/>
    <w:rsid w:val="00CD5D4F"/>
    <w:rsid w:val="00CE38A2"/>
    <w:rsid w:val="00CE4BE4"/>
    <w:rsid w:val="00CE5775"/>
    <w:rsid w:val="00CF0C18"/>
    <w:rsid w:val="00D0721E"/>
    <w:rsid w:val="00D07B2D"/>
    <w:rsid w:val="00D26DEE"/>
    <w:rsid w:val="00D2786E"/>
    <w:rsid w:val="00D3305A"/>
    <w:rsid w:val="00D36427"/>
    <w:rsid w:val="00D42B1B"/>
    <w:rsid w:val="00D46C37"/>
    <w:rsid w:val="00D475ED"/>
    <w:rsid w:val="00D52A85"/>
    <w:rsid w:val="00D538F6"/>
    <w:rsid w:val="00D545B4"/>
    <w:rsid w:val="00D653BC"/>
    <w:rsid w:val="00D734AE"/>
    <w:rsid w:val="00D74544"/>
    <w:rsid w:val="00D82C4B"/>
    <w:rsid w:val="00D902B8"/>
    <w:rsid w:val="00D90A55"/>
    <w:rsid w:val="00D93769"/>
    <w:rsid w:val="00D95571"/>
    <w:rsid w:val="00D963AF"/>
    <w:rsid w:val="00D9727F"/>
    <w:rsid w:val="00DA0FF1"/>
    <w:rsid w:val="00DA47BC"/>
    <w:rsid w:val="00DB08CF"/>
    <w:rsid w:val="00DB191F"/>
    <w:rsid w:val="00DB3C03"/>
    <w:rsid w:val="00DD1900"/>
    <w:rsid w:val="00DD2F9A"/>
    <w:rsid w:val="00DE4A12"/>
    <w:rsid w:val="00DF18C8"/>
    <w:rsid w:val="00DF1CA9"/>
    <w:rsid w:val="00DF413A"/>
    <w:rsid w:val="00DF4250"/>
    <w:rsid w:val="00DF56B6"/>
    <w:rsid w:val="00E00B9F"/>
    <w:rsid w:val="00E01D33"/>
    <w:rsid w:val="00E0302E"/>
    <w:rsid w:val="00E03651"/>
    <w:rsid w:val="00E04BC6"/>
    <w:rsid w:val="00E26874"/>
    <w:rsid w:val="00E31528"/>
    <w:rsid w:val="00E31922"/>
    <w:rsid w:val="00E3586F"/>
    <w:rsid w:val="00E41D3C"/>
    <w:rsid w:val="00E43492"/>
    <w:rsid w:val="00E435AB"/>
    <w:rsid w:val="00E43C55"/>
    <w:rsid w:val="00E445C2"/>
    <w:rsid w:val="00E52074"/>
    <w:rsid w:val="00E525AA"/>
    <w:rsid w:val="00E57D4D"/>
    <w:rsid w:val="00E63B35"/>
    <w:rsid w:val="00E673E6"/>
    <w:rsid w:val="00E6782F"/>
    <w:rsid w:val="00E7510E"/>
    <w:rsid w:val="00E9209A"/>
    <w:rsid w:val="00EA1EFD"/>
    <w:rsid w:val="00EA2CFB"/>
    <w:rsid w:val="00EA413B"/>
    <w:rsid w:val="00EA6A50"/>
    <w:rsid w:val="00EB3679"/>
    <w:rsid w:val="00EB3E0B"/>
    <w:rsid w:val="00EC55DC"/>
    <w:rsid w:val="00ED588F"/>
    <w:rsid w:val="00ED6993"/>
    <w:rsid w:val="00F042D4"/>
    <w:rsid w:val="00F15CDA"/>
    <w:rsid w:val="00F232F5"/>
    <w:rsid w:val="00F30771"/>
    <w:rsid w:val="00F3631B"/>
    <w:rsid w:val="00F42678"/>
    <w:rsid w:val="00F442AD"/>
    <w:rsid w:val="00F4519A"/>
    <w:rsid w:val="00F51F24"/>
    <w:rsid w:val="00F53904"/>
    <w:rsid w:val="00F554CE"/>
    <w:rsid w:val="00F71301"/>
    <w:rsid w:val="00F717E2"/>
    <w:rsid w:val="00F7665F"/>
    <w:rsid w:val="00F76FED"/>
    <w:rsid w:val="00F8386F"/>
    <w:rsid w:val="00F84403"/>
    <w:rsid w:val="00F87809"/>
    <w:rsid w:val="00F87BA4"/>
    <w:rsid w:val="00F911B6"/>
    <w:rsid w:val="00F977B2"/>
    <w:rsid w:val="00FA72BE"/>
    <w:rsid w:val="00FA79DA"/>
    <w:rsid w:val="00FB7E36"/>
    <w:rsid w:val="00FC19E8"/>
    <w:rsid w:val="00FC2291"/>
    <w:rsid w:val="00FC3F40"/>
    <w:rsid w:val="00FD31F6"/>
    <w:rsid w:val="00FD3478"/>
    <w:rsid w:val="00FD6E59"/>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7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s>
</file>

<file path=word/webSettings.xml><?xml version="1.0" encoding="utf-8"?>
<w:webSettings xmlns:r="http://schemas.openxmlformats.org/officeDocument/2006/relationships" xmlns:w="http://schemas.openxmlformats.org/wordprocessingml/2006/main">
  <w:divs>
    <w:div w:id="185876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List_aplikace_Microsoft_Office_Excel_97-20031.xls"/><Relationship Id="rId14" Type="http://schemas.openxmlformats.org/officeDocument/2006/relationships/header" Target="head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46BCC6-D6BA-44F9-B8D8-25EA24B18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7337</Words>
  <Characters>43041</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2012-12-12T15:07:00Z</dcterms:created>
  <dcterms:modified xsi:type="dcterms:W3CDTF">2012-12-13T09:25:00Z</dcterms:modified>
</cp:coreProperties>
</file>