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0AB" w:rsidRDefault="00344FFF" w:rsidP="00C360AB">
      <w:pPr>
        <w:spacing w:after="1560"/>
        <w:jc w:val="both"/>
        <w:rPr>
          <w:sz w:val="18"/>
          <w:szCs w:val="18"/>
        </w:rPr>
      </w:pPr>
      <w:r>
        <w:rPr>
          <w:noProof/>
          <w:sz w:val="18"/>
          <w:szCs w:val="18"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833755</wp:posOffset>
                </wp:positionH>
                <wp:positionV relativeFrom="paragraph">
                  <wp:posOffset>139700</wp:posOffset>
                </wp:positionV>
                <wp:extent cx="2743200" cy="1371600"/>
                <wp:effectExtent l="0" t="0" r="4445" b="31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BC7" w:rsidRDefault="00AC6BC7" w:rsidP="00AC6BC7">
                            <w:pPr>
                              <w:pStyle w:val="Bezmezer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 w:rsidRPr="00AC6BC7">
                              <w:rPr>
                                <w:sz w:val="24"/>
                                <w:szCs w:val="24"/>
                              </w:rPr>
                              <w:t>Povodí Labe</w:t>
                            </w:r>
                          </w:p>
                          <w:p w:rsidR="00344FFF" w:rsidRDefault="00AC6BC7" w:rsidP="00AC6BC7">
                            <w:pPr>
                              <w:pStyle w:val="Bezmezer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 w:rsidRPr="00AC6BC7">
                              <w:rPr>
                                <w:sz w:val="24"/>
                                <w:szCs w:val="24"/>
                              </w:rPr>
                              <w:t>státní podnik</w:t>
                            </w:r>
                          </w:p>
                          <w:p w:rsidR="00AC6BC7" w:rsidRDefault="00AC6BC7" w:rsidP="00AC6BC7">
                            <w:pPr>
                              <w:pStyle w:val="Bezmezer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Víta Nejedlého 951</w:t>
                            </w:r>
                          </w:p>
                          <w:p w:rsidR="00AC6BC7" w:rsidRPr="00AC6BC7" w:rsidRDefault="00AC6BC7" w:rsidP="00AC6BC7">
                            <w:pPr>
                              <w:pStyle w:val="Bezmez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500 03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HradecKrálové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90000" rIns="91440" bIns="90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65pt;margin-top:11pt;width:3in;height:10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" filled="f" fillcolor="black" stroked="f" strokeweight="1pt">
                <v:stroke dashstyle="longDash"/>
                <v:textbox inset=",2.5mm,,2.5mm">
                  <w:txbxContent>
                    <w:p w:rsidR="00AC6BC7" w:rsidRDefault="00AC6BC7" w:rsidP="00AC6BC7">
                      <w:pPr>
                        <w:pStyle w:val="Bezmezer"/>
                        <w:ind w:firstLine="708"/>
                        <w:rPr>
                          <w:sz w:val="24"/>
                          <w:szCs w:val="24"/>
                        </w:rPr>
                      </w:pPr>
                      <w:r w:rsidRPr="00AC6BC7">
                        <w:rPr>
                          <w:sz w:val="24"/>
                          <w:szCs w:val="24"/>
                        </w:rPr>
                        <w:t>Povodí Labe</w:t>
                      </w:r>
                    </w:p>
                    <w:p w:rsidR="00344FFF" w:rsidRDefault="00AC6BC7" w:rsidP="00AC6BC7">
                      <w:pPr>
                        <w:pStyle w:val="Bezmezer"/>
                        <w:ind w:firstLine="708"/>
                        <w:rPr>
                          <w:sz w:val="24"/>
                          <w:szCs w:val="24"/>
                        </w:rPr>
                      </w:pPr>
                      <w:r w:rsidRPr="00AC6BC7">
                        <w:rPr>
                          <w:sz w:val="24"/>
                          <w:szCs w:val="24"/>
                        </w:rPr>
                        <w:t>státní podnik</w:t>
                      </w:r>
                    </w:p>
                    <w:p w:rsidR="00AC6BC7" w:rsidRDefault="00AC6BC7" w:rsidP="00AC6BC7">
                      <w:pPr>
                        <w:pStyle w:val="Bezmezer"/>
                        <w:ind w:firstLine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Víta Nejedlého 951</w:t>
                      </w:r>
                    </w:p>
                    <w:p w:rsidR="00AC6BC7" w:rsidRPr="00AC6BC7" w:rsidRDefault="00AC6BC7" w:rsidP="00AC6BC7">
                      <w:pPr>
                        <w:pStyle w:val="Bezmez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500 03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HradecKrálové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  <w:lang w:eastAsia="cs-CZ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82550</wp:posOffset>
                </wp:positionV>
                <wp:extent cx="2303780" cy="1631315"/>
                <wp:effectExtent l="0" t="0" r="0" b="0"/>
                <wp:wrapThrough wrapText="bothSides">
                  <wp:wrapPolygon edited="0">
                    <wp:start x="-89" y="0"/>
                    <wp:lineTo x="-89" y="21482"/>
                    <wp:lineTo x="21600" y="21482"/>
                    <wp:lineTo x="21600" y="0"/>
                    <wp:lineTo x="-89" y="0"/>
                  </wp:wrapPolygon>
                </wp:wrapThrough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163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0DB5" w:rsidRPr="009C6CB8" w:rsidRDefault="00070DB5" w:rsidP="00070DB5">
                            <w:pPr>
                              <w:pStyle w:val="Zkladnodstavec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C6C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VÁ</w:t>
                            </w:r>
                            <w:r w:rsidR="009C6CB8" w:rsidRPr="009C6C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Š</w:t>
                            </w:r>
                            <w:r w:rsidRPr="009C6C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DOPIS ZN:</w:t>
                            </w:r>
                            <w:r w:rsidR="00AC6BC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A911160029/</w:t>
                            </w:r>
                            <w:proofErr w:type="spellStart"/>
                            <w:r w:rsidR="00AC6BC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Kř</w:t>
                            </w:r>
                            <w:proofErr w:type="spellEnd"/>
                          </w:p>
                          <w:p w:rsidR="00070DB5" w:rsidRPr="009C6CB8" w:rsidRDefault="00070DB5" w:rsidP="00070DB5">
                            <w:pPr>
                              <w:pStyle w:val="Zkladnodstavec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C6C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ZE DNE:</w:t>
                            </w:r>
                            <w:r w:rsidR="001934D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C6BC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9. 9. 2016</w:t>
                            </w:r>
                          </w:p>
                          <w:p w:rsidR="00070DB5" w:rsidRPr="009C6CB8" w:rsidRDefault="00070DB5" w:rsidP="00070DB5">
                            <w:pPr>
                              <w:pStyle w:val="Zkladnodstavec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070DB5" w:rsidRPr="009C6CB8" w:rsidRDefault="00070DB5" w:rsidP="00070DB5">
                            <w:pPr>
                              <w:pStyle w:val="Zkladnodstavec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C6C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NAŠE ZNAČKA</w:t>
                            </w:r>
                            <w:r w:rsidR="009C6CB8" w:rsidRPr="009C6C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 w:rsidR="001934D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AC6BC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706/16/V</w:t>
                            </w:r>
                          </w:p>
                          <w:p w:rsidR="0029215F" w:rsidRPr="00783F5F" w:rsidRDefault="0029215F" w:rsidP="0029215F">
                            <w:pPr>
                              <w:pStyle w:val="Zkladnodstavec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SPISOVÁ ZNAČKA:</w:t>
                            </w:r>
                            <w:r w:rsidR="00AC6BC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S16009362</w:t>
                            </w:r>
                          </w:p>
                          <w:p w:rsidR="00070DB5" w:rsidRDefault="00070DB5" w:rsidP="00070DB5">
                            <w:pPr>
                              <w:pStyle w:val="Zkladnodstavec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C6C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VY</w:t>
                            </w:r>
                            <w:r w:rsidR="009C6CB8" w:rsidRPr="009C6C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Ř</w:t>
                            </w:r>
                            <w:r w:rsidRPr="009C6C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IZUJE:</w:t>
                            </w:r>
                            <w:r w:rsidR="001934D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Ing. Vilhelmová</w:t>
                            </w:r>
                          </w:p>
                          <w:p w:rsidR="00B9476F" w:rsidRPr="009C6CB8" w:rsidRDefault="00B9476F" w:rsidP="00070DB5">
                            <w:pPr>
                              <w:pStyle w:val="Zkladnodstavec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DATUM:</w:t>
                            </w:r>
                            <w:r w:rsidR="00815E4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C6BC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13. 10. 2016</w:t>
                            </w:r>
                          </w:p>
                          <w:p w:rsidR="00070DB5" w:rsidRPr="009C6CB8" w:rsidRDefault="00070DB5" w:rsidP="00070DB5">
                            <w:pPr>
                              <w:pStyle w:val="Zkladnodstavec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C6C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TELEFON:</w:t>
                            </w:r>
                            <w:r w:rsidR="001934D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244 032 534</w:t>
                            </w:r>
                          </w:p>
                          <w:p w:rsidR="00070DB5" w:rsidRPr="009C6CB8" w:rsidRDefault="00070DB5" w:rsidP="00070DB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C6C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E-MAIL:</w:t>
                            </w:r>
                            <w:r w:rsidR="001934D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vilhelmova@chmi.cz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0" o:spid="_x0000_s1027" type="#_x0000_t202" style="position:absolute;left:0;text-align:left;margin-left:-4.85pt;margin-top:6.5pt;width:181.4pt;height:128.45pt;z-index:-2516577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" stroked="f">
                <v:textbox style="mso-fit-shape-to-text:t">
                  <w:txbxContent>
                    <w:p w:rsidR="00070DB5" w:rsidRPr="009C6CB8" w:rsidRDefault="00070DB5" w:rsidP="00070DB5">
                      <w:pPr>
                        <w:pStyle w:val="Zkladnodstavec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C6CB8">
                        <w:rPr>
                          <w:rFonts w:ascii="Arial" w:hAnsi="Arial" w:cs="Arial"/>
                          <w:sz w:val="18"/>
                          <w:szCs w:val="18"/>
                        </w:rPr>
                        <w:t>VÁ</w:t>
                      </w:r>
                      <w:r w:rsidR="009C6CB8" w:rsidRPr="009C6CB8">
                        <w:rPr>
                          <w:rFonts w:ascii="Arial" w:hAnsi="Arial" w:cs="Arial"/>
                          <w:sz w:val="18"/>
                          <w:szCs w:val="18"/>
                        </w:rPr>
                        <w:t>Š</w:t>
                      </w:r>
                      <w:r w:rsidRPr="009C6CB8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DOPIS ZN:</w:t>
                      </w:r>
                      <w:r w:rsidR="00AC6BC7">
                        <w:rPr>
                          <w:rFonts w:ascii="Arial" w:hAnsi="Arial" w:cs="Arial"/>
                          <w:sz w:val="18"/>
                          <w:szCs w:val="18"/>
                        </w:rPr>
                        <w:t>A911160029/</w:t>
                      </w:r>
                      <w:proofErr w:type="spellStart"/>
                      <w:r w:rsidR="00AC6BC7">
                        <w:rPr>
                          <w:rFonts w:ascii="Arial" w:hAnsi="Arial" w:cs="Arial"/>
                          <w:sz w:val="18"/>
                          <w:szCs w:val="18"/>
                        </w:rPr>
                        <w:t>Kř</w:t>
                      </w:r>
                      <w:proofErr w:type="spellEnd"/>
                    </w:p>
                    <w:p w:rsidR="00070DB5" w:rsidRPr="009C6CB8" w:rsidRDefault="00070DB5" w:rsidP="00070DB5">
                      <w:pPr>
                        <w:pStyle w:val="Zkladnodstavec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C6CB8">
                        <w:rPr>
                          <w:rFonts w:ascii="Arial" w:hAnsi="Arial" w:cs="Arial"/>
                          <w:sz w:val="18"/>
                          <w:szCs w:val="18"/>
                        </w:rPr>
                        <w:t>ZE DNE:</w:t>
                      </w:r>
                      <w:r w:rsidR="001934D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AC6BC7">
                        <w:rPr>
                          <w:rFonts w:ascii="Arial" w:hAnsi="Arial" w:cs="Arial"/>
                          <w:sz w:val="18"/>
                          <w:szCs w:val="18"/>
                        </w:rPr>
                        <w:t>9. 9. 2016</w:t>
                      </w:r>
                    </w:p>
                    <w:p w:rsidR="00070DB5" w:rsidRPr="009C6CB8" w:rsidRDefault="00070DB5" w:rsidP="00070DB5">
                      <w:pPr>
                        <w:pStyle w:val="Zkladnodstavec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070DB5" w:rsidRPr="009C6CB8" w:rsidRDefault="00070DB5" w:rsidP="00070DB5">
                      <w:pPr>
                        <w:pStyle w:val="Zkladnodstavec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C6CB8">
                        <w:rPr>
                          <w:rFonts w:ascii="Arial" w:hAnsi="Arial" w:cs="Arial"/>
                          <w:sz w:val="18"/>
                          <w:szCs w:val="18"/>
                        </w:rPr>
                        <w:t>NAŠE ZNAČKA</w:t>
                      </w:r>
                      <w:r w:rsidR="009C6CB8" w:rsidRPr="009C6CB8">
                        <w:rPr>
                          <w:rFonts w:ascii="Arial" w:hAnsi="Arial" w:cs="Arial"/>
                          <w:sz w:val="18"/>
                          <w:szCs w:val="18"/>
                        </w:rPr>
                        <w:t>:</w:t>
                      </w:r>
                      <w:r w:rsidR="001934D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</w:t>
                      </w:r>
                      <w:r w:rsidR="00AC6BC7">
                        <w:rPr>
                          <w:rFonts w:ascii="Arial" w:hAnsi="Arial" w:cs="Arial"/>
                          <w:sz w:val="18"/>
                          <w:szCs w:val="18"/>
                        </w:rPr>
                        <w:t>706/16/V</w:t>
                      </w:r>
                    </w:p>
                    <w:p w:rsidR="0029215F" w:rsidRPr="00783F5F" w:rsidRDefault="0029215F" w:rsidP="0029215F">
                      <w:pPr>
                        <w:pStyle w:val="Zkladnodstavec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SPISOVÁ ZNAČKA:</w:t>
                      </w:r>
                      <w:r w:rsidR="00AC6BC7">
                        <w:rPr>
                          <w:rFonts w:ascii="Arial" w:hAnsi="Arial" w:cs="Arial"/>
                          <w:sz w:val="18"/>
                          <w:szCs w:val="18"/>
                        </w:rPr>
                        <w:t>S16009362</w:t>
                      </w:r>
                    </w:p>
                    <w:p w:rsidR="00070DB5" w:rsidRDefault="00070DB5" w:rsidP="00070DB5">
                      <w:pPr>
                        <w:pStyle w:val="Zkladnodstavec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C6CB8">
                        <w:rPr>
                          <w:rFonts w:ascii="Arial" w:hAnsi="Arial" w:cs="Arial"/>
                          <w:sz w:val="18"/>
                          <w:szCs w:val="18"/>
                        </w:rPr>
                        <w:t>VY</w:t>
                      </w:r>
                      <w:r w:rsidR="009C6CB8" w:rsidRPr="009C6CB8">
                        <w:rPr>
                          <w:rFonts w:ascii="Arial" w:hAnsi="Arial" w:cs="Arial"/>
                          <w:sz w:val="18"/>
                          <w:szCs w:val="18"/>
                        </w:rPr>
                        <w:t>Ř</w:t>
                      </w:r>
                      <w:r w:rsidRPr="009C6CB8">
                        <w:rPr>
                          <w:rFonts w:ascii="Arial" w:hAnsi="Arial" w:cs="Arial"/>
                          <w:sz w:val="18"/>
                          <w:szCs w:val="18"/>
                        </w:rPr>
                        <w:t>IZUJE:</w:t>
                      </w:r>
                      <w:r w:rsidR="001934D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Ing. Vilhelmová</w:t>
                      </w:r>
                    </w:p>
                    <w:p w:rsidR="00B9476F" w:rsidRPr="009C6CB8" w:rsidRDefault="00B9476F" w:rsidP="00070DB5">
                      <w:pPr>
                        <w:pStyle w:val="Zkladnodstavec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DATUM:</w:t>
                      </w:r>
                      <w:r w:rsidR="00815E48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AC6BC7">
                        <w:rPr>
                          <w:rFonts w:ascii="Arial" w:hAnsi="Arial" w:cs="Arial"/>
                          <w:sz w:val="18"/>
                          <w:szCs w:val="18"/>
                        </w:rPr>
                        <w:t>13. 10. 2016</w:t>
                      </w:r>
                    </w:p>
                    <w:p w:rsidR="00070DB5" w:rsidRPr="009C6CB8" w:rsidRDefault="00070DB5" w:rsidP="00070DB5">
                      <w:pPr>
                        <w:pStyle w:val="Zkladnodstavec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C6CB8">
                        <w:rPr>
                          <w:rFonts w:ascii="Arial" w:hAnsi="Arial" w:cs="Arial"/>
                          <w:sz w:val="18"/>
                          <w:szCs w:val="18"/>
                        </w:rPr>
                        <w:t>TELEFON:</w:t>
                      </w:r>
                      <w:r w:rsidR="001934D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244 032 534</w:t>
                      </w:r>
                    </w:p>
                    <w:p w:rsidR="00070DB5" w:rsidRPr="009C6CB8" w:rsidRDefault="00070DB5" w:rsidP="00070DB5">
                      <w:pPr>
                        <w:rPr>
                          <w:rFonts w:ascii="Arial" w:hAnsi="Arial" w:cs="Arial"/>
                        </w:rPr>
                      </w:pPr>
                      <w:r w:rsidRPr="009C6CB8">
                        <w:rPr>
                          <w:rFonts w:ascii="Arial" w:hAnsi="Arial" w:cs="Arial"/>
                          <w:sz w:val="18"/>
                          <w:szCs w:val="18"/>
                        </w:rPr>
                        <w:t>E-MAIL:</w:t>
                      </w:r>
                      <w:r w:rsidR="001934D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vilhelmova@chmi.cz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360AB" w:rsidRDefault="00344FFF" w:rsidP="008443DC">
      <w:pPr>
        <w:spacing w:after="2160"/>
        <w:jc w:val="both"/>
        <w:rPr>
          <w:sz w:val="18"/>
          <w:szCs w:val="18"/>
        </w:rPr>
      </w:pPr>
      <w:r>
        <w:rPr>
          <w:noProof/>
          <w:sz w:val="18"/>
          <w:szCs w:val="18"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-2437130</wp:posOffset>
                </wp:positionH>
                <wp:positionV relativeFrom="paragraph">
                  <wp:posOffset>1113155</wp:posOffset>
                </wp:positionV>
                <wp:extent cx="5983605" cy="269875"/>
                <wp:effectExtent l="1270" t="0" r="0" b="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360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E96" w:rsidRDefault="00AC6BC7" w:rsidP="00373E96">
                            <w:pPr>
                              <w:pStyle w:val="Bezmezer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Kulminační průtok na Výrovce</w:t>
                            </w:r>
                          </w:p>
                          <w:p w:rsidR="006A00CD" w:rsidRPr="00CA0A67" w:rsidRDefault="006A00CD" w:rsidP="00373E96">
                            <w:pPr>
                              <w:pStyle w:val="Bezmezer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left:0;text-align:left;margin-left:-191.9pt;margin-top:87.65pt;width:471.15pt;height:2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" filled="f" stroked="f" strokeweight=".25pt">
                <v:stroke dashstyle="1 1" endcap="round"/>
                <v:textbox>
                  <w:txbxContent>
                    <w:p w:rsidR="00373E96" w:rsidRDefault="00AC6BC7" w:rsidP="00373E96">
                      <w:pPr>
                        <w:pStyle w:val="Bezmezer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Kulminační průtok na Výrovce</w:t>
                      </w:r>
                    </w:p>
                    <w:p w:rsidR="006A00CD" w:rsidRPr="00CA0A67" w:rsidRDefault="006A00CD" w:rsidP="00373E96">
                      <w:pPr>
                        <w:pStyle w:val="Bezmezer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A00CD" w:rsidRDefault="006A00CD" w:rsidP="00C360AB">
      <w:pPr>
        <w:spacing w:after="0"/>
        <w:jc w:val="both"/>
        <w:rPr>
          <w:rFonts w:ascii="Arial" w:hAnsi="Arial" w:cs="Arial"/>
        </w:rPr>
      </w:pPr>
    </w:p>
    <w:p w:rsidR="00344FFF" w:rsidRPr="00AC6BC7" w:rsidRDefault="00344FFF" w:rsidP="00AC6BC7">
      <w:pPr>
        <w:spacing w:after="0"/>
        <w:jc w:val="both"/>
        <w:rPr>
          <w:rFonts w:ascii="Helvetica" w:hAnsi="Helvetica" w:cs="Arial"/>
        </w:rPr>
      </w:pPr>
      <w:r>
        <w:rPr>
          <w:rFonts w:ascii="Arial" w:hAnsi="Arial" w:cs="Arial"/>
        </w:rPr>
        <w:tab/>
        <w:t xml:space="preserve">Na vaši žádost </w:t>
      </w:r>
      <w:r w:rsidR="00AC6BC7">
        <w:rPr>
          <w:rFonts w:ascii="Arial" w:hAnsi="Arial" w:cs="Arial"/>
        </w:rPr>
        <w:t>byl stanoven kulminační průtok Q</w:t>
      </w:r>
      <w:r w:rsidR="00AC6BC7">
        <w:rPr>
          <w:rFonts w:ascii="Helvetica" w:hAnsi="Helvetica" w:cs="Arial"/>
          <w:vertAlign w:val="subscript"/>
        </w:rPr>
        <w:t>1000</w:t>
      </w:r>
      <w:r w:rsidR="00AC6BC7">
        <w:rPr>
          <w:rFonts w:ascii="Helvetica" w:hAnsi="Helvetica" w:cs="Arial"/>
        </w:rPr>
        <w:t xml:space="preserve"> pro profil hráz VD </w:t>
      </w:r>
      <w:proofErr w:type="spellStart"/>
      <w:r w:rsidR="00AC6BC7">
        <w:rPr>
          <w:rFonts w:ascii="Helvetica" w:hAnsi="Helvetica" w:cs="Arial"/>
        </w:rPr>
        <w:t>Strašík</w:t>
      </w:r>
      <w:proofErr w:type="spellEnd"/>
    </w:p>
    <w:p w:rsidR="006A00CD" w:rsidRDefault="00AC6BC7" w:rsidP="00AC6BC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bookmarkStart w:id="0" w:name="_GoBack"/>
      <w:bookmarkEnd w:id="0"/>
      <w:r>
        <w:rPr>
          <w:rFonts w:ascii="Arial" w:hAnsi="Arial" w:cs="Arial"/>
        </w:rPr>
        <w:t>a toku Výrovka, ČHP 1 – 04 – 06 - 0170</w:t>
      </w:r>
    </w:p>
    <w:p w:rsidR="006A00CD" w:rsidRDefault="006A00CD" w:rsidP="00344FFF">
      <w:pPr>
        <w:spacing w:after="0"/>
        <w:ind w:firstLine="708"/>
        <w:jc w:val="both"/>
        <w:rPr>
          <w:rFonts w:ascii="Arial" w:hAnsi="Arial" w:cs="Arial"/>
        </w:rPr>
      </w:pPr>
    </w:p>
    <w:p w:rsidR="00324755" w:rsidRPr="00AC6BC7" w:rsidRDefault="00AC6BC7" w:rsidP="00AC6BC7">
      <w:pPr>
        <w:spacing w:after="0"/>
        <w:jc w:val="both"/>
        <w:rPr>
          <w:rFonts w:ascii="Helvetica" w:hAnsi="Helvetica" w:cs="Arial"/>
        </w:rPr>
      </w:pPr>
      <w:r>
        <w:rPr>
          <w:rFonts w:ascii="Arial" w:hAnsi="Arial" w:cs="Arial"/>
        </w:rPr>
        <w:t>plocha povodí A = 128,21 km</w:t>
      </w:r>
      <w:r>
        <w:rPr>
          <w:rFonts w:ascii="Helvetica" w:hAnsi="Helvetica" w:cs="Arial"/>
          <w:vertAlign w:val="superscript"/>
        </w:rPr>
        <w:t>2</w:t>
      </w:r>
    </w:p>
    <w:p w:rsidR="00324755" w:rsidRDefault="00324755" w:rsidP="00344FFF">
      <w:pPr>
        <w:spacing w:after="0"/>
        <w:ind w:firstLine="708"/>
        <w:jc w:val="both"/>
        <w:rPr>
          <w:rFonts w:ascii="Arial" w:hAnsi="Arial" w:cs="Arial"/>
        </w:rPr>
      </w:pPr>
    </w:p>
    <w:p w:rsidR="00324755" w:rsidRPr="00AC6BC7" w:rsidRDefault="00AC6BC7" w:rsidP="00AC6BC7">
      <w:pPr>
        <w:spacing w:after="0"/>
        <w:jc w:val="both"/>
        <w:rPr>
          <w:rFonts w:ascii="Helvetica" w:hAnsi="Helvetica" w:cs="Arial"/>
        </w:rPr>
      </w:pPr>
      <w:r>
        <w:rPr>
          <w:rFonts w:ascii="Arial" w:hAnsi="Arial" w:cs="Arial"/>
        </w:rPr>
        <w:t>Q</w:t>
      </w:r>
      <w:r>
        <w:rPr>
          <w:rFonts w:ascii="Helvetica" w:hAnsi="Helvetica" w:cs="Arial"/>
          <w:vertAlign w:val="subscript"/>
        </w:rPr>
        <w:t>1000</w:t>
      </w:r>
      <w:r>
        <w:rPr>
          <w:rFonts w:ascii="Helvetica" w:hAnsi="Helvetica" w:cs="Arial"/>
        </w:rPr>
        <w:t xml:space="preserve"> = 91,4 m</w:t>
      </w:r>
      <w:r>
        <w:rPr>
          <w:rFonts w:ascii="Helvetica" w:hAnsi="Helvetica" w:cs="Arial"/>
          <w:vertAlign w:val="superscript"/>
        </w:rPr>
        <w:t>3</w:t>
      </w:r>
      <w:r>
        <w:rPr>
          <w:rFonts w:ascii="Helvetica" w:hAnsi="Helvetica" w:cs="Arial"/>
        </w:rPr>
        <w:t>.s</w:t>
      </w:r>
      <w:r>
        <w:rPr>
          <w:rFonts w:ascii="Helvetica" w:hAnsi="Helvetica" w:cs="Arial"/>
          <w:vertAlign w:val="superscript"/>
        </w:rPr>
        <w:t>-1</w:t>
      </w:r>
    </w:p>
    <w:p w:rsidR="00324755" w:rsidRDefault="00324755" w:rsidP="00344FFF">
      <w:pPr>
        <w:spacing w:after="0"/>
        <w:ind w:firstLine="708"/>
        <w:jc w:val="both"/>
        <w:rPr>
          <w:rFonts w:ascii="Arial" w:hAnsi="Arial" w:cs="Arial"/>
        </w:rPr>
      </w:pPr>
    </w:p>
    <w:p w:rsidR="00C570AD" w:rsidRDefault="00C570AD" w:rsidP="00344FFF">
      <w:pPr>
        <w:spacing w:after="0"/>
        <w:ind w:firstLine="708"/>
        <w:jc w:val="both"/>
        <w:rPr>
          <w:rFonts w:ascii="Arial" w:hAnsi="Arial" w:cs="Arial"/>
        </w:rPr>
      </w:pPr>
    </w:p>
    <w:p w:rsidR="006A00CD" w:rsidRDefault="006A00CD" w:rsidP="00344FFF">
      <w:pPr>
        <w:spacing w:after="0"/>
        <w:ind w:firstLine="708"/>
        <w:jc w:val="both"/>
        <w:rPr>
          <w:rFonts w:ascii="Arial" w:hAnsi="Arial" w:cs="Arial"/>
        </w:rPr>
      </w:pPr>
    </w:p>
    <w:p w:rsidR="00324755" w:rsidRPr="00024608" w:rsidRDefault="00324755" w:rsidP="00324755">
      <w:pPr>
        <w:spacing w:after="0"/>
        <w:jc w:val="both"/>
        <w:rPr>
          <w:rFonts w:ascii="Arial" w:hAnsi="Arial" w:cs="Arial"/>
        </w:rPr>
      </w:pPr>
      <w:r w:rsidRPr="00024608">
        <w:rPr>
          <w:rFonts w:ascii="Arial" w:hAnsi="Arial" w:cs="Arial"/>
        </w:rPr>
        <w:t xml:space="preserve">Za tyto práce Vám účtujeme v souladu se zákonem č. 526/1990 Sb. o cenách v platném znění </w:t>
      </w:r>
      <w:proofErr w:type="gramStart"/>
      <w:r w:rsidRPr="00024608">
        <w:rPr>
          <w:rFonts w:ascii="Arial" w:hAnsi="Arial" w:cs="Arial"/>
        </w:rPr>
        <w:t xml:space="preserve">částku    </w:t>
      </w:r>
      <w:r w:rsidR="00AC6BC7">
        <w:rPr>
          <w:rFonts w:ascii="Arial" w:hAnsi="Arial" w:cs="Arial"/>
        </w:rPr>
        <w:t>5 120,</w:t>
      </w:r>
      <w:proofErr w:type="gramEnd"/>
      <w:r w:rsidR="00AC6BC7">
        <w:rPr>
          <w:rFonts w:ascii="Arial" w:hAnsi="Arial" w:cs="Arial"/>
        </w:rPr>
        <w:t>-</w:t>
      </w:r>
      <w:r w:rsidRPr="00024608">
        <w:rPr>
          <w:rFonts w:ascii="Arial" w:hAnsi="Arial" w:cs="Arial"/>
        </w:rPr>
        <w:t>Kč.</w:t>
      </w:r>
    </w:p>
    <w:p w:rsidR="00324755" w:rsidRPr="00024608" w:rsidRDefault="00324755" w:rsidP="00324755">
      <w:pPr>
        <w:spacing w:after="0"/>
        <w:jc w:val="both"/>
        <w:rPr>
          <w:rFonts w:ascii="Arial" w:hAnsi="Arial" w:cs="Arial"/>
        </w:rPr>
      </w:pPr>
    </w:p>
    <w:p w:rsidR="00324755" w:rsidRDefault="00324755" w:rsidP="00324755">
      <w:pPr>
        <w:spacing w:after="0"/>
        <w:jc w:val="both"/>
        <w:rPr>
          <w:rFonts w:ascii="Arial" w:hAnsi="Arial" w:cs="Arial"/>
        </w:rPr>
      </w:pPr>
    </w:p>
    <w:p w:rsidR="00324755" w:rsidRPr="00024608" w:rsidRDefault="00324755" w:rsidP="00324755">
      <w:pPr>
        <w:spacing w:after="0"/>
        <w:jc w:val="both"/>
        <w:rPr>
          <w:rFonts w:ascii="Arial" w:hAnsi="Arial" w:cs="Arial"/>
        </w:rPr>
      </w:pPr>
    </w:p>
    <w:p w:rsidR="00324755" w:rsidRDefault="00324755" w:rsidP="00324755">
      <w:pPr>
        <w:spacing w:after="0"/>
        <w:jc w:val="both"/>
        <w:rPr>
          <w:rFonts w:ascii="Arial" w:hAnsi="Arial" w:cs="Arial"/>
        </w:rPr>
      </w:pPr>
      <w:r w:rsidRPr="00024608">
        <w:rPr>
          <w:rFonts w:ascii="Arial" w:hAnsi="Arial" w:cs="Arial"/>
        </w:rPr>
        <w:t>Přílohy: faktura</w:t>
      </w:r>
      <w:r>
        <w:rPr>
          <w:rFonts w:ascii="Arial" w:hAnsi="Arial" w:cs="Arial"/>
        </w:rPr>
        <w:t xml:space="preserve"> 1x</w:t>
      </w:r>
      <w:r w:rsidR="00AC6BC7">
        <w:rPr>
          <w:rFonts w:ascii="Arial" w:hAnsi="Arial" w:cs="Arial"/>
        </w:rPr>
        <w:t xml:space="preserve"> – již proplacena</w:t>
      </w:r>
    </w:p>
    <w:p w:rsidR="006A00CD" w:rsidRDefault="00AC6BC7" w:rsidP="00344FFF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potvrzená kopie objednávky 1x</w:t>
      </w:r>
    </w:p>
    <w:p w:rsidR="006A00CD" w:rsidRDefault="006A00CD" w:rsidP="00344FFF">
      <w:pPr>
        <w:spacing w:after="0"/>
        <w:ind w:firstLine="708"/>
        <w:jc w:val="both"/>
        <w:rPr>
          <w:rFonts w:ascii="Arial" w:hAnsi="Arial" w:cs="Arial"/>
        </w:rPr>
      </w:pPr>
    </w:p>
    <w:p w:rsidR="006A00CD" w:rsidRDefault="006A00CD" w:rsidP="00344FFF">
      <w:pPr>
        <w:spacing w:after="0"/>
        <w:ind w:firstLine="708"/>
        <w:jc w:val="both"/>
        <w:rPr>
          <w:rFonts w:ascii="Arial" w:hAnsi="Arial" w:cs="Arial"/>
        </w:rPr>
      </w:pPr>
    </w:p>
    <w:p w:rsidR="00AC6BC7" w:rsidRDefault="00AC6BC7" w:rsidP="00344FFF">
      <w:pPr>
        <w:spacing w:after="0"/>
        <w:ind w:firstLine="708"/>
        <w:jc w:val="both"/>
        <w:rPr>
          <w:rFonts w:ascii="Arial" w:hAnsi="Arial" w:cs="Arial"/>
        </w:rPr>
      </w:pPr>
    </w:p>
    <w:p w:rsidR="006A00CD" w:rsidRPr="00024608" w:rsidRDefault="006A00CD" w:rsidP="006A00CD">
      <w:pPr>
        <w:spacing w:after="0"/>
        <w:ind w:left="4248" w:firstLine="708"/>
        <w:jc w:val="center"/>
        <w:rPr>
          <w:rFonts w:ascii="Arial" w:hAnsi="Arial" w:cs="Arial"/>
        </w:rPr>
      </w:pPr>
    </w:p>
    <w:p w:rsidR="006A00CD" w:rsidRPr="00024608" w:rsidRDefault="006A00CD" w:rsidP="006A00CD">
      <w:pPr>
        <w:spacing w:after="0"/>
        <w:ind w:left="4248" w:firstLine="708"/>
        <w:jc w:val="center"/>
        <w:rPr>
          <w:rFonts w:ascii="Arial" w:hAnsi="Arial" w:cs="Arial"/>
        </w:rPr>
      </w:pPr>
    </w:p>
    <w:p w:rsidR="006A00CD" w:rsidRPr="00024608" w:rsidRDefault="006A00CD" w:rsidP="006A00CD">
      <w:pPr>
        <w:spacing w:after="0"/>
        <w:ind w:left="424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Ing. Tomáš Fryč</w:t>
      </w:r>
    </w:p>
    <w:p w:rsidR="006A00CD" w:rsidRPr="00B9476F" w:rsidRDefault="006A00CD" w:rsidP="006A00CD">
      <w:pPr>
        <w:spacing w:after="0"/>
        <w:ind w:left="4956"/>
        <w:jc w:val="center"/>
        <w:rPr>
          <w:rFonts w:ascii="Arial" w:hAnsi="Arial" w:cs="Arial"/>
        </w:rPr>
      </w:pPr>
      <w:r w:rsidRPr="00024608">
        <w:rPr>
          <w:rFonts w:ascii="Arial" w:hAnsi="Arial" w:cs="Arial"/>
        </w:rPr>
        <w:t>vedoucí oddělení hydrologie pobočky</w:t>
      </w:r>
    </w:p>
    <w:sectPr w:rsidR="006A00CD" w:rsidRPr="00B9476F" w:rsidSect="00E70BA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2234" w:right="1418" w:bottom="2835" w:left="1418" w:header="0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CBA" w:rsidRDefault="00910CBA" w:rsidP="00E36896">
      <w:pPr>
        <w:spacing w:after="0" w:line="240" w:lineRule="auto"/>
      </w:pPr>
      <w:r>
        <w:separator/>
      </w:r>
    </w:p>
  </w:endnote>
  <w:endnote w:type="continuationSeparator" w:id="0">
    <w:p w:rsidR="00910CBA" w:rsidRDefault="00910CBA" w:rsidP="00E36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BAE" w:rsidRDefault="00E70BAE" w:rsidP="00E70BAE">
    <w:pPr>
      <w:pStyle w:val="Zpat"/>
      <w:jc w:val="center"/>
      <w:rPr>
        <w:rFonts w:ascii="Arial" w:hAnsi="Arial" w:cs="Arial"/>
        <w:color w:val="A6A6A6"/>
        <w:sz w:val="16"/>
        <w:szCs w:val="16"/>
      </w:rPr>
    </w:pPr>
    <w:r>
      <w:rPr>
        <w:rFonts w:ascii="Arial" w:hAnsi="Arial" w:cs="Arial"/>
        <w:color w:val="A6A6A6"/>
        <w:sz w:val="16"/>
        <w:szCs w:val="16"/>
      </w:rPr>
      <w:t xml:space="preserve">Stránka </w:t>
    </w:r>
    <w:r w:rsidR="00FB6782">
      <w:rPr>
        <w:rFonts w:ascii="Arial" w:hAnsi="Arial" w:cs="Arial"/>
        <w:b/>
        <w:color w:val="A6A6A6"/>
        <w:sz w:val="16"/>
        <w:szCs w:val="16"/>
      </w:rPr>
      <w:fldChar w:fldCharType="begin"/>
    </w:r>
    <w:r>
      <w:rPr>
        <w:rFonts w:ascii="Arial" w:hAnsi="Arial" w:cs="Arial"/>
        <w:b/>
        <w:color w:val="A6A6A6"/>
        <w:sz w:val="16"/>
        <w:szCs w:val="16"/>
      </w:rPr>
      <w:instrText>PAGE</w:instrText>
    </w:r>
    <w:r w:rsidR="00FB6782">
      <w:rPr>
        <w:rFonts w:ascii="Arial" w:hAnsi="Arial" w:cs="Arial"/>
        <w:b/>
        <w:color w:val="A6A6A6"/>
        <w:sz w:val="16"/>
        <w:szCs w:val="16"/>
      </w:rPr>
      <w:fldChar w:fldCharType="separate"/>
    </w:r>
    <w:r w:rsidR="00324755">
      <w:rPr>
        <w:rFonts w:ascii="Arial" w:hAnsi="Arial" w:cs="Arial"/>
        <w:b/>
        <w:noProof/>
        <w:color w:val="A6A6A6"/>
        <w:sz w:val="16"/>
        <w:szCs w:val="16"/>
      </w:rPr>
      <w:t>2</w:t>
    </w:r>
    <w:r w:rsidR="00FB6782">
      <w:rPr>
        <w:rFonts w:ascii="Arial" w:hAnsi="Arial" w:cs="Arial"/>
        <w:b/>
        <w:color w:val="A6A6A6"/>
        <w:sz w:val="16"/>
        <w:szCs w:val="16"/>
      </w:rPr>
      <w:fldChar w:fldCharType="end"/>
    </w:r>
    <w:r>
      <w:rPr>
        <w:rFonts w:ascii="Arial" w:hAnsi="Arial" w:cs="Arial"/>
        <w:color w:val="A6A6A6"/>
        <w:sz w:val="16"/>
        <w:szCs w:val="16"/>
      </w:rPr>
      <w:t xml:space="preserve"> z </w:t>
    </w:r>
    <w:r w:rsidR="00FB6782">
      <w:rPr>
        <w:rFonts w:ascii="Arial" w:hAnsi="Arial" w:cs="Arial"/>
        <w:b/>
        <w:color w:val="A6A6A6"/>
        <w:sz w:val="16"/>
        <w:szCs w:val="16"/>
      </w:rPr>
      <w:fldChar w:fldCharType="begin"/>
    </w:r>
    <w:r>
      <w:rPr>
        <w:rFonts w:ascii="Arial" w:hAnsi="Arial" w:cs="Arial"/>
        <w:b/>
        <w:color w:val="A6A6A6"/>
        <w:sz w:val="16"/>
        <w:szCs w:val="16"/>
      </w:rPr>
      <w:instrText>NUMPAGES</w:instrText>
    </w:r>
    <w:r w:rsidR="00FB6782">
      <w:rPr>
        <w:rFonts w:ascii="Arial" w:hAnsi="Arial" w:cs="Arial"/>
        <w:b/>
        <w:color w:val="A6A6A6"/>
        <w:sz w:val="16"/>
        <w:szCs w:val="16"/>
      </w:rPr>
      <w:fldChar w:fldCharType="separate"/>
    </w:r>
    <w:r w:rsidR="000038D3">
      <w:rPr>
        <w:rFonts w:ascii="Arial" w:hAnsi="Arial" w:cs="Arial"/>
        <w:b/>
        <w:noProof/>
        <w:color w:val="A6A6A6"/>
        <w:sz w:val="16"/>
        <w:szCs w:val="16"/>
      </w:rPr>
      <w:t>1</w:t>
    </w:r>
    <w:r w:rsidR="00FB6782">
      <w:rPr>
        <w:rFonts w:ascii="Arial" w:hAnsi="Arial" w:cs="Arial"/>
        <w:b/>
        <w:color w:val="A6A6A6"/>
        <w:sz w:val="16"/>
        <w:szCs w:val="16"/>
      </w:rPr>
      <w:fldChar w:fldCharType="end"/>
    </w:r>
  </w:p>
  <w:p w:rsidR="00E70BAE" w:rsidRDefault="00E70BA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BAE" w:rsidRDefault="00344FFF" w:rsidP="00E70BAE">
    <w:pPr>
      <w:pStyle w:val="Zpat"/>
      <w:jc w:val="center"/>
      <w:rPr>
        <w:rFonts w:ascii="Arial" w:hAnsi="Arial" w:cs="Arial"/>
        <w:color w:val="A6A6A6"/>
        <w:sz w:val="16"/>
        <w:szCs w:val="16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460AA85" wp14:editId="0B7A6AC4">
              <wp:simplePos x="0" y="0"/>
              <wp:positionH relativeFrom="column">
                <wp:posOffset>-76835</wp:posOffset>
              </wp:positionH>
              <wp:positionV relativeFrom="paragraph">
                <wp:posOffset>-708660</wp:posOffset>
              </wp:positionV>
              <wp:extent cx="2633980" cy="815975"/>
              <wp:effectExtent l="0" t="0" r="0" b="0"/>
              <wp:wrapNone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3980" cy="815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60AB" w:rsidRDefault="00C360AB" w:rsidP="00C360AB">
                          <w:pPr>
                            <w:pStyle w:val="Zkladnodstavec"/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C360AB"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  <w:t xml:space="preserve">Na </w:t>
                          </w:r>
                          <w:proofErr w:type="spellStart"/>
                          <w:r w:rsidRPr="00C360AB"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  <w:t>Šabatce</w:t>
                          </w:r>
                          <w:proofErr w:type="spellEnd"/>
                          <w:r w:rsidRPr="00C360AB"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2050/17</w:t>
                          </w:r>
                          <w:r w:rsidR="001C17E9"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  <w:t xml:space="preserve">, 143 06 </w:t>
                          </w:r>
                          <w:proofErr w:type="gramStart"/>
                          <w:r w:rsidR="001C17E9"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  <w:t>Praha 4</w:t>
                          </w:r>
                          <w:r w:rsidRPr="00C360AB"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  <w:t>-Komořany</w:t>
                          </w:r>
                          <w:proofErr w:type="gramEnd"/>
                        </w:p>
                        <w:p w:rsidR="001C17E9" w:rsidRPr="00C360AB" w:rsidRDefault="001C17E9" w:rsidP="00C360AB">
                          <w:pPr>
                            <w:pStyle w:val="Zkladnodstavec"/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  <w:t xml:space="preserve">tel.: </w:t>
                          </w:r>
                          <w:r w:rsidRPr="001C17E9"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  <w:t>244</w:t>
                          </w:r>
                          <w:r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  <w:t> </w:t>
                          </w:r>
                          <w:r w:rsidRPr="001C17E9"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  <w:t>032</w:t>
                          </w:r>
                          <w:r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</w:t>
                          </w:r>
                          <w:r w:rsidRPr="001C17E9"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  <w:t>545</w:t>
                          </w:r>
                          <w:r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  <w:t>, fax:</w:t>
                          </w:r>
                          <w:r w:rsidRPr="001C17E9">
                            <w:rPr>
                              <w:rFonts w:ascii="Verdana" w:hAnsi="Verdana"/>
                              <w:color w:val="636363"/>
                              <w:sz w:val="15"/>
                              <w:szCs w:val="15"/>
                              <w:shd w:val="clear" w:color="auto" w:fill="FFFFFF"/>
                            </w:rPr>
                            <w:t xml:space="preserve"> </w:t>
                          </w:r>
                          <w:r w:rsidRPr="001C17E9"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  <w:t>244</w:t>
                          </w:r>
                          <w:r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  <w:t> </w:t>
                          </w:r>
                          <w:r w:rsidRPr="001C17E9"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  <w:t>032</w:t>
                          </w:r>
                          <w:r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</w:t>
                          </w:r>
                          <w:r w:rsidRPr="001C17E9">
                            <w:rPr>
                              <w:rStyle w:val="apple-style-span"/>
                              <w:rFonts w:ascii="Arial" w:hAnsi="Arial" w:cs="Arial"/>
                              <w:color w:val="auto"/>
                              <w:sz w:val="16"/>
                              <w:szCs w:val="16"/>
                              <w:shd w:val="clear" w:color="auto" w:fill="FFFFFF"/>
                            </w:rPr>
                            <w:t>500</w:t>
                          </w:r>
                        </w:p>
                        <w:p w:rsidR="00C360AB" w:rsidRDefault="00C360AB" w:rsidP="00C360AB">
                          <w:pPr>
                            <w:pStyle w:val="Zkladnodstavec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C360AB" w:rsidRDefault="00C360AB" w:rsidP="00C360AB">
                          <w:pPr>
                            <w:pStyle w:val="Zkladnodstavec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IČ: 00020699, DIČ: CZ00020699, nejsme plátci DPH</w:t>
                          </w:r>
                        </w:p>
                        <w:p w:rsidR="00C360AB" w:rsidRPr="002C5222" w:rsidRDefault="00C360AB" w:rsidP="00C360AB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č.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ú.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: 5413204</w:t>
                          </w:r>
                          <w:r w:rsidR="00E665C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/0100, www.chmi.cz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9" type="#_x0000_t202" style="position:absolute;left:0;text-align:left;margin-left:-6.05pt;margin-top:-55.8pt;width:207.4pt;height:64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kbItgIAALo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" filled="f" stroked="f">
              <v:textbox>
                <w:txbxContent>
                  <w:p w:rsidR="00C360AB" w:rsidRDefault="00C360AB" w:rsidP="00C360AB">
                    <w:pPr>
                      <w:pStyle w:val="Zkladnodstavec"/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</w:pPr>
                    <w:r w:rsidRPr="00C360AB"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  <w:t xml:space="preserve">Na </w:t>
                    </w:r>
                    <w:proofErr w:type="spellStart"/>
                    <w:r w:rsidRPr="00C360AB"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  <w:t>Šabatce</w:t>
                    </w:r>
                    <w:proofErr w:type="spellEnd"/>
                    <w:r w:rsidRPr="00C360AB"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  <w:t xml:space="preserve"> 2050/17</w:t>
                    </w:r>
                    <w:r w:rsidR="001C17E9"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  <w:t xml:space="preserve">, 143 06 </w:t>
                    </w:r>
                    <w:proofErr w:type="gramStart"/>
                    <w:r w:rsidR="001C17E9"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  <w:t>Praha 4</w:t>
                    </w:r>
                    <w:r w:rsidRPr="00C360AB"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  <w:t>-Komořany</w:t>
                    </w:r>
                    <w:proofErr w:type="gramEnd"/>
                  </w:p>
                  <w:p w:rsidR="001C17E9" w:rsidRPr="00C360AB" w:rsidRDefault="001C17E9" w:rsidP="00C360AB">
                    <w:pPr>
                      <w:pStyle w:val="Zkladnodstavec"/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</w:pPr>
                    <w:r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  <w:t xml:space="preserve">tel.: </w:t>
                    </w:r>
                    <w:r w:rsidRPr="001C17E9"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  <w:t>244</w:t>
                    </w:r>
                    <w:r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  <w:t> </w:t>
                    </w:r>
                    <w:r w:rsidRPr="001C17E9"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  <w:t>032</w:t>
                    </w:r>
                    <w:r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  <w:t xml:space="preserve"> </w:t>
                    </w:r>
                    <w:r w:rsidRPr="001C17E9"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  <w:t>545</w:t>
                    </w:r>
                    <w:r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  <w:t>, fax:</w:t>
                    </w:r>
                    <w:r w:rsidRPr="001C17E9">
                      <w:rPr>
                        <w:rFonts w:ascii="Verdana" w:hAnsi="Verdana"/>
                        <w:color w:val="636363"/>
                        <w:sz w:val="15"/>
                        <w:szCs w:val="15"/>
                        <w:shd w:val="clear" w:color="auto" w:fill="FFFFFF"/>
                      </w:rPr>
                      <w:t xml:space="preserve"> </w:t>
                    </w:r>
                    <w:r w:rsidRPr="001C17E9"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  <w:t>244</w:t>
                    </w:r>
                    <w:r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  <w:t> </w:t>
                    </w:r>
                    <w:r w:rsidRPr="001C17E9"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  <w:t>032</w:t>
                    </w:r>
                    <w:r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  <w:t xml:space="preserve"> </w:t>
                    </w:r>
                    <w:r w:rsidRPr="001C17E9">
                      <w:rPr>
                        <w:rStyle w:val="apple-style-span"/>
                        <w:rFonts w:ascii="Arial" w:hAnsi="Arial" w:cs="Arial"/>
                        <w:color w:val="auto"/>
                        <w:sz w:val="16"/>
                        <w:szCs w:val="16"/>
                        <w:shd w:val="clear" w:color="auto" w:fill="FFFFFF"/>
                      </w:rPr>
                      <w:t>500</w:t>
                    </w:r>
                  </w:p>
                  <w:p w:rsidR="00C360AB" w:rsidRDefault="00C360AB" w:rsidP="00C360AB">
                    <w:pPr>
                      <w:pStyle w:val="Zkladnodstavec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C360AB" w:rsidRDefault="00C360AB" w:rsidP="00C360AB">
                    <w:pPr>
                      <w:pStyle w:val="Zkladnodstavec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IČ: 00020699, DIČ: CZ00020699, nejsme plátci DPH</w:t>
                    </w:r>
                  </w:p>
                  <w:p w:rsidR="00C360AB" w:rsidRPr="002C5222" w:rsidRDefault="00C360AB" w:rsidP="00C360AB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č. </w:t>
                    </w:r>
                    <w:proofErr w:type="spellStart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ú.</w:t>
                    </w:r>
                    <w:proofErr w:type="spellEnd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: 5413204</w:t>
                    </w:r>
                    <w:r w:rsidR="00E665CC"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/0100, www.chmi.cz</w:t>
                    </w:r>
                  </w:p>
                </w:txbxContent>
              </v:textbox>
            </v:shape>
          </w:pict>
        </mc:Fallback>
      </mc:AlternateContent>
    </w:r>
    <w:r w:rsidR="00E70BAE">
      <w:rPr>
        <w:rFonts w:ascii="Arial" w:hAnsi="Arial" w:cs="Arial"/>
        <w:color w:val="A6A6A6"/>
        <w:sz w:val="16"/>
        <w:szCs w:val="16"/>
      </w:rPr>
      <w:t xml:space="preserve">Stránka </w:t>
    </w:r>
    <w:r w:rsidR="00FB6782">
      <w:rPr>
        <w:rFonts w:ascii="Arial" w:hAnsi="Arial" w:cs="Arial"/>
        <w:b/>
        <w:color w:val="A6A6A6"/>
        <w:sz w:val="16"/>
        <w:szCs w:val="16"/>
      </w:rPr>
      <w:fldChar w:fldCharType="begin"/>
    </w:r>
    <w:r w:rsidR="00E70BAE">
      <w:rPr>
        <w:rFonts w:ascii="Arial" w:hAnsi="Arial" w:cs="Arial"/>
        <w:b/>
        <w:color w:val="A6A6A6"/>
        <w:sz w:val="16"/>
        <w:szCs w:val="16"/>
      </w:rPr>
      <w:instrText>PAGE</w:instrText>
    </w:r>
    <w:r w:rsidR="00FB6782">
      <w:rPr>
        <w:rFonts w:ascii="Arial" w:hAnsi="Arial" w:cs="Arial"/>
        <w:b/>
        <w:color w:val="A6A6A6"/>
        <w:sz w:val="16"/>
        <w:szCs w:val="16"/>
      </w:rPr>
      <w:fldChar w:fldCharType="separate"/>
    </w:r>
    <w:r w:rsidR="000038D3">
      <w:rPr>
        <w:rFonts w:ascii="Arial" w:hAnsi="Arial" w:cs="Arial"/>
        <w:b/>
        <w:noProof/>
        <w:color w:val="A6A6A6"/>
        <w:sz w:val="16"/>
        <w:szCs w:val="16"/>
      </w:rPr>
      <w:t>1</w:t>
    </w:r>
    <w:r w:rsidR="00FB6782">
      <w:rPr>
        <w:rFonts w:ascii="Arial" w:hAnsi="Arial" w:cs="Arial"/>
        <w:b/>
        <w:color w:val="A6A6A6"/>
        <w:sz w:val="16"/>
        <w:szCs w:val="16"/>
      </w:rPr>
      <w:fldChar w:fldCharType="end"/>
    </w:r>
    <w:r w:rsidR="00E70BAE">
      <w:rPr>
        <w:rFonts w:ascii="Arial" w:hAnsi="Arial" w:cs="Arial"/>
        <w:color w:val="A6A6A6"/>
        <w:sz w:val="16"/>
        <w:szCs w:val="16"/>
      </w:rPr>
      <w:t xml:space="preserve"> z </w:t>
    </w:r>
    <w:r w:rsidR="00FB6782">
      <w:rPr>
        <w:rFonts w:ascii="Arial" w:hAnsi="Arial" w:cs="Arial"/>
        <w:b/>
        <w:color w:val="A6A6A6"/>
        <w:sz w:val="16"/>
        <w:szCs w:val="16"/>
      </w:rPr>
      <w:fldChar w:fldCharType="begin"/>
    </w:r>
    <w:r w:rsidR="00E70BAE">
      <w:rPr>
        <w:rFonts w:ascii="Arial" w:hAnsi="Arial" w:cs="Arial"/>
        <w:b/>
        <w:color w:val="A6A6A6"/>
        <w:sz w:val="16"/>
        <w:szCs w:val="16"/>
      </w:rPr>
      <w:instrText>NUMPAGES</w:instrText>
    </w:r>
    <w:r w:rsidR="00FB6782">
      <w:rPr>
        <w:rFonts w:ascii="Arial" w:hAnsi="Arial" w:cs="Arial"/>
        <w:b/>
        <w:color w:val="A6A6A6"/>
        <w:sz w:val="16"/>
        <w:szCs w:val="16"/>
      </w:rPr>
      <w:fldChar w:fldCharType="separate"/>
    </w:r>
    <w:r w:rsidR="000038D3">
      <w:rPr>
        <w:rFonts w:ascii="Arial" w:hAnsi="Arial" w:cs="Arial"/>
        <w:b/>
        <w:noProof/>
        <w:color w:val="A6A6A6"/>
        <w:sz w:val="16"/>
        <w:szCs w:val="16"/>
      </w:rPr>
      <w:t>1</w:t>
    </w:r>
    <w:r w:rsidR="00FB6782">
      <w:rPr>
        <w:rFonts w:ascii="Arial" w:hAnsi="Arial" w:cs="Arial"/>
        <w:b/>
        <w:color w:val="A6A6A6"/>
        <w:sz w:val="16"/>
        <w:szCs w:val="16"/>
      </w:rPr>
      <w:fldChar w:fldCharType="end"/>
    </w:r>
  </w:p>
  <w:p w:rsidR="00E70BAE" w:rsidRDefault="00E70B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CBA" w:rsidRDefault="00910CBA" w:rsidP="00E36896">
      <w:pPr>
        <w:spacing w:after="0" w:line="240" w:lineRule="auto"/>
      </w:pPr>
      <w:r>
        <w:separator/>
      </w:r>
    </w:p>
  </w:footnote>
  <w:footnote w:type="continuationSeparator" w:id="0">
    <w:p w:rsidR="00910CBA" w:rsidRDefault="00910CBA" w:rsidP="00E36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0DA" w:rsidRDefault="00910CBA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91860" o:spid="_x0000_s2055" type="#_x0000_t75" style="position:absolute;margin-left:0;margin-top:0;width:453.35pt;height:309.55pt;z-index:-251658752;mso-position-horizontal:center;mso-position-horizontal-relative:margin;mso-position-vertical:center;mso-position-vertical-relative:margin" o:allowincell="f">
          <v:imagedata r:id="rId1" o:title="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A8F" w:rsidRDefault="00344FF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-900430</wp:posOffset>
          </wp:positionH>
          <wp:positionV relativeFrom="paragraph">
            <wp:posOffset>0</wp:posOffset>
          </wp:positionV>
          <wp:extent cx="7553325" cy="10696575"/>
          <wp:effectExtent l="0" t="0" r="9525" b="9525"/>
          <wp:wrapNone/>
          <wp:docPr id="18" name="obrázek 18" descr="Prah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Prah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9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0DA" w:rsidRDefault="00344FF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-900430</wp:posOffset>
          </wp:positionH>
          <wp:positionV relativeFrom="paragraph">
            <wp:posOffset>0</wp:posOffset>
          </wp:positionV>
          <wp:extent cx="7553325" cy="10696575"/>
          <wp:effectExtent l="0" t="0" r="9525" b="9525"/>
          <wp:wrapNone/>
          <wp:docPr id="17" name="obrázek 17" descr="Prah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Prah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9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CBA"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91859" o:spid="_x0000_s2054" type="#_x0000_t75" style="position:absolute;margin-left:0;margin-top:0;width:453.35pt;height:309.55pt;z-index:-251659776;mso-position-horizontal:center;mso-position-horizontal-relative:margin;mso-position-vertical:center;mso-position-vertical-relative:margin" o:allowincell="f">
          <v:imagedata r:id="rId2" o:title="2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BC7"/>
    <w:rsid w:val="000038D3"/>
    <w:rsid w:val="00017A4D"/>
    <w:rsid w:val="00070DB5"/>
    <w:rsid w:val="0007302A"/>
    <w:rsid w:val="000B7C2A"/>
    <w:rsid w:val="000D11BB"/>
    <w:rsid w:val="000E682E"/>
    <w:rsid w:val="0015152F"/>
    <w:rsid w:val="00185E52"/>
    <w:rsid w:val="001934DC"/>
    <w:rsid w:val="001C17E9"/>
    <w:rsid w:val="001F13D2"/>
    <w:rsid w:val="001F6735"/>
    <w:rsid w:val="00254F7B"/>
    <w:rsid w:val="0029215F"/>
    <w:rsid w:val="002B5F04"/>
    <w:rsid w:val="002C08A6"/>
    <w:rsid w:val="002C37C6"/>
    <w:rsid w:val="002C5222"/>
    <w:rsid w:val="00324755"/>
    <w:rsid w:val="00327663"/>
    <w:rsid w:val="003327CC"/>
    <w:rsid w:val="00344FFF"/>
    <w:rsid w:val="00366FE3"/>
    <w:rsid w:val="003720DA"/>
    <w:rsid w:val="00373E96"/>
    <w:rsid w:val="00381B8A"/>
    <w:rsid w:val="00382E38"/>
    <w:rsid w:val="00424BFA"/>
    <w:rsid w:val="00437DE2"/>
    <w:rsid w:val="00463A13"/>
    <w:rsid w:val="004664CC"/>
    <w:rsid w:val="004877EA"/>
    <w:rsid w:val="004A3B7E"/>
    <w:rsid w:val="004E2235"/>
    <w:rsid w:val="005160B9"/>
    <w:rsid w:val="00537529"/>
    <w:rsid w:val="00544EB3"/>
    <w:rsid w:val="00551DE1"/>
    <w:rsid w:val="005B5596"/>
    <w:rsid w:val="005C4D28"/>
    <w:rsid w:val="005F3FDF"/>
    <w:rsid w:val="00601318"/>
    <w:rsid w:val="00671C9C"/>
    <w:rsid w:val="006879EE"/>
    <w:rsid w:val="006A00CD"/>
    <w:rsid w:val="006E055F"/>
    <w:rsid w:val="0070289A"/>
    <w:rsid w:val="007047A2"/>
    <w:rsid w:val="007235E7"/>
    <w:rsid w:val="007725ED"/>
    <w:rsid w:val="00784596"/>
    <w:rsid w:val="007D03A6"/>
    <w:rsid w:val="007D60BC"/>
    <w:rsid w:val="007F589E"/>
    <w:rsid w:val="00800B92"/>
    <w:rsid w:val="00815E48"/>
    <w:rsid w:val="00817F48"/>
    <w:rsid w:val="008443DC"/>
    <w:rsid w:val="008A0704"/>
    <w:rsid w:val="008C3A8F"/>
    <w:rsid w:val="008E7F99"/>
    <w:rsid w:val="008F4DC1"/>
    <w:rsid w:val="00910CBA"/>
    <w:rsid w:val="00932A7C"/>
    <w:rsid w:val="00933295"/>
    <w:rsid w:val="00987BE9"/>
    <w:rsid w:val="009C6CB8"/>
    <w:rsid w:val="009D77DE"/>
    <w:rsid w:val="009E2D6B"/>
    <w:rsid w:val="00A3158A"/>
    <w:rsid w:val="00A3576A"/>
    <w:rsid w:val="00A961E7"/>
    <w:rsid w:val="00AC6BC7"/>
    <w:rsid w:val="00AD5916"/>
    <w:rsid w:val="00B009A5"/>
    <w:rsid w:val="00B04145"/>
    <w:rsid w:val="00B44524"/>
    <w:rsid w:val="00B82F04"/>
    <w:rsid w:val="00B9476F"/>
    <w:rsid w:val="00BA3D46"/>
    <w:rsid w:val="00BC2614"/>
    <w:rsid w:val="00BD5BDD"/>
    <w:rsid w:val="00C360AB"/>
    <w:rsid w:val="00C413C6"/>
    <w:rsid w:val="00C570AD"/>
    <w:rsid w:val="00C843B7"/>
    <w:rsid w:val="00CA0A67"/>
    <w:rsid w:val="00D06CD1"/>
    <w:rsid w:val="00D20030"/>
    <w:rsid w:val="00D4020B"/>
    <w:rsid w:val="00D948AC"/>
    <w:rsid w:val="00DC0CF9"/>
    <w:rsid w:val="00DC178E"/>
    <w:rsid w:val="00DC26A6"/>
    <w:rsid w:val="00DF0075"/>
    <w:rsid w:val="00E057B7"/>
    <w:rsid w:val="00E17245"/>
    <w:rsid w:val="00E21A01"/>
    <w:rsid w:val="00E23AC3"/>
    <w:rsid w:val="00E272C7"/>
    <w:rsid w:val="00E34BC9"/>
    <w:rsid w:val="00E36896"/>
    <w:rsid w:val="00E665CC"/>
    <w:rsid w:val="00E703F9"/>
    <w:rsid w:val="00E70BAE"/>
    <w:rsid w:val="00EA243E"/>
    <w:rsid w:val="00EB3B9E"/>
    <w:rsid w:val="00F062EA"/>
    <w:rsid w:val="00F26BE5"/>
    <w:rsid w:val="00F94FF0"/>
    <w:rsid w:val="00FB6782"/>
    <w:rsid w:val="00FE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55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00B92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0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0B92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B0414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E36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36896"/>
  </w:style>
  <w:style w:type="paragraph" w:styleId="Zpat">
    <w:name w:val="footer"/>
    <w:basedOn w:val="Normln"/>
    <w:link w:val="ZpatChar"/>
    <w:uiPriority w:val="99"/>
    <w:semiHidden/>
    <w:unhideWhenUsed/>
    <w:rsid w:val="00E36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36896"/>
  </w:style>
  <w:style w:type="character" w:styleId="Hypertextovodkaz">
    <w:name w:val="Hyperlink"/>
    <w:basedOn w:val="Standardnpsmoodstavce"/>
    <w:uiPriority w:val="99"/>
    <w:unhideWhenUsed/>
    <w:rsid w:val="00070DB5"/>
    <w:rPr>
      <w:color w:val="0000FF"/>
      <w:u w:val="single"/>
    </w:rPr>
  </w:style>
  <w:style w:type="character" w:customStyle="1" w:styleId="apple-style-span">
    <w:name w:val="apple-style-span"/>
    <w:basedOn w:val="Standardnpsmoodstavce"/>
    <w:rsid w:val="00C360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55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00B92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0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0B92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B0414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E36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36896"/>
  </w:style>
  <w:style w:type="paragraph" w:styleId="Zpat">
    <w:name w:val="footer"/>
    <w:basedOn w:val="Normln"/>
    <w:link w:val="ZpatChar"/>
    <w:uiPriority w:val="99"/>
    <w:semiHidden/>
    <w:unhideWhenUsed/>
    <w:rsid w:val="00E36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36896"/>
  </w:style>
  <w:style w:type="character" w:styleId="Hypertextovodkaz">
    <w:name w:val="Hyperlink"/>
    <w:basedOn w:val="Standardnpsmoodstavce"/>
    <w:uiPriority w:val="99"/>
    <w:unhideWhenUsed/>
    <w:rsid w:val="00070DB5"/>
    <w:rPr>
      <w:color w:val="0000FF"/>
      <w:u w:val="single"/>
    </w:rPr>
  </w:style>
  <w:style w:type="character" w:customStyle="1" w:styleId="apple-style-span">
    <w:name w:val="apple-style-span"/>
    <w:basedOn w:val="Standardnpsmoodstavce"/>
    <w:rsid w:val="00C36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lhelmova_Z\Documents\hlavi&#269;ka_nov&#225;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hlavička_nová.dotx</Template>
  <TotalTime>16</TotalTime>
  <Pages>1</Pages>
  <Words>60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ČHMÚ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Vilhelmova_Z</dc:creator>
  <cp:lastModifiedBy>Vilhelmova_Z</cp:lastModifiedBy>
  <cp:revision>3</cp:revision>
  <cp:lastPrinted>2016-10-13T10:54:00Z</cp:lastPrinted>
  <dcterms:created xsi:type="dcterms:W3CDTF">2016-10-13T10:43:00Z</dcterms:created>
  <dcterms:modified xsi:type="dcterms:W3CDTF">2016-10-13T10:59:00Z</dcterms:modified>
</cp:coreProperties>
</file>