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D55" w:rsidRPr="00384398" w:rsidRDefault="00097D55" w:rsidP="00DC1688">
      <w:pPr>
        <w:keepNext/>
        <w:spacing w:after="0" w:line="240" w:lineRule="auto"/>
        <w:outlineLvl w:val="0"/>
        <w:rPr>
          <w:rFonts w:ascii="Times New Roman" w:eastAsia="MS Mincho" w:hAnsi="Times New Roman"/>
          <w:b/>
          <w:bCs/>
          <w:smallCaps/>
          <w:spacing w:val="5"/>
          <w:sz w:val="36"/>
          <w:szCs w:val="24"/>
          <w:lang w:eastAsia="cs-CZ"/>
        </w:rPr>
      </w:pPr>
      <w:bookmarkStart w:id="0" w:name="_Toc532197062"/>
      <w:bookmarkStart w:id="1" w:name="_Toc20238471"/>
      <w:r w:rsidRPr="00384398">
        <w:rPr>
          <w:rFonts w:ascii="Times New Roman" w:eastAsia="MS Mincho" w:hAnsi="Times New Roman"/>
          <w:b/>
          <w:bCs/>
          <w:smallCaps/>
          <w:spacing w:val="5"/>
          <w:sz w:val="32"/>
          <w:szCs w:val="24"/>
          <w:lang w:eastAsia="cs-CZ"/>
        </w:rPr>
        <w:t>ZADÁVACÍ LIST</w:t>
      </w:r>
      <w:bookmarkEnd w:id="0"/>
      <w:bookmarkEnd w:id="1"/>
      <w:r w:rsidR="00DC1688">
        <w:rPr>
          <w:rFonts w:ascii="Times New Roman" w:eastAsia="MS Mincho" w:hAnsi="Times New Roman"/>
          <w:b/>
          <w:bCs/>
          <w:smallCaps/>
          <w:spacing w:val="5"/>
          <w:sz w:val="32"/>
          <w:szCs w:val="24"/>
          <w:lang w:eastAsia="cs-CZ"/>
        </w:rPr>
        <w:t xml:space="preserve"> SEČENÍ</w:t>
      </w:r>
    </w:p>
    <w:p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/>
          <w:sz w:val="24"/>
        </w:rPr>
      </w:pPr>
    </w:p>
    <w:p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Zadávací list č.: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Ze dne:</w:t>
      </w:r>
    </w:p>
    <w:p w:rsidR="00B52DD6" w:rsidRDefault="00B52DD6" w:rsidP="001970F5">
      <w:pPr>
        <w:keepNext/>
        <w:spacing w:after="0" w:line="240" w:lineRule="auto"/>
        <w:outlineLvl w:val="0"/>
        <w:rPr>
          <w:rFonts w:ascii="Times New Roman" w:hAnsi="Times New Roman"/>
          <w:sz w:val="24"/>
        </w:rPr>
      </w:pPr>
    </w:p>
    <w:p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Adresa Zhotovitele:</w:t>
      </w:r>
    </w:p>
    <w:p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/>
          <w:sz w:val="24"/>
        </w:rPr>
      </w:pPr>
    </w:p>
    <w:p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PSČ: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IČO:</w:t>
      </w:r>
    </w:p>
    <w:p w:rsidR="00384398" w:rsidRDefault="00384398" w:rsidP="00384398">
      <w:pPr>
        <w:keepNext/>
        <w:spacing w:after="0" w:line="240" w:lineRule="auto"/>
        <w:ind w:left="4248" w:firstLine="708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DIČ:</w:t>
      </w:r>
    </w:p>
    <w:p w:rsidR="00384398" w:rsidRDefault="00384398" w:rsidP="00384398">
      <w:pPr>
        <w:keepNext/>
        <w:spacing w:after="0" w:line="240" w:lineRule="auto"/>
        <w:outlineLvl w:val="0"/>
        <w:rPr>
          <w:rFonts w:ascii="Times New Roman" w:hAnsi="Times New Roman"/>
          <w:sz w:val="24"/>
        </w:rPr>
      </w:pPr>
    </w:p>
    <w:p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Předmět:</w:t>
      </w:r>
      <w:r>
        <w:rPr>
          <w:rFonts w:ascii="Times New Roman" w:hAnsi="Times New Roman"/>
          <w:sz w:val="24"/>
        </w:rPr>
        <w:tab/>
      </w:r>
      <w:r w:rsidR="00F00E31">
        <w:rPr>
          <w:rFonts w:ascii="Times New Roman" w:hAnsi="Times New Roman"/>
          <w:sz w:val="24"/>
        </w:rPr>
        <w:t>……………………</w:t>
      </w:r>
    </w:p>
    <w:p w:rsidR="00DC1688" w:rsidRDefault="00DC1688" w:rsidP="001970F5">
      <w:pPr>
        <w:keepNext/>
        <w:spacing w:after="0" w:line="240" w:lineRule="auto"/>
        <w:outlineLvl w:val="0"/>
        <w:rPr>
          <w:rFonts w:ascii="Times New Roman" w:hAnsi="Times New Roman"/>
          <w:sz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898"/>
        <w:gridCol w:w="1110"/>
        <w:gridCol w:w="1111"/>
        <w:gridCol w:w="1559"/>
        <w:gridCol w:w="1559"/>
        <w:gridCol w:w="2127"/>
        <w:gridCol w:w="3969"/>
      </w:tblGrid>
      <w:tr w:rsidR="00DC1688" w:rsidRPr="00681D01" w:rsidTr="00681D01">
        <w:tc>
          <w:tcPr>
            <w:tcW w:w="1696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Cs w:val="24"/>
                <w:lang w:eastAsia="cs-CZ"/>
              </w:rPr>
            </w:pPr>
            <w:r w:rsidRPr="00681D01">
              <w:rPr>
                <w:rFonts w:ascii="Times New Roman" w:eastAsia="MS Mincho" w:hAnsi="Times New Roman"/>
                <w:b/>
                <w:szCs w:val="24"/>
                <w:lang w:eastAsia="cs-CZ"/>
              </w:rPr>
              <w:t>VT</w:t>
            </w:r>
          </w:p>
        </w:tc>
        <w:tc>
          <w:tcPr>
            <w:tcW w:w="898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Cs w:val="24"/>
                <w:lang w:eastAsia="cs-CZ"/>
              </w:rPr>
            </w:pPr>
            <w:r w:rsidRPr="00681D01">
              <w:rPr>
                <w:rFonts w:ascii="Times New Roman" w:eastAsia="MS Mincho" w:hAnsi="Times New Roman"/>
                <w:b/>
                <w:szCs w:val="24"/>
                <w:lang w:eastAsia="cs-CZ"/>
              </w:rPr>
              <w:t>ř. km</w:t>
            </w:r>
          </w:p>
        </w:tc>
        <w:tc>
          <w:tcPr>
            <w:tcW w:w="1110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Cs w:val="24"/>
                <w:lang w:eastAsia="cs-CZ"/>
              </w:rPr>
            </w:pPr>
            <w:r w:rsidRPr="00681D01">
              <w:rPr>
                <w:rFonts w:ascii="Times New Roman" w:eastAsia="MS Mincho" w:hAnsi="Times New Roman"/>
                <w:b/>
                <w:szCs w:val="24"/>
                <w:lang w:eastAsia="cs-CZ"/>
              </w:rPr>
              <w:t>CK</w:t>
            </w:r>
          </w:p>
        </w:tc>
        <w:tc>
          <w:tcPr>
            <w:tcW w:w="1111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Cs w:val="24"/>
                <w:lang w:eastAsia="cs-CZ"/>
              </w:rPr>
            </w:pPr>
            <w:r w:rsidRPr="00681D01">
              <w:rPr>
                <w:rFonts w:ascii="Times New Roman" w:eastAsia="MS Mincho" w:hAnsi="Times New Roman"/>
                <w:b/>
                <w:szCs w:val="24"/>
                <w:lang w:eastAsia="cs-CZ"/>
              </w:rPr>
              <w:t>Množství (ha)</w:t>
            </w:r>
          </w:p>
        </w:tc>
        <w:tc>
          <w:tcPr>
            <w:tcW w:w="155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Cs w:val="24"/>
                <w:lang w:eastAsia="cs-CZ"/>
              </w:rPr>
            </w:pPr>
            <w:r w:rsidRPr="00681D01">
              <w:rPr>
                <w:rFonts w:ascii="Times New Roman" w:eastAsia="MS Mincho" w:hAnsi="Times New Roman"/>
                <w:b/>
                <w:szCs w:val="24"/>
                <w:lang w:eastAsia="cs-CZ"/>
              </w:rPr>
              <w:t>Datum zahájení</w:t>
            </w:r>
          </w:p>
        </w:tc>
        <w:tc>
          <w:tcPr>
            <w:tcW w:w="155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Cs w:val="24"/>
                <w:lang w:eastAsia="cs-CZ"/>
              </w:rPr>
            </w:pPr>
            <w:r w:rsidRPr="00681D01">
              <w:rPr>
                <w:rFonts w:ascii="Times New Roman" w:eastAsia="MS Mincho" w:hAnsi="Times New Roman"/>
                <w:b/>
                <w:szCs w:val="24"/>
                <w:lang w:eastAsia="cs-CZ"/>
              </w:rPr>
              <w:t>Datum ukončení</w:t>
            </w:r>
          </w:p>
        </w:tc>
        <w:tc>
          <w:tcPr>
            <w:tcW w:w="2127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Cs w:val="24"/>
                <w:lang w:eastAsia="cs-CZ"/>
              </w:rPr>
            </w:pPr>
            <w:r w:rsidRPr="00681D01">
              <w:rPr>
                <w:rFonts w:ascii="Times New Roman" w:eastAsia="MS Mincho" w:hAnsi="Times New Roman"/>
                <w:b/>
                <w:szCs w:val="24"/>
                <w:lang w:eastAsia="cs-CZ"/>
              </w:rPr>
              <w:t>Datum a podpis převzetí objednatelem</w:t>
            </w:r>
          </w:p>
        </w:tc>
        <w:tc>
          <w:tcPr>
            <w:tcW w:w="396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Cs w:val="24"/>
                <w:lang w:eastAsia="cs-CZ"/>
              </w:rPr>
            </w:pPr>
            <w:r w:rsidRPr="00681D01">
              <w:rPr>
                <w:rFonts w:ascii="Times New Roman" w:eastAsia="MS Mincho" w:hAnsi="Times New Roman"/>
                <w:b/>
                <w:szCs w:val="24"/>
                <w:lang w:eastAsia="cs-CZ"/>
              </w:rPr>
              <w:t>Poznámka</w:t>
            </w:r>
          </w:p>
        </w:tc>
      </w:tr>
      <w:tr w:rsidR="00DC1688" w:rsidRPr="00681D01" w:rsidTr="00681D01">
        <w:tc>
          <w:tcPr>
            <w:tcW w:w="1696" w:type="dxa"/>
            <w:shd w:val="clear" w:color="auto" w:fill="auto"/>
          </w:tcPr>
          <w:p w:rsidR="00DC1688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cs-CZ"/>
              </w:rPr>
              <w:t>Labe</w:t>
            </w:r>
          </w:p>
        </w:tc>
        <w:tc>
          <w:tcPr>
            <w:tcW w:w="898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0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1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396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</w:tr>
      <w:tr w:rsidR="00DC1688" w:rsidRPr="00681D01" w:rsidTr="00681D01">
        <w:tc>
          <w:tcPr>
            <w:tcW w:w="1696" w:type="dxa"/>
            <w:shd w:val="clear" w:color="auto" w:fill="auto"/>
          </w:tcPr>
          <w:p w:rsidR="00DC1688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cs-CZ"/>
              </w:rPr>
              <w:t>Labe</w:t>
            </w:r>
          </w:p>
        </w:tc>
        <w:tc>
          <w:tcPr>
            <w:tcW w:w="898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0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1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396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</w:tr>
      <w:tr w:rsidR="00D33CB0" w:rsidRPr="00681D01" w:rsidTr="00681D01">
        <w:tc>
          <w:tcPr>
            <w:tcW w:w="1696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cs-CZ"/>
              </w:rPr>
              <w:t>Labe</w:t>
            </w:r>
          </w:p>
        </w:tc>
        <w:tc>
          <w:tcPr>
            <w:tcW w:w="898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0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1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3969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</w:tr>
      <w:tr w:rsidR="00DC1688" w:rsidRPr="00681D01" w:rsidTr="00681D01">
        <w:tc>
          <w:tcPr>
            <w:tcW w:w="1696" w:type="dxa"/>
            <w:shd w:val="clear" w:color="auto" w:fill="auto"/>
          </w:tcPr>
          <w:p w:rsidR="00DC1688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cs-CZ"/>
              </w:rPr>
              <w:t>Labe</w:t>
            </w:r>
          </w:p>
        </w:tc>
        <w:tc>
          <w:tcPr>
            <w:tcW w:w="898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0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1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396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</w:tr>
      <w:tr w:rsidR="00D33CB0" w:rsidRPr="00681D01" w:rsidTr="00681D01">
        <w:tc>
          <w:tcPr>
            <w:tcW w:w="1696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cs-CZ"/>
              </w:rPr>
              <w:t>Labe</w:t>
            </w:r>
          </w:p>
        </w:tc>
        <w:tc>
          <w:tcPr>
            <w:tcW w:w="898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0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1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3969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</w:tr>
      <w:tr w:rsidR="00DC1688" w:rsidRPr="00681D01" w:rsidTr="00681D01">
        <w:tc>
          <w:tcPr>
            <w:tcW w:w="1696" w:type="dxa"/>
            <w:shd w:val="clear" w:color="auto" w:fill="auto"/>
          </w:tcPr>
          <w:p w:rsidR="00DC1688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cs-CZ"/>
              </w:rPr>
              <w:t>Labe</w:t>
            </w:r>
          </w:p>
        </w:tc>
        <w:tc>
          <w:tcPr>
            <w:tcW w:w="898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0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1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396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</w:tr>
      <w:tr w:rsidR="00DC1688" w:rsidRPr="00681D01" w:rsidTr="00681D01">
        <w:tc>
          <w:tcPr>
            <w:tcW w:w="1696" w:type="dxa"/>
            <w:shd w:val="clear" w:color="auto" w:fill="auto"/>
          </w:tcPr>
          <w:p w:rsidR="00DC1688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cs-CZ"/>
              </w:rPr>
              <w:t>Labe</w:t>
            </w:r>
          </w:p>
        </w:tc>
        <w:tc>
          <w:tcPr>
            <w:tcW w:w="898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0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1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396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</w:tr>
      <w:tr w:rsidR="00D33CB0" w:rsidRPr="00681D01" w:rsidTr="00681D01">
        <w:tc>
          <w:tcPr>
            <w:tcW w:w="1696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cs-CZ"/>
              </w:rPr>
              <w:t>Labe</w:t>
            </w:r>
          </w:p>
        </w:tc>
        <w:tc>
          <w:tcPr>
            <w:tcW w:w="898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0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1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3969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</w:tr>
      <w:tr w:rsidR="00DC1688" w:rsidRPr="00681D01" w:rsidTr="00681D01">
        <w:tc>
          <w:tcPr>
            <w:tcW w:w="1696" w:type="dxa"/>
            <w:shd w:val="clear" w:color="auto" w:fill="auto"/>
          </w:tcPr>
          <w:p w:rsidR="00DC1688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cs-CZ"/>
              </w:rPr>
              <w:t>Labe</w:t>
            </w:r>
          </w:p>
        </w:tc>
        <w:tc>
          <w:tcPr>
            <w:tcW w:w="898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0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1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396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</w:tr>
      <w:tr w:rsidR="00DC1688" w:rsidRPr="00681D01" w:rsidTr="00681D01">
        <w:tc>
          <w:tcPr>
            <w:tcW w:w="1696" w:type="dxa"/>
            <w:shd w:val="clear" w:color="auto" w:fill="auto"/>
          </w:tcPr>
          <w:p w:rsidR="00DC1688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cs-CZ"/>
              </w:rPr>
              <w:t>Labe</w:t>
            </w:r>
          </w:p>
        </w:tc>
        <w:tc>
          <w:tcPr>
            <w:tcW w:w="898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0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1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3969" w:type="dxa"/>
            <w:shd w:val="clear" w:color="auto" w:fill="auto"/>
          </w:tcPr>
          <w:p w:rsidR="00DC1688" w:rsidRPr="00681D01" w:rsidRDefault="00DC1688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</w:tr>
      <w:tr w:rsidR="00D33CB0" w:rsidRPr="00681D01" w:rsidTr="00681D01">
        <w:tc>
          <w:tcPr>
            <w:tcW w:w="1696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cs-CZ"/>
              </w:rPr>
              <w:t>Labe</w:t>
            </w:r>
            <w:bookmarkStart w:id="2" w:name="_GoBack"/>
            <w:bookmarkEnd w:id="2"/>
          </w:p>
        </w:tc>
        <w:tc>
          <w:tcPr>
            <w:tcW w:w="898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0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111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1559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2127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3969" w:type="dxa"/>
            <w:shd w:val="clear" w:color="auto" w:fill="auto"/>
          </w:tcPr>
          <w:p w:rsidR="00D33CB0" w:rsidRPr="00681D01" w:rsidRDefault="00D33CB0" w:rsidP="00681D01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cs-CZ"/>
              </w:rPr>
            </w:pPr>
          </w:p>
        </w:tc>
      </w:tr>
    </w:tbl>
    <w:p w:rsidR="00DC1688" w:rsidRDefault="00DC1688" w:rsidP="00097D55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cs-CZ"/>
        </w:rPr>
      </w:pPr>
    </w:p>
    <w:tbl>
      <w:tblPr>
        <w:tblW w:w="50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1895"/>
        <w:gridCol w:w="159"/>
        <w:gridCol w:w="2708"/>
        <w:gridCol w:w="3992"/>
        <w:gridCol w:w="2457"/>
        <w:gridCol w:w="1921"/>
        <w:gridCol w:w="151"/>
      </w:tblGrid>
      <w:tr w:rsidR="007930E6" w:rsidRPr="00681D01" w:rsidTr="00DC1688">
        <w:trPr>
          <w:trHeight w:val="53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 xml:space="preserve">Dne: 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D55" w:rsidRPr="00384398" w:rsidRDefault="00097D55" w:rsidP="00DC16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 xml:space="preserve">  Za</w:t>
            </w:r>
            <w:r w:rsidR="007930E6" w:rsidRPr="00384398"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 xml:space="preserve"> </w:t>
            </w:r>
            <w:r w:rsidR="001970F5" w:rsidRPr="00384398"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>Objednatele</w:t>
            </w:r>
            <w:r w:rsidRPr="00384398"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 xml:space="preserve"> </w:t>
            </w:r>
            <w:r w:rsidR="00DC1688"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>předal</w:t>
            </w:r>
          </w:p>
        </w:tc>
        <w:tc>
          <w:tcPr>
            <w:tcW w:w="1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D55" w:rsidRPr="00384398" w:rsidRDefault="00097D55" w:rsidP="00097D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688" w:rsidRPr="00384398" w:rsidRDefault="00097D55" w:rsidP="00DC1688">
            <w:pPr>
              <w:spacing w:after="0" w:line="240" w:lineRule="auto"/>
              <w:ind w:left="131"/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 xml:space="preserve">Za </w:t>
            </w:r>
            <w:r w:rsidR="007930E6" w:rsidRPr="00384398"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 xml:space="preserve">Zhotovitele </w:t>
            </w:r>
            <w:r w:rsidR="00DC1688"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  <w:t>převzal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</w:pPr>
          </w:p>
          <w:p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cs-CZ"/>
              </w:rPr>
            </w:pPr>
          </w:p>
        </w:tc>
      </w:tr>
    </w:tbl>
    <w:p w:rsidR="00097D55" w:rsidRPr="00384398" w:rsidRDefault="00097D55" w:rsidP="00097D55">
      <w:pPr>
        <w:spacing w:after="0" w:line="240" w:lineRule="auto"/>
        <w:rPr>
          <w:rFonts w:ascii="Times New Roman" w:eastAsia="MS Mincho" w:hAnsi="Times New Roman"/>
          <w:sz w:val="32"/>
          <w:szCs w:val="24"/>
          <w:lang w:eastAsia="cs-CZ"/>
        </w:rPr>
      </w:pPr>
      <w:r w:rsidRPr="00384398">
        <w:rPr>
          <w:rFonts w:ascii="Times New Roman" w:eastAsia="MS Mincho" w:hAnsi="Times New Roman"/>
          <w:sz w:val="24"/>
          <w:szCs w:val="20"/>
          <w:lang w:eastAsia="cs-CZ"/>
        </w:rPr>
        <w:t xml:space="preserve"> </w:t>
      </w:r>
      <w:r w:rsidR="00DC1688">
        <w:rPr>
          <w:rFonts w:ascii="Times New Roman" w:eastAsia="MS Mincho" w:hAnsi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/>
          <w:sz w:val="24"/>
          <w:szCs w:val="20"/>
          <w:lang w:eastAsia="cs-CZ"/>
        </w:rPr>
        <w:tab/>
        <w:t>(v případě osobního předání)</w:t>
      </w:r>
    </w:p>
    <w:p w:rsidR="00AD76A4" w:rsidRPr="00384398" w:rsidRDefault="00AD76A4">
      <w:pPr>
        <w:rPr>
          <w:rFonts w:ascii="Times New Roman" w:hAnsi="Times New Roman"/>
          <w:sz w:val="28"/>
        </w:rPr>
      </w:pPr>
    </w:p>
    <w:sectPr w:rsidR="00AD76A4" w:rsidRPr="00384398" w:rsidSect="00DC16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CB0"/>
    <w:rsid w:val="00097D55"/>
    <w:rsid w:val="001703E1"/>
    <w:rsid w:val="001970F5"/>
    <w:rsid w:val="0028764B"/>
    <w:rsid w:val="00384398"/>
    <w:rsid w:val="00681D01"/>
    <w:rsid w:val="006966CD"/>
    <w:rsid w:val="0078429E"/>
    <w:rsid w:val="007930E6"/>
    <w:rsid w:val="00AC13B1"/>
    <w:rsid w:val="00AD76A4"/>
    <w:rsid w:val="00B52DD6"/>
    <w:rsid w:val="00C60762"/>
    <w:rsid w:val="00CD3431"/>
    <w:rsid w:val="00D33CB0"/>
    <w:rsid w:val="00DC1688"/>
    <w:rsid w:val="00F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DB1C6"/>
  <w15:chartTrackingRefBased/>
  <w15:docId w15:val="{E61AFDF0-F269-4783-AAEE-2E399C90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2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MLOUVY\23\SOD\Labe,PS%20Roudnice,seceni%20brehovych%20pozemku,r.km.%20809,8&#8211;837,4\SOD_Zadavaci%20_list_seceni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SOD_Zadavaci _list_seceni</Template>
  <TotalTime>3</TotalTime>
  <Pages>1</Pages>
  <Words>67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Vaněk</dc:creator>
  <cp:keywords/>
  <dc:description/>
  <cp:lastModifiedBy>Ing. Jan Vaněk</cp:lastModifiedBy>
  <cp:revision>1</cp:revision>
  <dcterms:created xsi:type="dcterms:W3CDTF">2023-12-14T08:38:00Z</dcterms:created>
  <dcterms:modified xsi:type="dcterms:W3CDTF">2023-12-14T08:41:00Z</dcterms:modified>
</cp:coreProperties>
</file>