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98106" w14:textId="77777777" w:rsidR="0066054D" w:rsidRPr="0066054D" w:rsidRDefault="0066054D" w:rsidP="0066054D">
      <w:pPr>
        <w:spacing w:before="120" w:after="1200" w:line="240" w:lineRule="auto"/>
        <w:jc w:val="center"/>
        <w:rPr>
          <w:rFonts w:eastAsia="Times New Roman" w:cs="Arial"/>
          <w:b/>
          <w:bCs/>
          <w:caps/>
          <w:spacing w:val="40"/>
          <w:kern w:val="28"/>
          <w:sz w:val="32"/>
          <w:szCs w:val="32"/>
          <w:lang w:val="cs-CZ" w:eastAsia="cs-CZ"/>
        </w:rPr>
      </w:pPr>
      <w:r w:rsidRPr="0066054D">
        <w:rPr>
          <w:rFonts w:eastAsia="Times New Roman" w:cs="Arial"/>
          <w:b/>
          <w:bCs/>
          <w:caps/>
          <w:spacing w:val="40"/>
          <w:kern w:val="28"/>
          <w:sz w:val="32"/>
          <w:szCs w:val="32"/>
          <w:lang w:val="cs-CZ" w:eastAsia="cs-CZ"/>
        </w:rPr>
        <w:t>Dohoda o ochraně důvěrných informací</w:t>
      </w:r>
    </w:p>
    <w:p w14:paraId="7F679C44"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Smluvní strany:</w:t>
      </w:r>
    </w:p>
    <w:p w14:paraId="44E2DBC8" w14:textId="77777777" w:rsidR="0066054D" w:rsidRPr="0066054D" w:rsidRDefault="0066054D" w:rsidP="0066054D">
      <w:pPr>
        <w:spacing w:after="120" w:line="280" w:lineRule="exact"/>
        <w:jc w:val="center"/>
        <w:rPr>
          <w:rFonts w:eastAsia="Times New Roman"/>
          <w:sz w:val="22"/>
          <w:lang w:val="cs-CZ"/>
        </w:rPr>
      </w:pPr>
    </w:p>
    <w:p w14:paraId="4E1663E4" w14:textId="77777777" w:rsidR="0066054D" w:rsidRPr="0066054D" w:rsidRDefault="0066054D" w:rsidP="0066054D">
      <w:pPr>
        <w:spacing w:after="120" w:line="280" w:lineRule="exact"/>
        <w:jc w:val="center"/>
        <w:rPr>
          <w:rFonts w:eastAsia="Times New Roman"/>
          <w:b/>
          <w:sz w:val="22"/>
          <w:lang w:val="cs-CZ" w:eastAsia="cs-CZ"/>
        </w:rPr>
      </w:pPr>
      <w:r w:rsidRPr="0066054D">
        <w:rPr>
          <w:rFonts w:eastAsia="Times New Roman"/>
          <w:b/>
          <w:sz w:val="22"/>
          <w:lang w:val="cs-CZ" w:eastAsia="cs-CZ"/>
        </w:rPr>
        <w:t>Česká republika – Ministerstvo zemědělství</w:t>
      </w:r>
    </w:p>
    <w:p w14:paraId="4C0312AB"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se sídlem: Těšnov 65/17, 11</w:t>
      </w:r>
      <w:r w:rsidR="00423317">
        <w:rPr>
          <w:rFonts w:eastAsia="Times New Roman"/>
          <w:sz w:val="22"/>
          <w:lang w:val="cs-CZ"/>
        </w:rPr>
        <w:t>0</w:t>
      </w:r>
      <w:r w:rsidRPr="0066054D">
        <w:rPr>
          <w:rFonts w:eastAsia="Times New Roman"/>
          <w:sz w:val="22"/>
          <w:lang w:val="cs-CZ"/>
        </w:rPr>
        <w:t xml:space="preserve"> 0</w:t>
      </w:r>
      <w:r w:rsidR="00423317">
        <w:rPr>
          <w:rFonts w:eastAsia="Times New Roman"/>
          <w:sz w:val="22"/>
          <w:lang w:val="cs-CZ"/>
        </w:rPr>
        <w:t>0</w:t>
      </w:r>
      <w:r w:rsidRPr="0066054D">
        <w:rPr>
          <w:rFonts w:eastAsia="Times New Roman"/>
          <w:sz w:val="22"/>
          <w:lang w:val="cs-CZ"/>
        </w:rPr>
        <w:t xml:space="preserve"> Praha 1</w:t>
      </w:r>
      <w:r w:rsidR="00CA3465">
        <w:rPr>
          <w:rFonts w:eastAsia="Times New Roman"/>
          <w:sz w:val="22"/>
          <w:lang w:val="cs-CZ"/>
        </w:rPr>
        <w:t xml:space="preserve"> </w:t>
      </w:r>
      <w:r w:rsidR="00CA3465" w:rsidRPr="009C33DE">
        <w:rPr>
          <w:rFonts w:eastAsia="Times New Roman"/>
          <w:sz w:val="22"/>
          <w:lang w:val="cs-CZ"/>
        </w:rPr>
        <w:t>- Nové město</w:t>
      </w:r>
    </w:p>
    <w:p w14:paraId="2CF01917" w14:textId="77777777" w:rsidR="00A32358" w:rsidRDefault="0066054D" w:rsidP="00A32358">
      <w:pPr>
        <w:spacing w:after="120" w:line="280" w:lineRule="exact"/>
        <w:jc w:val="center"/>
        <w:rPr>
          <w:rFonts w:eastAsia="Times New Roman"/>
          <w:sz w:val="22"/>
          <w:lang w:val="cs-CZ"/>
        </w:rPr>
      </w:pPr>
      <w:r w:rsidRPr="0066054D">
        <w:rPr>
          <w:rFonts w:eastAsia="Times New Roman"/>
          <w:sz w:val="22"/>
          <w:lang w:val="cs-CZ"/>
        </w:rPr>
        <w:t>IČ</w:t>
      </w:r>
      <w:r w:rsidR="002D2C04">
        <w:rPr>
          <w:rFonts w:eastAsia="Times New Roman"/>
          <w:sz w:val="22"/>
          <w:lang w:val="cs-CZ"/>
        </w:rPr>
        <w:t>O</w:t>
      </w:r>
      <w:r w:rsidRPr="0066054D">
        <w:rPr>
          <w:rFonts w:eastAsia="Times New Roman"/>
          <w:sz w:val="22"/>
          <w:lang w:val="cs-CZ"/>
        </w:rPr>
        <w:t>: 00020478</w:t>
      </w:r>
      <w:r w:rsidR="0039709F">
        <w:rPr>
          <w:rFonts w:eastAsia="Times New Roman"/>
          <w:sz w:val="22"/>
          <w:lang w:val="cs-CZ"/>
        </w:rPr>
        <w:t xml:space="preserve">, DIČ: </w:t>
      </w:r>
      <w:r w:rsidR="00CB283D">
        <w:rPr>
          <w:rFonts w:eastAsia="Times New Roman"/>
          <w:sz w:val="22"/>
          <w:lang w:val="cs-CZ"/>
        </w:rPr>
        <w:t>CZ00020478</w:t>
      </w:r>
    </w:p>
    <w:p w14:paraId="11FF6193" w14:textId="77777777" w:rsidR="006A5F0B" w:rsidRDefault="006A5F0B" w:rsidP="006A5F0B">
      <w:pPr>
        <w:pStyle w:val="RLdajeosmluvnstran0"/>
      </w:pPr>
      <w:r>
        <w:t xml:space="preserve">bank. spojení: </w:t>
      </w:r>
      <w:r w:rsidRPr="009C33DE">
        <w:t>Česká národní banka, Na Příkopě 28, Praha 1, č. účtu: 1226001/0710</w:t>
      </w:r>
    </w:p>
    <w:p w14:paraId="0D4EEC31" w14:textId="27E8E0C6" w:rsidR="0066054D" w:rsidRPr="0066054D" w:rsidRDefault="00EE6EC8" w:rsidP="0066054D">
      <w:pPr>
        <w:spacing w:after="120" w:line="280" w:lineRule="exact"/>
        <w:jc w:val="center"/>
        <w:rPr>
          <w:rFonts w:eastAsia="Times New Roman"/>
          <w:sz w:val="22"/>
          <w:lang w:val="cs-CZ"/>
        </w:rPr>
      </w:pPr>
      <w:r>
        <w:rPr>
          <w:rFonts w:eastAsia="Times New Roman"/>
          <w:sz w:val="22"/>
          <w:lang w:val="cs-CZ"/>
        </w:rPr>
        <w:t>zastoupená</w:t>
      </w:r>
      <w:r w:rsidR="006A5F0B" w:rsidRPr="00D43DB3">
        <w:rPr>
          <w:rFonts w:eastAsia="Times New Roman"/>
          <w:sz w:val="22"/>
          <w:lang w:val="cs-CZ"/>
        </w:rPr>
        <w:t xml:space="preserve">: </w:t>
      </w:r>
      <w:r w:rsidR="00591B8A">
        <w:rPr>
          <w:rFonts w:eastAsia="Times New Roman"/>
          <w:sz w:val="22"/>
          <w:lang w:val="cs-CZ"/>
        </w:rPr>
        <w:t xml:space="preserve">Ing. </w:t>
      </w:r>
      <w:r w:rsidR="00991E58">
        <w:rPr>
          <w:rFonts w:eastAsia="Times New Roman"/>
          <w:sz w:val="22"/>
          <w:lang w:val="cs-CZ"/>
        </w:rPr>
        <w:t>Miroslavem Rych</w:t>
      </w:r>
      <w:r w:rsidR="00590DB6">
        <w:rPr>
          <w:rFonts w:eastAsia="Times New Roman"/>
          <w:sz w:val="22"/>
          <w:lang w:val="cs-CZ"/>
        </w:rPr>
        <w:t>t</w:t>
      </w:r>
      <w:r w:rsidR="00991E58">
        <w:rPr>
          <w:rFonts w:eastAsia="Times New Roman"/>
          <w:sz w:val="22"/>
          <w:lang w:val="cs-CZ"/>
        </w:rPr>
        <w:t>aříkem</w:t>
      </w:r>
      <w:r w:rsidR="00591B8A" w:rsidRPr="000D72FB">
        <w:rPr>
          <w:rFonts w:eastAsia="Times New Roman"/>
          <w:sz w:val="22"/>
          <w:lang w:val="cs-CZ"/>
        </w:rPr>
        <w:t xml:space="preserve">, </w:t>
      </w:r>
      <w:r w:rsidR="00591B8A" w:rsidRPr="000D72FB">
        <w:rPr>
          <w:rFonts w:asciiTheme="minorHAnsi" w:hAnsiTheme="minorHAnsi" w:cs="Arial"/>
          <w:sz w:val="22"/>
          <w:szCs w:val="22"/>
          <w:lang w:val="cs-CZ"/>
        </w:rPr>
        <w:t>ředitele</w:t>
      </w:r>
      <w:r w:rsidR="00697545">
        <w:rPr>
          <w:rFonts w:asciiTheme="minorHAnsi" w:hAnsiTheme="minorHAnsi" w:cs="Arial"/>
          <w:sz w:val="22"/>
          <w:szCs w:val="22"/>
          <w:lang w:val="cs-CZ"/>
        </w:rPr>
        <w:t>m</w:t>
      </w:r>
      <w:r w:rsidR="00591B8A" w:rsidRPr="000D72FB">
        <w:rPr>
          <w:rFonts w:asciiTheme="minorHAnsi" w:hAnsiTheme="minorHAnsi" w:cs="Arial"/>
          <w:sz w:val="22"/>
          <w:szCs w:val="22"/>
          <w:lang w:val="cs-CZ"/>
        </w:rPr>
        <w:t xml:space="preserve"> Odboru informačních a komunikačních technologií</w:t>
      </w:r>
      <w:r w:rsidR="0066054D" w:rsidRPr="0066054D">
        <w:rPr>
          <w:rFonts w:eastAsia="Times New Roman"/>
          <w:sz w:val="22"/>
          <w:lang w:val="cs-CZ"/>
        </w:rPr>
        <w:t xml:space="preserve"> (dále jen „</w:t>
      </w:r>
      <w:r w:rsidR="0066054D" w:rsidRPr="0066054D">
        <w:rPr>
          <w:rFonts w:eastAsia="Times New Roman"/>
          <w:b/>
          <w:sz w:val="22"/>
          <w:lang w:val="cs-CZ"/>
        </w:rPr>
        <w:t>Zadavatel</w:t>
      </w:r>
      <w:r w:rsidR="0066054D" w:rsidRPr="0066054D">
        <w:rPr>
          <w:rFonts w:eastAsia="Times New Roman"/>
          <w:sz w:val="22"/>
          <w:lang w:val="cs-CZ"/>
        </w:rPr>
        <w:t>“)</w:t>
      </w:r>
    </w:p>
    <w:p w14:paraId="27C7D896" w14:textId="77777777" w:rsidR="0066054D" w:rsidRPr="0066054D" w:rsidRDefault="0066054D" w:rsidP="0066054D">
      <w:pPr>
        <w:spacing w:after="120" w:line="280" w:lineRule="exact"/>
        <w:jc w:val="center"/>
        <w:rPr>
          <w:rFonts w:eastAsia="Times New Roman"/>
          <w:sz w:val="22"/>
          <w:lang w:val="cs-CZ"/>
        </w:rPr>
      </w:pPr>
    </w:p>
    <w:p w14:paraId="38CCC297"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a</w:t>
      </w:r>
    </w:p>
    <w:p w14:paraId="2251FB5E" w14:textId="77777777" w:rsidR="0066054D" w:rsidRPr="0066054D" w:rsidRDefault="0066054D" w:rsidP="0066054D">
      <w:pPr>
        <w:spacing w:after="120" w:line="280" w:lineRule="exact"/>
        <w:jc w:val="center"/>
        <w:rPr>
          <w:rFonts w:eastAsia="Times New Roman"/>
          <w:sz w:val="22"/>
          <w:lang w:val="cs-CZ"/>
        </w:rPr>
      </w:pPr>
    </w:p>
    <w:p w14:paraId="3E24F6D4" w14:textId="77777777" w:rsidR="000D72FB" w:rsidRPr="00E6491C" w:rsidRDefault="000D72FB" w:rsidP="000D72FB">
      <w:pPr>
        <w:pStyle w:val="doplnuchaze"/>
        <w:rPr>
          <w:highlight w:val="yellow"/>
        </w:rPr>
      </w:pPr>
      <w:r>
        <w:rPr>
          <w:snapToGrid/>
          <w:highlight w:val="yellow"/>
        </w:rPr>
        <w:fldChar w:fldCharType="begin"/>
      </w:r>
      <w:r>
        <w:rPr>
          <w:snapToGrid/>
          <w:highlight w:val="yellow"/>
        </w:rPr>
        <w:instrText xml:space="preserve"> MACROBUTTON  AcceptConflict [DOPLNÍ ÚČASTNÍK] </w:instrText>
      </w:r>
      <w:r>
        <w:rPr>
          <w:snapToGrid/>
          <w:highlight w:val="yellow"/>
        </w:rPr>
        <w:fldChar w:fldCharType="end"/>
      </w:r>
      <w:r w:rsidRPr="00E6491C">
        <w:rPr>
          <w:highlight w:val="yellow"/>
        </w:rPr>
        <w:t xml:space="preserve"> </w:t>
      </w:r>
    </w:p>
    <w:p w14:paraId="2B1DE6E7" w14:textId="77777777" w:rsidR="000D72FB" w:rsidRPr="00E6491C" w:rsidRDefault="000D72FB" w:rsidP="000D72FB">
      <w:pPr>
        <w:pStyle w:val="RLdajeosmluvnstran0"/>
        <w:rPr>
          <w:szCs w:val="22"/>
          <w:highlight w:val="yellow"/>
        </w:rPr>
      </w:pPr>
      <w:r w:rsidRPr="00E6491C">
        <w:rPr>
          <w:szCs w:val="22"/>
        </w:rPr>
        <w:t xml:space="preserve">se sídlem: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352FF520" w14:textId="77777777" w:rsidR="000D72FB" w:rsidRPr="00E6491C" w:rsidRDefault="000D72FB" w:rsidP="000D72FB">
      <w:pPr>
        <w:pStyle w:val="ZKLADN"/>
        <w:jc w:val="center"/>
        <w:rPr>
          <w:rFonts w:ascii="Calibri" w:hAnsi="Calibri"/>
          <w:sz w:val="22"/>
          <w:szCs w:val="22"/>
        </w:rPr>
      </w:pPr>
      <w:r w:rsidRPr="00E6491C">
        <w:rPr>
          <w:rFonts w:ascii="Calibri" w:hAnsi="Calibri"/>
          <w:sz w:val="22"/>
          <w:szCs w:val="22"/>
        </w:rPr>
        <w:t xml:space="preserve">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r w:rsidRPr="00E6491C">
        <w:rPr>
          <w:rStyle w:val="platne1"/>
          <w:rFonts w:ascii="Calibri" w:hAnsi="Calibri"/>
          <w:sz w:val="22"/>
          <w:szCs w:val="22"/>
        </w:rPr>
        <w:t xml:space="preserve">, </w:t>
      </w:r>
      <w:r w:rsidRPr="00E6491C">
        <w:rPr>
          <w:rFonts w:ascii="Calibri" w:hAnsi="Calibri"/>
          <w:sz w:val="22"/>
          <w:szCs w:val="22"/>
        </w:rPr>
        <w:t xml:space="preserve">DIČ: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p>
    <w:p w14:paraId="0BDB91DD" w14:textId="77777777" w:rsidR="000D72FB" w:rsidRPr="00E6491C" w:rsidRDefault="000D72FB" w:rsidP="000D72FB">
      <w:pPr>
        <w:pStyle w:val="RLdajeosmluvnstran0"/>
        <w:rPr>
          <w:szCs w:val="22"/>
        </w:rPr>
      </w:pPr>
      <w:r w:rsidRPr="00E6491C">
        <w:rPr>
          <w:szCs w:val="22"/>
        </w:rPr>
        <w:t xml:space="preserve">společnost zapsaná v obchodním rejstříku vedeném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w:t>
      </w:r>
    </w:p>
    <w:p w14:paraId="01777879" w14:textId="77777777" w:rsidR="000D72FB" w:rsidRPr="00E6491C" w:rsidRDefault="000D72FB" w:rsidP="000D72FB">
      <w:pPr>
        <w:pStyle w:val="RLdajeosmluvnstran0"/>
        <w:rPr>
          <w:szCs w:val="22"/>
        </w:rPr>
      </w:pPr>
      <w:r w:rsidRPr="00E6491C">
        <w:rPr>
          <w:szCs w:val="22"/>
        </w:rPr>
        <w:t xml:space="preserve">spisová značka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5F555B60" w14:textId="77777777" w:rsidR="000D72FB" w:rsidRPr="00E6491C" w:rsidRDefault="000D72FB" w:rsidP="000D72FB">
      <w:pPr>
        <w:pStyle w:val="RLdajeosmluvnstran0"/>
        <w:rPr>
          <w:szCs w:val="22"/>
        </w:rPr>
      </w:pPr>
      <w:r w:rsidRPr="00E6491C">
        <w:rPr>
          <w:szCs w:val="22"/>
        </w:rPr>
        <w:t xml:space="preserve">bankovní spojení: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číslo účtu: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689F4C2A" w14:textId="77777777" w:rsidR="000D72FB" w:rsidRPr="00BB3F41" w:rsidRDefault="000D72FB" w:rsidP="000D72FB">
      <w:pPr>
        <w:pStyle w:val="RLdajeosmluvnstran0"/>
        <w:rPr>
          <w:rFonts w:ascii="Arial" w:hAnsi="Arial"/>
          <w:snapToGrid w:val="0"/>
          <w:szCs w:val="22"/>
        </w:rPr>
      </w:pPr>
      <w:r w:rsidRPr="00E6491C">
        <w:rPr>
          <w:szCs w:val="22"/>
        </w:rPr>
        <w:t xml:space="preserve">zastoupená: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7358A0">
        <w:rPr>
          <w:rFonts w:ascii="Arial" w:hAnsi="Arial" w:cs="Arial"/>
          <w:szCs w:val="22"/>
        </w:rPr>
        <w:t>,</w:t>
      </w:r>
      <w:r>
        <w:rPr>
          <w:rFonts w:ascii="Arial" w:hAnsi="Arial" w:cs="Arial"/>
          <w:szCs w:val="22"/>
        </w:rPr>
        <w:t xml:space="preserve">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4239C7D7" w14:textId="77777777" w:rsidR="0066054D" w:rsidRPr="0066054D" w:rsidRDefault="000D72FB" w:rsidP="000D72FB">
      <w:pPr>
        <w:spacing w:after="120" w:line="280" w:lineRule="exact"/>
        <w:jc w:val="center"/>
        <w:rPr>
          <w:rFonts w:eastAsia="Times New Roman"/>
          <w:sz w:val="22"/>
          <w:lang w:val="cs-CZ"/>
        </w:rPr>
      </w:pPr>
      <w:r w:rsidRPr="0066054D">
        <w:rPr>
          <w:rFonts w:eastAsia="Times New Roman"/>
          <w:sz w:val="22"/>
          <w:lang w:val="cs-CZ"/>
        </w:rPr>
        <w:t xml:space="preserve"> </w:t>
      </w:r>
      <w:r w:rsidR="0066054D" w:rsidRPr="0066054D">
        <w:rPr>
          <w:rFonts w:eastAsia="Times New Roman"/>
          <w:sz w:val="22"/>
          <w:lang w:val="cs-CZ"/>
        </w:rPr>
        <w:t>(dále jen „</w:t>
      </w:r>
      <w:r w:rsidRPr="000D72FB">
        <w:rPr>
          <w:rFonts w:eastAsia="Times New Roman"/>
          <w:b/>
          <w:sz w:val="22"/>
          <w:lang w:val="cs-CZ"/>
        </w:rPr>
        <w:t>Účastník</w:t>
      </w:r>
      <w:r w:rsidR="0066054D" w:rsidRPr="0066054D">
        <w:rPr>
          <w:rFonts w:eastAsia="Times New Roman"/>
          <w:sz w:val="22"/>
          <w:lang w:val="cs-CZ"/>
        </w:rPr>
        <w:t>“)</w:t>
      </w:r>
    </w:p>
    <w:p w14:paraId="3DB4621D"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(společně také jako „</w:t>
      </w:r>
      <w:r w:rsidRPr="0066054D">
        <w:rPr>
          <w:rFonts w:eastAsia="Times New Roman"/>
          <w:b/>
          <w:sz w:val="22"/>
          <w:lang w:val="cs-CZ"/>
        </w:rPr>
        <w:t>Strany</w:t>
      </w:r>
      <w:r w:rsidRPr="0066054D">
        <w:rPr>
          <w:rFonts w:eastAsia="Times New Roman"/>
          <w:sz w:val="22"/>
          <w:lang w:val="cs-CZ"/>
        </w:rPr>
        <w:t>“)</w:t>
      </w:r>
    </w:p>
    <w:p w14:paraId="4C24D8A9" w14:textId="77777777" w:rsidR="0066054D" w:rsidRPr="0066054D" w:rsidRDefault="0066054D" w:rsidP="0066054D">
      <w:pPr>
        <w:spacing w:after="120" w:line="280" w:lineRule="exact"/>
        <w:jc w:val="center"/>
        <w:rPr>
          <w:rFonts w:eastAsia="Times New Roman"/>
          <w:sz w:val="22"/>
          <w:lang w:val="cs-CZ"/>
        </w:rPr>
      </w:pPr>
    </w:p>
    <w:p w14:paraId="3C98BB57"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 xml:space="preserve">dnešního dne uzavřely tuto dohodu v souladu s ustanovením </w:t>
      </w:r>
      <w:r w:rsidR="006B4DCB" w:rsidRPr="006B4DCB">
        <w:rPr>
          <w:rFonts w:eastAsia="Times New Roman"/>
          <w:sz w:val="22"/>
          <w:lang w:val="cs-CZ"/>
        </w:rPr>
        <w:t>§ 1746 odst. 2 zákona č. 89/2</w:t>
      </w:r>
      <w:r w:rsidR="00207E73">
        <w:rPr>
          <w:rFonts w:eastAsia="Times New Roman"/>
          <w:sz w:val="22"/>
          <w:lang w:val="cs-CZ"/>
        </w:rPr>
        <w:t xml:space="preserve">012 Sb., občanského zákoníku, ve znění pozdějších předpisů </w:t>
      </w:r>
      <w:r w:rsidR="006B4DCB" w:rsidRPr="006B4DCB">
        <w:rPr>
          <w:rFonts w:eastAsia="Times New Roman"/>
          <w:sz w:val="22"/>
          <w:lang w:val="cs-CZ"/>
        </w:rPr>
        <w:t>(dále jen „</w:t>
      </w:r>
      <w:r w:rsidR="006B4DCB" w:rsidRPr="00592EDC">
        <w:rPr>
          <w:rFonts w:eastAsia="Times New Roman"/>
          <w:b/>
          <w:sz w:val="22"/>
          <w:lang w:val="cs-CZ"/>
        </w:rPr>
        <w:t>Občanský zákoník</w:t>
      </w:r>
      <w:r w:rsidR="006B4DCB" w:rsidRPr="006B4DCB">
        <w:rPr>
          <w:rFonts w:eastAsia="Times New Roman"/>
          <w:sz w:val="22"/>
          <w:lang w:val="cs-CZ"/>
        </w:rPr>
        <w:t>“)</w:t>
      </w:r>
    </w:p>
    <w:p w14:paraId="4A57BA51"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(dále jen „</w:t>
      </w:r>
      <w:r w:rsidRPr="0066054D">
        <w:rPr>
          <w:rFonts w:eastAsia="Times New Roman"/>
          <w:b/>
          <w:sz w:val="22"/>
          <w:lang w:val="cs-CZ"/>
        </w:rPr>
        <w:t>Dohoda</w:t>
      </w:r>
      <w:r w:rsidRPr="0066054D">
        <w:rPr>
          <w:rFonts w:eastAsia="Times New Roman"/>
          <w:sz w:val="22"/>
          <w:lang w:val="cs-CZ"/>
        </w:rPr>
        <w:t>“)</w:t>
      </w:r>
    </w:p>
    <w:p w14:paraId="22939ABB" w14:textId="77777777" w:rsidR="0066054D" w:rsidRDefault="0066054D" w:rsidP="0066054D">
      <w:pPr>
        <w:pStyle w:val="RLProhlensmluvnchstran"/>
      </w:pPr>
      <w:r w:rsidRPr="0066054D">
        <w:br w:type="page"/>
      </w:r>
      <w:r>
        <w:lastRenderedPageBreak/>
        <w:t>S</w:t>
      </w:r>
      <w:r w:rsidRPr="005E0645">
        <w:t>trany, vědomy si svých závazků v této Dohodě obsažených a s úmyslem být touto Dohodou vázány, dohodly se na následujícím znění Dohody:</w:t>
      </w:r>
    </w:p>
    <w:p w14:paraId="13A3C197" w14:textId="77777777" w:rsidR="0066054D" w:rsidRDefault="0066054D" w:rsidP="0039709F">
      <w:pPr>
        <w:pStyle w:val="RLlneksmlouvy"/>
        <w:spacing w:line="276" w:lineRule="auto"/>
      </w:pPr>
      <w:r>
        <w:t>ÚVODNÍ USTANOVENÍ</w:t>
      </w:r>
    </w:p>
    <w:p w14:paraId="0C46868A" w14:textId="77777777" w:rsidR="0066054D" w:rsidRPr="005E0645" w:rsidRDefault="0066054D" w:rsidP="002C5B08">
      <w:pPr>
        <w:pStyle w:val="RLTextlnkuslovan"/>
        <w:tabs>
          <w:tab w:val="clear" w:pos="1474"/>
        </w:tabs>
        <w:spacing w:line="240" w:lineRule="auto"/>
        <w:ind w:left="0" w:firstLine="0"/>
        <w:rPr>
          <w:szCs w:val="22"/>
        </w:rPr>
      </w:pPr>
      <w:r>
        <w:rPr>
          <w:szCs w:val="22"/>
        </w:rPr>
        <w:t>Zadavatel</w:t>
      </w:r>
      <w:r w:rsidRPr="005E0645">
        <w:rPr>
          <w:szCs w:val="22"/>
        </w:rPr>
        <w:t xml:space="preserve"> prohlašuje, že:</w:t>
      </w:r>
    </w:p>
    <w:p w14:paraId="08A416F5"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je ústředním orgánem státní správy, jehož působnost a zásady činnosti jsou stanoveny zákonem č.</w:t>
      </w:r>
      <w:r w:rsidR="00660CF1">
        <w:rPr>
          <w:szCs w:val="22"/>
        </w:rPr>
        <w:t> </w:t>
      </w:r>
      <w:r w:rsidRPr="005E0645">
        <w:rPr>
          <w:szCs w:val="22"/>
        </w:rPr>
        <w:t>2/1969 Sb., o zřízení ministerstev a jiných ústředních orgánů státní správy České republiky, ve znění pozdějších předpisů, a</w:t>
      </w:r>
    </w:p>
    <w:p w14:paraId="1A1158AC"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splňuje veškeré podmínky a požadavky v této </w:t>
      </w:r>
      <w:r>
        <w:rPr>
          <w:szCs w:val="22"/>
        </w:rPr>
        <w:t>Dohod</w:t>
      </w:r>
      <w:r w:rsidRPr="005E0645">
        <w:rPr>
          <w:szCs w:val="22"/>
        </w:rPr>
        <w:t xml:space="preserve">ě stanovené a je oprávněn tuto </w:t>
      </w:r>
      <w:r>
        <w:rPr>
          <w:szCs w:val="22"/>
        </w:rPr>
        <w:t>Dohod</w:t>
      </w:r>
      <w:r w:rsidRPr="005E0645">
        <w:rPr>
          <w:szCs w:val="22"/>
        </w:rPr>
        <w:t>u uzavřít a řádně plnit závazky v ní obsažené.</w:t>
      </w:r>
    </w:p>
    <w:p w14:paraId="268383A5" w14:textId="77777777" w:rsidR="0066054D" w:rsidRPr="005E0645" w:rsidRDefault="00363C81" w:rsidP="002C5B08">
      <w:pPr>
        <w:pStyle w:val="RLTextlnkuslovan"/>
        <w:tabs>
          <w:tab w:val="clear" w:pos="1474"/>
        </w:tabs>
        <w:spacing w:line="240" w:lineRule="auto"/>
        <w:ind w:left="0" w:firstLine="0"/>
        <w:rPr>
          <w:szCs w:val="22"/>
        </w:rPr>
      </w:pPr>
      <w:r>
        <w:rPr>
          <w:szCs w:val="22"/>
        </w:rPr>
        <w:t>Účastník</w:t>
      </w:r>
      <w:r w:rsidR="0066054D" w:rsidRPr="005E0645">
        <w:rPr>
          <w:szCs w:val="22"/>
        </w:rPr>
        <w:t xml:space="preserve"> prohlašuje, že:</w:t>
      </w:r>
    </w:p>
    <w:p w14:paraId="1E5E1D85"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je právnickou osobou řádně založenou a existující podle </w:t>
      </w:r>
      <w:r w:rsidR="00457A3C">
        <w:rPr>
          <w:highlight w:val="yellow"/>
        </w:rPr>
        <w:fldChar w:fldCharType="begin"/>
      </w:r>
      <w:r w:rsidR="00457A3C">
        <w:rPr>
          <w:highlight w:val="yellow"/>
        </w:rPr>
        <w:instrText xml:space="preserve"> MACROBUTTON  AcceptConflict [DOPLNÍ ÚČASTNÍK] </w:instrText>
      </w:r>
      <w:r w:rsidR="00457A3C">
        <w:rPr>
          <w:highlight w:val="yellow"/>
        </w:rPr>
        <w:fldChar w:fldCharType="end"/>
      </w:r>
      <w:r w:rsidRPr="005E0645">
        <w:rPr>
          <w:szCs w:val="22"/>
        </w:rPr>
        <w:t xml:space="preserve"> právního řádu,</w:t>
      </w:r>
      <w:r w:rsidR="0039767E">
        <w:rPr>
          <w:szCs w:val="22"/>
        </w:rPr>
        <w:t xml:space="preserve"> </w:t>
      </w:r>
      <w:r w:rsidR="0039767E">
        <w:t>resp. oprávněně podnikající fyzickou osobou způsobilou k právním</w:t>
      </w:r>
      <w:r w:rsidR="000D72FB">
        <w:t>u</w:t>
      </w:r>
      <w:r w:rsidR="0039767E">
        <w:t xml:space="preserve"> </w:t>
      </w:r>
      <w:r w:rsidR="000D72FB">
        <w:t>jednání</w:t>
      </w:r>
      <w:r w:rsidR="0039767E">
        <w:t>,</w:t>
      </w:r>
      <w:r w:rsidRPr="005E0645">
        <w:rPr>
          <w:szCs w:val="22"/>
        </w:rPr>
        <w:t xml:space="preserve"> a</w:t>
      </w:r>
    </w:p>
    <w:p w14:paraId="1B9F4339" w14:textId="77777777" w:rsidR="0066054D" w:rsidRPr="00755D74" w:rsidRDefault="0066054D" w:rsidP="002C5B08">
      <w:pPr>
        <w:pStyle w:val="RLTextlnkuslovan"/>
        <w:numPr>
          <w:ilvl w:val="2"/>
          <w:numId w:val="1"/>
        </w:numPr>
        <w:tabs>
          <w:tab w:val="clear" w:pos="2211"/>
        </w:tabs>
        <w:spacing w:line="240" w:lineRule="auto"/>
        <w:ind w:left="397" w:firstLine="0"/>
        <w:rPr>
          <w:szCs w:val="22"/>
        </w:rPr>
      </w:pPr>
      <w:r w:rsidRPr="00755D74">
        <w:rPr>
          <w:szCs w:val="22"/>
        </w:rPr>
        <w:t>splňuje veškeré podmínky a požadavky v této Dohodě stanovené a je oprávněn tuto Dohodu uzavřít a řádně plnit závazky v ní obsažené.</w:t>
      </w:r>
    </w:p>
    <w:p w14:paraId="47E29542" w14:textId="77777777" w:rsidR="0066054D" w:rsidRDefault="0066054D" w:rsidP="0039709F">
      <w:pPr>
        <w:pStyle w:val="RLlneksmlouvy"/>
        <w:spacing w:line="276" w:lineRule="auto"/>
      </w:pPr>
      <w:bookmarkStart w:id="0" w:name="_Ref306009990"/>
      <w:r>
        <w:t>ÚČEL DOHODY</w:t>
      </w:r>
      <w:bookmarkEnd w:id="0"/>
    </w:p>
    <w:p w14:paraId="5A84DD9E" w14:textId="529742E5" w:rsidR="0066054D" w:rsidRPr="008923DF" w:rsidRDefault="00363C81" w:rsidP="008923DF">
      <w:pPr>
        <w:pStyle w:val="RLTextlnkuslovan"/>
        <w:tabs>
          <w:tab w:val="clear" w:pos="1474"/>
        </w:tabs>
        <w:spacing w:line="240" w:lineRule="auto"/>
        <w:ind w:left="0" w:firstLine="0"/>
        <w:rPr>
          <w:szCs w:val="22"/>
        </w:rPr>
      </w:pPr>
      <w:bookmarkStart w:id="1" w:name="_Ref303258566"/>
      <w:r w:rsidRPr="002C5B08">
        <w:rPr>
          <w:szCs w:val="22"/>
        </w:rPr>
        <w:t>Účastník</w:t>
      </w:r>
      <w:r w:rsidR="0066054D" w:rsidRPr="008923DF">
        <w:rPr>
          <w:szCs w:val="22"/>
        </w:rPr>
        <w:t xml:space="preserve"> s úmyslem účastnit se Veřejné zakázky</w:t>
      </w:r>
      <w:r w:rsidR="0039767E" w:rsidRPr="008923DF">
        <w:rPr>
          <w:szCs w:val="22"/>
        </w:rPr>
        <w:t xml:space="preserve"> s názvem „</w:t>
      </w:r>
      <w:r w:rsidR="00EA37F5" w:rsidRPr="00EA37F5">
        <w:rPr>
          <w:b/>
          <w:bCs/>
          <w:szCs w:val="22"/>
        </w:rPr>
        <w:t>Zajištění provozu a rozvoje Informačního systému národních dotací 2024+</w:t>
      </w:r>
      <w:r w:rsidR="001250D9" w:rsidRPr="008923DF">
        <w:rPr>
          <w:szCs w:val="22"/>
        </w:rPr>
        <w:t xml:space="preserve">“ </w:t>
      </w:r>
      <w:r w:rsidR="0039767E" w:rsidRPr="008923DF">
        <w:rPr>
          <w:szCs w:val="22"/>
        </w:rPr>
        <w:t xml:space="preserve">(dále jen „Veřejná zakázka“) zadávané dle </w:t>
      </w:r>
      <w:r w:rsidR="000D72FB" w:rsidRPr="008923DF">
        <w:rPr>
          <w:szCs w:val="22"/>
        </w:rPr>
        <w:t>zákona č. 134/2016 Sb., o zadávání veřejných zakázkách (dále jen „ZZVZ“)</w:t>
      </w:r>
      <w:r w:rsidR="0066054D" w:rsidRPr="008923DF">
        <w:rPr>
          <w:szCs w:val="22"/>
        </w:rPr>
        <w:t xml:space="preserve"> požaduje vydání těch částí zadávací dokumentace k Veřejné zakázce, které obsahují informace, jež Zadavatel považuje za důvěrné a vyžaduje jejich ochranu (dále jen „Důvěrné informace“). </w:t>
      </w:r>
      <w:r w:rsidR="00207E73" w:rsidRPr="008923DF">
        <w:rPr>
          <w:szCs w:val="22"/>
        </w:rPr>
        <w:t>Z </w:t>
      </w:r>
      <w:r w:rsidR="0066054D" w:rsidRPr="008923DF">
        <w:rPr>
          <w:szCs w:val="22"/>
        </w:rPr>
        <w:t xml:space="preserve">tohoto důvodu uzavírají Strany tuto Dohodu, která upravuje pravidla pro nakládání s Důvěrnými informacemi převzatými </w:t>
      </w:r>
      <w:r w:rsidR="000D72FB" w:rsidRPr="008923DF">
        <w:rPr>
          <w:szCs w:val="22"/>
        </w:rPr>
        <w:t>Účastníkem</w:t>
      </w:r>
      <w:r w:rsidR="0066054D" w:rsidRPr="008923DF">
        <w:rPr>
          <w:szCs w:val="22"/>
        </w:rPr>
        <w:t>.</w:t>
      </w:r>
      <w:bookmarkEnd w:id="1"/>
    </w:p>
    <w:p w14:paraId="3636CBAB" w14:textId="77777777" w:rsidR="0066054D" w:rsidRPr="003A1D52" w:rsidRDefault="0066054D" w:rsidP="0039709F">
      <w:pPr>
        <w:pStyle w:val="RLlneksmlouvy"/>
        <w:spacing w:line="276" w:lineRule="auto"/>
      </w:pPr>
      <w:r>
        <w:t xml:space="preserve">PŘEDMĚT </w:t>
      </w:r>
      <w:r w:rsidRPr="004D24D3">
        <w:t>DOHODY</w:t>
      </w:r>
    </w:p>
    <w:p w14:paraId="6F302DB8" w14:textId="77777777" w:rsidR="0066054D" w:rsidRPr="005B4370" w:rsidRDefault="0066054D" w:rsidP="002C5B08">
      <w:pPr>
        <w:pStyle w:val="RLTextlnkuslovan"/>
        <w:tabs>
          <w:tab w:val="clear" w:pos="1474"/>
        </w:tabs>
        <w:spacing w:line="240" w:lineRule="auto"/>
        <w:ind w:left="0" w:firstLine="0"/>
        <w:rPr>
          <w:caps/>
          <w:lang w:eastAsia="en-US"/>
        </w:rPr>
      </w:pPr>
      <w:bookmarkStart w:id="2" w:name="_Ref303277281"/>
      <w:r w:rsidRPr="002C5B08">
        <w:rPr>
          <w:szCs w:val="22"/>
        </w:rPr>
        <w:t>Předmětem</w:t>
      </w:r>
      <w:r w:rsidRPr="00F47537">
        <w:t xml:space="preserve"> této Dohody je závazek </w:t>
      </w:r>
      <w:r w:rsidR="000D72FB">
        <w:t>Účastníka</w:t>
      </w:r>
      <w:r w:rsidRPr="00F47537">
        <w:t xml:space="preserve">, že </w:t>
      </w:r>
      <w:r>
        <w:t>D</w:t>
      </w:r>
      <w:r w:rsidRPr="00F47537">
        <w:t>ůvěrné informace dle této Dohody použije pouze způsobem a k účelu v této Dohodě stanoveným</w:t>
      </w:r>
      <w:bookmarkEnd w:id="2"/>
      <w:r w:rsidRPr="00F47537">
        <w:t>.</w:t>
      </w:r>
    </w:p>
    <w:p w14:paraId="2656DA71" w14:textId="02B88013" w:rsidR="0066054D" w:rsidRPr="00F47537" w:rsidRDefault="0066054D" w:rsidP="002C5B08">
      <w:pPr>
        <w:pStyle w:val="RLTextlnkuslovan"/>
        <w:tabs>
          <w:tab w:val="clear" w:pos="1474"/>
        </w:tabs>
        <w:spacing w:line="240" w:lineRule="auto"/>
        <w:ind w:left="0" w:firstLine="0"/>
        <w:rPr>
          <w:caps/>
          <w:lang w:eastAsia="en-US"/>
        </w:rPr>
      </w:pPr>
      <w:r w:rsidRPr="002C5B08">
        <w:rPr>
          <w:szCs w:val="22"/>
        </w:rPr>
        <w:t>Nedohodnou</w:t>
      </w:r>
      <w:r>
        <w:t xml:space="preserve">-li se Strany jinak, </w:t>
      </w:r>
      <w:r w:rsidR="000D72FB">
        <w:t>Účastník</w:t>
      </w:r>
      <w:r>
        <w:t xml:space="preserve"> není oprávněn nakládat s Důvěrnými informacemi, pokud tato Dohoda není účinná alespoň v části specifikované v odst.</w:t>
      </w:r>
      <w:r w:rsidR="006B4DCB">
        <w:t> </w:t>
      </w:r>
      <w:r>
        <w:fldChar w:fldCharType="begin"/>
      </w:r>
      <w:r>
        <w:instrText xml:space="preserve"> REF _Ref306010659 \r \h </w:instrText>
      </w:r>
      <w:r w:rsidR="0039709F">
        <w:instrText xml:space="preserve"> \* MERGEFORMAT </w:instrText>
      </w:r>
      <w:r>
        <w:fldChar w:fldCharType="separate"/>
      </w:r>
      <w:r w:rsidR="00207F8A">
        <w:t>9.1</w:t>
      </w:r>
      <w:r>
        <w:fldChar w:fldCharType="end"/>
      </w:r>
      <w:r>
        <w:t>.</w:t>
      </w:r>
    </w:p>
    <w:p w14:paraId="6D06D86C" w14:textId="77777777" w:rsidR="0066054D" w:rsidRPr="00F71B17" w:rsidRDefault="0066054D" w:rsidP="0039709F">
      <w:pPr>
        <w:pStyle w:val="RLlneksmlouvy"/>
        <w:spacing w:line="276" w:lineRule="auto"/>
      </w:pPr>
      <w:r w:rsidRPr="00F47537">
        <w:t>DŮVĚRNÉ INFORMACE</w:t>
      </w:r>
    </w:p>
    <w:p w14:paraId="3AA989FE" w14:textId="77777777" w:rsidR="0066054D" w:rsidRDefault="0066054D" w:rsidP="002C5B08">
      <w:pPr>
        <w:pStyle w:val="RLTextlnkuslovan"/>
        <w:tabs>
          <w:tab w:val="clear" w:pos="1474"/>
        </w:tabs>
        <w:spacing w:line="240" w:lineRule="auto"/>
        <w:ind w:left="0" w:firstLine="0"/>
      </w:pPr>
      <w:bookmarkStart w:id="3" w:name="_Ref303277874"/>
      <w:bookmarkStart w:id="4" w:name="_Ref303255108"/>
      <w:r w:rsidRPr="002C5B08">
        <w:rPr>
          <w:szCs w:val="22"/>
        </w:rPr>
        <w:t>Nedohodnou</w:t>
      </w:r>
      <w:r w:rsidRPr="005E0645">
        <w:t xml:space="preserve">-li se </w:t>
      </w:r>
      <w:r w:rsidR="000D72FB">
        <w:t>Účastník</w:t>
      </w:r>
      <w:r>
        <w:t xml:space="preserve"> a Zadavatel </w:t>
      </w:r>
      <w:r w:rsidRPr="005E0645">
        <w:t>jinak, jsou veškeré informace</w:t>
      </w:r>
      <w:r>
        <w:t>, které</w:t>
      </w:r>
      <w:r w:rsidRPr="006E00C2">
        <w:t xml:space="preserve"> byly </w:t>
      </w:r>
      <w:r>
        <w:t>Zadavatel</w:t>
      </w:r>
      <w:r w:rsidRPr="006E00C2">
        <w:t xml:space="preserve">em </w:t>
      </w:r>
      <w:r w:rsidR="000D72FB">
        <w:t>Účastníkovi</w:t>
      </w:r>
      <w:r w:rsidRPr="006E00C2">
        <w:t xml:space="preserve"> poskytnuty </w:t>
      </w:r>
      <w:r>
        <w:t>a jsou uveden</w:t>
      </w:r>
      <w:r w:rsidR="00434900">
        <w:t>y</w:t>
      </w:r>
      <w:r>
        <w:t xml:space="preserve"> v </w:t>
      </w:r>
      <w:r w:rsidRPr="00C9065D">
        <w:t>přílo</w:t>
      </w:r>
      <w:r w:rsidR="00434900">
        <w:t>ze</w:t>
      </w:r>
      <w:r w:rsidRPr="00C9065D">
        <w:t xml:space="preserve"> č. 1</w:t>
      </w:r>
      <w:r>
        <w:t xml:space="preserve"> této Dohody</w:t>
      </w:r>
      <w:r w:rsidR="007F0898">
        <w:t>,</w:t>
      </w:r>
      <w:r>
        <w:t xml:space="preserve"> </w:t>
      </w:r>
      <w:r w:rsidRPr="00F71B17">
        <w:t xml:space="preserve">považovány za </w:t>
      </w:r>
      <w:r>
        <w:t>D</w:t>
      </w:r>
      <w:r w:rsidRPr="00F71B17">
        <w:t>ůvěrné</w:t>
      </w:r>
      <w:r>
        <w:t xml:space="preserve"> </w:t>
      </w:r>
      <w:r w:rsidRPr="00886F1F">
        <w:t>informace</w:t>
      </w:r>
      <w:r w:rsidR="007F0898">
        <w:t xml:space="preserve"> a</w:t>
      </w:r>
      <w:r>
        <w:t xml:space="preserve"> jejichž použití podléhá této Dohodě.</w:t>
      </w:r>
      <w:bookmarkEnd w:id="3"/>
      <w:r w:rsidRPr="006E00C2">
        <w:t xml:space="preserve"> </w:t>
      </w:r>
      <w:bookmarkEnd w:id="4"/>
    </w:p>
    <w:p w14:paraId="151F9856" w14:textId="77777777" w:rsidR="0066054D" w:rsidRDefault="0066054D" w:rsidP="0039709F">
      <w:pPr>
        <w:pStyle w:val="RLlneksmlouvy"/>
        <w:spacing w:line="276" w:lineRule="auto"/>
      </w:pPr>
      <w:bookmarkStart w:id="5" w:name="_Ref306010265"/>
      <w:r>
        <w:t>UŽITÍ DŮVĚRNÝCH INFORMACÍ</w:t>
      </w:r>
      <w:bookmarkEnd w:id="5"/>
    </w:p>
    <w:p w14:paraId="7823E485" w14:textId="77777777" w:rsidR="0066054D" w:rsidRPr="00074854" w:rsidRDefault="0066054D" w:rsidP="002C5B08">
      <w:pPr>
        <w:pStyle w:val="RLTextlnkuslovan"/>
        <w:tabs>
          <w:tab w:val="clear" w:pos="1474"/>
        </w:tabs>
        <w:spacing w:line="240" w:lineRule="auto"/>
        <w:ind w:left="0" w:firstLine="0"/>
        <w:rPr>
          <w:caps/>
        </w:rPr>
      </w:pPr>
      <w:bookmarkStart w:id="6" w:name="_Ref303318317"/>
      <w:bookmarkStart w:id="7" w:name="_Ref303255062"/>
      <w:r w:rsidRPr="002C5B08">
        <w:rPr>
          <w:szCs w:val="22"/>
        </w:rPr>
        <w:t>Veškeré</w:t>
      </w:r>
      <w:r w:rsidRPr="00B7120B">
        <w:t xml:space="preserve"> </w:t>
      </w:r>
      <w:r>
        <w:t>D</w:t>
      </w:r>
      <w:r w:rsidRPr="00B7120B">
        <w:t xml:space="preserve">ůvěrné informace zůstávají výhradním vlastnictvím </w:t>
      </w:r>
      <w:r>
        <w:t>Zadavatele</w:t>
      </w:r>
      <w:r w:rsidRPr="00B7120B">
        <w:t xml:space="preserve"> a </w:t>
      </w:r>
      <w:r w:rsidR="000D72FB">
        <w:t>Účastník</w:t>
      </w:r>
      <w:r w:rsidRPr="00B7120B">
        <w:t xml:space="preserve"> </w:t>
      </w:r>
      <w:r>
        <w:t xml:space="preserve">je oprávněn tyto užít jen pro účely své účasti v zadávacím řízení na zadání Veřejné zakázky. </w:t>
      </w:r>
      <w:bookmarkStart w:id="8" w:name="_Ref289870410"/>
      <w:bookmarkStart w:id="9" w:name="_Ref303318007"/>
      <w:bookmarkEnd w:id="6"/>
    </w:p>
    <w:p w14:paraId="1402B4E3" w14:textId="77777777" w:rsidR="0066054D" w:rsidRPr="00074854" w:rsidRDefault="000D72FB" w:rsidP="002C5B08">
      <w:pPr>
        <w:pStyle w:val="RLTextlnkuslovan"/>
        <w:tabs>
          <w:tab w:val="clear" w:pos="1474"/>
        </w:tabs>
        <w:spacing w:line="240" w:lineRule="auto"/>
        <w:ind w:left="0" w:firstLine="0"/>
        <w:rPr>
          <w:caps/>
        </w:rPr>
      </w:pPr>
      <w:r w:rsidRPr="002C5B08">
        <w:rPr>
          <w:szCs w:val="22"/>
        </w:rPr>
        <w:t>Účastník</w:t>
      </w:r>
      <w:r w:rsidR="0066054D">
        <w:t xml:space="preserve"> </w:t>
      </w:r>
      <w:r>
        <w:t>je povinen</w:t>
      </w:r>
      <w:r w:rsidR="0066054D">
        <w:t xml:space="preserve"> zachovat důvěrnost Důvěrných informací a nezpřístupnit je žádné třetí osobě. </w:t>
      </w:r>
    </w:p>
    <w:p w14:paraId="46E2119A" w14:textId="77777777" w:rsidR="0066054D" w:rsidRPr="00074854" w:rsidRDefault="0066054D" w:rsidP="002C5B08">
      <w:pPr>
        <w:pStyle w:val="RLTextlnkuslovan"/>
        <w:tabs>
          <w:tab w:val="clear" w:pos="1474"/>
        </w:tabs>
        <w:spacing w:line="240" w:lineRule="auto"/>
        <w:ind w:left="0" w:firstLine="0"/>
        <w:rPr>
          <w:caps/>
        </w:rPr>
      </w:pPr>
      <w:r>
        <w:t xml:space="preserve">Svým zaměstnancům a orgánům je </w:t>
      </w:r>
      <w:r w:rsidR="003B1CBF">
        <w:t>Účastník</w:t>
      </w:r>
      <w:r>
        <w:t xml:space="preserve"> oprávněn Důvěrné informace zpřístupnit jen v rozsahu, v jakém je pro tu-kterou osobu nezbytně nutné, aby se s Důvěrnými informacemi seznámila pro účely účasti </w:t>
      </w:r>
      <w:r w:rsidR="003B1CBF">
        <w:t>Účastníka</w:t>
      </w:r>
      <w:r>
        <w:t xml:space="preserve"> v zadávacím řízení na zadání Veřejné zakázky. Tyto osoby musí být poučeny o důvěrném charakteru předávaných informací a zavázány k mlčenlivosti.</w:t>
      </w:r>
    </w:p>
    <w:p w14:paraId="69CA1011" w14:textId="77777777" w:rsidR="0066054D" w:rsidRPr="00074854" w:rsidRDefault="003B1CBF" w:rsidP="002C5B08">
      <w:pPr>
        <w:pStyle w:val="RLTextlnkuslovan"/>
        <w:tabs>
          <w:tab w:val="clear" w:pos="1474"/>
        </w:tabs>
        <w:spacing w:line="240" w:lineRule="auto"/>
        <w:ind w:left="0" w:firstLine="0"/>
        <w:rPr>
          <w:caps/>
        </w:rPr>
      </w:pPr>
      <w:r>
        <w:lastRenderedPageBreak/>
        <w:t>Účastník</w:t>
      </w:r>
      <w:r w:rsidR="0066054D">
        <w:t xml:space="preserve"> je oprávněn </w:t>
      </w:r>
      <w:r w:rsidR="0066054D" w:rsidRPr="00914355">
        <w:t>zpřístupn</w:t>
      </w:r>
      <w:r w:rsidR="0066054D">
        <w:t xml:space="preserve">it Důvěrné informace jiným </w:t>
      </w:r>
      <w:r w:rsidR="0066054D" w:rsidRPr="00914355">
        <w:t xml:space="preserve">třetím osobám </w:t>
      </w:r>
      <w:bookmarkEnd w:id="8"/>
      <w:r w:rsidR="0066054D">
        <w:t xml:space="preserve">jen s předchozím písemným souhlasem Zadavatele anebo při splnění podmínek uvedených v článku </w:t>
      </w:r>
      <w:bookmarkEnd w:id="7"/>
      <w:bookmarkEnd w:id="9"/>
      <w:r w:rsidR="0066054D">
        <w:fldChar w:fldCharType="begin"/>
      </w:r>
      <w:r w:rsidR="0066054D">
        <w:instrText xml:space="preserve"> REF _Ref306006405 \r \h </w:instrText>
      </w:r>
      <w:r w:rsidR="0039709F">
        <w:instrText xml:space="preserve"> \* MERGEFORMAT </w:instrText>
      </w:r>
      <w:r w:rsidR="0066054D">
        <w:fldChar w:fldCharType="separate"/>
      </w:r>
      <w:r w:rsidR="00207F8A">
        <w:t>6</w:t>
      </w:r>
      <w:r w:rsidR="0066054D">
        <w:fldChar w:fldCharType="end"/>
      </w:r>
      <w:r w:rsidR="000D2C3F">
        <w:t>.</w:t>
      </w:r>
      <w:r w:rsidR="0066054D">
        <w:t xml:space="preserve"> Dohody. </w:t>
      </w:r>
    </w:p>
    <w:p w14:paraId="07D75530" w14:textId="77777777" w:rsidR="0066054D" w:rsidRPr="00886F1F" w:rsidRDefault="003B1CBF" w:rsidP="0039709F">
      <w:pPr>
        <w:pStyle w:val="RLlneksmlouvy"/>
        <w:spacing w:line="276" w:lineRule="auto"/>
      </w:pPr>
      <w:bookmarkStart w:id="10" w:name="_Ref306006405"/>
      <w:r>
        <w:t>POD</w:t>
      </w:r>
      <w:r w:rsidR="0066054D">
        <w:t>DODAVATELÉ</w:t>
      </w:r>
      <w:bookmarkEnd w:id="10"/>
    </w:p>
    <w:p w14:paraId="6AEBD353" w14:textId="77777777" w:rsidR="0066054D" w:rsidRDefault="0066054D" w:rsidP="002C5B08">
      <w:pPr>
        <w:pStyle w:val="RLTextlnkuslovan"/>
        <w:tabs>
          <w:tab w:val="clear" w:pos="1474"/>
        </w:tabs>
        <w:spacing w:line="240" w:lineRule="auto"/>
        <w:ind w:left="0" w:firstLine="0"/>
      </w:pPr>
      <w:bookmarkStart w:id="11" w:name="_Ref306006456"/>
      <w:bookmarkStart w:id="12" w:name="_Ref303258280"/>
      <w:bookmarkStart w:id="13" w:name="_Ref303259180"/>
      <w:r>
        <w:t xml:space="preserve">Pokud </w:t>
      </w:r>
      <w:r w:rsidR="003B1CBF">
        <w:t>Účastník</w:t>
      </w:r>
      <w:r>
        <w:t xml:space="preserve"> zvažuje spolupracovat při přípravě nabídky na realizaci Veřejně zakázky a/nebo při eventuálním plnění Veřejné zakázky </w:t>
      </w:r>
      <w:r w:rsidR="003B1CBF">
        <w:t>Účastníkem</w:t>
      </w:r>
      <w:r>
        <w:t xml:space="preserve"> se třetími osobami, zavazuje se sdílet s těmito osobami (dále jen „</w:t>
      </w:r>
      <w:r w:rsidR="003B1CBF">
        <w:rPr>
          <w:b/>
        </w:rPr>
        <w:t>Pod</w:t>
      </w:r>
      <w:r w:rsidRPr="00074854">
        <w:rPr>
          <w:b/>
        </w:rPr>
        <w:t>dodavatelé</w:t>
      </w:r>
      <w:r>
        <w:t xml:space="preserve">“) Důvěrné informace jen v souladu s tímto článkem </w:t>
      </w:r>
      <w:r>
        <w:fldChar w:fldCharType="begin"/>
      </w:r>
      <w:r>
        <w:instrText xml:space="preserve"> REF _Ref306006405 \r \h </w:instrText>
      </w:r>
      <w:r w:rsidR="0039709F">
        <w:instrText xml:space="preserve"> \* MERGEFORMAT </w:instrText>
      </w:r>
      <w:r>
        <w:fldChar w:fldCharType="separate"/>
      </w:r>
      <w:r w:rsidR="00207F8A">
        <w:t>6</w:t>
      </w:r>
      <w:r>
        <w:fldChar w:fldCharType="end"/>
      </w:r>
      <w:r w:rsidR="000D2C3F">
        <w:t>.</w:t>
      </w:r>
      <w:r>
        <w:t xml:space="preserve"> Dohody.</w:t>
      </w:r>
      <w:bookmarkEnd w:id="11"/>
    </w:p>
    <w:p w14:paraId="7416FC87" w14:textId="77777777" w:rsidR="0066054D" w:rsidRDefault="0066054D" w:rsidP="002C5B08">
      <w:pPr>
        <w:pStyle w:val="RLTextlnkuslovan"/>
        <w:tabs>
          <w:tab w:val="clear" w:pos="1474"/>
        </w:tabs>
        <w:spacing w:line="240" w:lineRule="auto"/>
        <w:ind w:left="0" w:firstLine="0"/>
      </w:pPr>
      <w:r>
        <w:t xml:space="preserve">Za </w:t>
      </w:r>
      <w:r w:rsidR="003B1CBF">
        <w:t>Pod</w:t>
      </w:r>
      <w:r>
        <w:t>dodavatele se považuje jakákoliv třetí osoba spolupracující s </w:t>
      </w:r>
      <w:r w:rsidR="00363C81">
        <w:t>Účastníkem</w:t>
      </w:r>
      <w:r>
        <w:t xml:space="preserve"> dle odst. </w:t>
      </w:r>
      <w:r>
        <w:fldChar w:fldCharType="begin"/>
      </w:r>
      <w:r>
        <w:instrText xml:space="preserve"> REF _Ref306006456 \r \h </w:instrText>
      </w:r>
      <w:r w:rsidR="0039709F">
        <w:instrText xml:space="preserve"> \* MERGEFORMAT </w:instrText>
      </w:r>
      <w:r>
        <w:fldChar w:fldCharType="separate"/>
      </w:r>
      <w:r w:rsidR="00207F8A">
        <w:t>6.1</w:t>
      </w:r>
      <w:r>
        <w:fldChar w:fldCharType="end"/>
      </w:r>
      <w:r>
        <w:t xml:space="preserve"> bez ohledu na to, zda: </w:t>
      </w:r>
    </w:p>
    <w:p w14:paraId="30E2BE1B" w14:textId="7777777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probíhá v rámci konsorcia </w:t>
      </w:r>
      <w:r w:rsidR="003B1CBF">
        <w:t>Účastníkem</w:t>
      </w:r>
      <w:r>
        <w:t xml:space="preserve"> a takovéto třetí osoby, jehož členové odpovídající Zadavateli společně a nerozdílně, nebo </w:t>
      </w:r>
    </w:p>
    <w:p w14:paraId="05A3DD6A" w14:textId="7777777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takovéto třetí osoby vůči </w:t>
      </w:r>
      <w:r w:rsidR="003B1CBF">
        <w:t>Účastníku</w:t>
      </w:r>
      <w:r>
        <w:t xml:space="preserve">, nebo </w:t>
      </w:r>
    </w:p>
    <w:p w14:paraId="7A71E98C" w14:textId="7777777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w:t>
      </w:r>
      <w:r w:rsidR="003B1CBF">
        <w:t>Účastníka</w:t>
      </w:r>
      <w:r w:rsidRPr="00D8333F">
        <w:t xml:space="preserve"> </w:t>
      </w:r>
      <w:r>
        <w:t>vůči takovéto třetí osobě, nebo</w:t>
      </w:r>
    </w:p>
    <w:p w14:paraId="7F1988FB" w14:textId="77777777" w:rsidR="0066054D"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a třetí osoba zvolili eventuální jinou formu spolupráce.</w:t>
      </w:r>
    </w:p>
    <w:p w14:paraId="11A8FF65" w14:textId="77777777" w:rsidR="0066054D" w:rsidRDefault="0066054D" w:rsidP="002C5B08">
      <w:pPr>
        <w:pStyle w:val="RLTextlnkuslovan"/>
        <w:tabs>
          <w:tab w:val="clear" w:pos="1474"/>
        </w:tabs>
        <w:spacing w:line="240" w:lineRule="auto"/>
        <w:ind w:left="0" w:firstLine="0"/>
      </w:pPr>
      <w:r>
        <w:t xml:space="preserve">Sdílení Důvěrných informací je možné jen za předpokladu, </w:t>
      </w:r>
      <w:r w:rsidRPr="008637D5">
        <w:t>že</w:t>
      </w:r>
      <w:r w:rsidR="00485DD3" w:rsidRPr="008637D5">
        <w:t xml:space="preserve"> buď</w:t>
      </w:r>
      <w:r w:rsidRPr="008637D5">
        <w:t>:</w:t>
      </w:r>
    </w:p>
    <w:p w14:paraId="1B5A830F" w14:textId="77777777" w:rsidR="0066054D" w:rsidRDefault="003B1CBF" w:rsidP="002C5B08">
      <w:pPr>
        <w:pStyle w:val="RLTextlnkuslovan"/>
        <w:numPr>
          <w:ilvl w:val="2"/>
          <w:numId w:val="1"/>
        </w:numPr>
        <w:tabs>
          <w:tab w:val="clear" w:pos="2211"/>
        </w:tabs>
        <w:spacing w:line="240" w:lineRule="auto"/>
        <w:ind w:left="397" w:firstLine="0"/>
      </w:pPr>
      <w:bookmarkStart w:id="14" w:name="_Ref306010191"/>
      <w:r w:rsidRPr="002C5B08">
        <w:rPr>
          <w:szCs w:val="22"/>
        </w:rPr>
        <w:t>Pod</w:t>
      </w:r>
      <w:r w:rsidR="0066054D" w:rsidRPr="002C5B08">
        <w:rPr>
          <w:szCs w:val="22"/>
        </w:rPr>
        <w:t>dodavatel</w:t>
      </w:r>
      <w:r w:rsidR="0066054D">
        <w:t xml:space="preserve"> uzavřel se Zadavatelem vlastním jménem a na vlastní účet dohodu s v podstatě stejným obsahem, jako je obsah této Dohody; tento předpoklad se považuje za splněný, pokud budou </w:t>
      </w:r>
      <w:r w:rsidR="00202E45">
        <w:t>Zadavateli</w:t>
      </w:r>
      <w:r w:rsidR="0066054D">
        <w:t xml:space="preserve"> doručeny dvě vyhotovení takovéto dohody o ochraně Důvěrných informací podepsaná osobou oprávněnou zavazovat </w:t>
      </w:r>
      <w:r>
        <w:t>Pod</w:t>
      </w:r>
      <w:r w:rsidR="0066054D">
        <w:t>dodavatele;</w:t>
      </w:r>
      <w:bookmarkEnd w:id="14"/>
      <w:r w:rsidR="00202E45">
        <w:t xml:space="preserve"> </w:t>
      </w:r>
      <w:r w:rsidR="00DF33AC" w:rsidRPr="008637D5">
        <w:t>nebo</w:t>
      </w:r>
    </w:p>
    <w:p w14:paraId="7A62A738" w14:textId="77777777" w:rsidR="0066054D" w:rsidRPr="005E0645"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uzavřel s </w:t>
      </w:r>
      <w:r>
        <w:t>Pod</w:t>
      </w:r>
      <w:r w:rsidR="0066054D">
        <w:t xml:space="preserve">dodavatelem dohodu o ochraně informací, na základě které budou Důvěrné informace poskytnuté </w:t>
      </w:r>
      <w:r>
        <w:t>Účastníku</w:t>
      </w:r>
      <w:r w:rsidR="0066054D">
        <w:t xml:space="preserve"> a sdílené se </w:t>
      </w:r>
      <w:r>
        <w:t>Pod</w:t>
      </w:r>
      <w:r w:rsidR="0066054D">
        <w:t xml:space="preserve">dodavatelem podléhat ochraně i ze strany </w:t>
      </w:r>
      <w:r>
        <w:t>Pod</w:t>
      </w:r>
      <w:r w:rsidR="0066054D">
        <w:t xml:space="preserve">dodavatele za stejných podmínek, jako jsou stanoveny touto Smlouvou; tento předpoklad se považuje za splněný, pokud bude </w:t>
      </w:r>
      <w:r w:rsidR="00202E45">
        <w:t>Zadavateli</w:t>
      </w:r>
      <w:r w:rsidR="0066054D">
        <w:t xml:space="preserve"> doručeno jedno vyhotovení takovéto dohody o ochraně informací podepsané osobami </w:t>
      </w:r>
      <w:r w:rsidR="007B5B04" w:rsidRPr="007B5B04">
        <w:t>zastupujícími</w:t>
      </w:r>
      <w:r w:rsidR="007B5B04">
        <w:t xml:space="preserve"> </w:t>
      </w:r>
      <w:r>
        <w:t>Pod</w:t>
      </w:r>
      <w:r w:rsidR="0066054D">
        <w:t xml:space="preserve">dodavatele a </w:t>
      </w:r>
      <w:r>
        <w:t>Účastníka</w:t>
      </w:r>
      <w:r w:rsidR="0066054D">
        <w:t>.</w:t>
      </w:r>
      <w:bookmarkEnd w:id="12"/>
      <w:bookmarkEnd w:id="13"/>
    </w:p>
    <w:p w14:paraId="35B60834" w14:textId="77777777" w:rsidR="0066054D" w:rsidRDefault="0066054D" w:rsidP="0039709F">
      <w:pPr>
        <w:pStyle w:val="RLlneksmlouvy"/>
        <w:numPr>
          <w:ilvl w:val="0"/>
          <w:numId w:val="2"/>
        </w:numPr>
        <w:spacing w:line="276" w:lineRule="auto"/>
      </w:pPr>
      <w:r>
        <w:t>SPLNĚNÍ ÚČELU DOHODY</w:t>
      </w:r>
    </w:p>
    <w:p w14:paraId="23658C48" w14:textId="77777777" w:rsidR="0066054D" w:rsidRDefault="003B1CBF" w:rsidP="002C5B08">
      <w:pPr>
        <w:pStyle w:val="RLTextlnkuslovan"/>
        <w:tabs>
          <w:tab w:val="clear" w:pos="1474"/>
        </w:tabs>
        <w:spacing w:line="240" w:lineRule="auto"/>
        <w:ind w:left="0" w:firstLine="0"/>
      </w:pPr>
      <w:bookmarkStart w:id="15" w:name="_Ref303278277"/>
      <w:r>
        <w:t>Účastník</w:t>
      </w:r>
      <w:r w:rsidR="0066054D" w:rsidRPr="005E0645">
        <w:t xml:space="preserve"> se zavazuje, že po spl</w:t>
      </w:r>
      <w:r w:rsidR="0066054D">
        <w:t xml:space="preserve">nění účelu této Dohody dle článku </w:t>
      </w:r>
      <w:r w:rsidR="0066054D">
        <w:fldChar w:fldCharType="begin"/>
      </w:r>
      <w:r w:rsidR="0066054D">
        <w:instrText xml:space="preserve"> REF _Ref306009990 \r \h </w:instrText>
      </w:r>
      <w:r w:rsidR="0039709F">
        <w:instrText xml:space="preserve"> \* MERGEFORMAT </w:instrText>
      </w:r>
      <w:r w:rsidR="0066054D">
        <w:fldChar w:fldCharType="separate"/>
      </w:r>
      <w:r w:rsidR="00207F8A">
        <w:t>2</w:t>
      </w:r>
      <w:r w:rsidR="0066054D">
        <w:fldChar w:fldCharType="end"/>
      </w:r>
      <w:r w:rsidR="000D2C3F">
        <w:t>.</w:t>
      </w:r>
      <w:r w:rsidR="0066054D" w:rsidRPr="005E0645">
        <w:t xml:space="preserve"> anebo na písemnou výzvu </w:t>
      </w:r>
      <w:r w:rsidR="0066054D">
        <w:t>Zadavatele</w:t>
      </w:r>
      <w:r w:rsidR="0066054D" w:rsidRPr="005E0645">
        <w:t xml:space="preserve"> vrátí všechny přijaté Důvěrné informace </w:t>
      </w:r>
      <w:r w:rsidR="0066054D">
        <w:t>Zadavateli,</w:t>
      </w:r>
      <w:r w:rsidR="0066054D" w:rsidRPr="005E0645">
        <w:t xml:space="preserve"> a jakékoliv kopie, které v souvislosti s plněním předmětu a účelu této Dohody pořídil, bezodkladně zničí.</w:t>
      </w:r>
      <w:bookmarkEnd w:id="15"/>
      <w:r w:rsidR="0066054D">
        <w:t xml:space="preserve"> </w:t>
      </w:r>
      <w:r w:rsidR="006B5D9D" w:rsidRPr="006B5D9D">
        <w:t>Za splnění účelu této Dohody se považují zejména případy, kdy Účastník nepodá nabídku na plnění Veřejné zakázky, v průběhu zadávacího řízení na zadání Veřejné zakázky dojde k vyloučení Účastníka ze zadávacího řízení, Zadavatel uzavře smlouvu na plnění Veřejné zakázky s jiným účastníkem zadávacího řízení, nebo dojde ke zrušení zadávacího řízení na zadání Veřejné zakázky. V případě, že naplnění podmínek pro splnění účelu této Dohody dle předchozí věty bude ovlivněno trváním lhůty pro podání námitek ze strany účastníků zadávacího řízení na zadání Veřejné zakázky, podáním námitek účastníků zadávacího řízení na zadání Veřejné zakázky nebo správním řízením o přezkoumání úkonů Zadavatele, je považuje účel této Dohody za splněn</w:t>
      </w:r>
      <w:r w:rsidR="0039709F">
        <w:t>ý</w:t>
      </w:r>
      <w:r w:rsidR="006B5D9D" w:rsidRPr="006B5D9D">
        <w:t xml:space="preserve"> po naplnění podmínek dle této věty.</w:t>
      </w:r>
    </w:p>
    <w:p w14:paraId="09C37463" w14:textId="77777777" w:rsidR="0066054D" w:rsidRPr="005E0645" w:rsidRDefault="0066054D" w:rsidP="0039709F">
      <w:pPr>
        <w:pStyle w:val="RLlneksmlouvy"/>
        <w:numPr>
          <w:ilvl w:val="0"/>
          <w:numId w:val="2"/>
        </w:numPr>
        <w:spacing w:line="276" w:lineRule="auto"/>
      </w:pPr>
      <w:r>
        <w:t>PORUŠENÍ POVINNOSTÍ</w:t>
      </w:r>
    </w:p>
    <w:p w14:paraId="2A549F5B" w14:textId="77777777" w:rsidR="0066054D" w:rsidRDefault="003B1CBF" w:rsidP="002C5B08">
      <w:pPr>
        <w:pStyle w:val="RLTextlnkuslovan"/>
        <w:tabs>
          <w:tab w:val="clear" w:pos="1474"/>
        </w:tabs>
        <w:spacing w:line="240" w:lineRule="auto"/>
        <w:ind w:left="0" w:firstLine="0"/>
        <w:rPr>
          <w:lang w:eastAsia="en-US"/>
        </w:rPr>
      </w:pPr>
      <w:r>
        <w:t>Účastník</w:t>
      </w:r>
      <w:r w:rsidR="0066054D">
        <w:rPr>
          <w:lang w:eastAsia="en-US"/>
        </w:rPr>
        <w:t xml:space="preserve"> odpovídá za porušení povinností pro nakládání s Důvěrnými informacemi dle článku </w:t>
      </w:r>
      <w:r w:rsidR="0066054D">
        <w:rPr>
          <w:lang w:eastAsia="en-US"/>
        </w:rPr>
        <w:fldChar w:fldCharType="begin"/>
      </w:r>
      <w:r w:rsidR="0066054D">
        <w:rPr>
          <w:lang w:eastAsia="en-US"/>
        </w:rPr>
        <w:instrText xml:space="preserve"> REF _Ref306010265 \r \h </w:instrText>
      </w:r>
      <w:r w:rsidR="0039709F">
        <w:rPr>
          <w:lang w:eastAsia="en-US"/>
        </w:rPr>
        <w:instrText xml:space="preserve"> \* MERGEFORMAT </w:instrText>
      </w:r>
      <w:r w:rsidR="0066054D">
        <w:rPr>
          <w:lang w:eastAsia="en-US"/>
        </w:rPr>
      </w:r>
      <w:r w:rsidR="0066054D">
        <w:rPr>
          <w:lang w:eastAsia="en-US"/>
        </w:rPr>
        <w:fldChar w:fldCharType="separate"/>
      </w:r>
      <w:r w:rsidR="00207F8A">
        <w:rPr>
          <w:lang w:eastAsia="en-US"/>
        </w:rPr>
        <w:t>5</w:t>
      </w:r>
      <w:r w:rsidR="0066054D">
        <w:rPr>
          <w:lang w:eastAsia="en-US"/>
        </w:rPr>
        <w:fldChar w:fldCharType="end"/>
      </w:r>
      <w:r w:rsidR="000D2C3F">
        <w:rPr>
          <w:lang w:eastAsia="en-US"/>
        </w:rPr>
        <w:t>.</w:t>
      </w:r>
      <w:r w:rsidR="0066054D">
        <w:rPr>
          <w:lang w:eastAsia="en-US"/>
        </w:rPr>
        <w:t xml:space="preserve"> této Dohody, které způsobil jeho </w:t>
      </w:r>
      <w:r>
        <w:rPr>
          <w:lang w:eastAsia="en-US"/>
        </w:rPr>
        <w:t>Pod</w:t>
      </w:r>
      <w:r w:rsidR="0066054D">
        <w:rPr>
          <w:lang w:eastAsia="en-US"/>
        </w:rPr>
        <w:t xml:space="preserve">dodavatel, </w:t>
      </w:r>
      <w:r w:rsidR="0066054D" w:rsidRPr="003A7EF2">
        <w:rPr>
          <w:lang w:eastAsia="en-US"/>
        </w:rPr>
        <w:t xml:space="preserve">jako by </w:t>
      </w:r>
      <w:r w:rsidR="0066054D">
        <w:rPr>
          <w:lang w:eastAsia="en-US"/>
        </w:rPr>
        <w:t xml:space="preserve">toto porušení způsobil sám </w:t>
      </w:r>
      <w:r>
        <w:rPr>
          <w:lang w:eastAsia="en-US"/>
        </w:rPr>
        <w:t>Účastník</w:t>
      </w:r>
      <w:r w:rsidR="0066054D" w:rsidRPr="003A7EF2">
        <w:rPr>
          <w:lang w:eastAsia="en-US"/>
        </w:rPr>
        <w:t>.</w:t>
      </w:r>
      <w:r w:rsidR="0066054D">
        <w:rPr>
          <w:lang w:eastAsia="en-US"/>
        </w:rPr>
        <w:t xml:space="preserve"> V případě, že i </w:t>
      </w:r>
      <w:r>
        <w:rPr>
          <w:lang w:eastAsia="en-US"/>
        </w:rPr>
        <w:t>Pod</w:t>
      </w:r>
      <w:r w:rsidR="0066054D">
        <w:rPr>
          <w:lang w:eastAsia="en-US"/>
        </w:rPr>
        <w:t xml:space="preserve">dodavatel uzavřel se Zadavatelem dohodu dle odst. </w:t>
      </w:r>
      <w:r w:rsidR="0066054D">
        <w:rPr>
          <w:lang w:eastAsia="en-US"/>
        </w:rPr>
        <w:fldChar w:fldCharType="begin"/>
      </w:r>
      <w:r w:rsidR="0066054D">
        <w:rPr>
          <w:lang w:eastAsia="en-US"/>
        </w:rPr>
        <w:instrText xml:space="preserve"> REF _Ref306010191 \r \h </w:instrText>
      </w:r>
      <w:r w:rsidR="0039709F">
        <w:rPr>
          <w:lang w:eastAsia="en-US"/>
        </w:rPr>
        <w:instrText xml:space="preserve"> \* MERGEFORMAT </w:instrText>
      </w:r>
      <w:r w:rsidR="0066054D">
        <w:rPr>
          <w:lang w:eastAsia="en-US"/>
        </w:rPr>
      </w:r>
      <w:r w:rsidR="0066054D">
        <w:rPr>
          <w:lang w:eastAsia="en-US"/>
        </w:rPr>
        <w:fldChar w:fldCharType="separate"/>
      </w:r>
      <w:r w:rsidR="00207F8A">
        <w:rPr>
          <w:lang w:eastAsia="en-US"/>
        </w:rPr>
        <w:t>6.3.1</w:t>
      </w:r>
      <w:r w:rsidR="0066054D">
        <w:rPr>
          <w:lang w:eastAsia="en-US"/>
        </w:rPr>
        <w:fldChar w:fldCharType="end"/>
      </w:r>
      <w:r w:rsidR="0066054D">
        <w:rPr>
          <w:lang w:eastAsia="en-US"/>
        </w:rPr>
        <w:t xml:space="preserve">, odpovídají za porušení Dohody </w:t>
      </w:r>
      <w:r>
        <w:rPr>
          <w:lang w:eastAsia="en-US"/>
        </w:rPr>
        <w:t>Účastník</w:t>
      </w:r>
      <w:r w:rsidR="0066054D">
        <w:rPr>
          <w:lang w:eastAsia="en-US"/>
        </w:rPr>
        <w:t xml:space="preserve"> i </w:t>
      </w:r>
      <w:r>
        <w:rPr>
          <w:lang w:eastAsia="en-US"/>
        </w:rPr>
        <w:t>Pod</w:t>
      </w:r>
      <w:r w:rsidR="0066054D">
        <w:rPr>
          <w:lang w:eastAsia="en-US"/>
        </w:rPr>
        <w:t xml:space="preserve">dodavatel společně </w:t>
      </w:r>
      <w:r w:rsidR="001305CB">
        <w:rPr>
          <w:lang w:eastAsia="en-US"/>
        </w:rPr>
        <w:t>a </w:t>
      </w:r>
      <w:r w:rsidR="0066054D">
        <w:rPr>
          <w:lang w:eastAsia="en-US"/>
        </w:rPr>
        <w:t>nerozdílně.</w:t>
      </w:r>
    </w:p>
    <w:p w14:paraId="0B72320A" w14:textId="63E5441C" w:rsidR="0066054D" w:rsidRDefault="0066054D" w:rsidP="002C5B08">
      <w:pPr>
        <w:pStyle w:val="RLTextlnkuslovan"/>
        <w:tabs>
          <w:tab w:val="clear" w:pos="1474"/>
        </w:tabs>
        <w:spacing w:line="240" w:lineRule="auto"/>
        <w:ind w:left="0" w:firstLine="0"/>
        <w:rPr>
          <w:lang w:eastAsia="en-US"/>
        </w:rPr>
      </w:pPr>
      <w:bookmarkStart w:id="16" w:name="_Ref303256265"/>
      <w:r>
        <w:t>P</w:t>
      </w:r>
      <w:r w:rsidRPr="00B7120B">
        <w:t>oruší</w:t>
      </w:r>
      <w:r w:rsidRPr="00B7120B">
        <w:rPr>
          <w:lang w:eastAsia="en-US"/>
        </w:rPr>
        <w:t xml:space="preserve">-li </w:t>
      </w:r>
      <w:r w:rsidR="003B1CBF">
        <w:rPr>
          <w:lang w:eastAsia="en-US"/>
        </w:rPr>
        <w:t>Účastník</w:t>
      </w:r>
      <w:r w:rsidRPr="00B7120B">
        <w:rPr>
          <w:lang w:eastAsia="en-US"/>
        </w:rPr>
        <w:t xml:space="preserve"> </w:t>
      </w:r>
      <w:r>
        <w:rPr>
          <w:lang w:eastAsia="en-US"/>
        </w:rPr>
        <w:t xml:space="preserve">jakoukoliv </w:t>
      </w:r>
      <w:r w:rsidRPr="00B7120B">
        <w:rPr>
          <w:lang w:eastAsia="en-US"/>
        </w:rPr>
        <w:t xml:space="preserve">povinnost </w:t>
      </w:r>
      <w:r>
        <w:rPr>
          <w:lang w:eastAsia="en-US"/>
        </w:rPr>
        <w:t xml:space="preserve">dle článku </w:t>
      </w:r>
      <w:r>
        <w:rPr>
          <w:lang w:eastAsia="en-US"/>
        </w:rPr>
        <w:fldChar w:fldCharType="begin"/>
      </w:r>
      <w:r>
        <w:rPr>
          <w:lang w:eastAsia="en-US"/>
        </w:rPr>
        <w:instrText xml:space="preserve"> REF _Ref306010265 \r \h </w:instrText>
      </w:r>
      <w:r w:rsidR="0039709F">
        <w:rPr>
          <w:lang w:eastAsia="en-US"/>
        </w:rPr>
        <w:instrText xml:space="preserve"> \* MERGEFORMAT </w:instrText>
      </w:r>
      <w:r>
        <w:rPr>
          <w:lang w:eastAsia="en-US"/>
        </w:rPr>
      </w:r>
      <w:r>
        <w:rPr>
          <w:lang w:eastAsia="en-US"/>
        </w:rPr>
        <w:fldChar w:fldCharType="separate"/>
      </w:r>
      <w:r w:rsidR="00207F8A">
        <w:rPr>
          <w:lang w:eastAsia="en-US"/>
        </w:rPr>
        <w:t>5</w:t>
      </w:r>
      <w:r>
        <w:rPr>
          <w:lang w:eastAsia="en-US"/>
        </w:rPr>
        <w:fldChar w:fldCharType="end"/>
      </w:r>
      <w:r w:rsidR="000D2C3F">
        <w:rPr>
          <w:lang w:eastAsia="en-US"/>
        </w:rPr>
        <w:t>.</w:t>
      </w:r>
      <w:r>
        <w:rPr>
          <w:lang w:eastAsia="en-US"/>
        </w:rPr>
        <w:t xml:space="preserve"> </w:t>
      </w:r>
      <w:r w:rsidRPr="00B7120B">
        <w:rPr>
          <w:lang w:eastAsia="en-US"/>
        </w:rPr>
        <w:t xml:space="preserve">této </w:t>
      </w:r>
      <w:r>
        <w:rPr>
          <w:lang w:eastAsia="en-US"/>
        </w:rPr>
        <w:t>Dohody</w:t>
      </w:r>
      <w:r w:rsidRPr="00B7120B">
        <w:rPr>
          <w:lang w:eastAsia="en-US"/>
        </w:rPr>
        <w:t xml:space="preserve">, </w:t>
      </w:r>
      <w:r>
        <w:rPr>
          <w:lang w:eastAsia="en-US"/>
        </w:rPr>
        <w:t xml:space="preserve">vznikne Zadavateli právo požadovat </w:t>
      </w:r>
      <w:r w:rsidRPr="00B7120B">
        <w:rPr>
          <w:lang w:eastAsia="en-US"/>
        </w:rPr>
        <w:t>zapla</w:t>
      </w:r>
      <w:r>
        <w:rPr>
          <w:lang w:eastAsia="en-US"/>
        </w:rPr>
        <w:t>cení</w:t>
      </w:r>
      <w:r w:rsidRPr="00B7120B">
        <w:rPr>
          <w:lang w:eastAsia="en-US"/>
        </w:rPr>
        <w:t xml:space="preserve"> </w:t>
      </w:r>
      <w:r>
        <w:rPr>
          <w:lang w:eastAsia="en-US"/>
        </w:rPr>
        <w:t>s</w:t>
      </w:r>
      <w:r w:rsidRPr="00B7120B">
        <w:rPr>
          <w:lang w:eastAsia="en-US"/>
        </w:rPr>
        <w:t>mluvní pokut</w:t>
      </w:r>
      <w:r>
        <w:rPr>
          <w:lang w:eastAsia="en-US"/>
        </w:rPr>
        <w:t xml:space="preserve">y </w:t>
      </w:r>
      <w:r w:rsidR="00363C81">
        <w:rPr>
          <w:lang w:eastAsia="en-US"/>
        </w:rPr>
        <w:t>Účastníkem</w:t>
      </w:r>
      <w:r w:rsidR="001305CB">
        <w:rPr>
          <w:lang w:eastAsia="en-US"/>
        </w:rPr>
        <w:t xml:space="preserve"> ve výši </w:t>
      </w:r>
      <w:r w:rsidR="00B518BA">
        <w:rPr>
          <w:lang w:eastAsia="en-US"/>
        </w:rPr>
        <w:t>3</w:t>
      </w:r>
      <w:r w:rsidR="001305CB">
        <w:rPr>
          <w:lang w:eastAsia="en-US"/>
        </w:rPr>
        <w:t>00 </w:t>
      </w:r>
      <w:r w:rsidRPr="00B7120B">
        <w:rPr>
          <w:lang w:eastAsia="en-US"/>
        </w:rPr>
        <w:t xml:space="preserve">000,- Kč (slovy: </w:t>
      </w:r>
      <w:r w:rsidR="00BF1D68">
        <w:rPr>
          <w:lang w:eastAsia="en-US"/>
        </w:rPr>
        <w:t>třista tisíc</w:t>
      </w:r>
      <w:r w:rsidRPr="00B7120B">
        <w:rPr>
          <w:lang w:eastAsia="en-US"/>
        </w:rPr>
        <w:t xml:space="preserve"> korun českých) za každé porušení takové povinnosti.</w:t>
      </w:r>
      <w:bookmarkEnd w:id="16"/>
    </w:p>
    <w:p w14:paraId="36F66427" w14:textId="77777777" w:rsidR="0066054D" w:rsidRDefault="0066054D" w:rsidP="002C5B08">
      <w:pPr>
        <w:pStyle w:val="RLTextlnkuslovan"/>
        <w:tabs>
          <w:tab w:val="clear" w:pos="1474"/>
        </w:tabs>
        <w:spacing w:line="240" w:lineRule="auto"/>
        <w:ind w:left="0" w:firstLine="0"/>
      </w:pPr>
      <w:r>
        <w:lastRenderedPageBreak/>
        <w:t>Povinnost</w:t>
      </w:r>
      <w:r>
        <w:rPr>
          <w:lang w:eastAsia="en-US"/>
        </w:rPr>
        <w:t xml:space="preserve"> </w:t>
      </w:r>
      <w:r w:rsidR="003B1CBF">
        <w:rPr>
          <w:lang w:eastAsia="en-US"/>
        </w:rPr>
        <w:t>Účastníka</w:t>
      </w:r>
      <w:r>
        <w:rPr>
          <w:lang w:eastAsia="en-US"/>
        </w:rPr>
        <w:t xml:space="preserve"> zaplatit smluvní pokutu dle této Dohody se nedotýká nároku Zadavatele na náhradu škody způsobené porušením povinností, která ke vzniku nároku na smluvní pokutu vedla, a to v plné výši.</w:t>
      </w:r>
    </w:p>
    <w:p w14:paraId="256D00B0" w14:textId="77777777" w:rsidR="0066054D" w:rsidRDefault="0066054D" w:rsidP="0039709F">
      <w:pPr>
        <w:pStyle w:val="RLlneksmlouvy"/>
        <w:numPr>
          <w:ilvl w:val="0"/>
          <w:numId w:val="2"/>
        </w:numPr>
        <w:spacing w:line="276" w:lineRule="auto"/>
      </w:pPr>
      <w:r>
        <w:t>ZÁVĚREČNÁ USTANOVENÍ</w:t>
      </w:r>
    </w:p>
    <w:p w14:paraId="61C03594" w14:textId="77777777" w:rsidR="0066054D" w:rsidRDefault="0066054D" w:rsidP="002C5B08">
      <w:pPr>
        <w:pStyle w:val="RLTextlnkuslovan"/>
        <w:tabs>
          <w:tab w:val="clear" w:pos="1474"/>
        </w:tabs>
        <w:spacing w:line="240" w:lineRule="auto"/>
        <w:ind w:left="0" w:firstLine="0"/>
      </w:pPr>
      <w:bookmarkStart w:id="17" w:name="_Ref306010659"/>
      <w:r>
        <w:t xml:space="preserve">Povinnost chránit Důvěrné informace zavazuje </w:t>
      </w:r>
      <w:r w:rsidR="003B1CBF">
        <w:t>Účastníka</w:t>
      </w:r>
      <w:r>
        <w:t xml:space="preserve"> bez ohledu na případný zánik účinnosti této Doho</w:t>
      </w:r>
      <w:r w:rsidR="00DB794B">
        <w:t xml:space="preserve">dy </w:t>
      </w:r>
      <w:r w:rsidR="006A1FAC">
        <w:t>po dobu pěti (5) let</w:t>
      </w:r>
      <w:r w:rsidR="006A1FAC" w:rsidDel="006A1FAC">
        <w:t xml:space="preserve"> </w:t>
      </w:r>
      <w:r>
        <w:t>od uzavření této Dohody.</w:t>
      </w:r>
      <w:bookmarkEnd w:id="17"/>
      <w:r>
        <w:t xml:space="preserve"> Ustanovení o odpovědnosti a smluvních pokutách budou považována za účinná i pro případy porušení povinnosti dle předchozí věty.</w:t>
      </w:r>
    </w:p>
    <w:p w14:paraId="25D46035" w14:textId="77777777" w:rsidR="0066054D" w:rsidRDefault="0066054D" w:rsidP="002C5B08">
      <w:pPr>
        <w:pStyle w:val="RLTextlnkuslovan"/>
        <w:tabs>
          <w:tab w:val="clear" w:pos="1474"/>
        </w:tabs>
        <w:spacing w:line="240" w:lineRule="auto"/>
        <w:ind w:left="0" w:firstLine="0"/>
      </w:pPr>
      <w:r>
        <w:t xml:space="preserve">Tuto Dohodu je možné měnit pouze písemnou dohodou Stran ve formě číslovaných dodatků této Dohody, podepsaných za každou Stranu osobou nebo osobami oprávněnými </w:t>
      </w:r>
      <w:r w:rsidR="007B5B04" w:rsidRPr="007B5B04">
        <w:t>zastupovat tuto Stranu.</w:t>
      </w:r>
    </w:p>
    <w:p w14:paraId="5F7BAB3E" w14:textId="77777777" w:rsidR="0066054D" w:rsidRDefault="0066054D" w:rsidP="002C5B08">
      <w:pPr>
        <w:pStyle w:val="RLTextlnkuslovan"/>
        <w:tabs>
          <w:tab w:val="clear" w:pos="1474"/>
        </w:tabs>
        <w:spacing w:line="240" w:lineRule="auto"/>
        <w:ind w:left="0" w:firstLine="0"/>
      </w:pPr>
      <w:r>
        <w:t xml:space="preserve">Veškerá práva a povinnosti vyplývající z této Dohody přecházejí, pokud to povaha těchto práv a povinností nevylučuje, na právní nástupce Stran. </w:t>
      </w:r>
    </w:p>
    <w:p w14:paraId="26654922" w14:textId="77777777" w:rsidR="0066054D" w:rsidRDefault="0066054D" w:rsidP="002C5B08">
      <w:pPr>
        <w:pStyle w:val="RLTextlnkuslovan"/>
        <w:tabs>
          <w:tab w:val="clear" w:pos="1474"/>
        </w:tabs>
        <w:spacing w:line="240" w:lineRule="auto"/>
        <w:ind w:left="0" w:firstLine="0"/>
      </w:pPr>
      <w:r>
        <w:t>Nedílnou součást Dohody tvoří tyto přílohy:</w:t>
      </w:r>
    </w:p>
    <w:bookmarkStart w:id="18" w:name="ListAnnex01"/>
    <w:p w14:paraId="16B36E80" w14:textId="77777777" w:rsidR="00ED46EF" w:rsidRDefault="00ED46EF" w:rsidP="0039709F">
      <w:pPr>
        <w:pStyle w:val="RLSeznamploh"/>
        <w:spacing w:line="276" w:lineRule="auto"/>
      </w:pPr>
      <w:r w:rsidRPr="000C3F5E">
        <w:fldChar w:fldCharType="begin"/>
      </w:r>
      <w:r w:rsidRPr="000C3F5E">
        <w:instrText xml:space="preserve"> HYPERLINK  \l "Annex01" </w:instrText>
      </w:r>
      <w:r w:rsidRPr="000C3F5E">
        <w:fldChar w:fldCharType="separate"/>
      </w:r>
      <w:r w:rsidRPr="000C3F5E">
        <w:rPr>
          <w:rStyle w:val="Hypertextovodkaz"/>
        </w:rPr>
        <w:t>Příloha č. 1</w:t>
      </w:r>
      <w:bookmarkEnd w:id="18"/>
      <w:r w:rsidRPr="000C3F5E">
        <w:fldChar w:fldCharType="end"/>
      </w:r>
      <w:r w:rsidRPr="000C3F5E">
        <w:t>:</w:t>
      </w:r>
      <w:r>
        <w:tab/>
      </w:r>
      <w:r>
        <w:tab/>
      </w:r>
      <w:r>
        <w:tab/>
      </w:r>
      <w:r w:rsidR="00434900" w:rsidRPr="00434900">
        <w:t>Specifikace Důvěrných informací</w:t>
      </w:r>
    </w:p>
    <w:p w14:paraId="7CA2F379" w14:textId="77777777" w:rsidR="0066054D" w:rsidRPr="00ED46EF" w:rsidRDefault="0066054D" w:rsidP="00DF3E22">
      <w:pPr>
        <w:pStyle w:val="RLTextlnkuslovan"/>
        <w:tabs>
          <w:tab w:val="clear" w:pos="1474"/>
        </w:tabs>
        <w:spacing w:line="240" w:lineRule="auto"/>
        <w:ind w:left="0" w:firstLine="0"/>
      </w:pPr>
      <w:r w:rsidRPr="00ED46EF">
        <w:t xml:space="preserve">Tato Dohoda </w:t>
      </w:r>
      <w:r w:rsidR="00DF3E22" w:rsidRPr="00ED46EF">
        <w:t>se vyhotovuje v elektronické podobě ve formátu (.pdf), přičemž každá ze smluvních stran obdrží oboustranně elektronicky podepsaný datový soubor této Dohody.</w:t>
      </w:r>
    </w:p>
    <w:p w14:paraId="12635408" w14:textId="77777777" w:rsidR="0039709F" w:rsidRDefault="0039709F" w:rsidP="0039709F">
      <w:pPr>
        <w:pStyle w:val="RLProhlensmluvnchstran"/>
        <w:spacing w:line="276" w:lineRule="auto"/>
      </w:pPr>
    </w:p>
    <w:p w14:paraId="079B801D" w14:textId="77777777" w:rsidR="0066054D" w:rsidRDefault="0066054D" w:rsidP="0039709F">
      <w:pPr>
        <w:pStyle w:val="RLProhlensmluvnchstran"/>
        <w:spacing w:line="276" w:lineRule="auto"/>
      </w:pPr>
      <w:r>
        <w:t>Strany prohlašují, že si tuto Dohodu přečetly, že s jejím obsahem souhlasí a na důkaz toho k ní připojují svoje podpisy.</w:t>
      </w:r>
    </w:p>
    <w:p w14:paraId="738E9DC4" w14:textId="77777777" w:rsidR="0066054D" w:rsidRDefault="0066054D" w:rsidP="0039709F">
      <w:pPr>
        <w:pStyle w:val="RLProhlensmluvnchstran"/>
        <w:spacing w:line="276" w:lineRule="auto"/>
      </w:pPr>
    </w:p>
    <w:tbl>
      <w:tblPr>
        <w:tblW w:w="11075" w:type="dxa"/>
        <w:jc w:val="center"/>
        <w:tblLook w:val="01E0" w:firstRow="1" w:lastRow="1" w:firstColumn="1" w:lastColumn="1" w:noHBand="0" w:noVBand="0"/>
      </w:tblPr>
      <w:tblGrid>
        <w:gridCol w:w="6804"/>
        <w:gridCol w:w="4271"/>
      </w:tblGrid>
      <w:tr w:rsidR="0066054D" w:rsidRPr="000C3F5E" w14:paraId="3DFC2D99" w14:textId="77777777" w:rsidTr="00DA1C70">
        <w:trPr>
          <w:jc w:val="center"/>
        </w:trPr>
        <w:tc>
          <w:tcPr>
            <w:tcW w:w="6804" w:type="dxa"/>
          </w:tcPr>
          <w:p w14:paraId="4147621D" w14:textId="77777777" w:rsidR="0066054D" w:rsidRDefault="0066054D" w:rsidP="0039709F">
            <w:pPr>
              <w:pStyle w:val="RLdajeosmluvnstran"/>
              <w:spacing w:line="276" w:lineRule="auto"/>
              <w:rPr>
                <w:b/>
                <w:lang w:eastAsia="cs-CZ"/>
              </w:rPr>
            </w:pPr>
            <w:r>
              <w:rPr>
                <w:b/>
                <w:lang w:eastAsia="cs-CZ"/>
              </w:rPr>
              <w:t>Zadavatel</w:t>
            </w:r>
          </w:p>
          <w:p w14:paraId="6A8BBA64" w14:textId="77777777" w:rsidR="0066054D" w:rsidRDefault="0066054D" w:rsidP="0039709F">
            <w:pPr>
              <w:pStyle w:val="RLdajeosmluvnstran"/>
              <w:spacing w:line="276" w:lineRule="auto"/>
              <w:jc w:val="left"/>
            </w:pPr>
          </w:p>
          <w:p w14:paraId="0D7A6F97" w14:textId="390246F2" w:rsidR="00E16A8B" w:rsidRDefault="0066054D" w:rsidP="00E16A8B">
            <w:pPr>
              <w:pStyle w:val="RLdajeosmluvnstran"/>
              <w:spacing w:line="276" w:lineRule="auto"/>
              <w:rPr>
                <w:i/>
                <w:iCs/>
              </w:rPr>
            </w:pPr>
            <w:r w:rsidRPr="000C3F5E">
              <w:t xml:space="preserve">V </w:t>
            </w:r>
            <w:r w:rsidR="00E16A8B">
              <w:t>Praze dne</w:t>
            </w:r>
            <w:r w:rsidR="00B85462">
              <w:t xml:space="preserve">: </w:t>
            </w:r>
            <w:r w:rsidR="00B85462" w:rsidRPr="00491A0A">
              <w:rPr>
                <w:i/>
                <w:iCs/>
              </w:rPr>
              <w:t xml:space="preserve">shodné s datem a časem </w:t>
            </w:r>
            <w:r w:rsidR="00E16A8B" w:rsidRPr="00491A0A">
              <w:rPr>
                <w:i/>
                <w:iCs/>
              </w:rPr>
              <w:t xml:space="preserve">  el. podpisu</w:t>
            </w:r>
          </w:p>
          <w:p w14:paraId="4250CC97" w14:textId="77777777" w:rsidR="00B85462" w:rsidRDefault="00B85462" w:rsidP="00E16A8B">
            <w:pPr>
              <w:pStyle w:val="RLdajeosmluvnstran"/>
              <w:spacing w:line="276" w:lineRule="auto"/>
              <w:rPr>
                <w:i/>
                <w:iCs/>
              </w:rPr>
            </w:pPr>
          </w:p>
          <w:p w14:paraId="03583478" w14:textId="77777777" w:rsidR="00B85462" w:rsidRDefault="00B85462" w:rsidP="00E16A8B">
            <w:pPr>
              <w:pStyle w:val="RLdajeosmluvnstran"/>
              <w:spacing w:line="276" w:lineRule="auto"/>
              <w:rPr>
                <w:i/>
                <w:iCs/>
              </w:rPr>
            </w:pPr>
          </w:p>
          <w:p w14:paraId="56018D08" w14:textId="6A7C33BB" w:rsidR="00B85462" w:rsidRPr="00491A0A" w:rsidRDefault="00B85462" w:rsidP="00491A0A">
            <w:pPr>
              <w:pStyle w:val="RLdajeosmluvnstran"/>
              <w:spacing w:line="276" w:lineRule="auto"/>
              <w:jc w:val="left"/>
            </w:pPr>
            <w:r>
              <w:t xml:space="preserve">                    ……………………………………………………………………….                                   </w:t>
            </w:r>
          </w:p>
          <w:p w14:paraId="36702C04" w14:textId="77777777" w:rsidR="00B85462" w:rsidRDefault="00B85462" w:rsidP="00B85462">
            <w:pPr>
              <w:pStyle w:val="RLProhlensmluvnchstran"/>
              <w:spacing w:before="60" w:after="60" w:line="240" w:lineRule="auto"/>
              <w:rPr>
                <w:rFonts w:asciiTheme="minorHAnsi" w:hAnsiTheme="minorHAnsi" w:cstheme="minorHAnsi"/>
              </w:rPr>
            </w:pPr>
            <w:r>
              <w:rPr>
                <w:rFonts w:asciiTheme="minorHAnsi" w:hAnsiTheme="minorHAnsi" w:cstheme="minorHAnsi"/>
              </w:rPr>
              <w:t>Česká republika – Ministerstvo zemědělství</w:t>
            </w:r>
          </w:p>
          <w:p w14:paraId="08555718" w14:textId="77777777" w:rsidR="00B85462" w:rsidRPr="00491A0A" w:rsidRDefault="00B85462" w:rsidP="00B85462">
            <w:pPr>
              <w:jc w:val="center"/>
              <w:rPr>
                <w:rFonts w:asciiTheme="minorHAnsi" w:hAnsiTheme="minorHAnsi" w:cstheme="minorHAnsi"/>
                <w:szCs w:val="20"/>
                <w:lang w:val="cs-CZ"/>
              </w:rPr>
            </w:pPr>
            <w:r w:rsidRPr="00491A0A">
              <w:rPr>
                <w:rFonts w:asciiTheme="minorHAnsi" w:hAnsiTheme="minorHAnsi" w:cstheme="minorHAnsi"/>
                <w:szCs w:val="20"/>
                <w:lang w:val="cs-CZ"/>
              </w:rPr>
              <w:t>Ing. Miroslav Rychtařík</w:t>
            </w:r>
          </w:p>
          <w:p w14:paraId="4CFAEBB1" w14:textId="77777777" w:rsidR="00B85462" w:rsidRDefault="00B85462" w:rsidP="00B85462">
            <w:pPr>
              <w:pStyle w:val="RLdajeosmluvnstran"/>
              <w:spacing w:line="276" w:lineRule="auto"/>
              <w:jc w:val="left"/>
            </w:pPr>
            <w:r>
              <w:rPr>
                <w:rFonts w:asciiTheme="minorHAnsi" w:hAnsiTheme="minorHAnsi" w:cstheme="minorHAnsi"/>
                <w:szCs w:val="20"/>
              </w:rPr>
              <w:t xml:space="preserve">       ředitel Odboru informačních a komunikačních technologií</w:t>
            </w:r>
          </w:p>
          <w:p w14:paraId="3E89E5D1" w14:textId="77777777" w:rsidR="00B85462" w:rsidRPr="00491A0A" w:rsidRDefault="00B85462" w:rsidP="00E16A8B">
            <w:pPr>
              <w:pStyle w:val="RLdajeosmluvnstran"/>
              <w:spacing w:line="276" w:lineRule="auto"/>
            </w:pPr>
          </w:p>
          <w:p w14:paraId="48028EC2" w14:textId="77777777" w:rsidR="00B85462" w:rsidRDefault="00B85462" w:rsidP="00E16A8B">
            <w:pPr>
              <w:pStyle w:val="RLdajeosmluvnstran"/>
              <w:spacing w:line="276" w:lineRule="auto"/>
              <w:rPr>
                <w:i/>
                <w:iCs/>
              </w:rPr>
            </w:pPr>
          </w:p>
          <w:p w14:paraId="57AD72AC" w14:textId="77777777" w:rsidR="00B85462" w:rsidRPr="000C3F5E" w:rsidRDefault="00B85462" w:rsidP="00E16A8B">
            <w:pPr>
              <w:pStyle w:val="RLdajeosmluvnstran"/>
              <w:spacing w:line="276" w:lineRule="auto"/>
            </w:pPr>
          </w:p>
          <w:p w14:paraId="2D179E7E" w14:textId="18439FAA" w:rsidR="0066054D" w:rsidRPr="000C3F5E" w:rsidRDefault="0066054D" w:rsidP="0039709F">
            <w:pPr>
              <w:pStyle w:val="RLdajeosmluvnstran"/>
              <w:spacing w:line="276" w:lineRule="auto"/>
            </w:pPr>
          </w:p>
          <w:p w14:paraId="7E2808CF" w14:textId="77777777" w:rsidR="0066054D" w:rsidRPr="00491A0A" w:rsidRDefault="0066054D" w:rsidP="0039709F">
            <w:pPr>
              <w:rPr>
                <w:lang w:val="de-DE"/>
              </w:rPr>
            </w:pPr>
          </w:p>
          <w:p w14:paraId="60E6E083" w14:textId="77777777" w:rsidR="001812BE" w:rsidRPr="00491A0A" w:rsidRDefault="001812BE" w:rsidP="0039709F">
            <w:pPr>
              <w:rPr>
                <w:lang w:val="de-DE"/>
              </w:rPr>
            </w:pPr>
          </w:p>
        </w:tc>
        <w:tc>
          <w:tcPr>
            <w:tcW w:w="4271" w:type="dxa"/>
          </w:tcPr>
          <w:p w14:paraId="143FF069" w14:textId="77777777" w:rsidR="0066054D" w:rsidRDefault="003B1CBF" w:rsidP="0039709F">
            <w:pPr>
              <w:pStyle w:val="RLdajeosmluvnstran"/>
              <w:spacing w:line="276" w:lineRule="auto"/>
              <w:rPr>
                <w:b/>
                <w:lang w:eastAsia="cs-CZ"/>
              </w:rPr>
            </w:pPr>
            <w:r>
              <w:rPr>
                <w:b/>
                <w:lang w:eastAsia="cs-CZ"/>
              </w:rPr>
              <w:t>Účastník</w:t>
            </w:r>
          </w:p>
          <w:p w14:paraId="3C04AB5E" w14:textId="77777777" w:rsidR="00B85462" w:rsidRDefault="00B85462" w:rsidP="00B85462">
            <w:pPr>
              <w:jc w:val="both"/>
              <w:rPr>
                <w:rFonts w:asciiTheme="minorHAnsi" w:hAnsiTheme="minorHAnsi" w:cstheme="minorHAnsi"/>
              </w:rPr>
            </w:pPr>
            <w:r>
              <w:rPr>
                <w:rFonts w:asciiTheme="minorHAnsi" w:hAnsiTheme="minorHAnsi" w:cstheme="minorHAnsi"/>
              </w:rPr>
              <w:t xml:space="preserve">V </w:t>
            </w:r>
            <w:r>
              <w:rPr>
                <w:highlight w:val="yellow"/>
              </w:rPr>
              <w:fldChar w:fldCharType="begin"/>
            </w:r>
            <w:r>
              <w:rPr>
                <w:highlight w:val="yellow"/>
              </w:rPr>
              <w:instrText xml:space="preserve"> MACROBUTTON  AcceptConflict [DOPLNÍ ÚČASTNÍK] </w:instrText>
            </w:r>
            <w:r>
              <w:rPr>
                <w:highlight w:val="yellow"/>
              </w:rPr>
              <w:fldChar w:fldCharType="end"/>
            </w:r>
            <w:r>
              <w:rPr>
                <w:rFonts w:asciiTheme="minorHAnsi" w:hAnsiTheme="minorHAnsi" w:cstheme="minorHAnsi"/>
              </w:rPr>
              <w:t xml:space="preserve"> dne: </w:t>
            </w:r>
            <w:r>
              <w:rPr>
                <w:rFonts w:asciiTheme="minorHAnsi" w:hAnsiTheme="minorHAnsi" w:cstheme="minorHAnsi"/>
                <w:i/>
                <w:iCs/>
              </w:rPr>
              <w:t>shodné s datem a časem el. podpisu</w:t>
            </w:r>
          </w:p>
          <w:p w14:paraId="73F6B86B" w14:textId="10C6CDA1" w:rsidR="0066054D" w:rsidRPr="00491A0A" w:rsidRDefault="0066054D" w:rsidP="0039709F">
            <w:pPr>
              <w:pStyle w:val="RLdajeosmluvnstran"/>
              <w:spacing w:line="276" w:lineRule="auto"/>
              <w:rPr>
                <w:lang w:val="en-US"/>
              </w:rPr>
            </w:pPr>
          </w:p>
          <w:p w14:paraId="30835E81" w14:textId="77777777" w:rsidR="00B85462" w:rsidRDefault="00B85462" w:rsidP="00B85462">
            <w:pPr>
              <w:pStyle w:val="RLdajeosmluvnstran"/>
              <w:spacing w:line="276" w:lineRule="auto"/>
              <w:jc w:val="left"/>
            </w:pPr>
          </w:p>
          <w:p w14:paraId="08E799AF" w14:textId="206F5A32" w:rsidR="00B85462" w:rsidRDefault="00B85462" w:rsidP="00491A0A">
            <w:pPr>
              <w:pStyle w:val="RLdajeosmluvnstran"/>
              <w:spacing w:line="276" w:lineRule="auto"/>
              <w:jc w:val="left"/>
            </w:pPr>
            <w:r>
              <w:t xml:space="preserve"> …………………………………………………………………</w:t>
            </w:r>
          </w:p>
          <w:p w14:paraId="5B0DDDA0" w14:textId="77777777" w:rsidR="0066054D" w:rsidRPr="000C3F5E" w:rsidRDefault="0066054D" w:rsidP="0039709F">
            <w:pPr>
              <w:pStyle w:val="RLdajeosmluvnstran"/>
              <w:spacing w:line="276" w:lineRule="auto"/>
            </w:pPr>
            <w:r w:rsidRPr="000C3F5E">
              <w:t xml:space="preserve">V </w:t>
            </w:r>
            <w:r w:rsidR="00363C81">
              <w:rPr>
                <w:highlight w:val="yellow"/>
              </w:rPr>
              <w:fldChar w:fldCharType="begin"/>
            </w:r>
            <w:r w:rsidR="00363C81">
              <w:rPr>
                <w:highlight w:val="yellow"/>
              </w:rPr>
              <w:instrText xml:space="preserve"> MACROBUTTON  AcceptConflict [DOPLNÍ ÚČASTNÍK] </w:instrText>
            </w:r>
            <w:r w:rsidR="00363C81">
              <w:rPr>
                <w:highlight w:val="yellow"/>
              </w:rPr>
              <w:fldChar w:fldCharType="end"/>
            </w:r>
            <w:r w:rsidRPr="000C3F5E">
              <w:t xml:space="preserve"> dne </w:t>
            </w:r>
            <w:r w:rsidR="00363C81">
              <w:rPr>
                <w:highlight w:val="yellow"/>
              </w:rPr>
              <w:fldChar w:fldCharType="begin"/>
            </w:r>
            <w:r w:rsidR="00363C81">
              <w:rPr>
                <w:highlight w:val="yellow"/>
              </w:rPr>
              <w:instrText xml:space="preserve"> MACROBUTTON  AcceptConflict [DOPLNÍ ÚČASTNÍK] </w:instrText>
            </w:r>
            <w:r w:rsidR="00363C81">
              <w:rPr>
                <w:highlight w:val="yellow"/>
              </w:rPr>
              <w:fldChar w:fldCharType="end"/>
            </w:r>
          </w:p>
        </w:tc>
      </w:tr>
    </w:tbl>
    <w:p w14:paraId="0E6E24B2" w14:textId="77777777" w:rsidR="00E11D70" w:rsidRDefault="00E11D70" w:rsidP="00DA1C70">
      <w:pPr>
        <w:pStyle w:val="RLProhlensmluvnchstran"/>
      </w:pPr>
    </w:p>
    <w:p w14:paraId="32827989" w14:textId="77777777" w:rsidR="00DA1C70" w:rsidRDefault="00DA1C70" w:rsidP="00DA1C70">
      <w:pPr>
        <w:pStyle w:val="RLProhlensmluvnchstran"/>
      </w:pPr>
    </w:p>
    <w:p w14:paraId="3C5EE0E1" w14:textId="77777777" w:rsidR="00DA1C70" w:rsidRDefault="00DA1C70" w:rsidP="00DA1C70">
      <w:pPr>
        <w:pStyle w:val="RLProhlensmluvnchstran"/>
      </w:pPr>
    </w:p>
    <w:p w14:paraId="1EE5DC00" w14:textId="77777777" w:rsidR="00DA1C70" w:rsidRDefault="00DA1C70" w:rsidP="00DA1C70">
      <w:pPr>
        <w:pStyle w:val="RLProhlensmluvnchstran"/>
      </w:pPr>
    </w:p>
    <w:p w14:paraId="7335B1AE" w14:textId="77777777" w:rsidR="00DA1C70" w:rsidRPr="00212A61" w:rsidRDefault="00DA1C70" w:rsidP="00DA1C70">
      <w:pPr>
        <w:pStyle w:val="RLProhlensmluvnchstran"/>
        <w:rPr>
          <w:sz w:val="24"/>
        </w:rPr>
      </w:pPr>
      <w:r w:rsidRPr="00212A61">
        <w:rPr>
          <w:sz w:val="24"/>
        </w:rPr>
        <w:t xml:space="preserve">Příloha č. 1 – Specifikace Důvěrných informací </w:t>
      </w:r>
    </w:p>
    <w:p w14:paraId="6DEE5D90" w14:textId="77777777" w:rsidR="00DA1C70" w:rsidRPr="00212A61" w:rsidRDefault="00DA1C70" w:rsidP="00DA1C70">
      <w:pPr>
        <w:pStyle w:val="RLProhlensmluvnchstran"/>
        <w:rPr>
          <w:sz w:val="24"/>
        </w:rPr>
      </w:pPr>
    </w:p>
    <w:p w14:paraId="6C88592B" w14:textId="77777777" w:rsidR="00DA1C70" w:rsidRPr="00117B1F" w:rsidRDefault="00DA1C70" w:rsidP="00DA1C70">
      <w:pPr>
        <w:pStyle w:val="RLProhlensmluvnchstran"/>
        <w:jc w:val="both"/>
        <w:rPr>
          <w:rFonts w:asciiTheme="minorHAnsi" w:hAnsiTheme="minorHAnsi" w:cstheme="minorHAnsi"/>
          <w:b w:val="0"/>
          <w:bCs/>
          <w:szCs w:val="22"/>
        </w:rPr>
      </w:pPr>
      <w:r w:rsidRPr="00117B1F">
        <w:rPr>
          <w:rFonts w:asciiTheme="minorHAnsi" w:hAnsiTheme="minorHAnsi" w:cstheme="minorHAnsi"/>
          <w:b w:val="0"/>
          <w:bCs/>
          <w:szCs w:val="22"/>
        </w:rPr>
        <w:t xml:space="preserve">Interní dokumentace </w:t>
      </w:r>
      <w:r w:rsidRPr="00267E16">
        <w:rPr>
          <w:rFonts w:asciiTheme="minorHAnsi" w:hAnsiTheme="minorHAnsi" w:cstheme="minorHAnsi"/>
          <w:b w:val="0"/>
          <w:bCs/>
          <w:szCs w:val="22"/>
        </w:rPr>
        <w:t>dle čl.</w:t>
      </w:r>
      <w:r w:rsidR="000A418A">
        <w:rPr>
          <w:rFonts w:asciiTheme="minorHAnsi" w:hAnsiTheme="minorHAnsi" w:cstheme="minorHAnsi"/>
          <w:b w:val="0"/>
          <w:bCs/>
          <w:szCs w:val="22"/>
        </w:rPr>
        <w:t xml:space="preserve"> </w:t>
      </w:r>
      <w:r w:rsidR="00746C6C">
        <w:rPr>
          <w:rFonts w:asciiTheme="minorHAnsi" w:hAnsiTheme="minorHAnsi" w:cstheme="minorHAnsi"/>
          <w:b w:val="0"/>
          <w:bCs/>
          <w:szCs w:val="22"/>
        </w:rPr>
        <w:t>9</w:t>
      </w:r>
      <w:r w:rsidRPr="00267E16">
        <w:rPr>
          <w:rFonts w:asciiTheme="minorHAnsi" w:hAnsiTheme="minorHAnsi" w:cstheme="minorHAnsi"/>
          <w:b w:val="0"/>
          <w:bCs/>
          <w:szCs w:val="22"/>
        </w:rPr>
        <w:t xml:space="preserve"> závazného</w:t>
      </w:r>
      <w:r w:rsidRPr="00117B1F">
        <w:rPr>
          <w:rFonts w:asciiTheme="minorHAnsi" w:hAnsiTheme="minorHAnsi" w:cstheme="minorHAnsi"/>
          <w:b w:val="0"/>
          <w:bCs/>
          <w:szCs w:val="22"/>
        </w:rPr>
        <w:t xml:space="preserve"> návrhu Smlouvy</w:t>
      </w:r>
      <w:r w:rsidR="00212A61" w:rsidRPr="00117B1F">
        <w:rPr>
          <w:rFonts w:asciiTheme="minorHAnsi" w:hAnsiTheme="minorHAnsi" w:cstheme="minorHAnsi"/>
          <w:b w:val="0"/>
          <w:bCs/>
          <w:szCs w:val="22"/>
        </w:rPr>
        <w:t>:</w:t>
      </w:r>
    </w:p>
    <w:p w14:paraId="062A3E6F" w14:textId="5F7418BE" w:rsidR="00A331F1" w:rsidRPr="00A331F1" w:rsidRDefault="00A331F1" w:rsidP="00A331F1">
      <w:pPr>
        <w:pStyle w:val="RLlneksmlouvy"/>
        <w:numPr>
          <w:ilvl w:val="0"/>
          <w:numId w:val="45"/>
        </w:numPr>
        <w:rPr>
          <w:rFonts w:asciiTheme="minorHAnsi" w:hAnsiTheme="minorHAnsi" w:cstheme="minorHAnsi"/>
          <w:szCs w:val="22"/>
        </w:rPr>
      </w:pPr>
      <w:r w:rsidRPr="00A331F1">
        <w:rPr>
          <w:rFonts w:asciiTheme="minorHAnsi" w:hAnsiTheme="minorHAnsi" w:cstheme="minorHAnsi"/>
          <w:szCs w:val="22"/>
        </w:rPr>
        <w:t xml:space="preserve">Bezpečnost </w:t>
      </w:r>
    </w:p>
    <w:p w14:paraId="1DA9E61B" w14:textId="77777777" w:rsidR="00A331F1" w:rsidRPr="00C36E6E" w:rsidRDefault="00A331F1" w:rsidP="00A331F1">
      <w:pPr>
        <w:pStyle w:val="RLTextlnkuslovan"/>
        <w:tabs>
          <w:tab w:val="clear" w:pos="1474"/>
          <w:tab w:val="num" w:pos="1447"/>
        </w:tabs>
        <w:ind w:left="1447"/>
        <w:jc w:val="left"/>
      </w:pPr>
      <w:r w:rsidRPr="00C36E6E">
        <w:t>Směrnice č. 2/2022 - Bezpečnostní politika informací MZe (Směrnice 2_2022_Bezpečnostní politika informací MZe_pro externí strany)</w:t>
      </w:r>
    </w:p>
    <w:p w14:paraId="19ED575D" w14:textId="77777777" w:rsidR="00A331F1" w:rsidRPr="00C36E6E" w:rsidRDefault="00A331F1" w:rsidP="00A331F1">
      <w:pPr>
        <w:pStyle w:val="RLTextlnkuslovan"/>
        <w:tabs>
          <w:tab w:val="clear" w:pos="1474"/>
          <w:tab w:val="num" w:pos="1447"/>
        </w:tabs>
        <w:ind w:left="1447"/>
        <w:jc w:val="left"/>
      </w:pPr>
      <w:r w:rsidRPr="00C36E6E">
        <w:t>Směrnice č. 6/2023 Metodika pro řízení aktiv a rizik v oblasti KB (Směrnice 6_2023_Metodika řízení aktiv a rizik)</w:t>
      </w:r>
    </w:p>
    <w:p w14:paraId="413D59CC" w14:textId="77777777" w:rsidR="00A331F1" w:rsidRPr="00C36E6E" w:rsidRDefault="00A331F1" w:rsidP="00A331F1">
      <w:pPr>
        <w:pStyle w:val="RLTextlnkuslovan"/>
        <w:tabs>
          <w:tab w:val="clear" w:pos="1474"/>
          <w:tab w:val="num" w:pos="1447"/>
        </w:tabs>
        <w:ind w:left="1447"/>
        <w:jc w:val="left"/>
      </w:pPr>
      <w:r w:rsidRPr="00C36E6E">
        <w:t xml:space="preserve">Směrnice č. 13/2023 Bezpečnostní politika ISMS + 2 přílohy </w:t>
      </w:r>
    </w:p>
    <w:p w14:paraId="69AAC27B" w14:textId="77777777" w:rsidR="00A331F1" w:rsidRPr="00C36E6E" w:rsidRDefault="00A331F1" w:rsidP="0047447F">
      <w:pPr>
        <w:pStyle w:val="RLTextlnkuslovan"/>
        <w:numPr>
          <w:ilvl w:val="0"/>
          <w:numId w:val="0"/>
        </w:numPr>
        <w:ind w:left="1447"/>
        <w:jc w:val="left"/>
      </w:pPr>
      <w:r w:rsidRPr="00C36E6E">
        <w:t>(Směrnice č. 13_2023_Bezpečnostní politika sytému řízení bezpečnosti informací,</w:t>
      </w:r>
    </w:p>
    <w:p w14:paraId="56F3E942" w14:textId="77777777" w:rsidR="00A331F1" w:rsidRPr="00C36E6E" w:rsidRDefault="00A331F1" w:rsidP="0047447F">
      <w:pPr>
        <w:pStyle w:val="RLTextlnkuslovan"/>
        <w:numPr>
          <w:ilvl w:val="0"/>
          <w:numId w:val="0"/>
        </w:numPr>
        <w:ind w:left="1447"/>
        <w:jc w:val="left"/>
      </w:pPr>
      <w:r w:rsidRPr="00C36E6E">
        <w:t>Směrnice č. 13_2023_Příloha 1_RACI matice stanovení odpovědností,</w:t>
      </w:r>
    </w:p>
    <w:p w14:paraId="66487D7D" w14:textId="77777777" w:rsidR="00A331F1" w:rsidRPr="00C36E6E" w:rsidRDefault="00A331F1" w:rsidP="0047447F">
      <w:pPr>
        <w:pStyle w:val="RLTextlnkuslovan"/>
        <w:numPr>
          <w:ilvl w:val="0"/>
          <w:numId w:val="0"/>
        </w:numPr>
        <w:ind w:left="1447"/>
        <w:jc w:val="left"/>
      </w:pPr>
      <w:r w:rsidRPr="00C36E6E">
        <w:t>Směrnice č. 13_2023_Příloha 2_Klasifikace informací_pravidla ochrany aktiv a požadavky na likvidaci)</w:t>
      </w:r>
    </w:p>
    <w:p w14:paraId="06030F90" w14:textId="77777777" w:rsidR="00A331F1" w:rsidRPr="00C36E6E" w:rsidRDefault="00A331F1" w:rsidP="00A331F1">
      <w:pPr>
        <w:pStyle w:val="RLTextlnkuslovan"/>
        <w:tabs>
          <w:tab w:val="clear" w:pos="1474"/>
          <w:tab w:val="num" w:pos="1447"/>
        </w:tabs>
        <w:ind w:left="1447"/>
        <w:jc w:val="left"/>
      </w:pPr>
      <w:r w:rsidRPr="00C36E6E">
        <w:t xml:space="preserve">SBLZ Směrnice k bezpečnosti lidských zdrojů MZe </w:t>
      </w:r>
    </w:p>
    <w:p w14:paraId="3E78B10C" w14:textId="77777777" w:rsidR="00A331F1" w:rsidRPr="00C36E6E" w:rsidRDefault="00A331F1" w:rsidP="0047447F">
      <w:pPr>
        <w:pStyle w:val="RLTextlnkuslovan"/>
        <w:numPr>
          <w:ilvl w:val="0"/>
          <w:numId w:val="0"/>
        </w:numPr>
        <w:ind w:left="1447"/>
        <w:jc w:val="left"/>
      </w:pPr>
      <w:r w:rsidRPr="00C36E6E">
        <w:t>(Příkaz 6_2016 _Příloha _c_5_Směrnice k_bezpecnosti_lidskych_zdroju)</w:t>
      </w:r>
    </w:p>
    <w:p w14:paraId="372CF9DE" w14:textId="77777777" w:rsidR="00A331F1" w:rsidRPr="00C36E6E" w:rsidRDefault="00A331F1" w:rsidP="00A331F1">
      <w:pPr>
        <w:pStyle w:val="RLTextlnkuslovan"/>
        <w:tabs>
          <w:tab w:val="clear" w:pos="1474"/>
          <w:tab w:val="num" w:pos="1447"/>
        </w:tabs>
        <w:ind w:left="1447"/>
        <w:jc w:val="left"/>
      </w:pPr>
      <w:r w:rsidRPr="00C36E6E">
        <w:t xml:space="preserve">SFBBP Směrnice k fyzické bezpečnosti a bezpečnosti prostředí MZe </w:t>
      </w:r>
    </w:p>
    <w:p w14:paraId="537A91B0" w14:textId="77777777" w:rsidR="00A331F1" w:rsidRPr="00C36E6E" w:rsidRDefault="00A331F1" w:rsidP="0047447F">
      <w:pPr>
        <w:pStyle w:val="RLTextlnkuslovan"/>
        <w:numPr>
          <w:ilvl w:val="0"/>
          <w:numId w:val="0"/>
        </w:numPr>
        <w:ind w:left="1447"/>
        <w:jc w:val="left"/>
      </w:pPr>
      <w:r w:rsidRPr="00C36E6E">
        <w:t>(Příkaz 6_2016 _Příloha _c_7_Smernice_k_fyzicke_bezpecnosti_a_bezpecnosti_prostredi)</w:t>
      </w:r>
    </w:p>
    <w:p w14:paraId="2033F730" w14:textId="77777777" w:rsidR="00A331F1" w:rsidRPr="00C36E6E" w:rsidRDefault="00A331F1" w:rsidP="00A331F1">
      <w:pPr>
        <w:pStyle w:val="RLTextlnkuslovan"/>
        <w:tabs>
          <w:tab w:val="clear" w:pos="1474"/>
          <w:tab w:val="num" w:pos="1447"/>
        </w:tabs>
        <w:ind w:left="1447"/>
        <w:jc w:val="left"/>
      </w:pPr>
      <w:r w:rsidRPr="00C36E6E">
        <w:t>BIT Směrnice k řízení bezpečnosti informačních a komunikačních technologií MZe (Příkaz 6_2016 _Příloha _c_8_Směrnice k_rizeni_bezpecnosti_informacnich_a_komunikacnich_technologii)</w:t>
      </w:r>
    </w:p>
    <w:p w14:paraId="049EB5A5" w14:textId="77777777" w:rsidR="00A331F1" w:rsidRPr="00C36E6E" w:rsidRDefault="00A331F1" w:rsidP="00A331F1">
      <w:pPr>
        <w:pStyle w:val="RLTextlnkuslovan"/>
        <w:tabs>
          <w:tab w:val="clear" w:pos="1474"/>
          <w:tab w:val="num" w:pos="1447"/>
        </w:tabs>
        <w:ind w:left="1447"/>
        <w:jc w:val="left"/>
      </w:pPr>
      <w:r w:rsidRPr="00C36E6E">
        <w:t xml:space="preserve">SSI Směrnice ke správě incidentů MZe </w:t>
      </w:r>
    </w:p>
    <w:p w14:paraId="57AB402D" w14:textId="77777777" w:rsidR="00A331F1" w:rsidRPr="00C36E6E" w:rsidRDefault="00A331F1" w:rsidP="0047447F">
      <w:pPr>
        <w:pStyle w:val="RLTextlnkuslovan"/>
        <w:numPr>
          <w:ilvl w:val="0"/>
          <w:numId w:val="0"/>
        </w:numPr>
        <w:ind w:left="1447"/>
        <w:jc w:val="left"/>
      </w:pPr>
      <w:r w:rsidRPr="00C36E6E">
        <w:t>(Příkaz 6_2016 _Příloha _c_9_Smernice_ke_sprave_incidentu)</w:t>
      </w:r>
    </w:p>
    <w:p w14:paraId="5FC9D1E4" w14:textId="77777777" w:rsidR="00A331F1" w:rsidRPr="00C36E6E" w:rsidRDefault="00A331F1" w:rsidP="00A331F1">
      <w:pPr>
        <w:pStyle w:val="RLTextlnkuslovan"/>
        <w:tabs>
          <w:tab w:val="clear" w:pos="1474"/>
          <w:tab w:val="num" w:pos="1447"/>
        </w:tabs>
        <w:ind w:left="1447"/>
        <w:jc w:val="left"/>
      </w:pPr>
      <w:r w:rsidRPr="00C36E6E">
        <w:t xml:space="preserve">SRK Směrnice pro řízení kontinuity činností </w:t>
      </w:r>
    </w:p>
    <w:p w14:paraId="5C8605F9" w14:textId="77777777" w:rsidR="00A331F1" w:rsidRPr="00C36E6E" w:rsidRDefault="00A331F1" w:rsidP="0047447F">
      <w:pPr>
        <w:pStyle w:val="RLTextlnkuslovan"/>
        <w:numPr>
          <w:ilvl w:val="0"/>
          <w:numId w:val="0"/>
        </w:numPr>
        <w:ind w:left="1447"/>
        <w:jc w:val="left"/>
      </w:pPr>
      <w:r w:rsidRPr="00C36E6E">
        <w:t>(Příkaz 6_2016 _Příloha _c_10 Smernice_pro_rizeni_kontinuity_cinnosti)</w:t>
      </w:r>
    </w:p>
    <w:p w14:paraId="1C9FFBC0" w14:textId="77777777" w:rsidR="00A331F1" w:rsidRPr="00C36E6E" w:rsidRDefault="00A331F1" w:rsidP="00A331F1">
      <w:pPr>
        <w:pStyle w:val="RLTextlnkuslovan"/>
        <w:tabs>
          <w:tab w:val="clear" w:pos="1474"/>
          <w:tab w:val="num" w:pos="1447"/>
        </w:tabs>
        <w:ind w:left="1447"/>
        <w:jc w:val="left"/>
      </w:pPr>
      <w:r w:rsidRPr="00C36E6E">
        <w:t xml:space="preserve">SZSBP Směrnice k zajištění shody s bezpečnostními požadavky MZe </w:t>
      </w:r>
    </w:p>
    <w:p w14:paraId="4089A381" w14:textId="77777777" w:rsidR="00A331F1" w:rsidRPr="00C36E6E" w:rsidRDefault="00A331F1" w:rsidP="0047447F">
      <w:pPr>
        <w:pStyle w:val="RLTextlnkuslovan"/>
        <w:numPr>
          <w:ilvl w:val="0"/>
          <w:numId w:val="0"/>
        </w:numPr>
        <w:ind w:left="1447"/>
        <w:jc w:val="left"/>
      </w:pPr>
      <w:r w:rsidRPr="00C36E6E">
        <w:t>(Příkaz 6_2016 _Příloha _c_11_Smernice_k_zajisteni_shody_s_bezpecnostnimi_pozadavky)</w:t>
      </w:r>
    </w:p>
    <w:p w14:paraId="7B5272E3" w14:textId="77777777" w:rsidR="00A331F1" w:rsidRPr="00C36E6E" w:rsidRDefault="00A331F1" w:rsidP="00A331F1">
      <w:pPr>
        <w:pStyle w:val="RLTextlnkuslovan"/>
        <w:tabs>
          <w:tab w:val="clear" w:pos="1474"/>
          <w:tab w:val="num" w:pos="1447"/>
        </w:tabs>
        <w:ind w:left="1447"/>
        <w:jc w:val="left"/>
      </w:pPr>
      <w:r w:rsidRPr="00C36E6E">
        <w:t>SBBP Směrnice pro budování bezpečnostního povědomí (Příkaz 6_2016 _Příloha _c_6_Směrnice_pro_budovani_bezpecnostniho_povedomi)</w:t>
      </w:r>
    </w:p>
    <w:p w14:paraId="250E654E" w14:textId="77777777" w:rsidR="00A331F1" w:rsidRPr="00C36E6E" w:rsidRDefault="00A331F1" w:rsidP="00A331F1">
      <w:pPr>
        <w:pStyle w:val="RLTextlnkuslovan"/>
        <w:tabs>
          <w:tab w:val="clear" w:pos="1474"/>
          <w:tab w:val="num" w:pos="1447"/>
        </w:tabs>
        <w:ind w:left="1447"/>
        <w:jc w:val="left"/>
      </w:pPr>
      <w:r w:rsidRPr="00C36E6E">
        <w:t>Směrnice č. 25/2023 – Politika bezpečného chování uživatelů (Směrnice č. 25-2023 Politika bezpečného chování uživatelů)</w:t>
      </w:r>
    </w:p>
    <w:p w14:paraId="3451181C" w14:textId="77777777" w:rsidR="00A331F1" w:rsidRPr="00C36E6E" w:rsidRDefault="00A331F1" w:rsidP="00A331F1">
      <w:pPr>
        <w:pStyle w:val="RLTextlnkuslovan"/>
        <w:tabs>
          <w:tab w:val="clear" w:pos="1474"/>
          <w:tab w:val="num" w:pos="1447"/>
        </w:tabs>
        <w:ind w:left="1447"/>
        <w:jc w:val="left"/>
      </w:pPr>
      <w:r w:rsidRPr="00C36E6E">
        <w:t>SPZD Slovník pojmů a zkratek v dokumentaci ISMS MZe  (Příkaz 6_2016 _Příloha _Slovnik_pojmu_a_zkratek_v_dokumentaci_systemu_rizeni_bezpecnosti_informaci_MZe)</w:t>
      </w:r>
    </w:p>
    <w:p w14:paraId="2616BB8C" w14:textId="77777777" w:rsidR="00A331F1" w:rsidRPr="00C36E6E" w:rsidRDefault="00A331F1" w:rsidP="00A331F1">
      <w:pPr>
        <w:pStyle w:val="RLTextlnkuslovan"/>
        <w:tabs>
          <w:tab w:val="clear" w:pos="1474"/>
          <w:tab w:val="num" w:pos="1447"/>
        </w:tabs>
        <w:ind w:left="1447"/>
        <w:jc w:val="left"/>
      </w:pPr>
      <w:r w:rsidRPr="00C36E6E">
        <w:t>SSB Standard systémové bezpečnosti (Standard systémové bezpečnosti_ALL_ v2_42(2.4))</w:t>
      </w:r>
    </w:p>
    <w:p w14:paraId="5125A760" w14:textId="77777777" w:rsidR="00A331F1" w:rsidRPr="00C36E6E" w:rsidRDefault="00A331F1" w:rsidP="00A331F1">
      <w:pPr>
        <w:pStyle w:val="RLTextlnkuslovan"/>
        <w:tabs>
          <w:tab w:val="clear" w:pos="1474"/>
          <w:tab w:val="num" w:pos="1447"/>
        </w:tabs>
        <w:ind w:left="1447"/>
        <w:jc w:val="left"/>
      </w:pPr>
      <w:r w:rsidRPr="00C36E6E">
        <w:t>Správa a monitoring privilegovaných účtů – PIM – Uživatelská dokumentace (SMPÚ_Uzivatelska_dokumentace_v16)</w:t>
      </w:r>
    </w:p>
    <w:p w14:paraId="2C92EC96" w14:textId="77777777" w:rsidR="00A331F1" w:rsidRPr="00C36E6E" w:rsidRDefault="00A331F1" w:rsidP="00A331F1">
      <w:pPr>
        <w:pStyle w:val="RLTextlnkuslovan"/>
        <w:tabs>
          <w:tab w:val="clear" w:pos="1474"/>
          <w:tab w:val="num" w:pos="1447"/>
        </w:tabs>
        <w:ind w:left="1447"/>
        <w:jc w:val="left"/>
      </w:pPr>
      <w:r w:rsidRPr="00C36E6E">
        <w:lastRenderedPageBreak/>
        <w:t>Metodický pokyn k nastaveni systémů k přímému přístupu přes PIM (Metodický_pokyn_k_nastaveni_systémů_pro_PIM-v1.1)</w:t>
      </w:r>
    </w:p>
    <w:p w14:paraId="1B8B00C0" w14:textId="77777777" w:rsidR="00A331F1" w:rsidRPr="00C36E6E" w:rsidRDefault="00A331F1" w:rsidP="00A331F1">
      <w:pPr>
        <w:pStyle w:val="RLTextlnkuslovan"/>
        <w:tabs>
          <w:tab w:val="clear" w:pos="1474"/>
          <w:tab w:val="num" w:pos="1447"/>
        </w:tabs>
        <w:ind w:left="1447"/>
        <w:jc w:val="left"/>
      </w:pPr>
      <w:r w:rsidRPr="00C36E6E">
        <w:t>Metodický pokyn k užívání přístupových serverů MZe (Metodický pokyn k užívání přístupových serverů MZe_2_2_0)</w:t>
      </w:r>
    </w:p>
    <w:p w14:paraId="3EA87973" w14:textId="77777777" w:rsidR="00A331F1" w:rsidRPr="00C36E6E" w:rsidRDefault="00A331F1" w:rsidP="00A331F1">
      <w:pPr>
        <w:pStyle w:val="RLTextlnkuslovan"/>
        <w:tabs>
          <w:tab w:val="clear" w:pos="1474"/>
          <w:tab w:val="num" w:pos="1447"/>
        </w:tabs>
        <w:ind w:left="1447"/>
        <w:jc w:val="left"/>
      </w:pPr>
      <w:r w:rsidRPr="00C36E6E">
        <w:t>Standard k zajištění bezpečnostního monitoringu ICT (Standard k zajištění bezpečnostního monitoringu ICT-v2_2)</w:t>
      </w:r>
    </w:p>
    <w:p w14:paraId="6048175A" w14:textId="77777777" w:rsidR="00A331F1" w:rsidRPr="00C36E6E" w:rsidRDefault="00A331F1" w:rsidP="00A331F1">
      <w:pPr>
        <w:pStyle w:val="RLTextlnkuslovan"/>
        <w:tabs>
          <w:tab w:val="clear" w:pos="1474"/>
          <w:tab w:val="num" w:pos="1447"/>
        </w:tabs>
        <w:ind w:left="1447"/>
        <w:jc w:val="left"/>
      </w:pPr>
      <w:r w:rsidRPr="00C36E6E">
        <w:t>Metodický pokyn k nastaveni systémů pro sběr do SIEMu (Metodický_pokyn_k_nastaveni_systémů_pro_SIEM-v1.1)</w:t>
      </w:r>
    </w:p>
    <w:p w14:paraId="48B4CB16" w14:textId="77777777" w:rsidR="00A331F1" w:rsidRPr="00C36E6E" w:rsidRDefault="00A331F1" w:rsidP="00A331F1">
      <w:pPr>
        <w:pStyle w:val="RLTextlnkuslovan"/>
        <w:tabs>
          <w:tab w:val="clear" w:pos="1474"/>
          <w:tab w:val="num" w:pos="1447"/>
        </w:tabs>
        <w:ind w:left="1447"/>
        <w:jc w:val="left"/>
      </w:pPr>
      <w:r w:rsidRPr="00C36E6E">
        <w:t>Metodický pokyn k předávání přístupových údajů (Met_PPÚ_2021_MZe_v4_0)</w:t>
      </w:r>
    </w:p>
    <w:p w14:paraId="58C82328" w14:textId="5E26BC4F" w:rsidR="00A331F1" w:rsidRPr="00C36E6E" w:rsidRDefault="00A331F1" w:rsidP="0047447F">
      <w:pPr>
        <w:pStyle w:val="RLTextlnkuslovan"/>
        <w:tabs>
          <w:tab w:val="clear" w:pos="1474"/>
          <w:tab w:val="num" w:pos="1447"/>
        </w:tabs>
        <w:ind w:left="1447"/>
        <w:jc w:val="left"/>
      </w:pPr>
      <w:r w:rsidRPr="00C36E6E">
        <w:t>Minimální požadavky na kryptografické prostředky (nedržíme duplicitní interní dokument, je nutno řídit se platným doporučením vystaveným na webu NÚKIB) dle https://nukib.cz/cs/infoservis/doporuceni/</w:t>
      </w:r>
    </w:p>
    <w:p w14:paraId="10F9906C" w14:textId="77777777" w:rsidR="00A331F1" w:rsidRPr="00631DB5" w:rsidRDefault="00A331F1" w:rsidP="00A331F1">
      <w:pPr>
        <w:pStyle w:val="RLlneksmlouvy"/>
        <w:jc w:val="left"/>
        <w:rPr>
          <w:rFonts w:asciiTheme="minorHAnsi" w:hAnsiTheme="minorHAnsi" w:cstheme="minorHAnsi"/>
          <w:iCs/>
          <w:szCs w:val="22"/>
        </w:rPr>
      </w:pPr>
      <w:r w:rsidRPr="00631DB5">
        <w:rPr>
          <w:rFonts w:asciiTheme="minorHAnsi" w:hAnsiTheme="minorHAnsi" w:cstheme="minorHAnsi"/>
          <w:iCs/>
          <w:szCs w:val="22"/>
        </w:rPr>
        <w:t>Ostatní metodiky a směrnice</w:t>
      </w:r>
    </w:p>
    <w:p w14:paraId="51263F5F" w14:textId="77777777" w:rsidR="00A331F1" w:rsidRPr="00631DB5" w:rsidRDefault="00A331F1" w:rsidP="00A331F1">
      <w:pPr>
        <w:pStyle w:val="Odstavecseseznamem"/>
        <w:numPr>
          <w:ilvl w:val="1"/>
          <w:numId w:val="1"/>
        </w:numPr>
        <w:tabs>
          <w:tab w:val="clear" w:pos="1474"/>
          <w:tab w:val="num" w:pos="1447"/>
        </w:tabs>
        <w:spacing w:after="0" w:line="240" w:lineRule="auto"/>
        <w:ind w:left="1447"/>
        <w:jc w:val="both"/>
        <w:rPr>
          <w:rFonts w:asciiTheme="minorHAnsi" w:hAnsiTheme="minorHAnsi" w:cstheme="minorHAnsi"/>
          <w:sz w:val="22"/>
          <w:szCs w:val="22"/>
          <w:lang w:val="cs-CZ"/>
        </w:rPr>
      </w:pPr>
      <w:r w:rsidRPr="00631DB5">
        <w:rPr>
          <w:rFonts w:asciiTheme="minorHAnsi" w:hAnsiTheme="minorHAnsi" w:cstheme="minorHAnsi"/>
          <w:sz w:val="22"/>
          <w:szCs w:val="22"/>
          <w:lang w:val="cs-CZ"/>
        </w:rPr>
        <w:t>Požadavky na dokumentaci</w:t>
      </w:r>
    </w:p>
    <w:p w14:paraId="435A0BEF" w14:textId="77777777" w:rsidR="00A331F1" w:rsidRDefault="00A331F1" w:rsidP="00A331F1">
      <w:pPr>
        <w:pStyle w:val="Odstavecseseznamem"/>
        <w:numPr>
          <w:ilvl w:val="1"/>
          <w:numId w:val="1"/>
        </w:numPr>
        <w:tabs>
          <w:tab w:val="clear" w:pos="1474"/>
          <w:tab w:val="num" w:pos="1447"/>
        </w:tabs>
        <w:spacing w:after="0" w:line="240" w:lineRule="auto"/>
        <w:ind w:left="1447"/>
        <w:jc w:val="both"/>
        <w:rPr>
          <w:rFonts w:asciiTheme="minorHAnsi" w:hAnsiTheme="minorHAnsi" w:cstheme="minorHAnsi"/>
          <w:sz w:val="22"/>
          <w:szCs w:val="22"/>
          <w:lang w:val="cs-CZ"/>
        </w:rPr>
      </w:pPr>
      <w:r w:rsidRPr="00631DB5">
        <w:rPr>
          <w:rFonts w:asciiTheme="minorHAnsi" w:hAnsiTheme="minorHAnsi" w:cstheme="minorHAnsi"/>
          <w:sz w:val="22"/>
          <w:szCs w:val="22"/>
          <w:lang w:val="cs-CZ"/>
        </w:rPr>
        <w:t xml:space="preserve">Metodika modelování architektury </w:t>
      </w:r>
    </w:p>
    <w:p w14:paraId="7088A34B" w14:textId="77777777" w:rsidR="00A331F1" w:rsidRPr="00487786" w:rsidRDefault="00A331F1" w:rsidP="00A331F1">
      <w:pPr>
        <w:pStyle w:val="Odstavecseseznamem"/>
        <w:numPr>
          <w:ilvl w:val="1"/>
          <w:numId w:val="1"/>
        </w:numPr>
        <w:tabs>
          <w:tab w:val="clear" w:pos="1474"/>
          <w:tab w:val="num" w:pos="1447"/>
        </w:tabs>
        <w:ind w:left="1447"/>
        <w:rPr>
          <w:rFonts w:asciiTheme="minorHAnsi" w:hAnsiTheme="minorHAnsi" w:cstheme="minorHAnsi"/>
          <w:sz w:val="22"/>
          <w:szCs w:val="22"/>
          <w:lang w:val="cs-CZ"/>
        </w:rPr>
      </w:pPr>
      <w:r w:rsidRPr="00487786">
        <w:rPr>
          <w:rFonts w:asciiTheme="minorHAnsi" w:hAnsiTheme="minorHAnsi" w:cstheme="minorHAnsi"/>
          <w:sz w:val="22"/>
          <w:szCs w:val="22"/>
          <w:lang w:val="cs-CZ"/>
        </w:rPr>
        <w:t>Agrisource - příručka dodavatele</w:t>
      </w:r>
    </w:p>
    <w:p w14:paraId="44ED5B6C" w14:textId="77777777" w:rsidR="00A331F1" w:rsidRDefault="00A331F1" w:rsidP="00A331F1">
      <w:pPr>
        <w:pStyle w:val="Odstavecseseznamem"/>
        <w:ind w:left="1474"/>
        <w:rPr>
          <w:lang w:val="cs-CZ"/>
        </w:rPr>
      </w:pPr>
    </w:p>
    <w:p w14:paraId="60D91CB8" w14:textId="77777777" w:rsidR="00A331F1" w:rsidRDefault="00A331F1" w:rsidP="00A331F1">
      <w:pPr>
        <w:pStyle w:val="RLlneksmlouvy"/>
      </w:pPr>
      <w:r>
        <w:t>HelpDesk</w:t>
      </w:r>
    </w:p>
    <w:p w14:paraId="042F9A8F" w14:textId="7D4C1A08" w:rsidR="00A331F1" w:rsidRDefault="00A331F1" w:rsidP="00A331F1">
      <w:pPr>
        <w:pStyle w:val="RLTextlnkuslovan"/>
        <w:ind w:left="720"/>
        <w:rPr>
          <w:lang w:eastAsia="en-US"/>
        </w:rPr>
      </w:pPr>
      <w:r>
        <w:rPr>
          <w:lang w:eastAsia="en-US"/>
        </w:rPr>
        <w:t>Spolupráce s HD MZe</w:t>
      </w:r>
    </w:p>
    <w:p w14:paraId="31492004" w14:textId="77777777" w:rsidR="00A331F1" w:rsidRDefault="00A331F1" w:rsidP="00A331F1">
      <w:pPr>
        <w:pStyle w:val="RLTextlnkuslovan"/>
        <w:numPr>
          <w:ilvl w:val="0"/>
          <w:numId w:val="0"/>
        </w:numPr>
        <w:ind w:left="720"/>
        <w:rPr>
          <w:lang w:eastAsia="en-US"/>
        </w:rPr>
      </w:pPr>
    </w:p>
    <w:p w14:paraId="5D5DF88B" w14:textId="77777777" w:rsidR="00A331F1" w:rsidRPr="004B5627" w:rsidRDefault="00A331F1" w:rsidP="00A331F1">
      <w:pPr>
        <w:pStyle w:val="RLlneksmlouvy"/>
      </w:pPr>
      <w:r w:rsidRPr="004B5627">
        <w:t>ITSM procesy zadavatele</w:t>
      </w:r>
    </w:p>
    <w:p w14:paraId="7914C416" w14:textId="77777777" w:rsidR="00A331F1" w:rsidRPr="00452609" w:rsidRDefault="00A331F1" w:rsidP="00A331F1">
      <w:pPr>
        <w:pStyle w:val="Nadpis3"/>
        <w:spacing w:after="0"/>
        <w:ind w:left="851"/>
        <w:rPr>
          <w:rFonts w:asciiTheme="minorHAnsi" w:hAnsiTheme="minorHAnsi" w:cstheme="minorHAnsi"/>
          <w:sz w:val="22"/>
          <w:szCs w:val="22"/>
        </w:rPr>
      </w:pPr>
      <w:r w:rsidRPr="00452609">
        <w:rPr>
          <w:rFonts w:asciiTheme="minorHAnsi" w:hAnsiTheme="minorHAnsi" w:cstheme="minorHAnsi"/>
          <w:sz w:val="22"/>
          <w:szCs w:val="22"/>
        </w:rPr>
        <w:t>4.1</w:t>
      </w:r>
      <w:r w:rsidRPr="00452609">
        <w:rPr>
          <w:rFonts w:asciiTheme="minorHAnsi" w:hAnsiTheme="minorHAnsi" w:cstheme="minorHAnsi"/>
          <w:sz w:val="22"/>
          <w:szCs w:val="22"/>
        </w:rPr>
        <w:tab/>
        <w:t>Release management</w:t>
      </w:r>
    </w:p>
    <w:p w14:paraId="2CB366CC" w14:textId="77777777" w:rsidR="00A331F1" w:rsidRPr="00452609" w:rsidRDefault="00A331F1" w:rsidP="00A331F1">
      <w:pPr>
        <w:numPr>
          <w:ilvl w:val="0"/>
          <w:numId w:val="44"/>
        </w:numPr>
        <w:spacing w:after="0" w:line="240" w:lineRule="auto"/>
        <w:ind w:left="1208"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w:t>
      </w:r>
    </w:p>
    <w:p w14:paraId="797B5BAD" w14:textId="77777777" w:rsidR="00A331F1" w:rsidRPr="00452609" w:rsidRDefault="00A331F1" w:rsidP="00A331F1">
      <w:pPr>
        <w:numPr>
          <w:ilvl w:val="0"/>
          <w:numId w:val="44"/>
        </w:numPr>
        <w:spacing w:after="0" w:line="240" w:lineRule="auto"/>
        <w:ind w:left="1208"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Release plán</w:t>
      </w:r>
    </w:p>
    <w:p w14:paraId="0C78E533" w14:textId="77777777" w:rsidR="00A331F1" w:rsidRPr="00452609" w:rsidRDefault="00A331F1" w:rsidP="00A331F1">
      <w:pPr>
        <w:numPr>
          <w:ilvl w:val="0"/>
          <w:numId w:val="44"/>
        </w:numPr>
        <w:spacing w:after="0" w:line="240" w:lineRule="auto"/>
        <w:ind w:left="1208"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Detailní harmonogram název release</w:t>
      </w:r>
    </w:p>
    <w:p w14:paraId="14FD97FE" w14:textId="77777777" w:rsidR="00A331F1" w:rsidRPr="00452609" w:rsidRDefault="00A331F1" w:rsidP="00A331F1">
      <w:pPr>
        <w:numPr>
          <w:ilvl w:val="0"/>
          <w:numId w:val="44"/>
        </w:numPr>
        <w:spacing w:after="0" w:line="240" w:lineRule="auto"/>
        <w:ind w:left="1208"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Proces</w:t>
      </w:r>
    </w:p>
    <w:p w14:paraId="5FBCA32B" w14:textId="77777777" w:rsidR="00A331F1" w:rsidRPr="00452609" w:rsidRDefault="00A331F1" w:rsidP="00A331F1">
      <w:pPr>
        <w:numPr>
          <w:ilvl w:val="0"/>
          <w:numId w:val="44"/>
        </w:numPr>
        <w:spacing w:after="0" w:line="240" w:lineRule="auto"/>
        <w:ind w:left="1208"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RTT plán</w:t>
      </w:r>
    </w:p>
    <w:p w14:paraId="62CC95CA" w14:textId="77777777" w:rsidR="00A331F1" w:rsidRPr="00452609" w:rsidRDefault="00A331F1" w:rsidP="00A331F1">
      <w:pPr>
        <w:numPr>
          <w:ilvl w:val="0"/>
          <w:numId w:val="44"/>
        </w:numPr>
        <w:spacing w:after="0" w:line="240" w:lineRule="auto"/>
        <w:ind w:left="1208"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RTP plán</w:t>
      </w:r>
    </w:p>
    <w:p w14:paraId="5D9B592C" w14:textId="77777777" w:rsidR="00A331F1" w:rsidRPr="00452609" w:rsidRDefault="00A331F1" w:rsidP="00A331F1">
      <w:pPr>
        <w:pStyle w:val="Nadpis3"/>
        <w:spacing w:after="0"/>
        <w:ind w:left="851"/>
        <w:rPr>
          <w:rFonts w:asciiTheme="minorHAnsi" w:hAnsiTheme="minorHAnsi" w:cstheme="minorHAnsi"/>
          <w:sz w:val="22"/>
          <w:szCs w:val="22"/>
        </w:rPr>
      </w:pPr>
      <w:r>
        <w:rPr>
          <w:rFonts w:asciiTheme="minorHAnsi" w:hAnsiTheme="minorHAnsi" w:cstheme="minorHAnsi"/>
          <w:sz w:val="22"/>
          <w:szCs w:val="22"/>
        </w:rPr>
        <w:t>4.2</w:t>
      </w:r>
      <w:r>
        <w:rPr>
          <w:rFonts w:asciiTheme="minorHAnsi" w:hAnsiTheme="minorHAnsi" w:cstheme="minorHAnsi"/>
          <w:sz w:val="22"/>
          <w:szCs w:val="22"/>
        </w:rPr>
        <w:tab/>
      </w:r>
      <w:r w:rsidRPr="00452609">
        <w:rPr>
          <w:rFonts w:asciiTheme="minorHAnsi" w:hAnsiTheme="minorHAnsi" w:cstheme="minorHAnsi"/>
          <w:sz w:val="22"/>
          <w:szCs w:val="22"/>
        </w:rPr>
        <w:t>Problem management</w:t>
      </w:r>
    </w:p>
    <w:p w14:paraId="2BB8D151" w14:textId="77777777" w:rsidR="00A331F1" w:rsidRPr="00452609" w:rsidRDefault="00A331F1" w:rsidP="00A331F1">
      <w:pPr>
        <w:numPr>
          <w:ilvl w:val="0"/>
          <w:numId w:val="38"/>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 proces</w:t>
      </w:r>
    </w:p>
    <w:p w14:paraId="6C42CC37" w14:textId="77777777" w:rsidR="00A331F1" w:rsidRPr="00452609" w:rsidRDefault="00A331F1" w:rsidP="00A331F1">
      <w:pPr>
        <w:numPr>
          <w:ilvl w:val="0"/>
          <w:numId w:val="38"/>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Proces</w:t>
      </w:r>
    </w:p>
    <w:p w14:paraId="59A1583C" w14:textId="77777777" w:rsidR="00A331F1" w:rsidRPr="00452609" w:rsidRDefault="00A331F1" w:rsidP="00A331F1">
      <w:pPr>
        <w:pStyle w:val="Nadpis3"/>
        <w:spacing w:after="0"/>
        <w:ind w:left="851"/>
        <w:rPr>
          <w:rFonts w:asciiTheme="minorHAnsi" w:hAnsiTheme="minorHAnsi" w:cstheme="minorHAnsi"/>
          <w:sz w:val="22"/>
          <w:szCs w:val="22"/>
        </w:rPr>
      </w:pPr>
      <w:r>
        <w:rPr>
          <w:rFonts w:asciiTheme="minorHAnsi" w:hAnsiTheme="minorHAnsi" w:cstheme="minorHAnsi"/>
          <w:sz w:val="22"/>
          <w:szCs w:val="22"/>
        </w:rPr>
        <w:t>4.3</w:t>
      </w:r>
      <w:r>
        <w:rPr>
          <w:rFonts w:asciiTheme="minorHAnsi" w:hAnsiTheme="minorHAnsi" w:cstheme="minorHAnsi"/>
          <w:sz w:val="22"/>
          <w:szCs w:val="22"/>
        </w:rPr>
        <w:tab/>
      </w:r>
      <w:r w:rsidRPr="00452609">
        <w:rPr>
          <w:rFonts w:asciiTheme="minorHAnsi" w:hAnsiTheme="minorHAnsi" w:cstheme="minorHAnsi"/>
          <w:sz w:val="22"/>
          <w:szCs w:val="22"/>
        </w:rPr>
        <w:t>Change management</w:t>
      </w:r>
    </w:p>
    <w:p w14:paraId="1DC2D230" w14:textId="77777777" w:rsidR="00A331F1" w:rsidRPr="00452609" w:rsidRDefault="00A331F1" w:rsidP="00A331F1">
      <w:pPr>
        <w:numPr>
          <w:ilvl w:val="0"/>
          <w:numId w:val="39"/>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Diagram-NCh</w:t>
      </w:r>
    </w:p>
    <w:p w14:paraId="56062D7D" w14:textId="77777777" w:rsidR="00A331F1" w:rsidRPr="00452609" w:rsidRDefault="00A331F1" w:rsidP="00A331F1">
      <w:pPr>
        <w:numPr>
          <w:ilvl w:val="0"/>
          <w:numId w:val="39"/>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Diagram-UCh</w:t>
      </w:r>
    </w:p>
    <w:p w14:paraId="460BFB23" w14:textId="77777777" w:rsidR="00A331F1" w:rsidRPr="00452609" w:rsidRDefault="00A331F1" w:rsidP="00A331F1">
      <w:pPr>
        <w:numPr>
          <w:ilvl w:val="0"/>
          <w:numId w:val="39"/>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Proces</w:t>
      </w:r>
    </w:p>
    <w:p w14:paraId="54AE48AD" w14:textId="77777777" w:rsidR="00A331F1" w:rsidRPr="00452609" w:rsidRDefault="00A331F1" w:rsidP="00A331F1">
      <w:pPr>
        <w:numPr>
          <w:ilvl w:val="0"/>
          <w:numId w:val="39"/>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Zadání dílčí analýzy</w:t>
      </w:r>
    </w:p>
    <w:p w14:paraId="3D270252" w14:textId="77777777" w:rsidR="00A331F1" w:rsidRPr="00452609" w:rsidRDefault="00A331F1" w:rsidP="00A331F1">
      <w:pPr>
        <w:numPr>
          <w:ilvl w:val="0"/>
          <w:numId w:val="39"/>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Priloha-1-RfC</w:t>
      </w:r>
    </w:p>
    <w:p w14:paraId="1C90C5BA" w14:textId="77777777" w:rsidR="00A331F1" w:rsidRPr="00452609" w:rsidRDefault="00A331F1" w:rsidP="00A331F1">
      <w:pPr>
        <w:pStyle w:val="Nadpis3"/>
        <w:spacing w:after="0"/>
        <w:ind w:left="709"/>
        <w:rPr>
          <w:rFonts w:asciiTheme="minorHAnsi" w:hAnsiTheme="minorHAnsi" w:cstheme="minorHAnsi"/>
          <w:sz w:val="22"/>
          <w:szCs w:val="22"/>
        </w:rPr>
      </w:pPr>
      <w:r>
        <w:rPr>
          <w:rFonts w:asciiTheme="minorHAnsi" w:hAnsiTheme="minorHAnsi" w:cstheme="minorHAnsi"/>
          <w:sz w:val="22"/>
          <w:szCs w:val="22"/>
        </w:rPr>
        <w:t>4.4</w:t>
      </w:r>
      <w:r>
        <w:rPr>
          <w:rFonts w:asciiTheme="minorHAnsi" w:hAnsiTheme="minorHAnsi" w:cstheme="minorHAnsi"/>
          <w:sz w:val="22"/>
          <w:szCs w:val="22"/>
        </w:rPr>
        <w:tab/>
      </w:r>
      <w:r w:rsidRPr="00452609">
        <w:rPr>
          <w:rFonts w:asciiTheme="minorHAnsi" w:hAnsiTheme="minorHAnsi" w:cstheme="minorHAnsi"/>
          <w:sz w:val="22"/>
          <w:szCs w:val="22"/>
        </w:rPr>
        <w:t>Idea management</w:t>
      </w:r>
    </w:p>
    <w:p w14:paraId="78FE4469" w14:textId="77777777" w:rsidR="00A331F1" w:rsidRPr="00452609" w:rsidRDefault="00A331F1" w:rsidP="00A331F1">
      <w:pPr>
        <w:numPr>
          <w:ilvl w:val="0"/>
          <w:numId w:val="40"/>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Proces</w:t>
      </w:r>
    </w:p>
    <w:p w14:paraId="4D937A29" w14:textId="77777777" w:rsidR="00A331F1" w:rsidRPr="00452609" w:rsidRDefault="00A331F1" w:rsidP="00A331F1">
      <w:pPr>
        <w:numPr>
          <w:ilvl w:val="0"/>
          <w:numId w:val="40"/>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w:t>
      </w:r>
    </w:p>
    <w:p w14:paraId="2DC26737" w14:textId="77777777" w:rsidR="00A331F1" w:rsidRPr="00452609" w:rsidRDefault="00A331F1" w:rsidP="00A331F1">
      <w:pPr>
        <w:pStyle w:val="Nadpis3"/>
        <w:spacing w:after="0"/>
        <w:ind w:left="709"/>
        <w:rPr>
          <w:rFonts w:asciiTheme="minorHAnsi" w:hAnsiTheme="minorHAnsi" w:cstheme="minorHAnsi"/>
          <w:sz w:val="22"/>
          <w:szCs w:val="22"/>
        </w:rPr>
      </w:pPr>
      <w:r>
        <w:rPr>
          <w:rFonts w:asciiTheme="minorHAnsi" w:hAnsiTheme="minorHAnsi" w:cstheme="minorHAnsi"/>
          <w:sz w:val="22"/>
          <w:szCs w:val="22"/>
        </w:rPr>
        <w:lastRenderedPageBreak/>
        <w:t>4.5</w:t>
      </w:r>
      <w:r>
        <w:rPr>
          <w:rFonts w:asciiTheme="minorHAnsi" w:hAnsiTheme="minorHAnsi" w:cstheme="minorHAnsi"/>
          <w:sz w:val="22"/>
          <w:szCs w:val="22"/>
        </w:rPr>
        <w:tab/>
      </w:r>
      <w:r w:rsidRPr="00452609">
        <w:rPr>
          <w:rFonts w:asciiTheme="minorHAnsi" w:hAnsiTheme="minorHAnsi" w:cstheme="minorHAnsi"/>
          <w:sz w:val="22"/>
          <w:szCs w:val="22"/>
        </w:rPr>
        <w:t>Incident management</w:t>
      </w:r>
    </w:p>
    <w:p w14:paraId="15FE672D" w14:textId="77777777" w:rsidR="00A331F1" w:rsidRPr="00452609" w:rsidRDefault="00A331F1" w:rsidP="00A331F1">
      <w:pPr>
        <w:numPr>
          <w:ilvl w:val="0"/>
          <w:numId w:val="43"/>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Proces</w:t>
      </w:r>
    </w:p>
    <w:p w14:paraId="5BC8D3AE" w14:textId="77777777" w:rsidR="00A331F1" w:rsidRPr="00452609" w:rsidRDefault="00A331F1" w:rsidP="00A331F1">
      <w:pPr>
        <w:numPr>
          <w:ilvl w:val="0"/>
          <w:numId w:val="43"/>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 proces</w:t>
      </w:r>
    </w:p>
    <w:p w14:paraId="426DAC1A" w14:textId="77777777" w:rsidR="00A331F1" w:rsidRPr="00452609" w:rsidRDefault="00A331F1" w:rsidP="00A331F1">
      <w:pPr>
        <w:pStyle w:val="Nadpis3"/>
        <w:spacing w:after="0"/>
        <w:ind w:left="709"/>
        <w:rPr>
          <w:rFonts w:asciiTheme="minorHAnsi" w:hAnsiTheme="minorHAnsi" w:cstheme="minorHAnsi"/>
          <w:sz w:val="22"/>
          <w:szCs w:val="22"/>
        </w:rPr>
      </w:pPr>
      <w:r>
        <w:rPr>
          <w:rFonts w:asciiTheme="minorHAnsi" w:hAnsiTheme="minorHAnsi" w:cstheme="minorHAnsi"/>
          <w:sz w:val="22"/>
          <w:szCs w:val="22"/>
        </w:rPr>
        <w:t>4.6</w:t>
      </w:r>
      <w:r>
        <w:rPr>
          <w:rFonts w:asciiTheme="minorHAnsi" w:hAnsiTheme="minorHAnsi" w:cstheme="minorHAnsi"/>
          <w:sz w:val="22"/>
          <w:szCs w:val="22"/>
        </w:rPr>
        <w:tab/>
      </w:r>
      <w:r w:rsidRPr="00452609">
        <w:rPr>
          <w:rFonts w:asciiTheme="minorHAnsi" w:hAnsiTheme="minorHAnsi" w:cstheme="minorHAnsi"/>
          <w:sz w:val="22"/>
          <w:szCs w:val="22"/>
        </w:rPr>
        <w:t>Request fulfilment</w:t>
      </w:r>
    </w:p>
    <w:p w14:paraId="04703EE3"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Diagram-přístup</w:t>
      </w:r>
    </w:p>
    <w:p w14:paraId="61292AFB"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Diagram-reset-hesla</w:t>
      </w:r>
    </w:p>
    <w:p w14:paraId="0362D8F2"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Diagram-informace</w:t>
      </w:r>
    </w:p>
    <w:p w14:paraId="022975C3"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Diagram-konfigurace</w:t>
      </w:r>
    </w:p>
    <w:p w14:paraId="0B977603"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Diagram-HW</w:t>
      </w:r>
    </w:p>
    <w:p w14:paraId="4C96FF19"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Diagram-SW</w:t>
      </w:r>
    </w:p>
    <w:p w14:paraId="57C540C8"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Diagram-Nákup</w:t>
      </w:r>
    </w:p>
    <w:p w14:paraId="455319FD" w14:textId="77777777" w:rsidR="00A331F1" w:rsidRPr="00452609" w:rsidRDefault="00A331F1" w:rsidP="00A331F1">
      <w:pPr>
        <w:numPr>
          <w:ilvl w:val="0"/>
          <w:numId w:val="41"/>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Proces</w:t>
      </w:r>
    </w:p>
    <w:p w14:paraId="2018D6E1" w14:textId="77777777" w:rsidR="00A331F1" w:rsidRPr="00452609" w:rsidRDefault="00A331F1" w:rsidP="00A331F1">
      <w:pPr>
        <w:pStyle w:val="Nadpis3"/>
        <w:spacing w:after="0"/>
        <w:ind w:left="709"/>
        <w:rPr>
          <w:rFonts w:asciiTheme="minorHAnsi" w:hAnsiTheme="minorHAnsi" w:cstheme="minorHAnsi"/>
          <w:sz w:val="22"/>
          <w:szCs w:val="22"/>
        </w:rPr>
      </w:pPr>
      <w:r>
        <w:rPr>
          <w:rFonts w:asciiTheme="minorHAnsi" w:hAnsiTheme="minorHAnsi" w:cstheme="minorHAnsi"/>
          <w:sz w:val="22"/>
          <w:szCs w:val="22"/>
        </w:rPr>
        <w:t>4.7</w:t>
      </w:r>
      <w:r>
        <w:rPr>
          <w:rFonts w:asciiTheme="minorHAnsi" w:hAnsiTheme="minorHAnsi" w:cstheme="minorHAnsi"/>
          <w:sz w:val="22"/>
          <w:szCs w:val="22"/>
        </w:rPr>
        <w:tab/>
      </w:r>
      <w:r w:rsidRPr="00452609">
        <w:rPr>
          <w:rFonts w:asciiTheme="minorHAnsi" w:hAnsiTheme="minorHAnsi" w:cstheme="minorHAnsi"/>
          <w:sz w:val="22"/>
          <w:szCs w:val="22"/>
        </w:rPr>
        <w:t>Validation and Testing</w:t>
      </w:r>
    </w:p>
    <w:p w14:paraId="73F832A7" w14:textId="77777777" w:rsidR="00A331F1" w:rsidRPr="00452609" w:rsidRDefault="00A331F1" w:rsidP="00A331F1">
      <w:pPr>
        <w:numPr>
          <w:ilvl w:val="0"/>
          <w:numId w:val="42"/>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Legenda</w:t>
      </w:r>
    </w:p>
    <w:p w14:paraId="13BC245C" w14:textId="77777777" w:rsidR="00A331F1" w:rsidRPr="00452609" w:rsidRDefault="00A331F1" w:rsidP="00A331F1">
      <w:pPr>
        <w:numPr>
          <w:ilvl w:val="0"/>
          <w:numId w:val="42"/>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Vypořádání neshod Diagram</w:t>
      </w:r>
    </w:p>
    <w:p w14:paraId="33CBA248" w14:textId="77777777" w:rsidR="00A331F1" w:rsidRPr="00452609" w:rsidRDefault="00A331F1" w:rsidP="00A331F1">
      <w:pPr>
        <w:numPr>
          <w:ilvl w:val="0"/>
          <w:numId w:val="42"/>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Řízení neshod Diagram</w:t>
      </w:r>
    </w:p>
    <w:p w14:paraId="261D7B3A" w14:textId="77777777" w:rsidR="00A331F1" w:rsidRPr="00452609" w:rsidRDefault="00A331F1" w:rsidP="00A331F1">
      <w:pPr>
        <w:numPr>
          <w:ilvl w:val="0"/>
          <w:numId w:val="42"/>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Diagram</w:t>
      </w:r>
    </w:p>
    <w:p w14:paraId="540D1618" w14:textId="77777777" w:rsidR="00A331F1" w:rsidRPr="00452609" w:rsidRDefault="00A331F1" w:rsidP="00A331F1">
      <w:pPr>
        <w:numPr>
          <w:ilvl w:val="0"/>
          <w:numId w:val="42"/>
        </w:numPr>
        <w:spacing w:after="0" w:line="240" w:lineRule="auto"/>
        <w:ind w:left="1151" w:hanging="357"/>
        <w:jc w:val="both"/>
        <w:rPr>
          <w:rFonts w:asciiTheme="minorHAnsi" w:hAnsiTheme="minorHAnsi" w:cstheme="minorHAnsi"/>
          <w:sz w:val="22"/>
          <w:szCs w:val="22"/>
          <w:lang w:val="cs-CZ"/>
        </w:rPr>
      </w:pPr>
      <w:r w:rsidRPr="00452609">
        <w:rPr>
          <w:rFonts w:asciiTheme="minorHAnsi" w:hAnsiTheme="minorHAnsi" w:cstheme="minorHAnsi"/>
          <w:sz w:val="22"/>
          <w:szCs w:val="22"/>
          <w:lang w:val="cs-CZ"/>
        </w:rPr>
        <w:t>Proces</w:t>
      </w:r>
    </w:p>
    <w:p w14:paraId="15156F23" w14:textId="77777777" w:rsidR="00A331F1" w:rsidRPr="009D4C6F" w:rsidRDefault="00A331F1" w:rsidP="00DA403F">
      <w:pPr>
        <w:pStyle w:val="RLTextlnkuslovan"/>
        <w:numPr>
          <w:ilvl w:val="0"/>
          <w:numId w:val="0"/>
        </w:numPr>
        <w:ind w:left="1474"/>
        <w:rPr>
          <w:szCs w:val="22"/>
          <w:lang w:eastAsia="en-US"/>
        </w:rPr>
      </w:pPr>
    </w:p>
    <w:p w14:paraId="72555213" w14:textId="77777777" w:rsidR="00A331F1" w:rsidRPr="0014449A" w:rsidRDefault="00A331F1" w:rsidP="00A331F1">
      <w:pPr>
        <w:pStyle w:val="RLlneksmlouvy"/>
        <w:rPr>
          <w:rFonts w:asciiTheme="minorHAnsi" w:hAnsiTheme="minorHAnsi" w:cstheme="minorHAnsi"/>
          <w:szCs w:val="22"/>
        </w:rPr>
      </w:pPr>
      <w:r w:rsidRPr="0014449A">
        <w:rPr>
          <w:rFonts w:asciiTheme="minorHAnsi" w:hAnsiTheme="minorHAnsi" w:cstheme="minorHAnsi"/>
          <w:szCs w:val="22"/>
        </w:rPr>
        <w:lastRenderedPageBreak/>
        <w:t>Dokumentace k ISND</w:t>
      </w:r>
    </w:p>
    <w:p w14:paraId="4E3AA43A" w14:textId="77777777" w:rsidR="00A331F1" w:rsidRPr="00157A7F" w:rsidRDefault="00A331F1" w:rsidP="00A331F1">
      <w:pPr>
        <w:pStyle w:val="RLlneksmlouvy"/>
        <w:numPr>
          <w:ilvl w:val="1"/>
          <w:numId w:val="37"/>
        </w:numPr>
        <w:tabs>
          <w:tab w:val="clear" w:pos="1474"/>
          <w:tab w:val="num" w:pos="1447"/>
        </w:tabs>
        <w:ind w:left="1447"/>
      </w:pPr>
      <w:r w:rsidRPr="00157A7F">
        <w:t xml:space="preserve">Instalační dokumentace pro Aktualizátor subjektů </w:t>
      </w:r>
    </w:p>
    <w:p w14:paraId="3ABB32B1" w14:textId="77777777" w:rsidR="00A331F1" w:rsidRPr="00157A7F" w:rsidRDefault="00A331F1" w:rsidP="00A331F1">
      <w:pPr>
        <w:pStyle w:val="RLlneksmlouvy"/>
        <w:numPr>
          <w:ilvl w:val="1"/>
          <w:numId w:val="1"/>
        </w:numPr>
        <w:tabs>
          <w:tab w:val="clear" w:pos="1474"/>
          <w:tab w:val="num" w:pos="1447"/>
        </w:tabs>
        <w:ind w:left="1447"/>
      </w:pPr>
      <w:r w:rsidRPr="00157A7F">
        <w:t>Instalační dokumentace pro robota DMS Aktualizátor</w:t>
      </w:r>
    </w:p>
    <w:p w14:paraId="3A94802D" w14:textId="77777777" w:rsidR="00A331F1" w:rsidRPr="00157A7F" w:rsidRDefault="00A331F1" w:rsidP="00A331F1">
      <w:pPr>
        <w:pStyle w:val="RLlneksmlouvy"/>
        <w:numPr>
          <w:ilvl w:val="1"/>
          <w:numId w:val="1"/>
        </w:numPr>
        <w:tabs>
          <w:tab w:val="clear" w:pos="1474"/>
          <w:tab w:val="num" w:pos="1447"/>
        </w:tabs>
        <w:ind w:left="1447"/>
      </w:pPr>
      <w:r w:rsidRPr="00157A7F">
        <w:t>Instalační dokumentace pro robota Stahování kurzů</w:t>
      </w:r>
    </w:p>
    <w:p w14:paraId="6E0609F3" w14:textId="77777777" w:rsidR="00A331F1" w:rsidRPr="00157A7F" w:rsidRDefault="00A331F1" w:rsidP="00A331F1">
      <w:pPr>
        <w:pStyle w:val="RLlneksmlouvy"/>
        <w:numPr>
          <w:ilvl w:val="1"/>
          <w:numId w:val="1"/>
        </w:numPr>
        <w:tabs>
          <w:tab w:val="clear" w:pos="1474"/>
          <w:tab w:val="num" w:pos="1447"/>
        </w:tabs>
        <w:ind w:left="1447"/>
      </w:pPr>
      <w:r w:rsidRPr="00157A7F">
        <w:t>Instalační dokumentace Webové aplikace ISND</w:t>
      </w:r>
    </w:p>
    <w:p w14:paraId="78B893AE" w14:textId="77777777" w:rsidR="00A331F1" w:rsidRPr="00157A7F" w:rsidRDefault="00A331F1" w:rsidP="00A331F1">
      <w:pPr>
        <w:pStyle w:val="RLlneksmlouvy"/>
        <w:numPr>
          <w:ilvl w:val="1"/>
          <w:numId w:val="1"/>
        </w:numPr>
        <w:tabs>
          <w:tab w:val="clear" w:pos="1474"/>
          <w:tab w:val="num" w:pos="1447"/>
        </w:tabs>
        <w:ind w:left="1447"/>
      </w:pPr>
      <w:r w:rsidRPr="00157A7F">
        <w:t>ISND D</w:t>
      </w:r>
      <w:r>
        <w:t xml:space="preserve">isaster </w:t>
      </w:r>
      <w:r w:rsidRPr="00157A7F">
        <w:t>R</w:t>
      </w:r>
      <w:r>
        <w:t>ecovery</w:t>
      </w:r>
      <w:r w:rsidRPr="00157A7F">
        <w:t xml:space="preserve"> plan</w:t>
      </w:r>
    </w:p>
    <w:p w14:paraId="5C066355" w14:textId="77777777" w:rsidR="00A331F1" w:rsidRPr="00157A7F" w:rsidRDefault="00A331F1" w:rsidP="00A331F1">
      <w:pPr>
        <w:pStyle w:val="RLlneksmlouvy"/>
        <w:numPr>
          <w:ilvl w:val="1"/>
          <w:numId w:val="1"/>
        </w:numPr>
        <w:tabs>
          <w:tab w:val="clear" w:pos="1474"/>
          <w:tab w:val="num" w:pos="1447"/>
        </w:tabs>
        <w:ind w:left="1447"/>
      </w:pPr>
      <w:r w:rsidRPr="00157A7F">
        <w:t>Seznam profylaktických činností v rámci provozu ISND</w:t>
      </w:r>
    </w:p>
    <w:p w14:paraId="7C1DAE15" w14:textId="77777777" w:rsidR="00A331F1" w:rsidRPr="00157A7F" w:rsidRDefault="00A331F1" w:rsidP="00A331F1">
      <w:pPr>
        <w:pStyle w:val="RLlneksmlouvy"/>
        <w:numPr>
          <w:ilvl w:val="1"/>
          <w:numId w:val="1"/>
        </w:numPr>
        <w:tabs>
          <w:tab w:val="clear" w:pos="1474"/>
          <w:tab w:val="num" w:pos="1447"/>
        </w:tabs>
        <w:ind w:left="1447"/>
      </w:pPr>
      <w:r w:rsidRPr="00157A7F">
        <w:t>Chybové stavy ISND</w:t>
      </w:r>
    </w:p>
    <w:p w14:paraId="05C45B43" w14:textId="77777777" w:rsidR="00A331F1" w:rsidRPr="00157A7F" w:rsidRDefault="00A331F1" w:rsidP="00A331F1">
      <w:pPr>
        <w:pStyle w:val="RLlneksmlouvy"/>
        <w:numPr>
          <w:ilvl w:val="1"/>
          <w:numId w:val="1"/>
        </w:numPr>
        <w:tabs>
          <w:tab w:val="clear" w:pos="1474"/>
          <w:tab w:val="num" w:pos="1447"/>
        </w:tabs>
        <w:ind w:left="1447"/>
      </w:pPr>
      <w:r w:rsidRPr="00157A7F">
        <w:t>Scénář automatického dohledu pro aplikaci ISND</w:t>
      </w:r>
    </w:p>
    <w:p w14:paraId="58EDD787" w14:textId="77777777" w:rsidR="00A331F1" w:rsidRPr="00157A7F" w:rsidRDefault="00A331F1" w:rsidP="00A331F1">
      <w:pPr>
        <w:pStyle w:val="RLlneksmlouvy"/>
        <w:numPr>
          <w:ilvl w:val="1"/>
          <w:numId w:val="1"/>
        </w:numPr>
        <w:tabs>
          <w:tab w:val="clear" w:pos="1474"/>
          <w:tab w:val="num" w:pos="1447"/>
        </w:tabs>
        <w:ind w:left="1447"/>
      </w:pPr>
      <w:r w:rsidRPr="00157A7F">
        <w:t xml:space="preserve">Uživatelská dokumentace pro Aktualizátor subjektů </w:t>
      </w:r>
    </w:p>
    <w:p w14:paraId="37724D1B" w14:textId="77777777" w:rsidR="00A331F1" w:rsidRPr="00157A7F" w:rsidRDefault="00A331F1" w:rsidP="00A331F1">
      <w:pPr>
        <w:pStyle w:val="RLlneksmlouvy"/>
        <w:numPr>
          <w:ilvl w:val="1"/>
          <w:numId w:val="1"/>
        </w:numPr>
        <w:tabs>
          <w:tab w:val="clear" w:pos="1474"/>
          <w:tab w:val="num" w:pos="1447"/>
        </w:tabs>
        <w:ind w:left="1447"/>
      </w:pPr>
      <w:r w:rsidRPr="00157A7F">
        <w:t>Uživatelská dokumentace pro robota DMS Aktualizátor</w:t>
      </w:r>
    </w:p>
    <w:p w14:paraId="3704D056" w14:textId="77777777" w:rsidR="00A331F1" w:rsidRPr="00157A7F" w:rsidRDefault="00A331F1" w:rsidP="00A331F1">
      <w:pPr>
        <w:pStyle w:val="RLlneksmlouvy"/>
        <w:numPr>
          <w:ilvl w:val="1"/>
          <w:numId w:val="1"/>
        </w:numPr>
        <w:tabs>
          <w:tab w:val="clear" w:pos="1474"/>
          <w:tab w:val="num" w:pos="1447"/>
        </w:tabs>
        <w:ind w:left="1447"/>
      </w:pPr>
      <w:r w:rsidRPr="00157A7F">
        <w:t>Uživatelská dokume</w:t>
      </w:r>
      <w:r>
        <w:t>ntace pro robota Stahování kurz</w:t>
      </w:r>
    </w:p>
    <w:p w14:paraId="3632CC7C" w14:textId="77777777" w:rsidR="001938DF" w:rsidRDefault="00A331F1" w:rsidP="001938DF">
      <w:pPr>
        <w:pStyle w:val="RLlneksmlouvy"/>
        <w:numPr>
          <w:ilvl w:val="1"/>
          <w:numId w:val="1"/>
        </w:numPr>
        <w:tabs>
          <w:tab w:val="clear" w:pos="1474"/>
          <w:tab w:val="num" w:pos="1447"/>
        </w:tabs>
        <w:ind w:left="1447"/>
      </w:pPr>
      <w:r w:rsidRPr="00157A7F">
        <w:t>Uživatelská příručka</w:t>
      </w:r>
    </w:p>
    <w:p w14:paraId="3658EA18" w14:textId="1BD42F99" w:rsidR="00A331F1" w:rsidRPr="00067EF3" w:rsidRDefault="00A331F1" w:rsidP="001938DF">
      <w:pPr>
        <w:pStyle w:val="RLlneksmlouvy"/>
        <w:numPr>
          <w:ilvl w:val="1"/>
          <w:numId w:val="1"/>
        </w:numPr>
        <w:tabs>
          <w:tab w:val="clear" w:pos="1474"/>
          <w:tab w:val="num" w:pos="1447"/>
        </w:tabs>
        <w:ind w:left="1447"/>
      </w:pPr>
      <w:r w:rsidRPr="001938DF">
        <w:rPr>
          <w:bCs/>
        </w:rPr>
        <w:t>Modul pro žadatele ISND</w:t>
      </w:r>
    </w:p>
    <w:p w14:paraId="0C196E1E" w14:textId="77777777" w:rsidR="00A331F1" w:rsidRPr="007353E9" w:rsidRDefault="00A331F1" w:rsidP="00A331F1">
      <w:pPr>
        <w:pStyle w:val="Odstavecseseznamem"/>
        <w:ind w:left="1447"/>
        <w:rPr>
          <w:lang w:val="cs-CZ"/>
        </w:rPr>
      </w:pPr>
    </w:p>
    <w:p w14:paraId="42ED8903" w14:textId="77777777" w:rsidR="003A7AA5" w:rsidRPr="003C5D48" w:rsidRDefault="003A7AA5" w:rsidP="003A7AA5">
      <w:pPr>
        <w:pStyle w:val="RLlneksmlouvy"/>
      </w:pPr>
      <w:r w:rsidRPr="003C5D48">
        <w:t>Metodika poskytování Služeb výkonově hrazených</w:t>
      </w:r>
    </w:p>
    <w:p w14:paraId="56E8118E" w14:textId="77777777" w:rsidR="00A331F1" w:rsidRPr="002808A8" w:rsidRDefault="00A331F1" w:rsidP="00A331F1">
      <w:pPr>
        <w:pStyle w:val="Odstavecseseznamem"/>
        <w:numPr>
          <w:ilvl w:val="1"/>
          <w:numId w:val="1"/>
        </w:numPr>
        <w:tabs>
          <w:tab w:val="clear" w:pos="1474"/>
          <w:tab w:val="num" w:pos="1447"/>
        </w:tabs>
        <w:spacing w:after="0" w:line="240" w:lineRule="auto"/>
        <w:ind w:left="1447"/>
        <w:jc w:val="both"/>
        <w:rPr>
          <w:rFonts w:asciiTheme="minorHAnsi" w:hAnsiTheme="minorHAnsi" w:cstheme="minorHAnsi"/>
          <w:sz w:val="22"/>
          <w:szCs w:val="22"/>
          <w:lang w:val="cs-CZ"/>
        </w:rPr>
      </w:pPr>
      <w:r w:rsidRPr="002808A8">
        <w:rPr>
          <w:rFonts w:asciiTheme="minorHAnsi" w:hAnsiTheme="minorHAnsi" w:cstheme="minorHAnsi"/>
          <w:sz w:val="22"/>
          <w:szCs w:val="22"/>
          <w:lang w:val="cs-CZ"/>
        </w:rPr>
        <w:t>Metodika průběhu vývoje a dodání</w:t>
      </w:r>
    </w:p>
    <w:p w14:paraId="1FF648F5" w14:textId="77777777" w:rsidR="00A331F1" w:rsidRPr="002808A8" w:rsidRDefault="00A331F1" w:rsidP="00A331F1">
      <w:pPr>
        <w:pStyle w:val="Odstavecseseznamem"/>
        <w:numPr>
          <w:ilvl w:val="1"/>
          <w:numId w:val="1"/>
        </w:numPr>
        <w:tabs>
          <w:tab w:val="clear" w:pos="1474"/>
          <w:tab w:val="num" w:pos="1447"/>
        </w:tabs>
        <w:spacing w:after="0" w:line="240" w:lineRule="auto"/>
        <w:ind w:left="1447"/>
        <w:jc w:val="both"/>
        <w:rPr>
          <w:rFonts w:asciiTheme="minorHAnsi" w:hAnsiTheme="minorHAnsi" w:cstheme="minorHAnsi"/>
          <w:sz w:val="22"/>
          <w:szCs w:val="22"/>
          <w:lang w:val="cs-CZ"/>
        </w:rPr>
      </w:pPr>
      <w:r w:rsidRPr="002808A8">
        <w:rPr>
          <w:rFonts w:asciiTheme="minorHAnsi" w:hAnsiTheme="minorHAnsi" w:cstheme="minorHAnsi"/>
          <w:sz w:val="22"/>
          <w:szCs w:val="22"/>
          <w:lang w:val="cs-CZ"/>
        </w:rPr>
        <w:t>RFC Formuláře</w:t>
      </w:r>
    </w:p>
    <w:p w14:paraId="4659A6B6" w14:textId="77777777" w:rsidR="00A331F1" w:rsidRPr="002808A8" w:rsidRDefault="00A331F1" w:rsidP="00A331F1">
      <w:pPr>
        <w:pStyle w:val="Odstavecseseznamem"/>
        <w:numPr>
          <w:ilvl w:val="1"/>
          <w:numId w:val="1"/>
        </w:numPr>
        <w:tabs>
          <w:tab w:val="clear" w:pos="1474"/>
          <w:tab w:val="num" w:pos="1447"/>
        </w:tabs>
        <w:spacing w:after="0" w:line="240" w:lineRule="auto"/>
        <w:ind w:left="1447"/>
        <w:jc w:val="both"/>
        <w:rPr>
          <w:rFonts w:asciiTheme="minorHAnsi" w:hAnsiTheme="minorHAnsi" w:cstheme="minorHAnsi"/>
          <w:sz w:val="22"/>
          <w:szCs w:val="22"/>
          <w:lang w:val="cs-CZ"/>
        </w:rPr>
      </w:pPr>
      <w:r w:rsidRPr="002808A8">
        <w:rPr>
          <w:rFonts w:asciiTheme="minorHAnsi" w:hAnsiTheme="minorHAnsi" w:cstheme="minorHAnsi"/>
          <w:sz w:val="22"/>
          <w:szCs w:val="22"/>
          <w:lang w:val="cs-CZ"/>
        </w:rPr>
        <w:t>RFC Přílohy</w:t>
      </w:r>
    </w:p>
    <w:p w14:paraId="572BCC13" w14:textId="77777777" w:rsidR="00117B1F" w:rsidRDefault="00117B1F" w:rsidP="00117B1F">
      <w:pPr>
        <w:pStyle w:val="RLProhlensmluvnchstran"/>
        <w:jc w:val="both"/>
        <w:rPr>
          <w:rFonts w:asciiTheme="minorHAnsi" w:hAnsiTheme="minorHAnsi" w:cstheme="minorHAnsi"/>
          <w:szCs w:val="22"/>
        </w:rPr>
      </w:pPr>
    </w:p>
    <w:sectPr w:rsidR="00117B1F" w:rsidSect="00FB1FF0">
      <w:headerReference w:type="default" r:id="rId12"/>
      <w:footerReference w:type="default" r:id="rId13"/>
      <w:pgSz w:w="11906" w:h="16838" w:code="9"/>
      <w:pgMar w:top="1021" w:right="794" w:bottom="102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D1DD2" w14:textId="77777777" w:rsidR="00FB1FF0" w:rsidRDefault="00FB1FF0" w:rsidP="0066054D">
      <w:pPr>
        <w:spacing w:after="0" w:line="240" w:lineRule="auto"/>
      </w:pPr>
      <w:r>
        <w:separator/>
      </w:r>
    </w:p>
  </w:endnote>
  <w:endnote w:type="continuationSeparator" w:id="0">
    <w:p w14:paraId="42785F13" w14:textId="77777777" w:rsidR="00FB1FF0" w:rsidRDefault="00FB1FF0" w:rsidP="0066054D">
      <w:pPr>
        <w:spacing w:after="0" w:line="240" w:lineRule="auto"/>
      </w:pPr>
      <w:r>
        <w:continuationSeparator/>
      </w:r>
    </w:p>
  </w:endnote>
  <w:endnote w:type="continuationNotice" w:id="1">
    <w:p w14:paraId="35A937C8" w14:textId="77777777" w:rsidR="00FB1FF0" w:rsidRDefault="00FB1F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7C8B" w14:textId="11BC288E" w:rsidR="00236861" w:rsidRPr="0066054D" w:rsidRDefault="00236861" w:rsidP="0066054D">
    <w:pPr>
      <w:pStyle w:val="Zpat"/>
      <w:jc w:val="center"/>
      <w:rPr>
        <w:sz w:val="16"/>
        <w:szCs w:val="16"/>
      </w:rPr>
    </w:pPr>
    <w:r w:rsidRPr="0066054D">
      <w:rPr>
        <w:sz w:val="16"/>
        <w:szCs w:val="16"/>
      </w:rPr>
      <w:t xml:space="preserve">Strana </w:t>
    </w:r>
    <w:r w:rsidRPr="0066054D">
      <w:rPr>
        <w:rStyle w:val="slostrnky"/>
        <w:sz w:val="16"/>
        <w:szCs w:val="16"/>
      </w:rPr>
      <w:fldChar w:fldCharType="begin"/>
    </w:r>
    <w:r w:rsidRPr="0066054D">
      <w:rPr>
        <w:rStyle w:val="slostrnky"/>
        <w:sz w:val="16"/>
        <w:szCs w:val="16"/>
      </w:rPr>
      <w:instrText xml:space="preserve"> PAGE </w:instrText>
    </w:r>
    <w:r w:rsidRPr="0066054D">
      <w:rPr>
        <w:rStyle w:val="slostrnky"/>
        <w:sz w:val="16"/>
        <w:szCs w:val="16"/>
      </w:rPr>
      <w:fldChar w:fldCharType="separate"/>
    </w:r>
    <w:r w:rsidR="00434900">
      <w:rPr>
        <w:rStyle w:val="slostrnky"/>
        <w:noProof/>
        <w:sz w:val="16"/>
        <w:szCs w:val="16"/>
      </w:rPr>
      <w:t>4</w:t>
    </w:r>
    <w:r w:rsidRPr="0066054D">
      <w:rPr>
        <w:rStyle w:val="slostrnky"/>
        <w:sz w:val="16"/>
        <w:szCs w:val="16"/>
      </w:rPr>
      <w:fldChar w:fldCharType="end"/>
    </w:r>
    <w:r w:rsidRPr="0066054D">
      <w:rPr>
        <w:rStyle w:val="slostrnky"/>
        <w:sz w:val="16"/>
        <w:szCs w:val="16"/>
      </w:rPr>
      <w:t xml:space="preserve"> / </w:t>
    </w:r>
    <w:r w:rsidRPr="0066054D">
      <w:rPr>
        <w:sz w:val="16"/>
        <w:szCs w:val="16"/>
      </w:rPr>
      <w:fldChar w:fldCharType="begin"/>
    </w:r>
    <w:r w:rsidRPr="0066054D">
      <w:rPr>
        <w:sz w:val="16"/>
        <w:szCs w:val="16"/>
      </w:rPr>
      <w:instrText xml:space="preserve"> SECTIONPAGES  \* Arabic  \* MERGEFORMAT </w:instrText>
    </w:r>
    <w:r w:rsidRPr="0066054D">
      <w:rPr>
        <w:sz w:val="16"/>
        <w:szCs w:val="16"/>
      </w:rPr>
      <w:fldChar w:fldCharType="separate"/>
    </w:r>
    <w:r w:rsidR="00DA403F">
      <w:rPr>
        <w:noProof/>
        <w:sz w:val="16"/>
        <w:szCs w:val="16"/>
      </w:rPr>
      <w:t>8</w:t>
    </w:r>
    <w:r w:rsidRPr="0066054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D6FB2" w14:textId="77777777" w:rsidR="00FB1FF0" w:rsidRDefault="00FB1FF0" w:rsidP="0066054D">
      <w:pPr>
        <w:spacing w:after="0" w:line="240" w:lineRule="auto"/>
      </w:pPr>
      <w:r>
        <w:separator/>
      </w:r>
    </w:p>
  </w:footnote>
  <w:footnote w:type="continuationSeparator" w:id="0">
    <w:p w14:paraId="6672878B" w14:textId="77777777" w:rsidR="00FB1FF0" w:rsidRDefault="00FB1FF0" w:rsidP="0066054D">
      <w:pPr>
        <w:spacing w:after="0" w:line="240" w:lineRule="auto"/>
      </w:pPr>
      <w:r>
        <w:continuationSeparator/>
      </w:r>
    </w:p>
  </w:footnote>
  <w:footnote w:type="continuationNotice" w:id="1">
    <w:p w14:paraId="316134A2" w14:textId="77777777" w:rsidR="00FB1FF0" w:rsidRDefault="00FB1F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F420" w14:textId="668D40BF" w:rsidR="00F6110C" w:rsidRPr="004A1E10" w:rsidRDefault="00F6110C" w:rsidP="00F6110C">
    <w:pPr>
      <w:pStyle w:val="Bezmezer"/>
      <w:tabs>
        <w:tab w:val="left" w:pos="1501"/>
      </w:tabs>
      <w:spacing w:line="276" w:lineRule="auto"/>
      <w:rPr>
        <w:rFonts w:cstheme="minorHAnsi"/>
        <w:bCs/>
        <w:sz w:val="20"/>
        <w:szCs w:val="20"/>
      </w:rPr>
    </w:pPr>
    <w:r w:rsidRPr="004A1E10">
      <w:rPr>
        <w:rFonts w:cstheme="minorHAnsi"/>
        <w:sz w:val="20"/>
        <w:szCs w:val="20"/>
      </w:rPr>
      <w:t xml:space="preserve">Zadávací dokumentace </w:t>
    </w:r>
    <w:r w:rsidR="00C536BC" w:rsidRPr="004A1E10">
      <w:rPr>
        <w:rFonts w:cstheme="minorHAnsi"/>
        <w:sz w:val="20"/>
        <w:szCs w:val="20"/>
      </w:rPr>
      <w:t>„</w:t>
    </w:r>
    <w:r w:rsidR="00EA37F5" w:rsidRPr="00EA37F5">
      <w:rPr>
        <w:rFonts w:cstheme="minorHAnsi"/>
        <w:sz w:val="20"/>
        <w:szCs w:val="20"/>
      </w:rPr>
      <w:t xml:space="preserve">Zajištění provozu a rozvoje Informačního systému národních dotací 2024+ </w:t>
    </w:r>
    <w:r w:rsidR="007F0898" w:rsidRPr="004A1E10">
      <w:rPr>
        <w:rFonts w:cstheme="minorHAnsi"/>
        <w:bCs/>
        <w:sz w:val="20"/>
        <w:szCs w:val="20"/>
      </w:rPr>
      <w:t>”</w:t>
    </w:r>
  </w:p>
  <w:p w14:paraId="771A3B60" w14:textId="77777777" w:rsidR="00F6110C" w:rsidRPr="00A3576A" w:rsidRDefault="00F6110C" w:rsidP="00F6110C">
    <w:pPr>
      <w:pStyle w:val="Bezmezer"/>
      <w:tabs>
        <w:tab w:val="left" w:pos="1501"/>
      </w:tabs>
      <w:spacing w:line="276" w:lineRule="auto"/>
      <w:rPr>
        <w:rFonts w:ascii="Arial" w:hAnsi="Arial" w:cs="Arial"/>
        <w:sz w:val="18"/>
        <w:szCs w:val="18"/>
      </w:rPr>
    </w:pPr>
    <w:r w:rsidRPr="004A1E10">
      <w:rPr>
        <w:rFonts w:cstheme="minorHAnsi"/>
        <w:sz w:val="20"/>
        <w:szCs w:val="20"/>
      </w:rPr>
      <w:t>Příloha č. 4</w:t>
    </w:r>
    <w:r w:rsidR="00356185">
      <w:rPr>
        <w:rFonts w:cstheme="minorHAnsi"/>
        <w:sz w:val="20"/>
        <w:szCs w:val="20"/>
      </w:rPr>
      <w:t xml:space="preserve"> - </w:t>
    </w:r>
    <w:r w:rsidRPr="004A1E10">
      <w:rPr>
        <w:rFonts w:cstheme="minorHAnsi"/>
        <w:sz w:val="20"/>
        <w:szCs w:val="20"/>
      </w:rPr>
      <w:t>Dohoda o ochraně důvěrných informací</w:t>
    </w:r>
  </w:p>
  <w:p w14:paraId="4464C437" w14:textId="77777777" w:rsidR="00236861" w:rsidRPr="002D5C25" w:rsidRDefault="00236861" w:rsidP="000D2C3F">
    <w:pPr>
      <w:pStyle w:val="Zhlav"/>
      <w:spacing w:before="120" w:after="0" w:line="240" w:lineRule="auto"/>
      <w:rPr>
        <w:rFonts w:ascii="Arial" w:hAnsi="Arial" w:cs="Arial"/>
        <w:bCs/>
        <w:sz w:val="18"/>
        <w:szCs w:val="18"/>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5333"/>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BFB53F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C635B67"/>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4844F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C1915"/>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FA7EEF"/>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F697D4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F75499D"/>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62C6FCD"/>
    <w:multiLevelType w:val="multilevel"/>
    <w:tmpl w:val="AE78BF36"/>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Calibri" w:hAnsi="Calibri" w:hint="default"/>
        <w:b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AE77C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749231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83C150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A342B2D"/>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314A30"/>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F236102"/>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6033679"/>
    <w:multiLevelType w:val="hybridMultilevel"/>
    <w:tmpl w:val="75641568"/>
    <w:lvl w:ilvl="0" w:tplc="FFFFFFFF">
      <w:start w:val="1"/>
      <w:numFmt w:val="lowerLetter"/>
      <w:lvlText w:val="%1)"/>
      <w:lvlJc w:val="left"/>
      <w:pPr>
        <w:ind w:left="720" w:hanging="360"/>
      </w:pPr>
      <w:rPr>
        <w:rFonts w:ascii="Calibri" w:hAnsi="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F826C5"/>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1EF169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42560D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CE35C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5A67E43"/>
    <w:multiLevelType w:val="hybridMultilevel"/>
    <w:tmpl w:val="C614AAB8"/>
    <w:lvl w:ilvl="0" w:tplc="01F80298">
      <w:start w:val="1"/>
      <w:numFmt w:val="lowerLetter"/>
      <w:lvlText w:val="%1)"/>
      <w:lvlJc w:val="left"/>
      <w:pPr>
        <w:ind w:left="1511" w:hanging="360"/>
      </w:pPr>
      <w:rPr>
        <w:rFonts w:hint="default"/>
      </w:rPr>
    </w:lvl>
    <w:lvl w:ilvl="1" w:tplc="04050019" w:tentative="1">
      <w:start w:val="1"/>
      <w:numFmt w:val="lowerLetter"/>
      <w:lvlText w:val="%2."/>
      <w:lvlJc w:val="left"/>
      <w:pPr>
        <w:ind w:left="2231" w:hanging="360"/>
      </w:pPr>
    </w:lvl>
    <w:lvl w:ilvl="2" w:tplc="0405001B" w:tentative="1">
      <w:start w:val="1"/>
      <w:numFmt w:val="lowerRoman"/>
      <w:lvlText w:val="%3."/>
      <w:lvlJc w:val="right"/>
      <w:pPr>
        <w:ind w:left="2951" w:hanging="180"/>
      </w:pPr>
    </w:lvl>
    <w:lvl w:ilvl="3" w:tplc="0405000F" w:tentative="1">
      <w:start w:val="1"/>
      <w:numFmt w:val="decimal"/>
      <w:lvlText w:val="%4."/>
      <w:lvlJc w:val="left"/>
      <w:pPr>
        <w:ind w:left="3671" w:hanging="360"/>
      </w:pPr>
    </w:lvl>
    <w:lvl w:ilvl="4" w:tplc="04050019" w:tentative="1">
      <w:start w:val="1"/>
      <w:numFmt w:val="lowerLetter"/>
      <w:lvlText w:val="%5."/>
      <w:lvlJc w:val="left"/>
      <w:pPr>
        <w:ind w:left="4391" w:hanging="360"/>
      </w:pPr>
    </w:lvl>
    <w:lvl w:ilvl="5" w:tplc="0405001B" w:tentative="1">
      <w:start w:val="1"/>
      <w:numFmt w:val="lowerRoman"/>
      <w:lvlText w:val="%6."/>
      <w:lvlJc w:val="right"/>
      <w:pPr>
        <w:ind w:left="5111" w:hanging="180"/>
      </w:pPr>
    </w:lvl>
    <w:lvl w:ilvl="6" w:tplc="0405000F" w:tentative="1">
      <w:start w:val="1"/>
      <w:numFmt w:val="decimal"/>
      <w:lvlText w:val="%7."/>
      <w:lvlJc w:val="left"/>
      <w:pPr>
        <w:ind w:left="5831" w:hanging="360"/>
      </w:pPr>
    </w:lvl>
    <w:lvl w:ilvl="7" w:tplc="04050019" w:tentative="1">
      <w:start w:val="1"/>
      <w:numFmt w:val="lowerLetter"/>
      <w:lvlText w:val="%8."/>
      <w:lvlJc w:val="left"/>
      <w:pPr>
        <w:ind w:left="6551" w:hanging="360"/>
      </w:pPr>
    </w:lvl>
    <w:lvl w:ilvl="8" w:tplc="0405001B" w:tentative="1">
      <w:start w:val="1"/>
      <w:numFmt w:val="lowerRoman"/>
      <w:lvlText w:val="%9."/>
      <w:lvlJc w:val="right"/>
      <w:pPr>
        <w:ind w:left="7271" w:hanging="180"/>
      </w:pPr>
    </w:lvl>
  </w:abstractNum>
  <w:abstractNum w:abstractNumId="21" w15:restartNumberingAfterBreak="0">
    <w:nsid w:val="572F5BCA"/>
    <w:multiLevelType w:val="hybridMultilevel"/>
    <w:tmpl w:val="9CD62E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B6452D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BB619DC"/>
    <w:multiLevelType w:val="multilevel"/>
    <w:tmpl w:val="95A2CCF0"/>
    <w:lvl w:ilvl="0">
      <w:start w:val="1"/>
      <w:numFmt w:val="lowerLetter"/>
      <w:lvlText w:val="%1)"/>
      <w:lvlJc w:val="left"/>
      <w:pPr>
        <w:ind w:left="720" w:hanging="360"/>
      </w:pPr>
      <w:rPr>
        <w:rFonts w:ascii="Calibri" w:hAnsi="Calibri"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D7768B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1705B1A"/>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1EC7298"/>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2512FC"/>
    <w:multiLevelType w:val="hybridMultilevel"/>
    <w:tmpl w:val="75641568"/>
    <w:lvl w:ilvl="0" w:tplc="FFFFFFFF">
      <w:start w:val="1"/>
      <w:numFmt w:val="lowerLetter"/>
      <w:lvlText w:val="%1)"/>
      <w:lvlJc w:val="left"/>
      <w:pPr>
        <w:ind w:left="1080" w:hanging="360"/>
      </w:pPr>
      <w:rPr>
        <w:rFonts w:ascii="Calibri" w:hAnsi="Calibri" w:hint="default"/>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7283FCA"/>
    <w:multiLevelType w:val="hybridMultilevel"/>
    <w:tmpl w:val="68EA414C"/>
    <w:lvl w:ilvl="0" w:tplc="AF8282B2">
      <w:start w:val="1"/>
      <w:numFmt w:val="lowerLetter"/>
      <w:lvlText w:val="%1)"/>
      <w:lvlJc w:val="left"/>
      <w:pPr>
        <w:ind w:left="1511" w:hanging="360"/>
      </w:pPr>
      <w:rPr>
        <w:rFonts w:ascii="Calibri" w:hAnsi="Calibri" w:cs="Times New Roman" w:hint="default"/>
        <w:sz w:val="24"/>
      </w:rPr>
    </w:lvl>
    <w:lvl w:ilvl="1" w:tplc="04050019" w:tentative="1">
      <w:start w:val="1"/>
      <w:numFmt w:val="lowerLetter"/>
      <w:lvlText w:val="%2."/>
      <w:lvlJc w:val="left"/>
      <w:pPr>
        <w:ind w:left="2231" w:hanging="360"/>
      </w:pPr>
    </w:lvl>
    <w:lvl w:ilvl="2" w:tplc="0405001B" w:tentative="1">
      <w:start w:val="1"/>
      <w:numFmt w:val="lowerRoman"/>
      <w:lvlText w:val="%3."/>
      <w:lvlJc w:val="right"/>
      <w:pPr>
        <w:ind w:left="2951" w:hanging="180"/>
      </w:pPr>
    </w:lvl>
    <w:lvl w:ilvl="3" w:tplc="0405000F" w:tentative="1">
      <w:start w:val="1"/>
      <w:numFmt w:val="decimal"/>
      <w:lvlText w:val="%4."/>
      <w:lvlJc w:val="left"/>
      <w:pPr>
        <w:ind w:left="3671" w:hanging="360"/>
      </w:pPr>
    </w:lvl>
    <w:lvl w:ilvl="4" w:tplc="04050019" w:tentative="1">
      <w:start w:val="1"/>
      <w:numFmt w:val="lowerLetter"/>
      <w:lvlText w:val="%5."/>
      <w:lvlJc w:val="left"/>
      <w:pPr>
        <w:ind w:left="4391" w:hanging="360"/>
      </w:pPr>
    </w:lvl>
    <w:lvl w:ilvl="5" w:tplc="0405001B" w:tentative="1">
      <w:start w:val="1"/>
      <w:numFmt w:val="lowerRoman"/>
      <w:lvlText w:val="%6."/>
      <w:lvlJc w:val="right"/>
      <w:pPr>
        <w:ind w:left="5111" w:hanging="180"/>
      </w:pPr>
    </w:lvl>
    <w:lvl w:ilvl="6" w:tplc="0405000F" w:tentative="1">
      <w:start w:val="1"/>
      <w:numFmt w:val="decimal"/>
      <w:lvlText w:val="%7."/>
      <w:lvlJc w:val="left"/>
      <w:pPr>
        <w:ind w:left="5831" w:hanging="360"/>
      </w:pPr>
    </w:lvl>
    <w:lvl w:ilvl="7" w:tplc="04050019" w:tentative="1">
      <w:start w:val="1"/>
      <w:numFmt w:val="lowerLetter"/>
      <w:lvlText w:val="%8."/>
      <w:lvlJc w:val="left"/>
      <w:pPr>
        <w:ind w:left="6551" w:hanging="360"/>
      </w:pPr>
    </w:lvl>
    <w:lvl w:ilvl="8" w:tplc="0405001B" w:tentative="1">
      <w:start w:val="1"/>
      <w:numFmt w:val="lowerRoman"/>
      <w:lvlText w:val="%9."/>
      <w:lvlJc w:val="right"/>
      <w:pPr>
        <w:ind w:left="7271" w:hanging="180"/>
      </w:pPr>
    </w:lvl>
  </w:abstractNum>
  <w:abstractNum w:abstractNumId="29" w15:restartNumberingAfterBreak="0">
    <w:nsid w:val="6AE229E7"/>
    <w:multiLevelType w:val="hybridMultilevel"/>
    <w:tmpl w:val="673E3DAC"/>
    <w:lvl w:ilvl="0" w:tplc="4CE0A2DA">
      <w:start w:val="1"/>
      <w:numFmt w:val="lowerLetter"/>
      <w:lvlText w:val="%1)"/>
      <w:lvlJc w:val="left"/>
      <w:pPr>
        <w:ind w:left="720" w:hanging="360"/>
      </w:pPr>
      <w:rPr>
        <w:rFonts w:ascii="Calibri" w:hAnsi="Calibr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414609"/>
    <w:multiLevelType w:val="hybridMultilevel"/>
    <w:tmpl w:val="2D880F1A"/>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991F1D"/>
    <w:multiLevelType w:val="multilevel"/>
    <w:tmpl w:val="888E25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5FE593C"/>
    <w:multiLevelType w:val="hybridMultilevel"/>
    <w:tmpl w:val="BBF07CCE"/>
    <w:lvl w:ilvl="0" w:tplc="57305100">
      <w:start w:val="1"/>
      <w:numFmt w:val="lowerLetter"/>
      <w:lvlText w:val="%1)"/>
      <w:lvlJc w:val="left"/>
      <w:pPr>
        <w:ind w:left="1568" w:hanging="360"/>
      </w:pPr>
      <w:rPr>
        <w:rFonts w:hint="default"/>
      </w:rPr>
    </w:lvl>
    <w:lvl w:ilvl="1" w:tplc="04050019" w:tentative="1">
      <w:start w:val="1"/>
      <w:numFmt w:val="lowerLetter"/>
      <w:lvlText w:val="%2."/>
      <w:lvlJc w:val="left"/>
      <w:pPr>
        <w:ind w:left="2288" w:hanging="360"/>
      </w:pPr>
    </w:lvl>
    <w:lvl w:ilvl="2" w:tplc="0405001B" w:tentative="1">
      <w:start w:val="1"/>
      <w:numFmt w:val="lowerRoman"/>
      <w:lvlText w:val="%3."/>
      <w:lvlJc w:val="right"/>
      <w:pPr>
        <w:ind w:left="3008" w:hanging="180"/>
      </w:pPr>
    </w:lvl>
    <w:lvl w:ilvl="3" w:tplc="0405000F" w:tentative="1">
      <w:start w:val="1"/>
      <w:numFmt w:val="decimal"/>
      <w:lvlText w:val="%4."/>
      <w:lvlJc w:val="left"/>
      <w:pPr>
        <w:ind w:left="3728" w:hanging="360"/>
      </w:pPr>
    </w:lvl>
    <w:lvl w:ilvl="4" w:tplc="04050019" w:tentative="1">
      <w:start w:val="1"/>
      <w:numFmt w:val="lowerLetter"/>
      <w:lvlText w:val="%5."/>
      <w:lvlJc w:val="left"/>
      <w:pPr>
        <w:ind w:left="4448" w:hanging="360"/>
      </w:pPr>
    </w:lvl>
    <w:lvl w:ilvl="5" w:tplc="0405001B" w:tentative="1">
      <w:start w:val="1"/>
      <w:numFmt w:val="lowerRoman"/>
      <w:lvlText w:val="%6."/>
      <w:lvlJc w:val="right"/>
      <w:pPr>
        <w:ind w:left="5168" w:hanging="180"/>
      </w:pPr>
    </w:lvl>
    <w:lvl w:ilvl="6" w:tplc="0405000F" w:tentative="1">
      <w:start w:val="1"/>
      <w:numFmt w:val="decimal"/>
      <w:lvlText w:val="%7."/>
      <w:lvlJc w:val="left"/>
      <w:pPr>
        <w:ind w:left="5888" w:hanging="360"/>
      </w:pPr>
    </w:lvl>
    <w:lvl w:ilvl="7" w:tplc="04050019" w:tentative="1">
      <w:start w:val="1"/>
      <w:numFmt w:val="lowerLetter"/>
      <w:lvlText w:val="%8."/>
      <w:lvlJc w:val="left"/>
      <w:pPr>
        <w:ind w:left="6608" w:hanging="360"/>
      </w:pPr>
    </w:lvl>
    <w:lvl w:ilvl="8" w:tplc="0405001B" w:tentative="1">
      <w:start w:val="1"/>
      <w:numFmt w:val="lowerRoman"/>
      <w:lvlText w:val="%9."/>
      <w:lvlJc w:val="right"/>
      <w:pPr>
        <w:ind w:left="7328" w:hanging="180"/>
      </w:pPr>
    </w:lvl>
  </w:abstractNum>
  <w:abstractNum w:abstractNumId="33" w15:restartNumberingAfterBreak="0">
    <w:nsid w:val="7DCF552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22381406">
    <w:abstractNumId w:val="8"/>
  </w:num>
  <w:num w:numId="2" w16cid:durableId="403184211">
    <w:abstractNumId w:val="8"/>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745861">
    <w:abstractNumId w:val="31"/>
  </w:num>
  <w:num w:numId="4" w16cid:durableId="1202935277">
    <w:abstractNumId w:val="29"/>
  </w:num>
  <w:num w:numId="5" w16cid:durableId="17690396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4482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0798036">
    <w:abstractNumId w:val="21"/>
  </w:num>
  <w:num w:numId="8" w16cid:durableId="1840730967">
    <w:abstractNumId w:val="8"/>
    <w:lvlOverride w:ilvl="0">
      <w:startOverride w:val="1"/>
    </w:lvlOverride>
  </w:num>
  <w:num w:numId="9" w16cid:durableId="967737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55930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9609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66669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82324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32109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7794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89659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8492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85087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339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78904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67919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9404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1575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24281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1897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1948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4103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4838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62727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93924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86190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6208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2380810">
    <w:abstractNumId w:val="15"/>
  </w:num>
  <w:num w:numId="34" w16cid:durableId="1982683885">
    <w:abstractNumId w:val="28"/>
  </w:num>
  <w:num w:numId="35" w16cid:durableId="1159077230">
    <w:abstractNumId w:val="0"/>
  </w:num>
  <w:num w:numId="36" w16cid:durableId="308561350">
    <w:abstractNumId w:val="27"/>
  </w:num>
  <w:num w:numId="37" w16cid:durableId="1885629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00219764">
    <w:abstractNumId w:val="2"/>
  </w:num>
  <w:num w:numId="39" w16cid:durableId="1292517308">
    <w:abstractNumId w:val="3"/>
  </w:num>
  <w:num w:numId="40" w16cid:durableId="1437603703">
    <w:abstractNumId w:val="12"/>
  </w:num>
  <w:num w:numId="41" w16cid:durableId="841164473">
    <w:abstractNumId w:val="18"/>
  </w:num>
  <w:num w:numId="42" w16cid:durableId="643779889">
    <w:abstractNumId w:val="4"/>
  </w:num>
  <w:num w:numId="43" w16cid:durableId="2075275505">
    <w:abstractNumId w:val="20"/>
  </w:num>
  <w:num w:numId="44" w16cid:durableId="384839743">
    <w:abstractNumId w:val="32"/>
  </w:num>
  <w:num w:numId="45" w16cid:durableId="1834877550">
    <w:abstractNumId w:val="8"/>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F8A"/>
    <w:rsid w:val="000474E7"/>
    <w:rsid w:val="00055B93"/>
    <w:rsid w:val="0005728B"/>
    <w:rsid w:val="00064253"/>
    <w:rsid w:val="00065CAA"/>
    <w:rsid w:val="000766DC"/>
    <w:rsid w:val="00083437"/>
    <w:rsid w:val="00090B03"/>
    <w:rsid w:val="00095CEC"/>
    <w:rsid w:val="000A3F97"/>
    <w:rsid w:val="000A418A"/>
    <w:rsid w:val="000A7A9F"/>
    <w:rsid w:val="000B29C5"/>
    <w:rsid w:val="000C53CA"/>
    <w:rsid w:val="000D1D68"/>
    <w:rsid w:val="000D2C3F"/>
    <w:rsid w:val="000D45E2"/>
    <w:rsid w:val="000D72FB"/>
    <w:rsid w:val="000E08A7"/>
    <w:rsid w:val="000E384C"/>
    <w:rsid w:val="001030E6"/>
    <w:rsid w:val="00117B1F"/>
    <w:rsid w:val="001250D9"/>
    <w:rsid w:val="001305CB"/>
    <w:rsid w:val="00137B60"/>
    <w:rsid w:val="00144E03"/>
    <w:rsid w:val="00154EB8"/>
    <w:rsid w:val="00164997"/>
    <w:rsid w:val="001812BE"/>
    <w:rsid w:val="00182C38"/>
    <w:rsid w:val="00182C6E"/>
    <w:rsid w:val="00186B9B"/>
    <w:rsid w:val="001938DF"/>
    <w:rsid w:val="00196006"/>
    <w:rsid w:val="001A37B2"/>
    <w:rsid w:val="001B0CCF"/>
    <w:rsid w:val="001C5582"/>
    <w:rsid w:val="001C7CA9"/>
    <w:rsid w:val="001E3F85"/>
    <w:rsid w:val="00202E45"/>
    <w:rsid w:val="00206367"/>
    <w:rsid w:val="00207E73"/>
    <w:rsid w:val="00207F8A"/>
    <w:rsid w:val="00212A61"/>
    <w:rsid w:val="00222C16"/>
    <w:rsid w:val="00236861"/>
    <w:rsid w:val="00242783"/>
    <w:rsid w:val="002604E8"/>
    <w:rsid w:val="00267E16"/>
    <w:rsid w:val="002A03B3"/>
    <w:rsid w:val="002A2326"/>
    <w:rsid w:val="002B1291"/>
    <w:rsid w:val="002B2DC6"/>
    <w:rsid w:val="002C5B08"/>
    <w:rsid w:val="002D2C04"/>
    <w:rsid w:val="002D5C25"/>
    <w:rsid w:val="002E78F0"/>
    <w:rsid w:val="002F297B"/>
    <w:rsid w:val="002F4A78"/>
    <w:rsid w:val="002F4DFF"/>
    <w:rsid w:val="00303648"/>
    <w:rsid w:val="0032237F"/>
    <w:rsid w:val="0033648E"/>
    <w:rsid w:val="00343AE0"/>
    <w:rsid w:val="00344C06"/>
    <w:rsid w:val="0035224A"/>
    <w:rsid w:val="00353EBE"/>
    <w:rsid w:val="00354FD1"/>
    <w:rsid w:val="00356185"/>
    <w:rsid w:val="00363C81"/>
    <w:rsid w:val="003643F7"/>
    <w:rsid w:val="00365C9E"/>
    <w:rsid w:val="003748A7"/>
    <w:rsid w:val="00387916"/>
    <w:rsid w:val="003957DE"/>
    <w:rsid w:val="0039709F"/>
    <w:rsid w:val="0039767E"/>
    <w:rsid w:val="003A0C10"/>
    <w:rsid w:val="003A45BC"/>
    <w:rsid w:val="003A7AA5"/>
    <w:rsid w:val="003B1CBF"/>
    <w:rsid w:val="003B4E5F"/>
    <w:rsid w:val="003B6213"/>
    <w:rsid w:val="003C1173"/>
    <w:rsid w:val="003D3FBE"/>
    <w:rsid w:val="003E0E3D"/>
    <w:rsid w:val="00400E2D"/>
    <w:rsid w:val="004213F3"/>
    <w:rsid w:val="00423317"/>
    <w:rsid w:val="0043474D"/>
    <w:rsid w:val="00434900"/>
    <w:rsid w:val="00457A3C"/>
    <w:rsid w:val="004627A0"/>
    <w:rsid w:val="0047447F"/>
    <w:rsid w:val="00485DD3"/>
    <w:rsid w:val="00491A0A"/>
    <w:rsid w:val="00491B43"/>
    <w:rsid w:val="004A1E10"/>
    <w:rsid w:val="004B444C"/>
    <w:rsid w:val="004C40E6"/>
    <w:rsid w:val="004D1DD2"/>
    <w:rsid w:val="004D272B"/>
    <w:rsid w:val="00504BEC"/>
    <w:rsid w:val="0051710F"/>
    <w:rsid w:val="0053421E"/>
    <w:rsid w:val="00570632"/>
    <w:rsid w:val="00574010"/>
    <w:rsid w:val="005744A1"/>
    <w:rsid w:val="00582A03"/>
    <w:rsid w:val="005848AF"/>
    <w:rsid w:val="00590DB6"/>
    <w:rsid w:val="00591B8A"/>
    <w:rsid w:val="00592EDC"/>
    <w:rsid w:val="00597717"/>
    <w:rsid w:val="005A4319"/>
    <w:rsid w:val="005B0779"/>
    <w:rsid w:val="005B5A69"/>
    <w:rsid w:val="005C2CAD"/>
    <w:rsid w:val="005E6AED"/>
    <w:rsid w:val="005E75B1"/>
    <w:rsid w:val="005F0141"/>
    <w:rsid w:val="005F71DE"/>
    <w:rsid w:val="006242B0"/>
    <w:rsid w:val="00637AA0"/>
    <w:rsid w:val="0066054D"/>
    <w:rsid w:val="00660CF1"/>
    <w:rsid w:val="0066768D"/>
    <w:rsid w:val="00676D3A"/>
    <w:rsid w:val="00686025"/>
    <w:rsid w:val="00694960"/>
    <w:rsid w:val="00696847"/>
    <w:rsid w:val="00697545"/>
    <w:rsid w:val="006A1FAC"/>
    <w:rsid w:val="006A5F0B"/>
    <w:rsid w:val="006B321C"/>
    <w:rsid w:val="006B4DCB"/>
    <w:rsid w:val="006B5D9D"/>
    <w:rsid w:val="006C7A4C"/>
    <w:rsid w:val="006D7DEF"/>
    <w:rsid w:val="00707523"/>
    <w:rsid w:val="00725734"/>
    <w:rsid w:val="0073392D"/>
    <w:rsid w:val="00740846"/>
    <w:rsid w:val="00746C6C"/>
    <w:rsid w:val="007641FE"/>
    <w:rsid w:val="0077049E"/>
    <w:rsid w:val="00777ACE"/>
    <w:rsid w:val="00780F78"/>
    <w:rsid w:val="007B21DA"/>
    <w:rsid w:val="007B5B04"/>
    <w:rsid w:val="007C29D2"/>
    <w:rsid w:val="007D0A14"/>
    <w:rsid w:val="007D6091"/>
    <w:rsid w:val="007F0898"/>
    <w:rsid w:val="00803925"/>
    <w:rsid w:val="00812967"/>
    <w:rsid w:val="00820DD9"/>
    <w:rsid w:val="00832979"/>
    <w:rsid w:val="0085100E"/>
    <w:rsid w:val="008637D5"/>
    <w:rsid w:val="00872116"/>
    <w:rsid w:val="0087297D"/>
    <w:rsid w:val="0087324F"/>
    <w:rsid w:val="00890357"/>
    <w:rsid w:val="008923DF"/>
    <w:rsid w:val="008A4923"/>
    <w:rsid w:val="008A5CD5"/>
    <w:rsid w:val="008C6858"/>
    <w:rsid w:val="008C7D57"/>
    <w:rsid w:val="008D3F7E"/>
    <w:rsid w:val="008E3B32"/>
    <w:rsid w:val="008F728E"/>
    <w:rsid w:val="00950DA4"/>
    <w:rsid w:val="009526AA"/>
    <w:rsid w:val="00975868"/>
    <w:rsid w:val="00991E58"/>
    <w:rsid w:val="009B0451"/>
    <w:rsid w:val="009B4427"/>
    <w:rsid w:val="009B64A8"/>
    <w:rsid w:val="009C33DE"/>
    <w:rsid w:val="009F1A4A"/>
    <w:rsid w:val="00A000FB"/>
    <w:rsid w:val="00A10E5F"/>
    <w:rsid w:val="00A12B0B"/>
    <w:rsid w:val="00A32358"/>
    <w:rsid w:val="00A331F1"/>
    <w:rsid w:val="00A33768"/>
    <w:rsid w:val="00A43BD5"/>
    <w:rsid w:val="00A464B0"/>
    <w:rsid w:val="00A50719"/>
    <w:rsid w:val="00A7247D"/>
    <w:rsid w:val="00A74EB5"/>
    <w:rsid w:val="00A7637D"/>
    <w:rsid w:val="00A92F4D"/>
    <w:rsid w:val="00A9389F"/>
    <w:rsid w:val="00AD148F"/>
    <w:rsid w:val="00AD5799"/>
    <w:rsid w:val="00AE5899"/>
    <w:rsid w:val="00AF4F31"/>
    <w:rsid w:val="00AF66AA"/>
    <w:rsid w:val="00B026CE"/>
    <w:rsid w:val="00B11DE6"/>
    <w:rsid w:val="00B2344D"/>
    <w:rsid w:val="00B409AA"/>
    <w:rsid w:val="00B41A02"/>
    <w:rsid w:val="00B46FB6"/>
    <w:rsid w:val="00B518BA"/>
    <w:rsid w:val="00B60375"/>
    <w:rsid w:val="00B6427B"/>
    <w:rsid w:val="00B85462"/>
    <w:rsid w:val="00B87FE1"/>
    <w:rsid w:val="00B901F9"/>
    <w:rsid w:val="00B942D5"/>
    <w:rsid w:val="00B94A75"/>
    <w:rsid w:val="00B95918"/>
    <w:rsid w:val="00B965CC"/>
    <w:rsid w:val="00BC02D4"/>
    <w:rsid w:val="00BC4326"/>
    <w:rsid w:val="00BC5F05"/>
    <w:rsid w:val="00BC7B9E"/>
    <w:rsid w:val="00BE123A"/>
    <w:rsid w:val="00BE15FE"/>
    <w:rsid w:val="00BF1D68"/>
    <w:rsid w:val="00C01915"/>
    <w:rsid w:val="00C04B82"/>
    <w:rsid w:val="00C51207"/>
    <w:rsid w:val="00C532FC"/>
    <w:rsid w:val="00C536BC"/>
    <w:rsid w:val="00C7128C"/>
    <w:rsid w:val="00C9065D"/>
    <w:rsid w:val="00CA0A84"/>
    <w:rsid w:val="00CA3465"/>
    <w:rsid w:val="00CA56C3"/>
    <w:rsid w:val="00CB283D"/>
    <w:rsid w:val="00CC6E7A"/>
    <w:rsid w:val="00CD31B7"/>
    <w:rsid w:val="00CE5F8F"/>
    <w:rsid w:val="00CE6066"/>
    <w:rsid w:val="00CF2917"/>
    <w:rsid w:val="00CF6834"/>
    <w:rsid w:val="00D107A1"/>
    <w:rsid w:val="00D21EA8"/>
    <w:rsid w:val="00D43D30"/>
    <w:rsid w:val="00D43DB3"/>
    <w:rsid w:val="00D451CA"/>
    <w:rsid w:val="00D50F5F"/>
    <w:rsid w:val="00D5150A"/>
    <w:rsid w:val="00D561F2"/>
    <w:rsid w:val="00D75378"/>
    <w:rsid w:val="00D81B12"/>
    <w:rsid w:val="00D974C4"/>
    <w:rsid w:val="00DA1C70"/>
    <w:rsid w:val="00DA2FEA"/>
    <w:rsid w:val="00DA403F"/>
    <w:rsid w:val="00DA61F1"/>
    <w:rsid w:val="00DB794B"/>
    <w:rsid w:val="00DC38DD"/>
    <w:rsid w:val="00DE1D57"/>
    <w:rsid w:val="00DE79B8"/>
    <w:rsid w:val="00DF33AC"/>
    <w:rsid w:val="00DF3E22"/>
    <w:rsid w:val="00E02494"/>
    <w:rsid w:val="00E11D70"/>
    <w:rsid w:val="00E16A8B"/>
    <w:rsid w:val="00E20D61"/>
    <w:rsid w:val="00E540FE"/>
    <w:rsid w:val="00E7402B"/>
    <w:rsid w:val="00E82C7D"/>
    <w:rsid w:val="00EA37F5"/>
    <w:rsid w:val="00EA54CC"/>
    <w:rsid w:val="00EB1C24"/>
    <w:rsid w:val="00EB4EEB"/>
    <w:rsid w:val="00ED34A7"/>
    <w:rsid w:val="00ED46EF"/>
    <w:rsid w:val="00EE6EC8"/>
    <w:rsid w:val="00F05136"/>
    <w:rsid w:val="00F10F31"/>
    <w:rsid w:val="00F2549D"/>
    <w:rsid w:val="00F3253C"/>
    <w:rsid w:val="00F40872"/>
    <w:rsid w:val="00F6110C"/>
    <w:rsid w:val="00FA36E3"/>
    <w:rsid w:val="00FA4A13"/>
    <w:rsid w:val="00FA6194"/>
    <w:rsid w:val="00FB0F41"/>
    <w:rsid w:val="00FB1FF0"/>
    <w:rsid w:val="00FD6694"/>
    <w:rsid w:val="00FE54A6"/>
    <w:rsid w:val="00FE6E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D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9" w:qFormat="1"/>
    <w:lsdException w:name="heading 3" w:uiPriority="9"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1D70"/>
    <w:pPr>
      <w:spacing w:after="200" w:line="276" w:lineRule="auto"/>
    </w:pPr>
    <w:rPr>
      <w:sz w:val="24"/>
      <w:szCs w:val="24"/>
      <w:lang w:val="en-US" w:eastAsia="en-US"/>
    </w:rPr>
  </w:style>
  <w:style w:type="paragraph" w:styleId="Nadpis2">
    <w:name w:val="heading 2"/>
    <w:basedOn w:val="Normln"/>
    <w:next w:val="Normln"/>
    <w:link w:val="Nadpis2Char"/>
    <w:uiPriority w:val="9"/>
    <w:unhideWhenUsed/>
    <w:qFormat/>
    <w:rsid w:val="00A10E5F"/>
    <w:pPr>
      <w:keepNext/>
      <w:spacing w:before="240" w:after="60" w:line="240" w:lineRule="auto"/>
      <w:outlineLvl w:val="1"/>
    </w:pPr>
    <w:rPr>
      <w:rFonts w:ascii="Cambria" w:eastAsia="Times New Roman" w:hAnsi="Cambria"/>
      <w:b/>
      <w:bCs/>
      <w:i/>
      <w:iCs/>
      <w:sz w:val="28"/>
      <w:szCs w:val="28"/>
      <w:lang w:val="cs-CZ"/>
    </w:rPr>
  </w:style>
  <w:style w:type="paragraph" w:styleId="Nadpis3">
    <w:name w:val="heading 3"/>
    <w:basedOn w:val="Normln"/>
    <w:next w:val="Normln"/>
    <w:link w:val="Nadpis3Char"/>
    <w:uiPriority w:val="9"/>
    <w:unhideWhenUsed/>
    <w:qFormat/>
    <w:rsid w:val="00A10E5F"/>
    <w:pPr>
      <w:keepNext/>
      <w:spacing w:before="240" w:after="60" w:line="240" w:lineRule="auto"/>
      <w:outlineLvl w:val="2"/>
    </w:pPr>
    <w:rPr>
      <w:rFonts w:ascii="Cambria" w:eastAsia="Times New Roman" w:hAnsi="Cambria"/>
      <w:b/>
      <w:bCs/>
      <w:sz w:val="26"/>
      <w:szCs w:val="26"/>
      <w:lang w:val="cs-CZ"/>
    </w:rPr>
  </w:style>
  <w:style w:type="paragraph" w:styleId="Nadpis4">
    <w:name w:val="heading 4"/>
    <w:basedOn w:val="Normln"/>
    <w:next w:val="Normln"/>
    <w:link w:val="Nadpis4Char"/>
    <w:uiPriority w:val="9"/>
    <w:unhideWhenUsed/>
    <w:qFormat/>
    <w:rsid w:val="00A10E5F"/>
    <w:pPr>
      <w:keepNext/>
      <w:spacing w:before="240" w:after="60" w:line="240" w:lineRule="auto"/>
      <w:outlineLvl w:val="3"/>
    </w:pPr>
    <w:rPr>
      <w:rFonts w:eastAsia="Times New Roman"/>
      <w:b/>
      <w:bCs/>
      <w:sz w:val="28"/>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66054D"/>
    <w:pPr>
      <w:tabs>
        <w:tab w:val="center" w:pos="4536"/>
        <w:tab w:val="right" w:pos="9072"/>
      </w:tabs>
    </w:pPr>
  </w:style>
  <w:style w:type="character" w:customStyle="1" w:styleId="ZpatChar">
    <w:name w:val="Zápatí Char"/>
    <w:link w:val="Zpat"/>
    <w:rsid w:val="0066054D"/>
    <w:rPr>
      <w:sz w:val="24"/>
      <w:szCs w:val="24"/>
      <w:lang w:val="en-US" w:eastAsia="en-US"/>
    </w:rPr>
  </w:style>
  <w:style w:type="paragraph" w:styleId="Zhlav">
    <w:name w:val="header"/>
    <w:basedOn w:val="Normln"/>
    <w:link w:val="ZhlavChar"/>
    <w:uiPriority w:val="99"/>
    <w:unhideWhenUsed/>
    <w:rsid w:val="0066054D"/>
    <w:pPr>
      <w:tabs>
        <w:tab w:val="center" w:pos="4536"/>
        <w:tab w:val="right" w:pos="9072"/>
      </w:tabs>
    </w:pPr>
  </w:style>
  <w:style w:type="character" w:customStyle="1" w:styleId="ZhlavChar">
    <w:name w:val="Záhlaví Char"/>
    <w:link w:val="Zhlav"/>
    <w:uiPriority w:val="99"/>
    <w:rsid w:val="0066054D"/>
    <w:rPr>
      <w:sz w:val="24"/>
      <w:szCs w:val="24"/>
      <w:lang w:val="en-US" w:eastAsia="en-US"/>
    </w:rPr>
  </w:style>
  <w:style w:type="paragraph" w:customStyle="1" w:styleId="RLTextlnkuslovan">
    <w:name w:val="RL Text článku číslovaný"/>
    <w:basedOn w:val="Normln"/>
    <w:link w:val="RLTextlnkuslovanChar"/>
    <w:qFormat/>
    <w:rsid w:val="0066054D"/>
    <w:pPr>
      <w:numPr>
        <w:ilvl w:val="1"/>
        <w:numId w:val="1"/>
      </w:numPr>
      <w:spacing w:after="120" w:line="280" w:lineRule="exact"/>
      <w:jc w:val="both"/>
    </w:pPr>
    <w:rPr>
      <w:rFonts w:eastAsia="Times New Roman"/>
      <w:sz w:val="22"/>
      <w:lang w:val="cs-CZ" w:eastAsia="cs-CZ"/>
    </w:rPr>
  </w:style>
  <w:style w:type="paragraph" w:customStyle="1" w:styleId="RLlneksmlouvy">
    <w:name w:val="RL Článek smlouvy"/>
    <w:basedOn w:val="Normln"/>
    <w:next w:val="RLTextlnkuslovan"/>
    <w:link w:val="RLlneksmlouvyCharChar"/>
    <w:rsid w:val="0066054D"/>
    <w:pPr>
      <w:keepNext/>
      <w:numPr>
        <w:numId w:val="1"/>
      </w:numPr>
      <w:suppressAutoHyphens/>
      <w:spacing w:before="360" w:after="120" w:line="280" w:lineRule="exact"/>
      <w:jc w:val="both"/>
      <w:outlineLvl w:val="0"/>
    </w:pPr>
    <w:rPr>
      <w:rFonts w:eastAsia="Times New Roman"/>
      <w:b/>
      <w:sz w:val="22"/>
      <w:lang w:val="cs-CZ"/>
    </w:rPr>
  </w:style>
  <w:style w:type="character" w:styleId="slostrnky">
    <w:name w:val="page number"/>
    <w:basedOn w:val="Standardnpsmoodstavce"/>
    <w:rsid w:val="0066054D"/>
  </w:style>
  <w:style w:type="character" w:customStyle="1" w:styleId="RLlneksmlouvyCharChar">
    <w:name w:val="RL Článek smlouvy Char Char"/>
    <w:link w:val="RLlneksmlouvy"/>
    <w:rsid w:val="0066054D"/>
    <w:rPr>
      <w:rFonts w:eastAsia="Times New Roman"/>
      <w:b/>
      <w:sz w:val="22"/>
      <w:szCs w:val="24"/>
      <w:lang w:eastAsia="en-US"/>
    </w:rPr>
  </w:style>
  <w:style w:type="paragraph" w:customStyle="1" w:styleId="RLdajeosmluvnstran">
    <w:name w:val="RL Údaje o smluvní straně"/>
    <w:basedOn w:val="Normln"/>
    <w:rsid w:val="0066054D"/>
    <w:pPr>
      <w:spacing w:after="120" w:line="280" w:lineRule="exact"/>
      <w:jc w:val="center"/>
    </w:pPr>
    <w:rPr>
      <w:rFonts w:eastAsia="Times New Roman"/>
      <w:sz w:val="22"/>
      <w:lang w:val="cs-CZ"/>
    </w:rPr>
  </w:style>
  <w:style w:type="paragraph" w:customStyle="1" w:styleId="RLProhlensmluvnchstran">
    <w:name w:val="RL Prohlášení smluvních stran"/>
    <w:basedOn w:val="Normln"/>
    <w:link w:val="RLProhlensmluvnchstranChar"/>
    <w:rsid w:val="0066054D"/>
    <w:pPr>
      <w:spacing w:after="120" w:line="280" w:lineRule="exact"/>
      <w:jc w:val="center"/>
    </w:pPr>
    <w:rPr>
      <w:rFonts w:eastAsia="Times New Roman"/>
      <w:b/>
      <w:sz w:val="22"/>
      <w:lang w:val="cs-CZ" w:eastAsia="cs-CZ"/>
    </w:rPr>
  </w:style>
  <w:style w:type="character" w:styleId="Hypertextovodkaz">
    <w:name w:val="Hyperlink"/>
    <w:rsid w:val="0066054D"/>
    <w:rPr>
      <w:color w:val="0000FF"/>
      <w:u w:val="single"/>
    </w:rPr>
  </w:style>
  <w:style w:type="paragraph" w:customStyle="1" w:styleId="RLSeznamploh">
    <w:name w:val="RL Seznam příloh"/>
    <w:basedOn w:val="RLTextlnkuslovan"/>
    <w:rsid w:val="0066054D"/>
    <w:pPr>
      <w:numPr>
        <w:ilvl w:val="0"/>
        <w:numId w:val="0"/>
      </w:numPr>
      <w:ind w:left="3572" w:hanging="1361"/>
    </w:pPr>
    <w:rPr>
      <w:szCs w:val="20"/>
      <w:lang w:eastAsia="en-US"/>
    </w:rPr>
  </w:style>
  <w:style w:type="character" w:customStyle="1" w:styleId="RLProhlensmluvnchstranChar">
    <w:name w:val="RL Prohlášení smluvních stran Char"/>
    <w:link w:val="RLProhlensmluvnchstran"/>
    <w:rsid w:val="0066054D"/>
    <w:rPr>
      <w:rFonts w:eastAsia="Times New Roman"/>
      <w:b/>
      <w:sz w:val="22"/>
      <w:szCs w:val="24"/>
    </w:rPr>
  </w:style>
  <w:style w:type="character" w:customStyle="1" w:styleId="RLTextlnkuslovanChar">
    <w:name w:val="RL Text článku číslovaný Char"/>
    <w:link w:val="RLTextlnkuslovan"/>
    <w:rsid w:val="0066054D"/>
    <w:rPr>
      <w:rFonts w:eastAsia="Times New Roman"/>
      <w:sz w:val="22"/>
      <w:szCs w:val="24"/>
    </w:rPr>
  </w:style>
  <w:style w:type="character" w:styleId="Odkaznakoment">
    <w:name w:val="annotation reference"/>
    <w:uiPriority w:val="99"/>
    <w:semiHidden/>
    <w:unhideWhenUsed/>
    <w:rsid w:val="0043474D"/>
    <w:rPr>
      <w:sz w:val="16"/>
      <w:szCs w:val="16"/>
    </w:rPr>
  </w:style>
  <w:style w:type="paragraph" w:styleId="Textkomente">
    <w:name w:val="annotation text"/>
    <w:basedOn w:val="Normln"/>
    <w:link w:val="TextkomenteChar"/>
    <w:uiPriority w:val="99"/>
    <w:unhideWhenUsed/>
    <w:rsid w:val="0043474D"/>
    <w:rPr>
      <w:sz w:val="20"/>
      <w:szCs w:val="20"/>
    </w:rPr>
  </w:style>
  <w:style w:type="character" w:customStyle="1" w:styleId="TextkomenteChar">
    <w:name w:val="Text komentáře Char"/>
    <w:link w:val="Textkomente"/>
    <w:uiPriority w:val="99"/>
    <w:rsid w:val="0043474D"/>
    <w:rPr>
      <w:lang w:val="en-US" w:eastAsia="en-US"/>
    </w:rPr>
  </w:style>
  <w:style w:type="paragraph" w:styleId="Pedmtkomente">
    <w:name w:val="annotation subject"/>
    <w:basedOn w:val="Textkomente"/>
    <w:next w:val="Textkomente"/>
    <w:link w:val="PedmtkomenteChar"/>
    <w:uiPriority w:val="99"/>
    <w:semiHidden/>
    <w:unhideWhenUsed/>
    <w:rsid w:val="0043474D"/>
    <w:rPr>
      <w:b/>
      <w:bCs/>
    </w:rPr>
  </w:style>
  <w:style w:type="character" w:customStyle="1" w:styleId="PedmtkomenteChar">
    <w:name w:val="Předmět komentáře Char"/>
    <w:link w:val="Pedmtkomente"/>
    <w:uiPriority w:val="99"/>
    <w:semiHidden/>
    <w:rsid w:val="0043474D"/>
    <w:rPr>
      <w:b/>
      <w:bCs/>
      <w:lang w:val="en-US" w:eastAsia="en-US"/>
    </w:rPr>
  </w:style>
  <w:style w:type="paragraph" w:styleId="Textbubliny">
    <w:name w:val="Balloon Text"/>
    <w:basedOn w:val="Normln"/>
    <w:link w:val="TextbublinyChar"/>
    <w:uiPriority w:val="99"/>
    <w:semiHidden/>
    <w:unhideWhenUsed/>
    <w:rsid w:val="0043474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3474D"/>
    <w:rPr>
      <w:rFonts w:ascii="Tahoma" w:hAnsi="Tahoma" w:cs="Tahoma"/>
      <w:sz w:val="16"/>
      <w:szCs w:val="16"/>
      <w:lang w:val="en-US" w:eastAsia="en-US"/>
    </w:rPr>
  </w:style>
  <w:style w:type="paragraph" w:customStyle="1" w:styleId="RLdajeosmluvnstran0">
    <w:name w:val="RL  údaje o smluvní straně"/>
    <w:basedOn w:val="Normln"/>
    <w:rsid w:val="00A32358"/>
    <w:pPr>
      <w:spacing w:after="120" w:line="280" w:lineRule="exact"/>
      <w:jc w:val="center"/>
    </w:pPr>
    <w:rPr>
      <w:rFonts w:eastAsia="Times New Roman"/>
      <w:sz w:val="22"/>
      <w:lang w:val="cs-CZ"/>
    </w:rPr>
  </w:style>
  <w:style w:type="character" w:customStyle="1" w:styleId="platne1">
    <w:name w:val="platne1"/>
    <w:basedOn w:val="Standardnpsmoodstavce"/>
    <w:rsid w:val="000D72FB"/>
  </w:style>
  <w:style w:type="paragraph" w:customStyle="1" w:styleId="doplnuchaze">
    <w:name w:val="doplní uchazeč"/>
    <w:basedOn w:val="Normln"/>
    <w:link w:val="doplnuchazeChar"/>
    <w:qFormat/>
    <w:rsid w:val="000D72FB"/>
    <w:pPr>
      <w:spacing w:after="120" w:line="280" w:lineRule="exact"/>
      <w:jc w:val="center"/>
    </w:pPr>
    <w:rPr>
      <w:rFonts w:eastAsia="Times New Roman"/>
      <w:b/>
      <w:snapToGrid w:val="0"/>
      <w:sz w:val="22"/>
      <w:szCs w:val="22"/>
      <w:lang w:val="cs-CZ" w:eastAsia="cs-CZ"/>
    </w:rPr>
  </w:style>
  <w:style w:type="character" w:customStyle="1" w:styleId="doplnuchazeChar">
    <w:name w:val="doplní uchazeč Char"/>
    <w:link w:val="doplnuchaze"/>
    <w:rsid w:val="000D72FB"/>
    <w:rPr>
      <w:rFonts w:eastAsia="Times New Roman"/>
      <w:b/>
      <w:snapToGrid w:val="0"/>
      <w:sz w:val="22"/>
      <w:szCs w:val="22"/>
    </w:rPr>
  </w:style>
  <w:style w:type="character" w:customStyle="1" w:styleId="ZKLADNChar">
    <w:name w:val="ZÁKLADNÍ Char"/>
    <w:link w:val="ZKLADN"/>
    <w:locked/>
    <w:rsid w:val="000D72FB"/>
    <w:rPr>
      <w:rFonts w:ascii="Garamond" w:hAnsi="Garamond"/>
      <w:sz w:val="24"/>
      <w:szCs w:val="24"/>
    </w:rPr>
  </w:style>
  <w:style w:type="paragraph" w:customStyle="1" w:styleId="ZKLADN">
    <w:name w:val="ZÁKLADNÍ"/>
    <w:basedOn w:val="Zkladntext"/>
    <w:link w:val="ZKLADNChar"/>
    <w:rsid w:val="000D72FB"/>
    <w:pPr>
      <w:widowControl w:val="0"/>
      <w:spacing w:before="120" w:line="280" w:lineRule="atLeast"/>
      <w:jc w:val="both"/>
    </w:pPr>
    <w:rPr>
      <w:rFonts w:ascii="Garamond" w:hAnsi="Garamond"/>
      <w:lang w:val="cs-CZ" w:eastAsia="cs-CZ"/>
    </w:rPr>
  </w:style>
  <w:style w:type="paragraph" w:styleId="Zkladntext">
    <w:name w:val="Body Text"/>
    <w:basedOn w:val="Normln"/>
    <w:link w:val="ZkladntextChar"/>
    <w:uiPriority w:val="99"/>
    <w:semiHidden/>
    <w:unhideWhenUsed/>
    <w:rsid w:val="000D72FB"/>
    <w:pPr>
      <w:spacing w:after="120"/>
    </w:pPr>
  </w:style>
  <w:style w:type="character" w:customStyle="1" w:styleId="ZkladntextChar">
    <w:name w:val="Základní text Char"/>
    <w:basedOn w:val="Standardnpsmoodstavce"/>
    <w:link w:val="Zkladntext"/>
    <w:uiPriority w:val="99"/>
    <w:semiHidden/>
    <w:rsid w:val="000D72FB"/>
    <w:rPr>
      <w:sz w:val="24"/>
      <w:szCs w:val="24"/>
      <w:lang w:val="en-US" w:eastAsia="en-US"/>
    </w:rPr>
  </w:style>
  <w:style w:type="character" w:customStyle="1" w:styleId="Nadpis2Char">
    <w:name w:val="Nadpis 2 Char"/>
    <w:basedOn w:val="Standardnpsmoodstavce"/>
    <w:link w:val="Nadpis2"/>
    <w:uiPriority w:val="9"/>
    <w:rsid w:val="00A10E5F"/>
    <w:rPr>
      <w:rFonts w:ascii="Cambria" w:eastAsia="Times New Roman" w:hAnsi="Cambria"/>
      <w:b/>
      <w:bCs/>
      <w:i/>
      <w:iCs/>
      <w:sz w:val="28"/>
      <w:szCs w:val="28"/>
      <w:lang w:eastAsia="en-US"/>
    </w:rPr>
  </w:style>
  <w:style w:type="character" w:customStyle="1" w:styleId="Nadpis3Char">
    <w:name w:val="Nadpis 3 Char"/>
    <w:basedOn w:val="Standardnpsmoodstavce"/>
    <w:link w:val="Nadpis3"/>
    <w:uiPriority w:val="9"/>
    <w:rsid w:val="00A10E5F"/>
    <w:rPr>
      <w:rFonts w:ascii="Cambria" w:eastAsia="Times New Roman" w:hAnsi="Cambria"/>
      <w:b/>
      <w:bCs/>
      <w:sz w:val="26"/>
      <w:szCs w:val="26"/>
      <w:lang w:eastAsia="en-US"/>
    </w:rPr>
  </w:style>
  <w:style w:type="character" w:customStyle="1" w:styleId="Nadpis4Char">
    <w:name w:val="Nadpis 4 Char"/>
    <w:basedOn w:val="Standardnpsmoodstavce"/>
    <w:link w:val="Nadpis4"/>
    <w:uiPriority w:val="9"/>
    <w:rsid w:val="00A10E5F"/>
    <w:rPr>
      <w:rFonts w:eastAsia="Times New Roman"/>
      <w:b/>
      <w:bCs/>
      <w:sz w:val="28"/>
      <w:szCs w:val="28"/>
      <w:lang w:eastAsia="en-US"/>
    </w:rPr>
  </w:style>
  <w:style w:type="paragraph" w:styleId="Odstavecseseznamem">
    <w:name w:val="List Paragraph"/>
    <w:basedOn w:val="Normln"/>
    <w:uiPriority w:val="34"/>
    <w:qFormat/>
    <w:rsid w:val="0085100E"/>
    <w:pPr>
      <w:ind w:left="720"/>
      <w:contextualSpacing/>
    </w:pPr>
  </w:style>
  <w:style w:type="paragraph" w:styleId="Bezmezer">
    <w:name w:val="No Spacing"/>
    <w:uiPriority w:val="1"/>
    <w:qFormat/>
    <w:rsid w:val="00C536BC"/>
    <w:rPr>
      <w:rFonts w:asciiTheme="minorHAnsi" w:eastAsiaTheme="minorHAnsi" w:hAnsiTheme="minorHAnsi" w:cstheme="minorBidi"/>
      <w:sz w:val="22"/>
      <w:szCs w:val="22"/>
      <w:lang w:eastAsia="en-US"/>
    </w:rPr>
  </w:style>
  <w:style w:type="paragraph" w:styleId="Revize">
    <w:name w:val="Revision"/>
    <w:hidden/>
    <w:uiPriority w:val="99"/>
    <w:semiHidden/>
    <w:rsid w:val="009B045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4549">
      <w:bodyDiv w:val="1"/>
      <w:marLeft w:val="0"/>
      <w:marRight w:val="0"/>
      <w:marTop w:val="0"/>
      <w:marBottom w:val="0"/>
      <w:divBdr>
        <w:top w:val="none" w:sz="0" w:space="0" w:color="auto"/>
        <w:left w:val="none" w:sz="0" w:space="0" w:color="auto"/>
        <w:bottom w:val="none" w:sz="0" w:space="0" w:color="auto"/>
        <w:right w:val="none" w:sz="0" w:space="0" w:color="auto"/>
      </w:divBdr>
    </w:div>
    <w:div w:id="792015509">
      <w:bodyDiv w:val="1"/>
      <w:marLeft w:val="0"/>
      <w:marRight w:val="0"/>
      <w:marTop w:val="0"/>
      <w:marBottom w:val="0"/>
      <w:divBdr>
        <w:top w:val="none" w:sz="0" w:space="0" w:color="auto"/>
        <w:left w:val="none" w:sz="0" w:space="0" w:color="auto"/>
        <w:bottom w:val="none" w:sz="0" w:space="0" w:color="auto"/>
        <w:right w:val="none" w:sz="0" w:space="0" w:color="auto"/>
      </w:divBdr>
    </w:div>
    <w:div w:id="845677410">
      <w:bodyDiv w:val="1"/>
      <w:marLeft w:val="0"/>
      <w:marRight w:val="0"/>
      <w:marTop w:val="0"/>
      <w:marBottom w:val="0"/>
      <w:divBdr>
        <w:top w:val="none" w:sz="0" w:space="0" w:color="auto"/>
        <w:left w:val="none" w:sz="0" w:space="0" w:color="auto"/>
        <w:bottom w:val="none" w:sz="0" w:space="0" w:color="auto"/>
        <w:right w:val="none" w:sz="0" w:space="0" w:color="auto"/>
      </w:divBdr>
    </w:div>
    <w:div w:id="1115516400">
      <w:bodyDiv w:val="1"/>
      <w:marLeft w:val="0"/>
      <w:marRight w:val="0"/>
      <w:marTop w:val="0"/>
      <w:marBottom w:val="0"/>
      <w:divBdr>
        <w:top w:val="none" w:sz="0" w:space="0" w:color="auto"/>
        <w:left w:val="none" w:sz="0" w:space="0" w:color="auto"/>
        <w:bottom w:val="none" w:sz="0" w:space="0" w:color="auto"/>
        <w:right w:val="none" w:sz="0" w:space="0" w:color="auto"/>
      </w:divBdr>
    </w:div>
    <w:div w:id="12387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2723\Documents\05_ZD_ERMA2_2023_P4_NDA_Dohoda.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181E2A20272EC47913932FC8C07B326" ma:contentTypeVersion="4" ma:contentTypeDescription="Vytvoří nový dokument" ma:contentTypeScope="" ma:versionID="fceb777c4784714bba12c33648f99e27">
  <xsd:schema xmlns:xsd="http://www.w3.org/2001/XMLSchema" xmlns:xs="http://www.w3.org/2001/XMLSchema" xmlns:p="http://schemas.microsoft.com/office/2006/metadata/properties" xmlns:ns2="0a31616e-6e72-498c-9108-586b6f119e1b" targetNamespace="http://schemas.microsoft.com/office/2006/metadata/properties" ma:root="true" ma:fieldsID="5c9c19f08bb2ba72ec8910eed9c3e914" ns2:_="">
    <xsd:import namespace="0a31616e-6e72-498c-9108-586b6f119e1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31616e-6e72-498c-9108-586b6f119e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B2119-ABDA-4D2D-B49A-6C16774AE254}">
  <ds:schemaRefs>
    <ds:schemaRef ds:uri="http://schemas.microsoft.com/sharepoint/v3/contenttype/forms"/>
  </ds:schemaRefs>
</ds:datastoreItem>
</file>

<file path=customXml/itemProps2.xml><?xml version="1.0" encoding="utf-8"?>
<ds:datastoreItem xmlns:ds="http://schemas.openxmlformats.org/officeDocument/2006/customXml" ds:itemID="{30548880-D496-44B4-B69F-FE0E2FCA70A4}">
  <ds:schemaRefs>
    <ds:schemaRef ds:uri="http://schemas.microsoft.com/office/2006/metadata/longProperties"/>
  </ds:schemaRefs>
</ds:datastoreItem>
</file>

<file path=customXml/itemProps3.xml><?xml version="1.0" encoding="utf-8"?>
<ds:datastoreItem xmlns:ds="http://schemas.openxmlformats.org/officeDocument/2006/customXml" ds:itemID="{FA193D57-9A26-4277-BED7-5CB300B25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31616e-6e72-498c-9108-586b6f119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D7C7A4-C39F-4BD6-BCEA-A2A5610E3D3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1039D4C-F6B7-4B6B-A9DF-7904EC5A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05_ZD_ERMA2_2023_P4_NDA_Dohoda.dotm</Template>
  <TotalTime>0</TotalTime>
  <Pages>8</Pages>
  <Words>1988</Words>
  <Characters>11731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NDA</vt:lpstr>
    </vt:vector>
  </TitlesOfParts>
  <LinksUpToDate>false</LinksUpToDate>
  <CharactersWithSpaces>13692</CharactersWithSpaces>
  <SharedDoc>false</SharedDoc>
  <HLinks>
    <vt:vector size="6" baseType="variant">
      <vt:variant>
        <vt:i4>3866743</vt:i4>
      </vt:variant>
      <vt:variant>
        <vt:i4>46</vt:i4>
      </vt:variant>
      <vt:variant>
        <vt:i4>0</vt:i4>
      </vt:variant>
      <vt:variant>
        <vt:i4>5</vt:i4>
      </vt:variant>
      <vt:variant>
        <vt:lpwstr/>
      </vt:variant>
      <vt:variant>
        <vt:lpwstr>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dc:title>
  <dc:creator/>
  <cp:lastModifiedBy/>
  <cp:revision>1</cp:revision>
  <dcterms:created xsi:type="dcterms:W3CDTF">2024-02-01T13:32:00Z</dcterms:created>
  <dcterms:modified xsi:type="dcterms:W3CDTF">2024-02-06T06:54:00Z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0x010100D181E2A20272EC47913932FC8C07B326</vt:lpwstr>
  </property>
  <property fmtid="{D5CDD505-2E9C-101B-9397-08002B2CF9AE}" pid="4" name="MediaServiceImageTags">
    <vt:lpwstr/>
  </property>
  <property fmtid="{D5CDD505-2E9C-101B-9397-08002B2CF9AE}" pid="5" name="MSIP_Label_92824bee-5c67-426c-bc98-23ad86c9419e_Enabled">
    <vt:lpwstr>true</vt:lpwstr>
  </property>
  <property fmtid="{D5CDD505-2E9C-101B-9397-08002B2CF9AE}" pid="6" name="MSIP_Label_92824bee-5c67-426c-bc98-23ad86c9419e_SetDate">
    <vt:lpwstr>2023-11-27T06:42:49Z</vt:lpwstr>
  </property>
  <property fmtid="{D5CDD505-2E9C-101B-9397-08002B2CF9AE}" pid="7" name="MSIP_Label_92824bee-5c67-426c-bc98-23ad86c9419e_Method">
    <vt:lpwstr>Privileged</vt:lpwstr>
  </property>
  <property fmtid="{D5CDD505-2E9C-101B-9397-08002B2CF9AE}" pid="8" name="MSIP_Label_92824bee-5c67-426c-bc98-23ad86c9419e_Name">
    <vt:lpwstr>Informace MZe</vt:lpwstr>
  </property>
  <property fmtid="{D5CDD505-2E9C-101B-9397-08002B2CF9AE}" pid="9" name="MSIP_Label_92824bee-5c67-426c-bc98-23ad86c9419e_SiteId">
    <vt:lpwstr>e84ea0de-38e7-4864-b153-a909a7746ff0</vt:lpwstr>
  </property>
  <property fmtid="{D5CDD505-2E9C-101B-9397-08002B2CF9AE}" pid="10" name="MSIP_Label_92824bee-5c67-426c-bc98-23ad86c9419e_ActionId">
    <vt:lpwstr>b440bf01-a631-4904-99dd-460f9fadeb3f</vt:lpwstr>
  </property>
  <property fmtid="{D5CDD505-2E9C-101B-9397-08002B2CF9AE}" pid="11" name="MSIP_Label_92824bee-5c67-426c-bc98-23ad86c9419e_ContentBits">
    <vt:lpwstr>0</vt:lpwstr>
  </property>
</Properties>
</file>